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5B531" w14:textId="77777777" w:rsidR="00C30D3D" w:rsidRPr="00FD240D" w:rsidRDefault="00C30D3D" w:rsidP="004449C9">
      <w:pPr>
        <w:widowControl w:val="0"/>
        <w:ind w:right="1274"/>
        <w:jc w:val="both"/>
        <w:rPr>
          <w:rFonts w:ascii="Open Sans" w:hAnsi="Open Sans" w:cs="Open Sans"/>
          <w:b/>
        </w:rPr>
      </w:pPr>
    </w:p>
    <w:p w14:paraId="10A4D6D8" w14:textId="77777777" w:rsidR="00C30D3D" w:rsidRPr="00FD240D" w:rsidRDefault="00C30D3D" w:rsidP="004449C9">
      <w:pPr>
        <w:widowControl w:val="0"/>
        <w:ind w:right="1274"/>
        <w:jc w:val="both"/>
        <w:rPr>
          <w:rFonts w:ascii="Open Sans" w:hAnsi="Open Sans" w:cs="Open Sans"/>
          <w:b/>
        </w:rPr>
      </w:pPr>
    </w:p>
    <w:p w14:paraId="1ED2DF3B" w14:textId="77777777" w:rsidR="00DA4031" w:rsidRPr="00FD240D" w:rsidRDefault="00DA4031" w:rsidP="004449C9">
      <w:pPr>
        <w:widowControl w:val="0"/>
        <w:ind w:right="1274"/>
        <w:jc w:val="both"/>
        <w:rPr>
          <w:rFonts w:ascii="Open Sans" w:hAnsi="Open Sans" w:cs="Open Sans"/>
          <w:b/>
        </w:rPr>
      </w:pPr>
    </w:p>
    <w:p w14:paraId="1ACAAE35" w14:textId="43857B58" w:rsidR="00DA4031" w:rsidRPr="00FD240D" w:rsidRDefault="00DA4031" w:rsidP="004449C9">
      <w:pPr>
        <w:widowControl w:val="0"/>
        <w:ind w:right="1274"/>
        <w:jc w:val="right"/>
        <w:rPr>
          <w:rFonts w:ascii="Open Sans" w:hAnsi="Open Sans" w:cs="Open Sans"/>
          <w:b/>
        </w:rPr>
      </w:pPr>
    </w:p>
    <w:p w14:paraId="6C89DD93" w14:textId="4103B873" w:rsidR="00C30D3D" w:rsidRPr="00FD240D" w:rsidRDefault="00C30D3D" w:rsidP="004449C9">
      <w:pPr>
        <w:widowControl w:val="0"/>
        <w:ind w:right="1274"/>
        <w:jc w:val="both"/>
        <w:rPr>
          <w:rFonts w:ascii="Open Sans" w:hAnsi="Open Sans" w:cs="Open Sans"/>
          <w:b/>
        </w:rPr>
      </w:pPr>
    </w:p>
    <w:p w14:paraId="000644B2" w14:textId="3F0359F2" w:rsidR="00C30D3D" w:rsidRPr="00FD240D" w:rsidRDefault="00C30D3D" w:rsidP="004449C9">
      <w:pPr>
        <w:widowControl w:val="0"/>
        <w:rPr>
          <w:rFonts w:ascii="Open Sans" w:hAnsi="Open Sans" w:cs="Open Sans"/>
        </w:rPr>
      </w:pPr>
    </w:p>
    <w:p w14:paraId="0B86108C" w14:textId="77777777" w:rsidR="00C30D3D" w:rsidRPr="00FD240D" w:rsidRDefault="00C30D3D" w:rsidP="004449C9">
      <w:pPr>
        <w:widowControl w:val="0"/>
        <w:rPr>
          <w:rFonts w:ascii="Open Sans" w:hAnsi="Open Sans" w:cs="Open Sans"/>
        </w:rPr>
      </w:pPr>
    </w:p>
    <w:p w14:paraId="313580F6" w14:textId="77777777" w:rsidR="00C30D3D" w:rsidRPr="00FD240D" w:rsidRDefault="00C30D3D" w:rsidP="004449C9">
      <w:pPr>
        <w:widowControl w:val="0"/>
        <w:rPr>
          <w:rFonts w:ascii="Open Sans" w:hAnsi="Open Sans" w:cs="Open Sans"/>
        </w:rPr>
      </w:pPr>
    </w:p>
    <w:p w14:paraId="6CA1240A" w14:textId="77777777" w:rsidR="00C30D3D" w:rsidRPr="00FD240D" w:rsidRDefault="00C30D3D" w:rsidP="004449C9">
      <w:pPr>
        <w:widowControl w:val="0"/>
        <w:rPr>
          <w:rFonts w:ascii="Open Sans" w:hAnsi="Open Sans" w:cs="Open Sans"/>
        </w:rPr>
      </w:pPr>
    </w:p>
    <w:p w14:paraId="7CF096FB" w14:textId="77777777" w:rsidR="00C30D3D" w:rsidRPr="00FD240D" w:rsidRDefault="00C30D3D" w:rsidP="004449C9">
      <w:pPr>
        <w:widowControl w:val="0"/>
        <w:rPr>
          <w:rFonts w:ascii="Open Sans" w:hAnsi="Open Sans" w:cs="Open Sans"/>
        </w:rPr>
      </w:pPr>
    </w:p>
    <w:p w14:paraId="413DDC51" w14:textId="77777777" w:rsidR="00043678" w:rsidRPr="00FD240D" w:rsidRDefault="00043678" w:rsidP="004449C9">
      <w:pPr>
        <w:pStyle w:val="Naslov5"/>
        <w:keepNext w:val="0"/>
        <w:widowControl w:val="0"/>
        <w:jc w:val="center"/>
        <w:rPr>
          <w:rFonts w:ascii="Open Sans" w:hAnsi="Open Sans" w:cs="Open Sans"/>
          <w:i w:val="0"/>
          <w:caps/>
          <w:sz w:val="20"/>
        </w:rPr>
      </w:pPr>
    </w:p>
    <w:p w14:paraId="4531FC60" w14:textId="77777777" w:rsidR="00CF13F6" w:rsidRPr="00FD240D" w:rsidRDefault="00CF13F6" w:rsidP="004449C9">
      <w:pPr>
        <w:pStyle w:val="Naslov5"/>
        <w:keepNext w:val="0"/>
        <w:widowControl w:val="0"/>
        <w:jc w:val="center"/>
        <w:rPr>
          <w:rFonts w:ascii="Open Sans" w:hAnsi="Open Sans" w:cs="Open Sans"/>
          <w:i w:val="0"/>
          <w:caps/>
          <w:sz w:val="20"/>
        </w:rPr>
      </w:pPr>
    </w:p>
    <w:p w14:paraId="07EF246B" w14:textId="77777777" w:rsidR="00CF13F6" w:rsidRPr="00FD240D" w:rsidRDefault="00CF13F6" w:rsidP="004449C9">
      <w:pPr>
        <w:pStyle w:val="Naslov5"/>
        <w:keepNext w:val="0"/>
        <w:widowControl w:val="0"/>
        <w:jc w:val="center"/>
        <w:rPr>
          <w:rFonts w:ascii="Open Sans" w:hAnsi="Open Sans" w:cs="Open Sans"/>
          <w:i w:val="0"/>
          <w:caps/>
          <w:sz w:val="20"/>
        </w:rPr>
      </w:pPr>
    </w:p>
    <w:p w14:paraId="1D749B9F" w14:textId="77777777" w:rsidR="00CF13F6" w:rsidRPr="00FD240D" w:rsidRDefault="00CF13F6" w:rsidP="004449C9">
      <w:pPr>
        <w:pStyle w:val="Naslov5"/>
        <w:keepNext w:val="0"/>
        <w:widowControl w:val="0"/>
        <w:jc w:val="center"/>
        <w:rPr>
          <w:rFonts w:ascii="Open Sans" w:hAnsi="Open Sans" w:cs="Open Sans"/>
          <w:i w:val="0"/>
          <w:caps/>
          <w:sz w:val="20"/>
        </w:rPr>
      </w:pPr>
    </w:p>
    <w:p w14:paraId="7B466C4A" w14:textId="77777777" w:rsidR="00CF13F6" w:rsidRPr="00FD240D" w:rsidRDefault="00CF13F6" w:rsidP="004449C9">
      <w:pPr>
        <w:pStyle w:val="Naslov5"/>
        <w:keepNext w:val="0"/>
        <w:widowControl w:val="0"/>
        <w:jc w:val="center"/>
        <w:rPr>
          <w:rFonts w:ascii="Open Sans" w:hAnsi="Open Sans" w:cs="Open Sans"/>
          <w:i w:val="0"/>
          <w:caps/>
          <w:sz w:val="20"/>
        </w:rPr>
      </w:pPr>
    </w:p>
    <w:p w14:paraId="5385D90B" w14:textId="77777777" w:rsidR="00CF13F6" w:rsidRPr="00FD240D" w:rsidRDefault="00CF13F6" w:rsidP="004449C9">
      <w:pPr>
        <w:pStyle w:val="Naslov5"/>
        <w:keepNext w:val="0"/>
        <w:widowControl w:val="0"/>
        <w:jc w:val="center"/>
        <w:rPr>
          <w:rFonts w:ascii="Open Sans" w:hAnsi="Open Sans" w:cs="Open Sans"/>
          <w:i w:val="0"/>
          <w:caps/>
          <w:sz w:val="20"/>
        </w:rPr>
      </w:pPr>
    </w:p>
    <w:p w14:paraId="3E5A7B08" w14:textId="77777777" w:rsidR="00CF13F6" w:rsidRPr="00FD240D" w:rsidRDefault="00CF13F6" w:rsidP="004449C9">
      <w:pPr>
        <w:pStyle w:val="Naslov5"/>
        <w:keepNext w:val="0"/>
        <w:widowControl w:val="0"/>
        <w:jc w:val="center"/>
        <w:rPr>
          <w:rFonts w:ascii="Open Sans" w:hAnsi="Open Sans" w:cs="Open Sans"/>
          <w:i w:val="0"/>
          <w:caps/>
          <w:sz w:val="24"/>
          <w:szCs w:val="24"/>
        </w:rPr>
      </w:pPr>
    </w:p>
    <w:p w14:paraId="34DD050F" w14:textId="01088171" w:rsidR="00C30D3D" w:rsidRPr="008040A8" w:rsidRDefault="00C30D3D" w:rsidP="004449C9">
      <w:pPr>
        <w:pStyle w:val="Naslov5"/>
        <w:keepNext w:val="0"/>
        <w:widowControl w:val="0"/>
        <w:jc w:val="center"/>
        <w:rPr>
          <w:rFonts w:ascii="Open Sans" w:hAnsi="Open Sans" w:cs="Open Sans"/>
          <w:caps/>
          <w:sz w:val="28"/>
          <w:szCs w:val="28"/>
        </w:rPr>
      </w:pPr>
      <w:r w:rsidRPr="008040A8">
        <w:rPr>
          <w:rFonts w:ascii="Open Sans" w:hAnsi="Open Sans" w:cs="Open Sans"/>
          <w:i w:val="0"/>
          <w:caps/>
          <w:sz w:val="28"/>
          <w:szCs w:val="28"/>
        </w:rPr>
        <w:t>RAZPISNA</w:t>
      </w:r>
      <w:r w:rsidRPr="008040A8">
        <w:rPr>
          <w:rFonts w:ascii="Open Sans" w:hAnsi="Open Sans" w:cs="Open Sans"/>
          <w:caps/>
          <w:sz w:val="28"/>
          <w:szCs w:val="28"/>
        </w:rPr>
        <w:t xml:space="preserve"> </w:t>
      </w:r>
      <w:r w:rsidRPr="008040A8">
        <w:rPr>
          <w:rFonts w:ascii="Open Sans" w:hAnsi="Open Sans" w:cs="Open Sans"/>
          <w:i w:val="0"/>
          <w:caps/>
          <w:sz w:val="28"/>
          <w:szCs w:val="28"/>
        </w:rPr>
        <w:t>DOKUMENTACIJA</w:t>
      </w:r>
    </w:p>
    <w:p w14:paraId="1E17DD41" w14:textId="77777777" w:rsidR="00C30D3D" w:rsidRPr="008040A8" w:rsidRDefault="00C30D3D" w:rsidP="004449C9">
      <w:pPr>
        <w:widowControl w:val="0"/>
        <w:rPr>
          <w:rFonts w:ascii="Open Sans" w:hAnsi="Open Sans" w:cs="Open Sans"/>
          <w:sz w:val="28"/>
          <w:szCs w:val="28"/>
        </w:rPr>
      </w:pPr>
    </w:p>
    <w:p w14:paraId="148FC10F" w14:textId="77777777" w:rsidR="004A42C3" w:rsidRPr="008040A8" w:rsidRDefault="004A42C3" w:rsidP="004449C9">
      <w:pPr>
        <w:widowControl w:val="0"/>
        <w:rPr>
          <w:rFonts w:ascii="Open Sans" w:hAnsi="Open Sans" w:cs="Open Sans"/>
          <w:sz w:val="28"/>
          <w:szCs w:val="28"/>
        </w:rPr>
      </w:pPr>
    </w:p>
    <w:p w14:paraId="69EE29FF" w14:textId="0472D2BF" w:rsidR="00C30D3D" w:rsidRPr="008040A8" w:rsidRDefault="00C30D3D" w:rsidP="004449C9">
      <w:pPr>
        <w:widowControl w:val="0"/>
        <w:jc w:val="center"/>
        <w:rPr>
          <w:rFonts w:ascii="Open Sans" w:hAnsi="Open Sans" w:cs="Open Sans"/>
          <w:b/>
          <w:sz w:val="28"/>
          <w:szCs w:val="28"/>
        </w:rPr>
      </w:pPr>
      <w:r w:rsidRPr="008040A8">
        <w:rPr>
          <w:rFonts w:ascii="Open Sans" w:hAnsi="Open Sans" w:cs="Open Sans"/>
          <w:b/>
          <w:sz w:val="28"/>
          <w:szCs w:val="28"/>
        </w:rPr>
        <w:t xml:space="preserve">ZA ODDAJO JAVNEGA NAROČILA ŠT. </w:t>
      </w:r>
      <w:r w:rsidR="00FD240D" w:rsidRPr="008040A8">
        <w:rPr>
          <w:rFonts w:ascii="Open Sans" w:hAnsi="Open Sans" w:cs="Open Sans"/>
          <w:b/>
          <w:sz w:val="28"/>
          <w:szCs w:val="28"/>
        </w:rPr>
        <w:t>ENLJ-SAL-80/25</w:t>
      </w:r>
    </w:p>
    <w:p w14:paraId="70CE1BC3" w14:textId="77777777" w:rsidR="00C30D3D" w:rsidRPr="008040A8" w:rsidRDefault="00C30D3D" w:rsidP="004449C9">
      <w:pPr>
        <w:widowControl w:val="0"/>
        <w:jc w:val="center"/>
        <w:rPr>
          <w:rFonts w:ascii="Open Sans" w:hAnsi="Open Sans" w:cs="Open Sans"/>
          <w:b/>
          <w:sz w:val="28"/>
          <w:szCs w:val="28"/>
        </w:rPr>
      </w:pPr>
    </w:p>
    <w:p w14:paraId="2E0BF8E8" w14:textId="77777777" w:rsidR="004A42C3" w:rsidRPr="008040A8" w:rsidRDefault="004A42C3" w:rsidP="004449C9">
      <w:pPr>
        <w:widowControl w:val="0"/>
        <w:jc w:val="center"/>
        <w:rPr>
          <w:rFonts w:ascii="Open Sans" w:hAnsi="Open Sans" w:cs="Open Sans"/>
          <w:b/>
          <w:sz w:val="28"/>
          <w:szCs w:val="28"/>
        </w:rPr>
      </w:pPr>
    </w:p>
    <w:p w14:paraId="2E1EC7A4" w14:textId="77777777" w:rsidR="00FD240D" w:rsidRPr="008040A8" w:rsidRDefault="00FD240D" w:rsidP="004449C9">
      <w:pPr>
        <w:widowControl w:val="0"/>
        <w:jc w:val="center"/>
        <w:rPr>
          <w:rFonts w:ascii="Open Sans" w:hAnsi="Open Sans" w:cs="Open Sans"/>
          <w:b/>
          <w:sz w:val="28"/>
          <w:szCs w:val="28"/>
        </w:rPr>
      </w:pPr>
      <w:r w:rsidRPr="008040A8">
        <w:rPr>
          <w:rFonts w:ascii="Open Sans" w:hAnsi="Open Sans" w:cs="Open Sans"/>
          <w:b/>
          <w:sz w:val="28"/>
          <w:szCs w:val="28"/>
        </w:rPr>
        <w:t xml:space="preserve">VZDRŽEVANJE IN SERVISIRANJE KONVEKTORJEV ZA </w:t>
      </w:r>
    </w:p>
    <w:p w14:paraId="1C58B9DF" w14:textId="09DAE8B9" w:rsidR="00C30D3D" w:rsidRPr="008040A8" w:rsidRDefault="00FD240D" w:rsidP="004449C9">
      <w:pPr>
        <w:widowControl w:val="0"/>
        <w:jc w:val="center"/>
        <w:rPr>
          <w:rFonts w:ascii="Open Sans" w:hAnsi="Open Sans" w:cs="Open Sans"/>
          <w:sz w:val="28"/>
          <w:szCs w:val="28"/>
        </w:rPr>
      </w:pPr>
      <w:r w:rsidRPr="008040A8">
        <w:rPr>
          <w:rFonts w:ascii="Open Sans" w:hAnsi="Open Sans" w:cs="Open Sans"/>
          <w:b/>
          <w:sz w:val="28"/>
          <w:szCs w:val="28"/>
        </w:rPr>
        <w:t>SISTEM OGREVANJA IN HLAJENJA</w:t>
      </w:r>
    </w:p>
    <w:p w14:paraId="12DF4E78" w14:textId="77777777" w:rsidR="00C30D3D" w:rsidRPr="008040A8" w:rsidRDefault="00C30D3D" w:rsidP="004449C9">
      <w:pPr>
        <w:widowControl w:val="0"/>
        <w:jc w:val="center"/>
        <w:rPr>
          <w:rFonts w:ascii="Open Sans" w:hAnsi="Open Sans" w:cs="Open Sans"/>
          <w:b/>
          <w:sz w:val="28"/>
          <w:szCs w:val="28"/>
        </w:rPr>
      </w:pPr>
    </w:p>
    <w:p w14:paraId="1BD21CC0" w14:textId="77777777" w:rsidR="004A42C3" w:rsidRPr="008040A8" w:rsidRDefault="004A42C3" w:rsidP="004449C9">
      <w:pPr>
        <w:widowControl w:val="0"/>
        <w:jc w:val="center"/>
        <w:rPr>
          <w:rFonts w:ascii="Open Sans" w:hAnsi="Open Sans" w:cs="Open Sans"/>
          <w:b/>
          <w:sz w:val="28"/>
          <w:szCs w:val="28"/>
        </w:rPr>
      </w:pPr>
    </w:p>
    <w:p w14:paraId="66A5AC58" w14:textId="77777777" w:rsidR="00C30D3D" w:rsidRPr="008040A8" w:rsidRDefault="00C30D3D" w:rsidP="004449C9">
      <w:pPr>
        <w:widowControl w:val="0"/>
        <w:jc w:val="center"/>
        <w:rPr>
          <w:rFonts w:ascii="Open Sans" w:hAnsi="Open Sans" w:cs="Open Sans"/>
          <w:b/>
          <w:sz w:val="28"/>
          <w:szCs w:val="28"/>
        </w:rPr>
      </w:pPr>
      <w:r w:rsidRPr="008040A8">
        <w:rPr>
          <w:rFonts w:ascii="Open Sans" w:hAnsi="Open Sans" w:cs="Open Sans"/>
          <w:b/>
          <w:sz w:val="28"/>
          <w:szCs w:val="28"/>
        </w:rPr>
        <w:t>PO POSTOPKU ODDAJE NAROČILA MALE VREDNOSTI</w:t>
      </w:r>
    </w:p>
    <w:p w14:paraId="7CD18774" w14:textId="77777777" w:rsidR="00C30D3D" w:rsidRPr="00FD240D" w:rsidRDefault="00C30D3D" w:rsidP="004449C9">
      <w:pPr>
        <w:widowControl w:val="0"/>
        <w:jc w:val="right"/>
        <w:rPr>
          <w:rFonts w:ascii="Open Sans" w:hAnsi="Open Sans" w:cs="Open Sans"/>
        </w:rPr>
      </w:pPr>
    </w:p>
    <w:p w14:paraId="0D466508" w14:textId="77777777" w:rsidR="00C30D3D" w:rsidRPr="00FD240D" w:rsidRDefault="00C30D3D" w:rsidP="004449C9">
      <w:pPr>
        <w:widowControl w:val="0"/>
        <w:jc w:val="right"/>
        <w:rPr>
          <w:rFonts w:ascii="Open Sans" w:hAnsi="Open Sans" w:cs="Open Sans"/>
        </w:rPr>
      </w:pPr>
    </w:p>
    <w:p w14:paraId="6F6B57CF" w14:textId="77777777" w:rsidR="00C30D3D" w:rsidRPr="00FD240D" w:rsidRDefault="00C30D3D" w:rsidP="004449C9">
      <w:pPr>
        <w:widowControl w:val="0"/>
        <w:ind w:right="1274"/>
        <w:jc w:val="both"/>
        <w:rPr>
          <w:rFonts w:ascii="Open Sans" w:hAnsi="Open Sans" w:cs="Open Sans"/>
          <w:b/>
        </w:rPr>
      </w:pPr>
    </w:p>
    <w:p w14:paraId="04149996" w14:textId="77777777" w:rsidR="00C30D3D" w:rsidRPr="00FD240D" w:rsidRDefault="00C30D3D" w:rsidP="004449C9">
      <w:pPr>
        <w:widowControl w:val="0"/>
        <w:ind w:right="1274"/>
        <w:jc w:val="both"/>
        <w:rPr>
          <w:rFonts w:ascii="Open Sans" w:hAnsi="Open Sans" w:cs="Open Sans"/>
          <w:b/>
        </w:rPr>
      </w:pPr>
    </w:p>
    <w:p w14:paraId="2554CCDC" w14:textId="141C3B29" w:rsidR="00C30D3D" w:rsidRPr="00FD240D" w:rsidRDefault="00430C96" w:rsidP="004449C9">
      <w:pPr>
        <w:widowControl w:val="0"/>
        <w:ind w:right="1274"/>
        <w:jc w:val="center"/>
        <w:rPr>
          <w:rFonts w:ascii="Open Sans" w:hAnsi="Open Sans" w:cs="Open Sans"/>
          <w:b/>
        </w:rPr>
      </w:pPr>
      <w:r w:rsidRPr="00FD240D">
        <w:rPr>
          <w:rFonts w:ascii="Open Sans" w:hAnsi="Open Sans" w:cs="Open Sans"/>
        </w:rPr>
        <w:t xml:space="preserve">Ljubljana, </w:t>
      </w:r>
      <w:r w:rsidR="00AB289E">
        <w:rPr>
          <w:rFonts w:ascii="Open Sans" w:hAnsi="Open Sans" w:cs="Open Sans"/>
        </w:rPr>
        <w:t>junij</w:t>
      </w:r>
      <w:r w:rsidR="00775FBE" w:rsidRPr="00FD240D">
        <w:rPr>
          <w:rFonts w:ascii="Open Sans" w:hAnsi="Open Sans" w:cs="Open Sans"/>
        </w:rPr>
        <w:t xml:space="preserve"> </w:t>
      </w:r>
      <w:r w:rsidRPr="00FD240D">
        <w:rPr>
          <w:rFonts w:ascii="Open Sans" w:hAnsi="Open Sans" w:cs="Open Sans"/>
        </w:rPr>
        <w:t>202</w:t>
      </w:r>
      <w:r w:rsidR="00FD240D">
        <w:rPr>
          <w:rFonts w:ascii="Open Sans" w:hAnsi="Open Sans" w:cs="Open Sans"/>
        </w:rPr>
        <w:t>5</w:t>
      </w:r>
    </w:p>
    <w:p w14:paraId="4143E4B2" w14:textId="77777777" w:rsidR="00C30D3D" w:rsidRPr="00FD240D" w:rsidRDefault="00C30D3D" w:rsidP="004449C9">
      <w:pPr>
        <w:widowControl w:val="0"/>
        <w:ind w:right="1274"/>
        <w:jc w:val="both"/>
        <w:rPr>
          <w:rFonts w:ascii="Open Sans" w:hAnsi="Open Sans" w:cs="Open Sans"/>
          <w:b/>
        </w:rPr>
      </w:pPr>
    </w:p>
    <w:p w14:paraId="64A95328" w14:textId="77777777" w:rsidR="00C30D3D" w:rsidRPr="00FD240D" w:rsidRDefault="00C30D3D" w:rsidP="004449C9">
      <w:pPr>
        <w:widowControl w:val="0"/>
        <w:ind w:right="1274"/>
        <w:jc w:val="both"/>
        <w:rPr>
          <w:rFonts w:ascii="Open Sans" w:hAnsi="Open Sans" w:cs="Open Sans"/>
          <w:b/>
        </w:rPr>
      </w:pPr>
    </w:p>
    <w:p w14:paraId="7BEEB2DE" w14:textId="77777777" w:rsidR="0016218C" w:rsidRPr="00FD240D" w:rsidRDefault="00C30D3D" w:rsidP="004449C9">
      <w:pPr>
        <w:widowControl w:val="0"/>
        <w:tabs>
          <w:tab w:val="left" w:pos="567"/>
        </w:tabs>
        <w:jc w:val="center"/>
        <w:rPr>
          <w:rFonts w:ascii="Open Sans" w:hAnsi="Open Sans" w:cs="Open Sans"/>
          <w:b/>
        </w:rPr>
      </w:pPr>
      <w:bookmarkStart w:id="0" w:name="_Toc178483388"/>
      <w:r w:rsidRPr="00FD240D">
        <w:rPr>
          <w:rFonts w:ascii="Open Sans" w:hAnsi="Open Sans" w:cs="Open Sans"/>
          <w:b/>
        </w:rPr>
        <w:br w:type="page"/>
      </w:r>
    </w:p>
    <w:p w14:paraId="6FEA6000" w14:textId="77777777" w:rsidR="0016218C" w:rsidRPr="00FD240D" w:rsidRDefault="0016218C" w:rsidP="004449C9">
      <w:pPr>
        <w:widowControl w:val="0"/>
        <w:tabs>
          <w:tab w:val="left" w:pos="567"/>
        </w:tabs>
        <w:jc w:val="center"/>
        <w:rPr>
          <w:rFonts w:ascii="Open Sans" w:hAnsi="Open Sans" w:cs="Open Sans"/>
          <w:b/>
        </w:rPr>
      </w:pPr>
    </w:p>
    <w:p w14:paraId="5B989075" w14:textId="77777777" w:rsidR="0016218C" w:rsidRPr="00FD240D" w:rsidRDefault="0016218C" w:rsidP="004449C9">
      <w:pPr>
        <w:widowControl w:val="0"/>
        <w:tabs>
          <w:tab w:val="left" w:pos="567"/>
        </w:tabs>
        <w:jc w:val="center"/>
        <w:rPr>
          <w:rFonts w:ascii="Open Sans" w:hAnsi="Open Sans" w:cs="Open Sans"/>
          <w:b/>
        </w:rPr>
      </w:pPr>
    </w:p>
    <w:p w14:paraId="03A2E6A5" w14:textId="77777777" w:rsidR="0016218C" w:rsidRPr="00FD240D" w:rsidRDefault="0016218C" w:rsidP="004449C9">
      <w:pPr>
        <w:widowControl w:val="0"/>
        <w:tabs>
          <w:tab w:val="left" w:pos="567"/>
        </w:tabs>
        <w:jc w:val="center"/>
        <w:rPr>
          <w:rFonts w:ascii="Open Sans" w:hAnsi="Open Sans" w:cs="Open Sans"/>
          <w:b/>
        </w:rPr>
      </w:pPr>
    </w:p>
    <w:p w14:paraId="2E657697" w14:textId="77777777" w:rsidR="0016218C" w:rsidRPr="00FD240D" w:rsidRDefault="0016218C" w:rsidP="004449C9">
      <w:pPr>
        <w:widowControl w:val="0"/>
        <w:tabs>
          <w:tab w:val="left" w:pos="567"/>
        </w:tabs>
        <w:jc w:val="center"/>
        <w:rPr>
          <w:rFonts w:ascii="Open Sans" w:hAnsi="Open Sans" w:cs="Open Sans"/>
          <w:b/>
        </w:rPr>
      </w:pPr>
    </w:p>
    <w:p w14:paraId="1BE98EB3" w14:textId="77777777" w:rsidR="0016218C" w:rsidRPr="00FD240D" w:rsidRDefault="0016218C" w:rsidP="004449C9">
      <w:pPr>
        <w:widowControl w:val="0"/>
        <w:tabs>
          <w:tab w:val="left" w:pos="567"/>
        </w:tabs>
        <w:jc w:val="center"/>
        <w:rPr>
          <w:rFonts w:ascii="Open Sans" w:hAnsi="Open Sans" w:cs="Open Sans"/>
          <w:b/>
        </w:rPr>
      </w:pPr>
    </w:p>
    <w:p w14:paraId="5E7E63B4" w14:textId="77777777" w:rsidR="0016218C" w:rsidRPr="00FD240D" w:rsidRDefault="0016218C" w:rsidP="004449C9">
      <w:pPr>
        <w:widowControl w:val="0"/>
        <w:tabs>
          <w:tab w:val="left" w:pos="567"/>
        </w:tabs>
        <w:jc w:val="center"/>
        <w:rPr>
          <w:rFonts w:ascii="Open Sans" w:hAnsi="Open Sans" w:cs="Open Sans"/>
          <w:b/>
        </w:rPr>
      </w:pPr>
    </w:p>
    <w:p w14:paraId="434FE171" w14:textId="77777777" w:rsidR="0016218C" w:rsidRPr="00FD240D" w:rsidRDefault="0016218C" w:rsidP="004449C9">
      <w:pPr>
        <w:widowControl w:val="0"/>
        <w:tabs>
          <w:tab w:val="left" w:pos="567"/>
        </w:tabs>
        <w:jc w:val="center"/>
        <w:rPr>
          <w:rFonts w:ascii="Open Sans" w:hAnsi="Open Sans" w:cs="Open Sans"/>
          <w:b/>
        </w:rPr>
      </w:pPr>
    </w:p>
    <w:p w14:paraId="0C504914" w14:textId="77777777" w:rsidR="0016218C" w:rsidRPr="00FD240D" w:rsidRDefault="0016218C" w:rsidP="004449C9">
      <w:pPr>
        <w:widowControl w:val="0"/>
        <w:tabs>
          <w:tab w:val="left" w:pos="567"/>
        </w:tabs>
        <w:jc w:val="center"/>
        <w:rPr>
          <w:rFonts w:ascii="Open Sans" w:hAnsi="Open Sans" w:cs="Open Sans"/>
          <w:b/>
        </w:rPr>
      </w:pPr>
    </w:p>
    <w:p w14:paraId="4EE82535" w14:textId="1A88C73E" w:rsidR="00C30D3D" w:rsidRPr="00FD240D" w:rsidRDefault="00C30D3D" w:rsidP="004449C9">
      <w:pPr>
        <w:widowControl w:val="0"/>
        <w:tabs>
          <w:tab w:val="left" w:pos="567"/>
        </w:tabs>
        <w:jc w:val="center"/>
        <w:rPr>
          <w:rFonts w:ascii="Open Sans" w:hAnsi="Open Sans" w:cs="Open Sans"/>
          <w:b/>
        </w:rPr>
      </w:pPr>
      <w:r w:rsidRPr="00FD240D">
        <w:rPr>
          <w:rFonts w:ascii="Open Sans" w:hAnsi="Open Sans" w:cs="Open Sans"/>
          <w:b/>
        </w:rPr>
        <w:t xml:space="preserve">POVABILO K ODDAJI </w:t>
      </w:r>
      <w:bookmarkEnd w:id="0"/>
      <w:r w:rsidRPr="00FD240D">
        <w:rPr>
          <w:rFonts w:ascii="Open Sans" w:hAnsi="Open Sans" w:cs="Open Sans"/>
          <w:b/>
        </w:rPr>
        <w:t>PONUDBE</w:t>
      </w:r>
    </w:p>
    <w:p w14:paraId="3AE84FE0" w14:textId="77777777" w:rsidR="00C30D3D" w:rsidRPr="00FD240D" w:rsidRDefault="00C30D3D" w:rsidP="004449C9">
      <w:pPr>
        <w:widowControl w:val="0"/>
        <w:tabs>
          <w:tab w:val="left" w:pos="2895"/>
        </w:tabs>
        <w:jc w:val="both"/>
        <w:rPr>
          <w:rFonts w:ascii="Open Sans" w:hAnsi="Open Sans" w:cs="Open Sans"/>
        </w:rPr>
      </w:pPr>
      <w:r w:rsidRPr="00FD240D">
        <w:rPr>
          <w:rFonts w:ascii="Open Sans" w:hAnsi="Open Sans" w:cs="Open Sans"/>
        </w:rPr>
        <w:tab/>
      </w:r>
    </w:p>
    <w:p w14:paraId="7D4D143F" w14:textId="77777777" w:rsidR="00C30D3D" w:rsidRPr="00FD240D" w:rsidRDefault="00C30D3D" w:rsidP="004449C9">
      <w:pPr>
        <w:widowControl w:val="0"/>
        <w:jc w:val="both"/>
        <w:rPr>
          <w:rFonts w:ascii="Open Sans" w:hAnsi="Open Sans" w:cs="Open Sans"/>
        </w:rPr>
      </w:pPr>
    </w:p>
    <w:p w14:paraId="110EA6DB" w14:textId="77777777" w:rsidR="00C30D3D" w:rsidRPr="00FD240D" w:rsidRDefault="00C30D3D" w:rsidP="004449C9">
      <w:pPr>
        <w:widowControl w:val="0"/>
        <w:jc w:val="both"/>
        <w:rPr>
          <w:rFonts w:ascii="Open Sans" w:hAnsi="Open Sans" w:cs="Open Sans"/>
        </w:rPr>
      </w:pPr>
    </w:p>
    <w:p w14:paraId="7A88A069" w14:textId="77777777" w:rsidR="00A03A6F" w:rsidRPr="00FD240D" w:rsidRDefault="00A03A6F" w:rsidP="004449C9">
      <w:pPr>
        <w:widowControl w:val="0"/>
        <w:ind w:right="-2"/>
        <w:jc w:val="both"/>
        <w:rPr>
          <w:rFonts w:ascii="Open Sans" w:hAnsi="Open Sans" w:cs="Open Sans"/>
        </w:rPr>
      </w:pPr>
      <w:r w:rsidRPr="00FD240D">
        <w:rPr>
          <w:rFonts w:ascii="Open Sans" w:hAnsi="Open Sans" w:cs="Open Sans"/>
        </w:rPr>
        <w:t>JAVNO PODJETJE ENERGETIKA LJUBLJANA d.o.o., Verovškova ulica 62, 1000 Ljubljana</w:t>
      </w:r>
    </w:p>
    <w:p w14:paraId="667EDF91" w14:textId="77777777" w:rsidR="00A03A6F" w:rsidRPr="00FD240D" w:rsidRDefault="00A03A6F" w:rsidP="004449C9">
      <w:pPr>
        <w:widowControl w:val="0"/>
        <w:rPr>
          <w:rFonts w:ascii="Open Sans" w:hAnsi="Open Sans" w:cs="Open Sans"/>
        </w:rPr>
      </w:pPr>
    </w:p>
    <w:p w14:paraId="2C53AE98" w14:textId="77777777" w:rsidR="00A03A6F" w:rsidRPr="00FD240D" w:rsidRDefault="00A03A6F" w:rsidP="004449C9">
      <w:pPr>
        <w:widowControl w:val="0"/>
        <w:jc w:val="center"/>
        <w:rPr>
          <w:rFonts w:ascii="Open Sans" w:hAnsi="Open Sans" w:cs="Open Sans"/>
        </w:rPr>
      </w:pPr>
    </w:p>
    <w:p w14:paraId="215DCCCB" w14:textId="77777777" w:rsidR="00A03A6F" w:rsidRPr="00FD240D" w:rsidRDefault="00A03A6F" w:rsidP="004449C9">
      <w:pPr>
        <w:widowControl w:val="0"/>
        <w:jc w:val="center"/>
        <w:rPr>
          <w:rFonts w:ascii="Open Sans" w:hAnsi="Open Sans" w:cs="Open Sans"/>
          <w:b/>
        </w:rPr>
      </w:pPr>
      <w:r w:rsidRPr="00FD240D">
        <w:rPr>
          <w:rFonts w:ascii="Open Sans" w:hAnsi="Open Sans" w:cs="Open Sans"/>
          <w:b/>
        </w:rPr>
        <w:t>vabi</w:t>
      </w:r>
    </w:p>
    <w:p w14:paraId="26865DD7" w14:textId="77777777" w:rsidR="00A03A6F" w:rsidRPr="00FD240D" w:rsidRDefault="00A03A6F" w:rsidP="004449C9">
      <w:pPr>
        <w:widowControl w:val="0"/>
        <w:jc w:val="center"/>
        <w:rPr>
          <w:rFonts w:ascii="Open Sans" w:hAnsi="Open Sans" w:cs="Open Sans"/>
        </w:rPr>
      </w:pPr>
    </w:p>
    <w:p w14:paraId="0BCACFA2" w14:textId="77777777" w:rsidR="00A03A6F" w:rsidRPr="00FD240D" w:rsidRDefault="00A03A6F" w:rsidP="004449C9">
      <w:pPr>
        <w:widowControl w:val="0"/>
        <w:jc w:val="center"/>
        <w:rPr>
          <w:rFonts w:ascii="Open Sans" w:hAnsi="Open Sans" w:cs="Open Sans"/>
        </w:rPr>
      </w:pPr>
    </w:p>
    <w:p w14:paraId="7E8C3B1C" w14:textId="0AECCEB6" w:rsidR="00A03A6F" w:rsidRPr="00FD240D" w:rsidRDefault="00A03A6F" w:rsidP="004449C9">
      <w:pPr>
        <w:widowControl w:val="0"/>
        <w:jc w:val="both"/>
        <w:rPr>
          <w:rFonts w:ascii="Open Sans" w:hAnsi="Open Sans" w:cs="Open Sans"/>
        </w:rPr>
      </w:pPr>
      <w:r w:rsidRPr="00FD240D">
        <w:rPr>
          <w:rFonts w:ascii="Open Sans" w:hAnsi="Open Sans" w:cs="Open Sans"/>
        </w:rPr>
        <w:t xml:space="preserve">vse zainteresirane ponudnike, da predložijo svojo ponudbo po zahtevah razpisne dokumentacije za oddajo javnega naročila št. </w:t>
      </w:r>
      <w:r w:rsidR="00FD240D">
        <w:rPr>
          <w:rFonts w:ascii="Open Sans" w:hAnsi="Open Sans" w:cs="Open Sans"/>
        </w:rPr>
        <w:t>ENLJ-SAL-80/25</w:t>
      </w:r>
      <w:r w:rsidRPr="00FD240D">
        <w:rPr>
          <w:rFonts w:ascii="Open Sans" w:hAnsi="Open Sans" w:cs="Open Sans"/>
        </w:rPr>
        <w:t>:</w:t>
      </w:r>
    </w:p>
    <w:p w14:paraId="64C4A964" w14:textId="77777777" w:rsidR="00A03A6F" w:rsidRPr="00FD240D" w:rsidRDefault="00A03A6F" w:rsidP="004449C9">
      <w:pPr>
        <w:widowControl w:val="0"/>
        <w:rPr>
          <w:rFonts w:ascii="Open Sans" w:hAnsi="Open Sans" w:cs="Open Sans"/>
        </w:rPr>
      </w:pPr>
    </w:p>
    <w:p w14:paraId="67A343DB" w14:textId="77777777" w:rsidR="00A03A6F" w:rsidRPr="00FD240D" w:rsidRDefault="00A03A6F" w:rsidP="004449C9">
      <w:pPr>
        <w:widowControl w:val="0"/>
        <w:rPr>
          <w:rFonts w:ascii="Open Sans" w:hAnsi="Open Sans" w:cs="Open Sans"/>
        </w:rPr>
      </w:pPr>
    </w:p>
    <w:p w14:paraId="7D6F234A" w14:textId="77777777" w:rsidR="00A03A6F" w:rsidRPr="00FD240D" w:rsidRDefault="00A03A6F" w:rsidP="004449C9">
      <w:pPr>
        <w:widowControl w:val="0"/>
        <w:rPr>
          <w:rFonts w:ascii="Open Sans" w:hAnsi="Open Sans" w:cs="Open Sans"/>
        </w:rPr>
      </w:pPr>
    </w:p>
    <w:p w14:paraId="2BA9BBF4" w14:textId="77777777" w:rsidR="00A03A6F" w:rsidRPr="00FD240D" w:rsidRDefault="00A03A6F" w:rsidP="004449C9">
      <w:pPr>
        <w:widowControl w:val="0"/>
        <w:rPr>
          <w:rFonts w:ascii="Open Sans" w:hAnsi="Open Sans" w:cs="Open Sans"/>
        </w:rPr>
      </w:pPr>
    </w:p>
    <w:p w14:paraId="299C530A" w14:textId="6CD498C7" w:rsidR="00A03A6F" w:rsidRPr="00FD240D" w:rsidRDefault="00FD240D" w:rsidP="004449C9">
      <w:pPr>
        <w:widowControl w:val="0"/>
        <w:jc w:val="center"/>
        <w:rPr>
          <w:rFonts w:ascii="Open Sans" w:hAnsi="Open Sans" w:cs="Open Sans"/>
        </w:rPr>
      </w:pPr>
      <w:r>
        <w:rPr>
          <w:rFonts w:ascii="Open Sans" w:hAnsi="Open Sans" w:cs="Open Sans"/>
          <w:b/>
        </w:rPr>
        <w:t>VZDRŽEVANJE IN SERVISIRANJE KONVEKTORJEV ZA SISTEM OGREVANJA IN HLAJENJA</w:t>
      </w:r>
    </w:p>
    <w:p w14:paraId="6D2A607A" w14:textId="77777777" w:rsidR="00A03A6F" w:rsidRPr="00FD240D" w:rsidRDefault="00A03A6F" w:rsidP="004449C9">
      <w:pPr>
        <w:widowControl w:val="0"/>
        <w:jc w:val="center"/>
        <w:rPr>
          <w:rFonts w:ascii="Open Sans" w:hAnsi="Open Sans" w:cs="Open Sans"/>
        </w:rPr>
      </w:pPr>
    </w:p>
    <w:p w14:paraId="0DC40ADB" w14:textId="77777777" w:rsidR="00A03A6F" w:rsidRPr="00FD240D" w:rsidRDefault="00A03A6F" w:rsidP="004449C9">
      <w:pPr>
        <w:widowControl w:val="0"/>
        <w:jc w:val="center"/>
        <w:rPr>
          <w:rFonts w:ascii="Open Sans" w:hAnsi="Open Sans" w:cs="Open Sans"/>
        </w:rPr>
      </w:pPr>
    </w:p>
    <w:p w14:paraId="34E121A4" w14:textId="77777777" w:rsidR="00A03A6F" w:rsidRPr="00FD240D" w:rsidRDefault="00A03A6F" w:rsidP="004449C9">
      <w:pPr>
        <w:widowControl w:val="0"/>
        <w:jc w:val="both"/>
        <w:rPr>
          <w:rFonts w:ascii="Open Sans" w:hAnsi="Open Sans" w:cs="Open Sans"/>
        </w:rPr>
      </w:pPr>
    </w:p>
    <w:p w14:paraId="3BD45F41" w14:textId="77777777" w:rsidR="00A03A6F" w:rsidRPr="00FD240D" w:rsidRDefault="00A03A6F" w:rsidP="004449C9">
      <w:pPr>
        <w:widowControl w:val="0"/>
        <w:ind w:right="565"/>
        <w:rPr>
          <w:rFonts w:ascii="Open Sans" w:hAnsi="Open Sans" w:cs="Open Sans"/>
          <w:b/>
          <w:noProof/>
        </w:rPr>
      </w:pPr>
    </w:p>
    <w:p w14:paraId="433D397A" w14:textId="77777777" w:rsidR="00156366" w:rsidRPr="00FD240D" w:rsidRDefault="00156366" w:rsidP="004449C9">
      <w:pPr>
        <w:widowControl w:val="0"/>
        <w:jc w:val="both"/>
        <w:rPr>
          <w:rFonts w:ascii="Open Sans" w:hAnsi="Open Sans" w:cs="Open Sans"/>
        </w:rPr>
      </w:pPr>
      <w:r w:rsidRPr="00FD240D">
        <w:rPr>
          <w:rFonts w:ascii="Open Sans" w:hAnsi="Open Sans" w:cs="Open Sans"/>
        </w:rPr>
        <w:t xml:space="preserve">Razpisna dokumentacija natančno določa predmet javnega naročila ter pogoje in merila za izbiro </w:t>
      </w:r>
      <w:r w:rsidR="000E5514" w:rsidRPr="00FD240D">
        <w:rPr>
          <w:rFonts w:ascii="Open Sans" w:hAnsi="Open Sans" w:cs="Open Sans"/>
        </w:rPr>
        <w:t>ekonomsko</w:t>
      </w:r>
      <w:r w:rsidRPr="00FD240D">
        <w:rPr>
          <w:rFonts w:ascii="Open Sans" w:hAnsi="Open Sans" w:cs="Open Sans"/>
        </w:rPr>
        <w:t xml:space="preserve"> najugodnejšega ponudnika, s katerim bo sklenjen</w:t>
      </w:r>
      <w:r w:rsidR="00ED6785" w:rsidRPr="00FD240D">
        <w:rPr>
          <w:rFonts w:ascii="Open Sans" w:hAnsi="Open Sans" w:cs="Open Sans"/>
        </w:rPr>
        <w:t xml:space="preserve"> okvirni sporazum</w:t>
      </w:r>
      <w:r w:rsidR="004C70AE" w:rsidRPr="00FD240D">
        <w:rPr>
          <w:rFonts w:ascii="Open Sans" w:hAnsi="Open Sans" w:cs="Open Sans"/>
        </w:rPr>
        <w:t xml:space="preserve"> za predmetno javno naročilo</w:t>
      </w:r>
      <w:r w:rsidRPr="00FD240D">
        <w:rPr>
          <w:rFonts w:ascii="Open Sans" w:hAnsi="Open Sans" w:cs="Open Sans"/>
        </w:rPr>
        <w:t>.</w:t>
      </w:r>
    </w:p>
    <w:p w14:paraId="1ED2E326" w14:textId="77777777" w:rsidR="00A03A6F" w:rsidRPr="00FD240D" w:rsidRDefault="00A03A6F" w:rsidP="004449C9">
      <w:pPr>
        <w:widowControl w:val="0"/>
        <w:rPr>
          <w:rFonts w:ascii="Open Sans" w:hAnsi="Open Sans" w:cs="Open Sans"/>
          <w:color w:val="FF0000"/>
        </w:rPr>
      </w:pPr>
    </w:p>
    <w:p w14:paraId="1B60FCE0" w14:textId="77777777" w:rsidR="00A03A6F" w:rsidRPr="00FD240D" w:rsidRDefault="00A03A6F" w:rsidP="004449C9">
      <w:pPr>
        <w:widowControl w:val="0"/>
        <w:rPr>
          <w:rFonts w:ascii="Open Sans" w:hAnsi="Open Sans" w:cs="Open Sans"/>
          <w:color w:val="FF0000"/>
        </w:rPr>
      </w:pPr>
    </w:p>
    <w:p w14:paraId="72D1EF92" w14:textId="77777777" w:rsidR="00A03A6F" w:rsidRPr="00FD240D" w:rsidRDefault="00A03A6F" w:rsidP="004449C9">
      <w:pPr>
        <w:widowControl w:val="0"/>
        <w:rPr>
          <w:rFonts w:ascii="Open Sans" w:hAnsi="Open Sans" w:cs="Open Sans"/>
          <w:color w:val="FF0000"/>
        </w:rPr>
      </w:pPr>
    </w:p>
    <w:p w14:paraId="7AE097D7" w14:textId="7069736E" w:rsidR="00A03A6F" w:rsidRPr="00FD240D" w:rsidRDefault="00A03A6F" w:rsidP="004449C9">
      <w:pPr>
        <w:widowControl w:val="0"/>
        <w:rPr>
          <w:rFonts w:ascii="Open Sans" w:hAnsi="Open Sans" w:cs="Open Sans"/>
          <w:color w:val="000000"/>
        </w:rPr>
      </w:pPr>
      <w:r w:rsidRPr="00FD240D">
        <w:rPr>
          <w:rFonts w:ascii="Open Sans" w:hAnsi="Open Sans" w:cs="Open Sans"/>
          <w:color w:val="000000"/>
        </w:rPr>
        <w:t>S spoštovanjem</w:t>
      </w:r>
      <w:r w:rsidR="00430C96" w:rsidRPr="00FD240D">
        <w:rPr>
          <w:rFonts w:ascii="Open Sans" w:hAnsi="Open Sans" w:cs="Open Sans"/>
          <w:color w:val="000000"/>
        </w:rPr>
        <w:t>.</w:t>
      </w:r>
    </w:p>
    <w:p w14:paraId="152E1136" w14:textId="77777777" w:rsidR="00A03A6F" w:rsidRPr="00FD240D" w:rsidRDefault="00A03A6F" w:rsidP="004449C9">
      <w:pPr>
        <w:widowControl w:val="0"/>
        <w:autoSpaceDE w:val="0"/>
        <w:autoSpaceDN w:val="0"/>
        <w:adjustRightInd w:val="0"/>
        <w:rPr>
          <w:rFonts w:ascii="Open Sans" w:hAnsi="Open Sans" w:cs="Open Sans"/>
        </w:rPr>
      </w:pPr>
    </w:p>
    <w:p w14:paraId="23571312" w14:textId="77777777" w:rsidR="00A03A6F" w:rsidRPr="00FD240D" w:rsidRDefault="00A03A6F" w:rsidP="004449C9">
      <w:pPr>
        <w:widowControl w:val="0"/>
        <w:autoSpaceDE w:val="0"/>
        <w:autoSpaceDN w:val="0"/>
        <w:adjustRightInd w:val="0"/>
        <w:rPr>
          <w:rFonts w:ascii="Open Sans" w:hAnsi="Open Sans" w:cs="Open Sans"/>
        </w:rPr>
      </w:pPr>
    </w:p>
    <w:p w14:paraId="5E8353D5" w14:textId="77777777" w:rsidR="00A03A6F" w:rsidRPr="00FD240D" w:rsidRDefault="00A03A6F" w:rsidP="004449C9">
      <w:pPr>
        <w:widowControl w:val="0"/>
        <w:autoSpaceDE w:val="0"/>
        <w:autoSpaceDN w:val="0"/>
        <w:adjustRightInd w:val="0"/>
        <w:rPr>
          <w:rFonts w:ascii="Open Sans" w:hAnsi="Open Sans" w:cs="Open Sans"/>
        </w:rPr>
      </w:pPr>
    </w:p>
    <w:p w14:paraId="6F33F85B" w14:textId="77777777" w:rsidR="007B2EEC" w:rsidRPr="00FD240D" w:rsidRDefault="007B2EEC" w:rsidP="004449C9">
      <w:pPr>
        <w:widowControl w:val="0"/>
        <w:jc w:val="both"/>
        <w:rPr>
          <w:rFonts w:ascii="Open Sans" w:hAnsi="Open Sans" w:cs="Open Sans"/>
          <w:b/>
        </w:rPr>
      </w:pPr>
    </w:p>
    <w:p w14:paraId="37CB9D11" w14:textId="77777777" w:rsidR="007B2EEC" w:rsidRPr="00FD240D" w:rsidRDefault="007B2EEC" w:rsidP="004449C9">
      <w:pPr>
        <w:widowControl w:val="0"/>
        <w:jc w:val="both"/>
        <w:rPr>
          <w:rFonts w:ascii="Open Sans" w:hAnsi="Open Sans" w:cs="Open Sans"/>
          <w:b/>
        </w:rPr>
      </w:pPr>
    </w:p>
    <w:p w14:paraId="19555F22" w14:textId="77777777" w:rsidR="007B2EEC" w:rsidRPr="00FD240D" w:rsidRDefault="007B2EEC" w:rsidP="004449C9">
      <w:pPr>
        <w:widowControl w:val="0"/>
        <w:jc w:val="both"/>
        <w:rPr>
          <w:rFonts w:ascii="Open Sans" w:hAnsi="Open Sans" w:cs="Open Sans"/>
          <w:b/>
        </w:rPr>
      </w:pPr>
    </w:p>
    <w:p w14:paraId="7B2F598A" w14:textId="77777777" w:rsidR="007B2EEC" w:rsidRPr="00FD240D" w:rsidRDefault="007B2EEC" w:rsidP="004449C9">
      <w:pPr>
        <w:widowControl w:val="0"/>
        <w:jc w:val="both"/>
        <w:rPr>
          <w:rFonts w:ascii="Open Sans" w:hAnsi="Open Sans" w:cs="Open Sans"/>
          <w:b/>
        </w:rPr>
      </w:pPr>
    </w:p>
    <w:p w14:paraId="628AFA31" w14:textId="77777777" w:rsidR="007B2EEC" w:rsidRPr="00FD240D" w:rsidRDefault="007B2EEC" w:rsidP="004449C9">
      <w:pPr>
        <w:widowControl w:val="0"/>
        <w:jc w:val="both"/>
        <w:rPr>
          <w:rFonts w:ascii="Open Sans" w:hAnsi="Open Sans" w:cs="Open Sans"/>
          <w:b/>
        </w:rPr>
      </w:pPr>
    </w:p>
    <w:p w14:paraId="08AD1BC5" w14:textId="77777777" w:rsidR="007B2EEC" w:rsidRPr="00FD240D" w:rsidRDefault="007B2EEC" w:rsidP="004449C9">
      <w:pPr>
        <w:widowControl w:val="0"/>
        <w:jc w:val="both"/>
        <w:rPr>
          <w:rFonts w:ascii="Open Sans" w:hAnsi="Open Sans" w:cs="Open Sans"/>
          <w:b/>
        </w:rPr>
      </w:pPr>
    </w:p>
    <w:p w14:paraId="740F129B" w14:textId="77777777" w:rsidR="007B2EEC" w:rsidRPr="00FD240D" w:rsidRDefault="007B2EEC" w:rsidP="004449C9">
      <w:pPr>
        <w:widowControl w:val="0"/>
        <w:jc w:val="both"/>
        <w:rPr>
          <w:rFonts w:ascii="Open Sans" w:hAnsi="Open Sans" w:cs="Open Sans"/>
          <w:b/>
        </w:rPr>
      </w:pPr>
    </w:p>
    <w:p w14:paraId="0149AD70" w14:textId="77777777" w:rsidR="007B2EEC" w:rsidRPr="00FD240D" w:rsidRDefault="007B2EEC" w:rsidP="004449C9">
      <w:pPr>
        <w:widowControl w:val="0"/>
        <w:jc w:val="both"/>
        <w:rPr>
          <w:rFonts w:ascii="Open Sans" w:hAnsi="Open Sans" w:cs="Open Sans"/>
          <w:b/>
        </w:rPr>
      </w:pPr>
    </w:p>
    <w:p w14:paraId="028F4F2C" w14:textId="77777777" w:rsidR="007B2EEC" w:rsidRPr="00FD240D" w:rsidRDefault="007B2EEC" w:rsidP="004449C9">
      <w:pPr>
        <w:widowControl w:val="0"/>
        <w:jc w:val="both"/>
        <w:rPr>
          <w:rFonts w:ascii="Open Sans" w:hAnsi="Open Sans" w:cs="Open Sans"/>
          <w:b/>
        </w:rPr>
      </w:pPr>
    </w:p>
    <w:p w14:paraId="4EDD0847" w14:textId="6F70904A" w:rsidR="007B2EEC" w:rsidRDefault="007B2EEC" w:rsidP="004449C9">
      <w:pPr>
        <w:widowControl w:val="0"/>
        <w:jc w:val="both"/>
        <w:rPr>
          <w:rFonts w:ascii="Open Sans" w:hAnsi="Open Sans" w:cs="Open Sans"/>
          <w:b/>
        </w:rPr>
      </w:pPr>
    </w:p>
    <w:p w14:paraId="4C5C5C5F" w14:textId="77777777" w:rsidR="006C2451" w:rsidRPr="00FD240D" w:rsidRDefault="006C2451" w:rsidP="004449C9">
      <w:pPr>
        <w:widowControl w:val="0"/>
        <w:jc w:val="both"/>
        <w:rPr>
          <w:rFonts w:ascii="Open Sans" w:hAnsi="Open Sans" w:cs="Open Sans"/>
          <w:b/>
        </w:rPr>
      </w:pPr>
    </w:p>
    <w:p w14:paraId="1093611A" w14:textId="77777777" w:rsidR="007B2EEC" w:rsidRPr="00FD240D" w:rsidRDefault="007B2EEC" w:rsidP="004449C9">
      <w:pPr>
        <w:widowControl w:val="0"/>
        <w:jc w:val="both"/>
        <w:rPr>
          <w:rFonts w:ascii="Open Sans" w:hAnsi="Open Sans" w:cs="Open Sans"/>
          <w:b/>
        </w:rPr>
      </w:pPr>
    </w:p>
    <w:p w14:paraId="0100CA63" w14:textId="77777777" w:rsidR="007B2EEC" w:rsidRPr="00FD240D" w:rsidRDefault="007B2EEC" w:rsidP="004449C9">
      <w:pPr>
        <w:widowControl w:val="0"/>
        <w:jc w:val="both"/>
        <w:rPr>
          <w:rFonts w:ascii="Open Sans" w:hAnsi="Open Sans" w:cs="Open Sans"/>
          <w:b/>
        </w:rPr>
      </w:pPr>
    </w:p>
    <w:p w14:paraId="1A62B2B6" w14:textId="5A65D549" w:rsidR="00156366" w:rsidRPr="00FD240D" w:rsidRDefault="00E3598F" w:rsidP="004449C9">
      <w:pPr>
        <w:widowControl w:val="0"/>
        <w:tabs>
          <w:tab w:val="center" w:pos="7088"/>
        </w:tabs>
        <w:jc w:val="both"/>
        <w:rPr>
          <w:rFonts w:ascii="Open Sans" w:hAnsi="Open Sans" w:cs="Open Sans"/>
          <w:b/>
        </w:rPr>
      </w:pPr>
      <w:r w:rsidRPr="00FD240D">
        <w:rPr>
          <w:rFonts w:ascii="Open Sans" w:hAnsi="Open Sans" w:cs="Open Sans"/>
          <w:b/>
        </w:rPr>
        <w:lastRenderedPageBreak/>
        <w:t>V</w:t>
      </w:r>
      <w:r w:rsidR="00156366" w:rsidRPr="00FD240D">
        <w:rPr>
          <w:rFonts w:ascii="Open Sans" w:hAnsi="Open Sans" w:cs="Open Sans"/>
          <w:b/>
        </w:rPr>
        <w:t>SEBINA RAZPISNE DOKUMENTACIJE:</w:t>
      </w:r>
    </w:p>
    <w:p w14:paraId="576EAB89" w14:textId="14672186" w:rsidR="007B2EEC" w:rsidRPr="00FD240D" w:rsidRDefault="007B2EEC"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Splošna določila</w:t>
      </w:r>
    </w:p>
    <w:p w14:paraId="4BB7822F" w14:textId="77777777" w:rsidR="007B2EEC" w:rsidRPr="00FD240D" w:rsidRDefault="007B2EEC"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Ponudbeni pogoji</w:t>
      </w:r>
    </w:p>
    <w:p w14:paraId="5A0A0FA0" w14:textId="77777777" w:rsidR="007B2EEC" w:rsidRPr="00FD240D" w:rsidRDefault="000A20F2"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U</w:t>
      </w:r>
      <w:r w:rsidR="007B2EEC" w:rsidRPr="00FD240D">
        <w:rPr>
          <w:rFonts w:ascii="Open Sans" w:hAnsi="Open Sans" w:cs="Open Sans"/>
        </w:rPr>
        <w:t xml:space="preserve">gotavljanje sposobnosti </w:t>
      </w:r>
    </w:p>
    <w:p w14:paraId="431332E8" w14:textId="77777777" w:rsidR="007B2EEC" w:rsidRPr="00FD240D" w:rsidRDefault="000A20F2"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Merila in kriteriji ocenjevanja</w:t>
      </w:r>
    </w:p>
    <w:p w14:paraId="3346733E" w14:textId="4BE1A8F6" w:rsidR="00777217" w:rsidRPr="00FD240D" w:rsidRDefault="007B2EEC"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Navodila ponudnikom za izdelavo ponudbe</w:t>
      </w:r>
      <w:r w:rsidR="00777217" w:rsidRPr="00777217">
        <w:rPr>
          <w:rFonts w:ascii="Open Sans" w:hAnsi="Open Sans" w:cs="Open Sans"/>
        </w:rPr>
        <w:t xml:space="preserve"> </w:t>
      </w:r>
    </w:p>
    <w:p w14:paraId="11B3C25B" w14:textId="2B1BBFF5" w:rsidR="00777217" w:rsidRPr="00FD240D" w:rsidRDefault="00777217"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Zahteve iz varstva pri delu in požarnega varstva</w:t>
      </w:r>
    </w:p>
    <w:p w14:paraId="5294BCCE" w14:textId="4EC73885" w:rsidR="007B2EEC" w:rsidRPr="00FD240D" w:rsidRDefault="00777217"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Opis javnega naročila</w:t>
      </w:r>
    </w:p>
    <w:p w14:paraId="62FD1AB9" w14:textId="77777777" w:rsidR="007B2EEC" w:rsidRPr="00FD240D" w:rsidRDefault="007B2EEC" w:rsidP="0019014E">
      <w:pPr>
        <w:widowControl w:val="0"/>
        <w:numPr>
          <w:ilvl w:val="0"/>
          <w:numId w:val="17"/>
        </w:numPr>
        <w:tabs>
          <w:tab w:val="center" w:pos="426"/>
        </w:tabs>
        <w:ind w:hanging="1080"/>
        <w:jc w:val="both"/>
        <w:rPr>
          <w:rFonts w:ascii="Open Sans" w:hAnsi="Open Sans" w:cs="Open Sans"/>
        </w:rPr>
      </w:pPr>
      <w:r w:rsidRPr="00FD240D">
        <w:rPr>
          <w:rFonts w:ascii="Open Sans" w:hAnsi="Open Sans" w:cs="Open Sans"/>
        </w:rPr>
        <w:t>Priloge</w:t>
      </w:r>
    </w:p>
    <w:p w14:paraId="6CC6B6F4" w14:textId="77777777"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Podatki o ponudniku (Priloga 1)</w:t>
      </w:r>
    </w:p>
    <w:p w14:paraId="3D506D75" w14:textId="48408F7E"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Ponudba (Priloga 2)</w:t>
      </w:r>
    </w:p>
    <w:p w14:paraId="1854F150" w14:textId="0A71A363" w:rsidR="00883DF8" w:rsidRPr="00FD240D" w:rsidRDefault="00883DF8" w:rsidP="00883DF8">
      <w:pPr>
        <w:widowControl w:val="0"/>
        <w:tabs>
          <w:tab w:val="center" w:pos="7088"/>
        </w:tabs>
        <w:ind w:left="360" w:firstLine="66"/>
        <w:jc w:val="both"/>
        <w:rPr>
          <w:rFonts w:ascii="Open Sans" w:hAnsi="Open Sans" w:cs="Open Sans"/>
        </w:rPr>
      </w:pPr>
      <w:r w:rsidRPr="00FD240D">
        <w:rPr>
          <w:rFonts w:ascii="Open Sans" w:hAnsi="Open Sans" w:cs="Open Sans"/>
        </w:rPr>
        <w:t xml:space="preserve">Ponudbeni predračun </w:t>
      </w:r>
      <w:r w:rsidR="00056F25">
        <w:rPr>
          <w:rFonts w:ascii="Open Sans" w:hAnsi="Open Sans" w:cs="Open Sans"/>
        </w:rPr>
        <w:t xml:space="preserve">- </w:t>
      </w:r>
      <w:r w:rsidRPr="00FD240D">
        <w:rPr>
          <w:rFonts w:ascii="Open Sans" w:hAnsi="Open Sans" w:cs="Open Sans"/>
        </w:rPr>
        <w:t xml:space="preserve">Excel format (Priloga 2/1) </w:t>
      </w:r>
    </w:p>
    <w:p w14:paraId="51840276" w14:textId="4F7CD157"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Povzetek ponudbenega predračuna (Priloga 2/</w:t>
      </w:r>
      <w:r w:rsidR="00883DF8" w:rsidRPr="00FD240D">
        <w:rPr>
          <w:rFonts w:ascii="Open Sans" w:hAnsi="Open Sans" w:cs="Open Sans"/>
        </w:rPr>
        <w:t>2</w:t>
      </w:r>
      <w:r w:rsidRPr="00FD240D">
        <w:rPr>
          <w:rFonts w:ascii="Open Sans" w:hAnsi="Open Sans" w:cs="Open Sans"/>
        </w:rPr>
        <w:t>)</w:t>
      </w:r>
    </w:p>
    <w:p w14:paraId="505F445B" w14:textId="1E108FCF"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Ugotavljanje sposobnosti in izjava o sprejemanju pogojev razpisne dokumentacije (Priloga 3)</w:t>
      </w:r>
    </w:p>
    <w:p w14:paraId="71CE2894" w14:textId="77777777"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Izjava o udeležbi fizičnih in pravnih oseb v lastništvu gospodarskega subjekta (Priloga 3/1)</w:t>
      </w:r>
    </w:p>
    <w:p w14:paraId="0CF7A796" w14:textId="77777777"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Pooblastilo za pridobitev dokazila iz uradnih evidenc – za fizične osebe (Priloga 4)</w:t>
      </w:r>
    </w:p>
    <w:p w14:paraId="13E4D5AD" w14:textId="77777777"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Izjava o sodelovanju s podizvajalcem in pooblastilo ponudnika (Priloga 5)</w:t>
      </w:r>
    </w:p>
    <w:p w14:paraId="4CE5F975" w14:textId="77777777" w:rsidR="006C30C5" w:rsidRPr="00FD240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Podatki podizvajalca (Priloga 5/1)</w:t>
      </w:r>
    </w:p>
    <w:p w14:paraId="5330FDEF" w14:textId="7B458DAC" w:rsidR="002E4EED" w:rsidRDefault="006C30C5" w:rsidP="006C30C5">
      <w:pPr>
        <w:widowControl w:val="0"/>
        <w:tabs>
          <w:tab w:val="center" w:pos="7088"/>
        </w:tabs>
        <w:ind w:left="360" w:firstLine="66"/>
        <w:jc w:val="both"/>
        <w:rPr>
          <w:rFonts w:ascii="Open Sans" w:hAnsi="Open Sans" w:cs="Open Sans"/>
        </w:rPr>
      </w:pPr>
      <w:r w:rsidRPr="00FD240D">
        <w:rPr>
          <w:rFonts w:ascii="Open Sans" w:hAnsi="Open Sans" w:cs="Open Sans"/>
        </w:rPr>
        <w:t>Seznam subjektov, katerih zmogljivost uporablja ponudnik (Priloga 6</w:t>
      </w:r>
      <w:r w:rsidR="00B93EF7">
        <w:rPr>
          <w:rFonts w:ascii="Open Sans" w:hAnsi="Open Sans" w:cs="Open Sans"/>
        </w:rPr>
        <w:t>)</w:t>
      </w:r>
    </w:p>
    <w:p w14:paraId="72FF618F" w14:textId="40D3036E" w:rsidR="002E4EED" w:rsidRDefault="005549E7" w:rsidP="002E4EED">
      <w:pPr>
        <w:keepNext/>
        <w:tabs>
          <w:tab w:val="center" w:pos="7088"/>
        </w:tabs>
        <w:ind w:left="426"/>
        <w:jc w:val="both"/>
        <w:rPr>
          <w:rFonts w:ascii="Open Sans" w:hAnsi="Open Sans" w:cs="Open Sans"/>
        </w:rPr>
      </w:pPr>
      <w:r>
        <w:rPr>
          <w:rFonts w:ascii="Open Sans" w:hAnsi="Open Sans" w:cs="Open Sans"/>
        </w:rPr>
        <w:t>R</w:t>
      </w:r>
      <w:r w:rsidR="002E4EED" w:rsidRPr="000012E7">
        <w:rPr>
          <w:rFonts w:ascii="Open Sans" w:hAnsi="Open Sans" w:cs="Open Sans"/>
        </w:rPr>
        <w:t>eferenc</w:t>
      </w:r>
      <w:r>
        <w:rPr>
          <w:rFonts w:ascii="Open Sans" w:hAnsi="Open Sans" w:cs="Open Sans"/>
        </w:rPr>
        <w:t>e</w:t>
      </w:r>
      <w:r w:rsidR="002E4EED" w:rsidRPr="002E4EED">
        <w:rPr>
          <w:rFonts w:ascii="Open Sans" w:hAnsi="Open Sans" w:cs="Open Sans"/>
        </w:rPr>
        <w:t xml:space="preserve"> za servisiranje </w:t>
      </w:r>
      <w:proofErr w:type="spellStart"/>
      <w:r w:rsidR="002E4EED" w:rsidRPr="002E4EED">
        <w:rPr>
          <w:rFonts w:ascii="Open Sans" w:hAnsi="Open Sans" w:cs="Open Sans"/>
        </w:rPr>
        <w:t>konvektorjev</w:t>
      </w:r>
      <w:proofErr w:type="spellEnd"/>
      <w:r w:rsidR="002E4EED" w:rsidRPr="002E4EED">
        <w:rPr>
          <w:rFonts w:ascii="Open Sans" w:hAnsi="Open Sans" w:cs="Open Sans"/>
        </w:rPr>
        <w:t xml:space="preserve"> </w:t>
      </w:r>
      <w:r w:rsidR="00B66978" w:rsidRPr="004C4CAD">
        <w:rPr>
          <w:rFonts w:ascii="Open Sans" w:hAnsi="Open Sans" w:cs="Open Sans"/>
        </w:rPr>
        <w:t>AIRWELL, EURAPO</w:t>
      </w:r>
      <w:r w:rsidR="00B66978" w:rsidRPr="002E4EED">
        <w:rPr>
          <w:rFonts w:ascii="Open Sans" w:hAnsi="Open Sans" w:cs="Open Sans"/>
        </w:rPr>
        <w:t xml:space="preserve"> </w:t>
      </w:r>
      <w:r w:rsidR="002E4EED" w:rsidRPr="002E4EED">
        <w:rPr>
          <w:rFonts w:ascii="Open Sans" w:hAnsi="Open Sans" w:cs="Open Sans"/>
        </w:rPr>
        <w:t>(Priloga 7/1)</w:t>
      </w:r>
    </w:p>
    <w:p w14:paraId="1DA7828B" w14:textId="531B549E" w:rsidR="00B12BF2" w:rsidRPr="002E4EED" w:rsidRDefault="00B12BF2" w:rsidP="00B12BF2">
      <w:pPr>
        <w:keepNext/>
        <w:tabs>
          <w:tab w:val="center" w:pos="7088"/>
        </w:tabs>
        <w:ind w:left="426"/>
        <w:jc w:val="both"/>
        <w:rPr>
          <w:rFonts w:ascii="Open Sans" w:hAnsi="Open Sans" w:cs="Open Sans"/>
        </w:rPr>
      </w:pPr>
      <w:r>
        <w:rPr>
          <w:rFonts w:ascii="Open Sans" w:hAnsi="Open Sans" w:cs="Open Sans"/>
        </w:rPr>
        <w:t>R</w:t>
      </w:r>
      <w:r w:rsidRPr="002E4EED">
        <w:rPr>
          <w:rFonts w:ascii="Open Sans" w:hAnsi="Open Sans" w:cs="Open Sans"/>
        </w:rPr>
        <w:t>eferenc</w:t>
      </w:r>
      <w:r>
        <w:rPr>
          <w:rFonts w:ascii="Open Sans" w:hAnsi="Open Sans" w:cs="Open Sans"/>
        </w:rPr>
        <w:t xml:space="preserve">e </w:t>
      </w:r>
      <w:r w:rsidRPr="002E4EED">
        <w:rPr>
          <w:rFonts w:ascii="Open Sans" w:hAnsi="Open Sans" w:cs="Open Sans"/>
        </w:rPr>
        <w:t>za vzdrževanje in servisiranje hladilnega agregata TRANE (Priloga 7/</w:t>
      </w:r>
      <w:r>
        <w:rPr>
          <w:rFonts w:ascii="Open Sans" w:hAnsi="Open Sans" w:cs="Open Sans"/>
        </w:rPr>
        <w:t>2</w:t>
      </w:r>
      <w:r w:rsidRPr="002E4EED">
        <w:rPr>
          <w:rFonts w:ascii="Open Sans" w:hAnsi="Open Sans" w:cs="Open Sans"/>
        </w:rPr>
        <w:t>)</w:t>
      </w:r>
    </w:p>
    <w:p w14:paraId="4A4E9A24" w14:textId="5A8A0E3C" w:rsidR="002E4EED" w:rsidRPr="002E4EED" w:rsidRDefault="00D41FF0" w:rsidP="002E4EED">
      <w:pPr>
        <w:keepNext/>
        <w:tabs>
          <w:tab w:val="center" w:pos="7088"/>
        </w:tabs>
        <w:ind w:left="426"/>
        <w:jc w:val="both"/>
        <w:rPr>
          <w:rFonts w:ascii="Open Sans" w:hAnsi="Open Sans" w:cs="Open Sans"/>
        </w:rPr>
      </w:pPr>
      <w:r>
        <w:rPr>
          <w:rFonts w:ascii="Open Sans" w:hAnsi="Open Sans" w:cs="Open Sans"/>
        </w:rPr>
        <w:t>R</w:t>
      </w:r>
      <w:r w:rsidR="002E4EED" w:rsidRPr="002E4EED">
        <w:rPr>
          <w:rFonts w:ascii="Open Sans" w:hAnsi="Open Sans" w:cs="Open Sans"/>
        </w:rPr>
        <w:t>eferenc</w:t>
      </w:r>
      <w:r>
        <w:rPr>
          <w:rFonts w:ascii="Open Sans" w:hAnsi="Open Sans" w:cs="Open Sans"/>
        </w:rPr>
        <w:t>e</w:t>
      </w:r>
      <w:r w:rsidR="002E4EED" w:rsidRPr="002E4EED">
        <w:rPr>
          <w:rFonts w:ascii="Open Sans" w:hAnsi="Open Sans" w:cs="Open Sans"/>
        </w:rPr>
        <w:t xml:space="preserve"> za vzdrževanje in servisiranje toplotne črpalke </w:t>
      </w:r>
      <w:proofErr w:type="spellStart"/>
      <w:r w:rsidR="002E4EED" w:rsidRPr="002E4EED">
        <w:rPr>
          <w:rFonts w:ascii="Open Sans" w:hAnsi="Open Sans" w:cs="Open Sans"/>
        </w:rPr>
        <w:t>Yoshi-Aisin</w:t>
      </w:r>
      <w:proofErr w:type="spellEnd"/>
      <w:r w:rsidR="002E4EED" w:rsidRPr="002E4EED">
        <w:rPr>
          <w:rFonts w:ascii="Open Sans" w:hAnsi="Open Sans" w:cs="Open Sans"/>
        </w:rPr>
        <w:t xml:space="preserve"> s plinskim motorjem (Priloga 7/</w:t>
      </w:r>
      <w:r w:rsidR="00B12BF2">
        <w:rPr>
          <w:rFonts w:ascii="Open Sans" w:hAnsi="Open Sans" w:cs="Open Sans"/>
        </w:rPr>
        <w:t>3</w:t>
      </w:r>
      <w:r w:rsidR="002E4EED" w:rsidRPr="002E4EED">
        <w:rPr>
          <w:rFonts w:ascii="Open Sans" w:hAnsi="Open Sans" w:cs="Open Sans"/>
        </w:rPr>
        <w:t>)</w:t>
      </w:r>
    </w:p>
    <w:p w14:paraId="340023AE" w14:textId="57F1D24C" w:rsidR="00B3380D" w:rsidRPr="00FD240D" w:rsidRDefault="002E4EED" w:rsidP="002E4EED">
      <w:pPr>
        <w:widowControl w:val="0"/>
        <w:tabs>
          <w:tab w:val="center" w:pos="7088"/>
        </w:tabs>
        <w:jc w:val="both"/>
        <w:rPr>
          <w:rFonts w:ascii="Open Sans" w:hAnsi="Open Sans" w:cs="Open Sans"/>
        </w:rPr>
      </w:pPr>
      <w:r>
        <w:rPr>
          <w:rFonts w:ascii="Open Sans" w:hAnsi="Open Sans" w:cs="Open Sans"/>
        </w:rPr>
        <w:t xml:space="preserve">        </w:t>
      </w:r>
      <w:r w:rsidR="00B3380D" w:rsidRPr="00FD240D">
        <w:rPr>
          <w:rFonts w:ascii="Open Sans" w:hAnsi="Open Sans" w:cs="Open Sans"/>
        </w:rPr>
        <w:t xml:space="preserve">Potrdilo </w:t>
      </w:r>
      <w:r w:rsidR="005549E7">
        <w:rPr>
          <w:rFonts w:ascii="Open Sans" w:hAnsi="Open Sans" w:cs="Open Sans"/>
        </w:rPr>
        <w:t xml:space="preserve">naročnika </w:t>
      </w:r>
      <w:r w:rsidR="00B3380D" w:rsidRPr="00FD240D">
        <w:rPr>
          <w:rFonts w:ascii="Open Sans" w:hAnsi="Open Sans" w:cs="Open Sans"/>
        </w:rPr>
        <w:t xml:space="preserve">o ogledu objekta (Priloga </w:t>
      </w:r>
      <w:r w:rsidR="00056F25">
        <w:rPr>
          <w:rFonts w:ascii="Open Sans" w:hAnsi="Open Sans" w:cs="Open Sans"/>
        </w:rPr>
        <w:t>8</w:t>
      </w:r>
      <w:r w:rsidR="00B3380D" w:rsidRPr="00FD240D">
        <w:rPr>
          <w:rFonts w:ascii="Open Sans" w:hAnsi="Open Sans" w:cs="Open Sans"/>
        </w:rPr>
        <w:t>)</w:t>
      </w:r>
    </w:p>
    <w:p w14:paraId="40C82962" w14:textId="2B6D13A2" w:rsidR="00386ED0" w:rsidRPr="00FD240D" w:rsidRDefault="00386ED0" w:rsidP="004449C9">
      <w:pPr>
        <w:widowControl w:val="0"/>
        <w:tabs>
          <w:tab w:val="center" w:pos="7088"/>
        </w:tabs>
        <w:ind w:left="426"/>
        <w:jc w:val="both"/>
        <w:rPr>
          <w:rFonts w:ascii="Open Sans" w:hAnsi="Open Sans" w:cs="Open Sans"/>
        </w:rPr>
      </w:pPr>
      <w:r w:rsidRPr="00FD240D">
        <w:rPr>
          <w:rFonts w:ascii="Open Sans" w:hAnsi="Open Sans" w:cs="Open Sans"/>
        </w:rPr>
        <w:t xml:space="preserve">Zagotavljanje varnosti in zdravja pri delu (Priloga </w:t>
      </w:r>
      <w:r w:rsidR="00056F25">
        <w:rPr>
          <w:rFonts w:ascii="Open Sans" w:hAnsi="Open Sans" w:cs="Open Sans"/>
        </w:rPr>
        <w:t>9</w:t>
      </w:r>
      <w:r w:rsidRPr="00FD240D">
        <w:rPr>
          <w:rFonts w:ascii="Open Sans" w:hAnsi="Open Sans" w:cs="Open Sans"/>
        </w:rPr>
        <w:t xml:space="preserve">) </w:t>
      </w:r>
    </w:p>
    <w:p w14:paraId="337DEBC6" w14:textId="45349850" w:rsidR="000731A8" w:rsidRPr="00FD240D" w:rsidRDefault="000731A8" w:rsidP="004449C9">
      <w:pPr>
        <w:widowControl w:val="0"/>
        <w:tabs>
          <w:tab w:val="center" w:pos="7088"/>
        </w:tabs>
        <w:ind w:left="426"/>
        <w:jc w:val="both"/>
        <w:rPr>
          <w:rFonts w:ascii="Open Sans" w:hAnsi="Open Sans" w:cs="Open Sans"/>
        </w:rPr>
      </w:pPr>
      <w:r w:rsidRPr="00FD240D">
        <w:rPr>
          <w:rFonts w:ascii="Open Sans" w:hAnsi="Open Sans" w:cs="Open Sans"/>
        </w:rPr>
        <w:t xml:space="preserve">Vzorec pisnega sporazuma o skupnih varnostnih ukrepih in ravnanju z okoljem (Priloga </w:t>
      </w:r>
      <w:r w:rsidR="0057670F" w:rsidRPr="00FD240D">
        <w:rPr>
          <w:rFonts w:ascii="Open Sans" w:hAnsi="Open Sans" w:cs="Open Sans"/>
        </w:rPr>
        <w:t>1</w:t>
      </w:r>
      <w:r w:rsidR="00056F25">
        <w:rPr>
          <w:rFonts w:ascii="Open Sans" w:hAnsi="Open Sans" w:cs="Open Sans"/>
        </w:rPr>
        <w:t>0</w:t>
      </w:r>
      <w:r w:rsidRPr="00FD240D">
        <w:rPr>
          <w:rFonts w:ascii="Open Sans" w:hAnsi="Open Sans" w:cs="Open Sans"/>
        </w:rPr>
        <w:t>)</w:t>
      </w:r>
    </w:p>
    <w:p w14:paraId="59E85FB7" w14:textId="33D5F89A" w:rsidR="00386ED0" w:rsidRPr="00FD240D" w:rsidRDefault="00386ED0" w:rsidP="00DF7269">
      <w:pPr>
        <w:widowControl w:val="0"/>
        <w:tabs>
          <w:tab w:val="center" w:pos="7088"/>
        </w:tabs>
        <w:ind w:left="360" w:firstLine="66"/>
        <w:jc w:val="both"/>
        <w:rPr>
          <w:rFonts w:ascii="Open Sans" w:hAnsi="Open Sans" w:cs="Open Sans"/>
        </w:rPr>
      </w:pPr>
      <w:r w:rsidRPr="00FD240D">
        <w:rPr>
          <w:rFonts w:ascii="Open Sans" w:hAnsi="Open Sans" w:cs="Open Sans"/>
        </w:rPr>
        <w:t xml:space="preserve">Vzorec okvirnega sporazuma (Priloga </w:t>
      </w:r>
      <w:r w:rsidR="0057670F" w:rsidRPr="00FD240D">
        <w:rPr>
          <w:rFonts w:ascii="Open Sans" w:hAnsi="Open Sans" w:cs="Open Sans"/>
        </w:rPr>
        <w:t>1</w:t>
      </w:r>
      <w:r w:rsidR="00056F25">
        <w:rPr>
          <w:rFonts w:ascii="Open Sans" w:hAnsi="Open Sans" w:cs="Open Sans"/>
        </w:rPr>
        <w:t>1</w:t>
      </w:r>
      <w:r w:rsidRPr="00FD240D">
        <w:rPr>
          <w:rFonts w:ascii="Open Sans" w:hAnsi="Open Sans" w:cs="Open Sans"/>
        </w:rPr>
        <w:t>)</w:t>
      </w:r>
    </w:p>
    <w:p w14:paraId="41E7CF70" w14:textId="02EF7B72" w:rsidR="003E547F" w:rsidRPr="003E547F" w:rsidRDefault="003E547F" w:rsidP="003E547F">
      <w:pPr>
        <w:widowControl w:val="0"/>
        <w:tabs>
          <w:tab w:val="center" w:pos="7088"/>
        </w:tabs>
        <w:ind w:left="426"/>
        <w:jc w:val="both"/>
        <w:rPr>
          <w:rFonts w:ascii="Open Sans" w:hAnsi="Open Sans" w:cs="Open Sans"/>
          <w:szCs w:val="22"/>
        </w:rPr>
      </w:pPr>
      <w:r w:rsidRPr="003E547F">
        <w:rPr>
          <w:rFonts w:ascii="Open Sans" w:hAnsi="Open Sans" w:cs="Open Sans"/>
          <w:szCs w:val="22"/>
        </w:rPr>
        <w:t xml:space="preserve">Pooblastilo za vlaganje in podpisovanje evidenčnih listov v sistemu IS-ODPADKI (Priloga </w:t>
      </w:r>
      <w:r>
        <w:rPr>
          <w:rFonts w:ascii="Open Sans" w:hAnsi="Open Sans" w:cs="Open Sans"/>
          <w:szCs w:val="22"/>
        </w:rPr>
        <w:t>12</w:t>
      </w:r>
      <w:r w:rsidRPr="003E547F">
        <w:rPr>
          <w:rFonts w:ascii="Open Sans" w:hAnsi="Open Sans" w:cs="Open Sans"/>
          <w:szCs w:val="22"/>
        </w:rPr>
        <w:t>)</w:t>
      </w:r>
    </w:p>
    <w:p w14:paraId="42ACE02C" w14:textId="77777777" w:rsidR="00CE1671" w:rsidRPr="00FD240D" w:rsidRDefault="00CE1671" w:rsidP="004449C9">
      <w:pPr>
        <w:widowControl w:val="0"/>
        <w:tabs>
          <w:tab w:val="center" w:pos="7088"/>
        </w:tabs>
        <w:jc w:val="both"/>
        <w:rPr>
          <w:rFonts w:ascii="Open Sans" w:hAnsi="Open Sans" w:cs="Open Sans"/>
        </w:rPr>
      </w:pPr>
    </w:p>
    <w:p w14:paraId="7D20D903" w14:textId="77777777" w:rsidR="00CE1671" w:rsidRPr="00FD240D" w:rsidRDefault="00A123EB" w:rsidP="004449C9">
      <w:pPr>
        <w:widowControl w:val="0"/>
        <w:tabs>
          <w:tab w:val="left" w:pos="8308"/>
        </w:tabs>
        <w:jc w:val="both"/>
        <w:rPr>
          <w:rFonts w:ascii="Open Sans" w:hAnsi="Open Sans" w:cs="Open Sans"/>
        </w:rPr>
      </w:pPr>
      <w:r w:rsidRPr="00FD240D">
        <w:rPr>
          <w:rFonts w:ascii="Open Sans" w:hAnsi="Open Sans" w:cs="Open Sans"/>
        </w:rPr>
        <w:tab/>
      </w:r>
    </w:p>
    <w:p w14:paraId="703250E8" w14:textId="77777777" w:rsidR="00CE1671" w:rsidRPr="00FD240D" w:rsidRDefault="00CE1671" w:rsidP="004449C9">
      <w:pPr>
        <w:widowControl w:val="0"/>
        <w:tabs>
          <w:tab w:val="center" w:pos="7088"/>
        </w:tabs>
        <w:jc w:val="both"/>
        <w:rPr>
          <w:rFonts w:ascii="Open Sans" w:hAnsi="Open Sans" w:cs="Open Sans"/>
        </w:rPr>
      </w:pPr>
    </w:p>
    <w:p w14:paraId="5556C832" w14:textId="77777777" w:rsidR="00CE1671" w:rsidRPr="00FD240D" w:rsidRDefault="00CE1671" w:rsidP="004449C9">
      <w:pPr>
        <w:widowControl w:val="0"/>
        <w:tabs>
          <w:tab w:val="center" w:pos="7088"/>
        </w:tabs>
        <w:jc w:val="both"/>
        <w:rPr>
          <w:rFonts w:ascii="Open Sans" w:hAnsi="Open Sans" w:cs="Open Sans"/>
        </w:rPr>
      </w:pPr>
    </w:p>
    <w:p w14:paraId="7D4B0000" w14:textId="77777777" w:rsidR="00CE1671" w:rsidRPr="00FD240D" w:rsidRDefault="00CE1671" w:rsidP="004449C9">
      <w:pPr>
        <w:widowControl w:val="0"/>
        <w:tabs>
          <w:tab w:val="center" w:pos="7088"/>
        </w:tabs>
        <w:jc w:val="both"/>
        <w:rPr>
          <w:rFonts w:ascii="Open Sans" w:hAnsi="Open Sans" w:cs="Open Sans"/>
        </w:rPr>
      </w:pPr>
    </w:p>
    <w:p w14:paraId="414BF809" w14:textId="77777777" w:rsidR="00CE1671" w:rsidRPr="00FD240D" w:rsidRDefault="00CE1671" w:rsidP="004449C9">
      <w:pPr>
        <w:widowControl w:val="0"/>
        <w:tabs>
          <w:tab w:val="center" w:pos="7088"/>
        </w:tabs>
        <w:jc w:val="both"/>
        <w:rPr>
          <w:rFonts w:ascii="Open Sans" w:hAnsi="Open Sans" w:cs="Open Sans"/>
        </w:rPr>
      </w:pPr>
    </w:p>
    <w:p w14:paraId="1A774AD0" w14:textId="77777777" w:rsidR="00CE1671" w:rsidRPr="00FD240D" w:rsidRDefault="00CE1671" w:rsidP="004449C9">
      <w:pPr>
        <w:widowControl w:val="0"/>
        <w:tabs>
          <w:tab w:val="center" w:pos="7088"/>
        </w:tabs>
        <w:jc w:val="both"/>
        <w:rPr>
          <w:rFonts w:ascii="Open Sans" w:hAnsi="Open Sans" w:cs="Open Sans"/>
        </w:rPr>
      </w:pPr>
    </w:p>
    <w:p w14:paraId="6D7DC35C" w14:textId="77777777" w:rsidR="00CE1671" w:rsidRPr="00FD240D" w:rsidRDefault="00CE1671" w:rsidP="004449C9">
      <w:pPr>
        <w:widowControl w:val="0"/>
        <w:tabs>
          <w:tab w:val="center" w:pos="7088"/>
        </w:tabs>
        <w:jc w:val="both"/>
        <w:rPr>
          <w:rFonts w:ascii="Open Sans" w:hAnsi="Open Sans" w:cs="Open Sans"/>
        </w:rPr>
      </w:pPr>
    </w:p>
    <w:p w14:paraId="0CBC8A4D" w14:textId="77777777" w:rsidR="00CE1671" w:rsidRPr="00FD240D" w:rsidRDefault="00CE1671" w:rsidP="004449C9">
      <w:pPr>
        <w:widowControl w:val="0"/>
        <w:tabs>
          <w:tab w:val="center" w:pos="7088"/>
        </w:tabs>
        <w:jc w:val="both"/>
        <w:rPr>
          <w:rFonts w:ascii="Open Sans" w:hAnsi="Open Sans" w:cs="Open Sans"/>
        </w:rPr>
      </w:pPr>
    </w:p>
    <w:p w14:paraId="38125269" w14:textId="77777777" w:rsidR="00CE1671" w:rsidRPr="00FD240D" w:rsidRDefault="00CE1671" w:rsidP="004449C9">
      <w:pPr>
        <w:widowControl w:val="0"/>
        <w:tabs>
          <w:tab w:val="center" w:pos="7088"/>
        </w:tabs>
        <w:jc w:val="both"/>
        <w:rPr>
          <w:rFonts w:ascii="Open Sans" w:hAnsi="Open Sans" w:cs="Open Sans"/>
        </w:rPr>
      </w:pPr>
    </w:p>
    <w:p w14:paraId="31F066F4" w14:textId="77777777" w:rsidR="00CE1671" w:rsidRPr="00FD240D" w:rsidRDefault="00CE1671" w:rsidP="004449C9">
      <w:pPr>
        <w:widowControl w:val="0"/>
        <w:tabs>
          <w:tab w:val="center" w:pos="7088"/>
        </w:tabs>
        <w:jc w:val="both"/>
        <w:rPr>
          <w:rFonts w:ascii="Open Sans" w:hAnsi="Open Sans" w:cs="Open Sans"/>
        </w:rPr>
      </w:pPr>
    </w:p>
    <w:p w14:paraId="6EAA6C30" w14:textId="4C911CC0" w:rsidR="00CE1671" w:rsidRPr="00FD240D" w:rsidRDefault="00CE1671" w:rsidP="004449C9">
      <w:pPr>
        <w:widowControl w:val="0"/>
        <w:tabs>
          <w:tab w:val="center" w:pos="7088"/>
        </w:tabs>
        <w:jc w:val="both"/>
        <w:rPr>
          <w:rFonts w:ascii="Open Sans" w:hAnsi="Open Sans" w:cs="Open Sans"/>
        </w:rPr>
      </w:pPr>
    </w:p>
    <w:p w14:paraId="7608BDA6" w14:textId="77777777" w:rsidR="0057670F" w:rsidRPr="00FD240D" w:rsidRDefault="0057670F" w:rsidP="004449C9">
      <w:pPr>
        <w:widowControl w:val="0"/>
        <w:tabs>
          <w:tab w:val="center" w:pos="7088"/>
        </w:tabs>
        <w:jc w:val="both"/>
        <w:rPr>
          <w:rFonts w:ascii="Open Sans" w:hAnsi="Open Sans" w:cs="Open Sans"/>
        </w:rPr>
      </w:pPr>
    </w:p>
    <w:p w14:paraId="1B056D91" w14:textId="77777777" w:rsidR="00CE1671" w:rsidRPr="00FD240D" w:rsidRDefault="00CE1671" w:rsidP="004449C9">
      <w:pPr>
        <w:widowControl w:val="0"/>
        <w:tabs>
          <w:tab w:val="center" w:pos="7088"/>
        </w:tabs>
        <w:jc w:val="both"/>
        <w:rPr>
          <w:rFonts w:ascii="Open Sans" w:hAnsi="Open Sans" w:cs="Open Sans"/>
        </w:rPr>
      </w:pPr>
    </w:p>
    <w:p w14:paraId="3A491E88" w14:textId="77777777" w:rsidR="00CE1671" w:rsidRPr="00FD240D" w:rsidRDefault="00CE1671" w:rsidP="004449C9">
      <w:pPr>
        <w:widowControl w:val="0"/>
        <w:tabs>
          <w:tab w:val="center" w:pos="7088"/>
        </w:tabs>
        <w:jc w:val="both"/>
        <w:rPr>
          <w:rFonts w:ascii="Open Sans" w:hAnsi="Open Sans" w:cs="Open Sans"/>
        </w:rPr>
      </w:pPr>
    </w:p>
    <w:p w14:paraId="22250C7E" w14:textId="128D39FE" w:rsidR="00CE1671" w:rsidRPr="00FD240D" w:rsidRDefault="00CE1671" w:rsidP="004449C9">
      <w:pPr>
        <w:widowControl w:val="0"/>
        <w:tabs>
          <w:tab w:val="center" w:pos="7088"/>
        </w:tabs>
        <w:jc w:val="both"/>
        <w:rPr>
          <w:rFonts w:ascii="Open Sans" w:hAnsi="Open Sans" w:cs="Open Sans"/>
        </w:rPr>
      </w:pPr>
    </w:p>
    <w:p w14:paraId="4EF688B5" w14:textId="77777777" w:rsidR="007843F5" w:rsidRPr="00FD240D" w:rsidRDefault="007843F5" w:rsidP="004449C9">
      <w:pPr>
        <w:widowControl w:val="0"/>
        <w:tabs>
          <w:tab w:val="center" w:pos="7088"/>
        </w:tabs>
        <w:jc w:val="both"/>
        <w:rPr>
          <w:rFonts w:ascii="Open Sans" w:hAnsi="Open Sans" w:cs="Open Sans"/>
        </w:rPr>
      </w:pPr>
    </w:p>
    <w:p w14:paraId="025D0363" w14:textId="77777777" w:rsidR="00CE1671" w:rsidRPr="00FD240D" w:rsidRDefault="00CE1671" w:rsidP="004449C9">
      <w:pPr>
        <w:widowControl w:val="0"/>
        <w:tabs>
          <w:tab w:val="center" w:pos="7088"/>
        </w:tabs>
        <w:jc w:val="both"/>
        <w:rPr>
          <w:rFonts w:ascii="Open Sans" w:hAnsi="Open Sans" w:cs="Open Sans"/>
        </w:rPr>
      </w:pPr>
    </w:p>
    <w:p w14:paraId="455796A0" w14:textId="77777777" w:rsidR="00CE1671" w:rsidRPr="00FD240D" w:rsidRDefault="00CE1671" w:rsidP="004449C9">
      <w:pPr>
        <w:widowControl w:val="0"/>
        <w:tabs>
          <w:tab w:val="center" w:pos="7088"/>
        </w:tabs>
        <w:jc w:val="both"/>
        <w:rPr>
          <w:rFonts w:ascii="Open Sans" w:hAnsi="Open Sans" w:cs="Open Sans"/>
        </w:rPr>
      </w:pPr>
    </w:p>
    <w:p w14:paraId="4C3A51AB" w14:textId="47D69273" w:rsidR="00386ED0" w:rsidRPr="00FD240D" w:rsidRDefault="00386ED0" w:rsidP="004449C9">
      <w:pPr>
        <w:widowControl w:val="0"/>
        <w:tabs>
          <w:tab w:val="center" w:pos="7088"/>
        </w:tabs>
        <w:jc w:val="both"/>
        <w:rPr>
          <w:rFonts w:ascii="Open Sans" w:hAnsi="Open Sans" w:cs="Open Sans"/>
        </w:rPr>
      </w:pPr>
    </w:p>
    <w:p w14:paraId="0DBD27C9" w14:textId="0F380D95" w:rsidR="009D2CBD" w:rsidRDefault="009D2CBD" w:rsidP="004449C9">
      <w:pPr>
        <w:widowControl w:val="0"/>
        <w:tabs>
          <w:tab w:val="center" w:pos="7088"/>
        </w:tabs>
        <w:jc w:val="both"/>
        <w:rPr>
          <w:rFonts w:ascii="Open Sans" w:hAnsi="Open Sans" w:cs="Open Sans"/>
        </w:rPr>
      </w:pPr>
    </w:p>
    <w:p w14:paraId="746DC878" w14:textId="77777777" w:rsidR="00111E2E" w:rsidRPr="00FD240D" w:rsidRDefault="00111E2E" w:rsidP="004449C9">
      <w:pPr>
        <w:widowControl w:val="0"/>
        <w:tabs>
          <w:tab w:val="center" w:pos="7088"/>
        </w:tabs>
        <w:jc w:val="both"/>
        <w:rPr>
          <w:rFonts w:ascii="Open Sans" w:hAnsi="Open Sans" w:cs="Open Sans"/>
        </w:rPr>
      </w:pPr>
    </w:p>
    <w:p w14:paraId="63D27CF1" w14:textId="5625870A" w:rsidR="009D2CBD" w:rsidRPr="00FD240D" w:rsidRDefault="009D2CBD" w:rsidP="004449C9">
      <w:pPr>
        <w:widowControl w:val="0"/>
        <w:tabs>
          <w:tab w:val="center" w:pos="7088"/>
        </w:tabs>
        <w:jc w:val="both"/>
        <w:rPr>
          <w:rFonts w:ascii="Open Sans" w:hAnsi="Open Sans" w:cs="Open Sans"/>
        </w:rPr>
      </w:pPr>
    </w:p>
    <w:p w14:paraId="02C4138C" w14:textId="77777777" w:rsidR="0018102F" w:rsidRPr="00FD240D" w:rsidRDefault="0018102F" w:rsidP="004449C9">
      <w:pPr>
        <w:widowControl w:val="0"/>
        <w:tabs>
          <w:tab w:val="center" w:pos="7088"/>
        </w:tabs>
        <w:jc w:val="both"/>
        <w:rPr>
          <w:rFonts w:ascii="Open Sans" w:hAnsi="Open Sans" w:cs="Open Sans"/>
        </w:rPr>
      </w:pPr>
    </w:p>
    <w:p w14:paraId="1FC075AF" w14:textId="447E548C" w:rsidR="00C30D3D" w:rsidRPr="00FD240D" w:rsidRDefault="00C30D3D" w:rsidP="0019014E">
      <w:pPr>
        <w:pStyle w:val="Odstavekseznama"/>
        <w:widowControl w:val="0"/>
        <w:numPr>
          <w:ilvl w:val="0"/>
          <w:numId w:val="10"/>
        </w:numPr>
        <w:jc w:val="both"/>
        <w:rPr>
          <w:rFonts w:ascii="Open Sans" w:hAnsi="Open Sans" w:cs="Open Sans"/>
          <w:b/>
        </w:rPr>
      </w:pPr>
      <w:r w:rsidRPr="00FD240D">
        <w:rPr>
          <w:rFonts w:ascii="Open Sans" w:hAnsi="Open Sans" w:cs="Open Sans"/>
          <w:b/>
        </w:rPr>
        <w:lastRenderedPageBreak/>
        <w:t xml:space="preserve">SPLOŠNA DOLOČILA </w:t>
      </w:r>
    </w:p>
    <w:p w14:paraId="356F8BCC" w14:textId="77777777" w:rsidR="006E736A" w:rsidRPr="00FD240D" w:rsidRDefault="006E736A" w:rsidP="004449C9">
      <w:pPr>
        <w:widowControl w:val="0"/>
        <w:jc w:val="both"/>
        <w:rPr>
          <w:rFonts w:ascii="Open Sans" w:hAnsi="Open Sans" w:cs="Open Sans"/>
          <w:b/>
        </w:rPr>
      </w:pPr>
    </w:p>
    <w:p w14:paraId="1352E70E"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 xml:space="preserve">Predmet javnega naročila </w:t>
      </w:r>
    </w:p>
    <w:p w14:paraId="5CD099E5" w14:textId="77777777" w:rsidR="00A22577" w:rsidRPr="00FD240D" w:rsidRDefault="00A22577" w:rsidP="004449C9">
      <w:pPr>
        <w:widowControl w:val="0"/>
        <w:jc w:val="both"/>
        <w:rPr>
          <w:rFonts w:ascii="Open Sans" w:hAnsi="Open Sans" w:cs="Open Sans"/>
        </w:rPr>
      </w:pPr>
    </w:p>
    <w:p w14:paraId="6E76C4AC" w14:textId="37694B7B" w:rsidR="006E736A" w:rsidRPr="00FD240D" w:rsidRDefault="006E736A" w:rsidP="004449C9">
      <w:pPr>
        <w:widowControl w:val="0"/>
        <w:jc w:val="both"/>
        <w:rPr>
          <w:rFonts w:ascii="Open Sans" w:hAnsi="Open Sans" w:cs="Open Sans"/>
          <w:noProof/>
        </w:rPr>
      </w:pPr>
      <w:r w:rsidRPr="00FD240D">
        <w:rPr>
          <w:rFonts w:ascii="Open Sans" w:hAnsi="Open Sans" w:cs="Open Sans"/>
        </w:rPr>
        <w:t xml:space="preserve">Predmet javnega naročila </w:t>
      </w:r>
      <w:r w:rsidR="00BE6B2B" w:rsidRPr="00FD240D">
        <w:rPr>
          <w:rFonts w:ascii="Open Sans" w:hAnsi="Open Sans" w:cs="Open Sans"/>
        </w:rPr>
        <w:t>je</w:t>
      </w:r>
      <w:r w:rsidR="002340CA" w:rsidRPr="00FD240D">
        <w:rPr>
          <w:rFonts w:ascii="Open Sans" w:hAnsi="Open Sans" w:cs="Open Sans"/>
        </w:rPr>
        <w:t xml:space="preserve"> </w:t>
      </w:r>
      <w:r w:rsidR="001C2741">
        <w:rPr>
          <w:rFonts w:ascii="Open Sans" w:hAnsi="Open Sans" w:cs="Open Sans"/>
        </w:rPr>
        <w:t xml:space="preserve">vzdrževanje in servisiranje </w:t>
      </w:r>
      <w:proofErr w:type="spellStart"/>
      <w:r w:rsidR="001C2741">
        <w:rPr>
          <w:rFonts w:ascii="Open Sans" w:hAnsi="Open Sans" w:cs="Open Sans"/>
        </w:rPr>
        <w:t>konvektorjev</w:t>
      </w:r>
      <w:proofErr w:type="spellEnd"/>
      <w:r w:rsidR="001C2741">
        <w:rPr>
          <w:rFonts w:ascii="Open Sans" w:hAnsi="Open Sans" w:cs="Open Sans"/>
        </w:rPr>
        <w:t xml:space="preserve"> za sistem ogrevanja in hlajenja</w:t>
      </w:r>
      <w:r w:rsidR="001C2741" w:rsidRPr="00FD240D">
        <w:rPr>
          <w:rFonts w:ascii="Open Sans" w:hAnsi="Open Sans" w:cs="Open Sans"/>
        </w:rPr>
        <w:t xml:space="preserve"> </w:t>
      </w:r>
      <w:r w:rsidR="00F969E3" w:rsidRPr="00FD240D">
        <w:rPr>
          <w:rFonts w:ascii="Open Sans" w:hAnsi="Open Sans" w:cs="Open Sans"/>
        </w:rPr>
        <w:t xml:space="preserve">za </w:t>
      </w:r>
      <w:r w:rsidR="00386ED0" w:rsidRPr="00FD240D">
        <w:rPr>
          <w:rFonts w:ascii="Open Sans" w:hAnsi="Open Sans" w:cs="Open Sans"/>
        </w:rPr>
        <w:t>obdobj</w:t>
      </w:r>
      <w:r w:rsidR="00C259A5" w:rsidRPr="00FD240D">
        <w:rPr>
          <w:rFonts w:ascii="Open Sans" w:hAnsi="Open Sans" w:cs="Open Sans"/>
        </w:rPr>
        <w:t>e</w:t>
      </w:r>
      <w:r w:rsidR="00386ED0" w:rsidRPr="00FD240D">
        <w:rPr>
          <w:rFonts w:ascii="Open Sans" w:hAnsi="Open Sans" w:cs="Open Sans"/>
        </w:rPr>
        <w:t xml:space="preserve"> </w:t>
      </w:r>
      <w:r w:rsidR="009D2CBD" w:rsidRPr="00FD240D">
        <w:rPr>
          <w:rFonts w:ascii="Open Sans" w:hAnsi="Open Sans" w:cs="Open Sans"/>
        </w:rPr>
        <w:t>2</w:t>
      </w:r>
      <w:r w:rsidR="00A94A49" w:rsidRPr="00FD240D">
        <w:rPr>
          <w:rFonts w:ascii="Open Sans" w:hAnsi="Open Sans" w:cs="Open Sans"/>
        </w:rPr>
        <w:t xml:space="preserve"> </w:t>
      </w:r>
      <w:r w:rsidR="00386ED0" w:rsidRPr="00FD240D">
        <w:rPr>
          <w:rFonts w:ascii="Open Sans" w:hAnsi="Open Sans" w:cs="Open Sans"/>
        </w:rPr>
        <w:t>(</w:t>
      </w:r>
      <w:r w:rsidR="009D2CBD" w:rsidRPr="00FD240D">
        <w:rPr>
          <w:rFonts w:ascii="Open Sans" w:hAnsi="Open Sans" w:cs="Open Sans"/>
        </w:rPr>
        <w:t>dveh</w:t>
      </w:r>
      <w:r w:rsidR="00386ED0" w:rsidRPr="00FD240D">
        <w:rPr>
          <w:rFonts w:ascii="Open Sans" w:hAnsi="Open Sans" w:cs="Open Sans"/>
        </w:rPr>
        <w:t>) let.</w:t>
      </w:r>
      <w:r w:rsidR="00021D26" w:rsidRPr="00FD240D">
        <w:rPr>
          <w:rFonts w:ascii="Open Sans" w:hAnsi="Open Sans" w:cs="Open Sans"/>
        </w:rPr>
        <w:t xml:space="preserve"> </w:t>
      </w:r>
    </w:p>
    <w:p w14:paraId="5D63EA5A" w14:textId="77777777" w:rsidR="004101D4" w:rsidRPr="00FD240D" w:rsidRDefault="004101D4" w:rsidP="004449C9">
      <w:pPr>
        <w:widowControl w:val="0"/>
        <w:jc w:val="both"/>
        <w:rPr>
          <w:rFonts w:ascii="Open Sans" w:hAnsi="Open Sans" w:cs="Open Sans"/>
        </w:rPr>
      </w:pPr>
    </w:p>
    <w:p w14:paraId="5D225FE0" w14:textId="77777777" w:rsidR="006E736A" w:rsidRPr="00FD240D" w:rsidRDefault="006E736A" w:rsidP="004449C9">
      <w:pPr>
        <w:widowControl w:val="0"/>
        <w:jc w:val="both"/>
        <w:rPr>
          <w:rFonts w:ascii="Open Sans" w:hAnsi="Open Sans" w:cs="Open Sans"/>
        </w:rPr>
      </w:pPr>
      <w:r w:rsidRPr="00FD240D">
        <w:rPr>
          <w:rFonts w:ascii="Open Sans" w:hAnsi="Open Sans" w:cs="Open Sans"/>
        </w:rPr>
        <w:t>Ponudnik lahko odda samo eno ponudbo, bodisi svojo lastno ali kot partner v skupni ponudbi.</w:t>
      </w:r>
    </w:p>
    <w:p w14:paraId="0AC504C5" w14:textId="77777777" w:rsidR="009E760E" w:rsidRPr="00FD240D" w:rsidRDefault="009E760E" w:rsidP="004449C9">
      <w:pPr>
        <w:widowControl w:val="0"/>
        <w:jc w:val="both"/>
        <w:rPr>
          <w:rFonts w:ascii="Open Sans" w:hAnsi="Open Sans" w:cs="Open Sans"/>
        </w:rPr>
      </w:pPr>
    </w:p>
    <w:p w14:paraId="4354BEBA"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Podatki o naročniku</w:t>
      </w:r>
    </w:p>
    <w:p w14:paraId="40AC5432" w14:textId="77777777" w:rsidR="00A22577" w:rsidRPr="00FD240D" w:rsidRDefault="00A22577" w:rsidP="004449C9">
      <w:pPr>
        <w:widowControl w:val="0"/>
        <w:ind w:right="-2"/>
        <w:jc w:val="both"/>
        <w:rPr>
          <w:rFonts w:ascii="Open Sans" w:hAnsi="Open Sans" w:cs="Open Sans"/>
        </w:rPr>
      </w:pPr>
    </w:p>
    <w:p w14:paraId="2525B226" w14:textId="2CAB3F68" w:rsidR="006E736A" w:rsidRPr="00FD240D" w:rsidRDefault="006E736A" w:rsidP="004449C9">
      <w:pPr>
        <w:widowControl w:val="0"/>
        <w:ind w:right="-2"/>
        <w:jc w:val="both"/>
        <w:rPr>
          <w:rFonts w:ascii="Open Sans" w:hAnsi="Open Sans" w:cs="Open Sans"/>
        </w:rPr>
      </w:pPr>
      <w:r w:rsidRPr="00FD240D">
        <w:rPr>
          <w:rFonts w:ascii="Open Sans" w:hAnsi="Open Sans" w:cs="Open Sans"/>
        </w:rPr>
        <w:t>Naročnik javnega naročila je JAVNO PODJETJE ENERGETIKA LJUBLJANA d.o.o., Verovškova ulica 62, 1000 Ljubljana.</w:t>
      </w:r>
    </w:p>
    <w:p w14:paraId="323027B5" w14:textId="77777777" w:rsidR="005E5D8B" w:rsidRPr="00FD240D" w:rsidRDefault="005E5D8B" w:rsidP="004449C9">
      <w:pPr>
        <w:widowControl w:val="0"/>
        <w:ind w:right="-2"/>
        <w:jc w:val="both"/>
        <w:rPr>
          <w:rFonts w:ascii="Open Sans" w:hAnsi="Open Sans" w:cs="Open Sans"/>
        </w:rPr>
      </w:pPr>
    </w:p>
    <w:p w14:paraId="7C7024AA"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Pravna podlaga</w:t>
      </w:r>
    </w:p>
    <w:p w14:paraId="5ABED954" w14:textId="77777777" w:rsidR="00A22577" w:rsidRPr="00FD240D" w:rsidRDefault="00A22577" w:rsidP="004449C9">
      <w:pPr>
        <w:pStyle w:val="Telobesedila3"/>
        <w:widowControl w:val="0"/>
        <w:rPr>
          <w:rFonts w:ascii="Open Sans" w:hAnsi="Open Sans" w:cs="Open Sans"/>
          <w:sz w:val="20"/>
        </w:rPr>
      </w:pPr>
    </w:p>
    <w:p w14:paraId="6B81E045" w14:textId="5F54FEC6" w:rsidR="002B2572" w:rsidRPr="00FD240D" w:rsidRDefault="002B2572" w:rsidP="004449C9">
      <w:pPr>
        <w:pStyle w:val="Telobesedila3"/>
        <w:widowControl w:val="0"/>
        <w:rPr>
          <w:rFonts w:ascii="Open Sans" w:hAnsi="Open Sans" w:cs="Open Sans"/>
          <w:sz w:val="20"/>
        </w:rPr>
      </w:pPr>
      <w:r w:rsidRPr="00FD240D">
        <w:rPr>
          <w:rFonts w:ascii="Open Sans" w:hAnsi="Open Sans" w:cs="Open Sans"/>
          <w:sz w:val="20"/>
        </w:rPr>
        <w:t>Javno naročilo se izvaja skladno z določbami:</w:t>
      </w:r>
    </w:p>
    <w:p w14:paraId="70859D1E" w14:textId="77777777" w:rsidR="002B2572" w:rsidRPr="00FD240D" w:rsidRDefault="002B2572" w:rsidP="0019014E">
      <w:pPr>
        <w:widowControl w:val="0"/>
        <w:numPr>
          <w:ilvl w:val="0"/>
          <w:numId w:val="4"/>
        </w:numPr>
        <w:ind w:left="426" w:hanging="426"/>
        <w:jc w:val="both"/>
        <w:rPr>
          <w:rFonts w:ascii="Open Sans" w:hAnsi="Open Sans" w:cs="Open Sans"/>
        </w:rPr>
      </w:pPr>
      <w:r w:rsidRPr="00FD240D">
        <w:rPr>
          <w:rFonts w:ascii="Open Sans" w:hAnsi="Open Sans" w:cs="Open Sans"/>
        </w:rPr>
        <w:t>Zakona o javnem naročanju (Ur. l. RS, št. 91/15, s spremembami, v nadaljevanju: ZJN-3),</w:t>
      </w:r>
    </w:p>
    <w:p w14:paraId="50E97106" w14:textId="4BC3C84F" w:rsidR="002B2572" w:rsidRDefault="002B2572" w:rsidP="0019014E">
      <w:pPr>
        <w:widowControl w:val="0"/>
        <w:numPr>
          <w:ilvl w:val="0"/>
          <w:numId w:val="4"/>
        </w:numPr>
        <w:ind w:left="426" w:hanging="426"/>
        <w:jc w:val="both"/>
        <w:rPr>
          <w:rFonts w:ascii="Open Sans" w:hAnsi="Open Sans" w:cs="Open Sans"/>
        </w:rPr>
      </w:pPr>
      <w:r w:rsidRPr="00FD240D">
        <w:rPr>
          <w:rFonts w:ascii="Open Sans" w:hAnsi="Open Sans" w:cs="Open Sans"/>
        </w:rPr>
        <w:t>Zakona o pravnem varstvu v postopkih javnega naročanja (Uradni list RS, št. 43/11 s spremembami, v nadaljevanju: ZPVPJN),</w:t>
      </w:r>
    </w:p>
    <w:p w14:paraId="6E9B0369" w14:textId="4288DCD0" w:rsidR="00F7205D" w:rsidRPr="00F7205D" w:rsidRDefault="00F7205D" w:rsidP="0019014E">
      <w:pPr>
        <w:widowControl w:val="0"/>
        <w:numPr>
          <w:ilvl w:val="0"/>
          <w:numId w:val="4"/>
        </w:numPr>
        <w:ind w:left="426" w:hanging="426"/>
        <w:jc w:val="both"/>
        <w:rPr>
          <w:rFonts w:ascii="Open Sans" w:hAnsi="Open Sans" w:cs="Open Sans"/>
        </w:rPr>
      </w:pPr>
      <w:r w:rsidRPr="00F7205D">
        <w:rPr>
          <w:rFonts w:ascii="Open Sans" w:hAnsi="Open Sans" w:cs="Open Sans"/>
          <w:bCs/>
          <w:shd w:val="clear" w:color="auto" w:fill="FFFFFF"/>
        </w:rPr>
        <w:t xml:space="preserve">Uredbe o uporabi </w:t>
      </w:r>
      <w:proofErr w:type="spellStart"/>
      <w:r w:rsidRPr="00F7205D">
        <w:rPr>
          <w:rFonts w:ascii="Open Sans" w:hAnsi="Open Sans" w:cs="Open Sans"/>
          <w:bCs/>
          <w:shd w:val="clear" w:color="auto" w:fill="FFFFFF"/>
        </w:rPr>
        <w:t>fluoriranih</w:t>
      </w:r>
      <w:proofErr w:type="spellEnd"/>
      <w:r w:rsidRPr="00F7205D">
        <w:rPr>
          <w:rFonts w:ascii="Open Sans" w:hAnsi="Open Sans" w:cs="Open Sans"/>
          <w:bCs/>
          <w:shd w:val="clear" w:color="auto" w:fill="FFFFFF"/>
        </w:rPr>
        <w:t xml:space="preserve"> toplogrednih plinov in ozonu škodljivih snoveh </w:t>
      </w:r>
      <w:bookmarkStart w:id="1" w:name="_Hlk187313936"/>
      <w:r w:rsidRPr="00F7205D">
        <w:rPr>
          <w:rFonts w:ascii="Open Sans" w:hAnsi="Open Sans" w:cs="Open Sans"/>
          <w:bCs/>
          <w:shd w:val="clear" w:color="auto" w:fill="FFFFFF"/>
        </w:rPr>
        <w:t>(Ur. l. RS, št. 60/16 s spremembami)</w:t>
      </w:r>
      <w:bookmarkEnd w:id="1"/>
      <w:r w:rsidRPr="00F7205D">
        <w:rPr>
          <w:rFonts w:ascii="Open Sans" w:hAnsi="Open Sans" w:cs="Open Sans"/>
          <w:bCs/>
          <w:shd w:val="clear" w:color="auto" w:fill="FFFFFF"/>
        </w:rPr>
        <w:t>,</w:t>
      </w:r>
    </w:p>
    <w:p w14:paraId="4BDECA48" w14:textId="2A3F9D66" w:rsidR="00F7205D" w:rsidRPr="00F7205D" w:rsidRDefault="00F7205D" w:rsidP="0019014E">
      <w:pPr>
        <w:widowControl w:val="0"/>
        <w:numPr>
          <w:ilvl w:val="0"/>
          <w:numId w:val="4"/>
        </w:numPr>
        <w:ind w:left="426" w:hanging="426"/>
        <w:jc w:val="both"/>
        <w:rPr>
          <w:rFonts w:ascii="Open Sans" w:hAnsi="Open Sans" w:cs="Open Sans"/>
        </w:rPr>
      </w:pPr>
      <w:r w:rsidRPr="00F7205D">
        <w:rPr>
          <w:rFonts w:ascii="Open Sans" w:hAnsi="Open Sans" w:cs="Open Sans"/>
          <w:bCs/>
          <w:shd w:val="clear" w:color="auto" w:fill="FFFFFF"/>
        </w:rPr>
        <w:t>Uredbe o odpadkih (Uradni list RS, št. 77/22 s spremembami),</w:t>
      </w:r>
    </w:p>
    <w:p w14:paraId="4FFBE82D" w14:textId="2A68E847" w:rsidR="00F7205D" w:rsidRPr="00F7205D" w:rsidRDefault="00F7205D" w:rsidP="0019014E">
      <w:pPr>
        <w:widowControl w:val="0"/>
        <w:numPr>
          <w:ilvl w:val="0"/>
          <w:numId w:val="4"/>
        </w:numPr>
        <w:ind w:left="426" w:hanging="426"/>
        <w:jc w:val="both"/>
        <w:rPr>
          <w:rFonts w:ascii="Open Sans" w:hAnsi="Open Sans" w:cs="Open Sans"/>
        </w:rPr>
      </w:pPr>
      <w:r w:rsidRPr="00F7205D">
        <w:rPr>
          <w:rFonts w:ascii="Open Sans" w:hAnsi="Open Sans" w:cs="Open Sans"/>
          <w:bCs/>
          <w:shd w:val="clear" w:color="auto" w:fill="FFFFFF"/>
        </w:rPr>
        <w:t xml:space="preserve">Uredba (EU) 2024/573 Evropskega parlamenta in Sveta z dne 7. februarja 2024 o </w:t>
      </w:r>
      <w:proofErr w:type="spellStart"/>
      <w:r w:rsidRPr="00F7205D">
        <w:rPr>
          <w:rFonts w:ascii="Open Sans" w:hAnsi="Open Sans" w:cs="Open Sans"/>
          <w:bCs/>
          <w:shd w:val="clear" w:color="auto" w:fill="FFFFFF"/>
        </w:rPr>
        <w:t>fluoriranih</w:t>
      </w:r>
      <w:proofErr w:type="spellEnd"/>
      <w:r w:rsidRPr="00F7205D">
        <w:rPr>
          <w:rFonts w:ascii="Open Sans" w:hAnsi="Open Sans" w:cs="Open Sans"/>
          <w:bCs/>
          <w:shd w:val="clear" w:color="auto" w:fill="FFFFFF"/>
        </w:rPr>
        <w:t xml:space="preserve"> toplogrednih plinih, spremembi Direktive (EU) 2019/1937 in razveljavitvi Uredbe (EU) št. 517/2014, v nadaljevanju Uredba (EU) 2024/573,</w:t>
      </w:r>
    </w:p>
    <w:p w14:paraId="267D4060" w14:textId="528BD3A7" w:rsidR="00BE6B2B" w:rsidRPr="00FD240D" w:rsidRDefault="00BE6B2B" w:rsidP="0019014E">
      <w:pPr>
        <w:widowControl w:val="0"/>
        <w:numPr>
          <w:ilvl w:val="0"/>
          <w:numId w:val="4"/>
        </w:numPr>
        <w:ind w:left="426" w:hanging="426"/>
        <w:jc w:val="both"/>
        <w:rPr>
          <w:rFonts w:ascii="Open Sans" w:hAnsi="Open Sans" w:cs="Open Sans"/>
        </w:rPr>
      </w:pPr>
      <w:r w:rsidRPr="00FD240D">
        <w:rPr>
          <w:rFonts w:ascii="Open Sans" w:hAnsi="Open Sans" w:cs="Open Sans"/>
        </w:rPr>
        <w:t xml:space="preserve">ostalih predpisov, ki temeljijo na zgoraj navedenih zakonih ter </w:t>
      </w:r>
      <w:r w:rsidR="008A32DE" w:rsidRPr="00FD240D">
        <w:rPr>
          <w:rFonts w:ascii="Open Sans" w:hAnsi="Open Sans" w:cs="Open Sans"/>
        </w:rPr>
        <w:t xml:space="preserve">vsakokratno </w:t>
      </w:r>
      <w:r w:rsidRPr="00FD240D">
        <w:rPr>
          <w:rFonts w:ascii="Open Sans" w:hAnsi="Open Sans" w:cs="Open Sans"/>
        </w:rPr>
        <w:t>veljavno zakonodajo, ki se nanaša na predmet javnega naročila.</w:t>
      </w:r>
    </w:p>
    <w:p w14:paraId="1D5672BA" w14:textId="77777777" w:rsidR="005E5D8B" w:rsidRPr="00FD240D" w:rsidRDefault="005E5D8B" w:rsidP="004449C9">
      <w:pPr>
        <w:pStyle w:val="BESEDILO"/>
        <w:keepLines w:val="0"/>
        <w:tabs>
          <w:tab w:val="clear" w:pos="2155"/>
        </w:tabs>
        <w:rPr>
          <w:rFonts w:ascii="Open Sans" w:hAnsi="Open Sans" w:cs="Open Sans"/>
          <w:kern w:val="0"/>
        </w:rPr>
      </w:pPr>
    </w:p>
    <w:p w14:paraId="187C02D1"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Jezik in denarna enota</w:t>
      </w:r>
    </w:p>
    <w:p w14:paraId="51AB8F56" w14:textId="77777777" w:rsidR="00A22577" w:rsidRPr="00FD240D" w:rsidRDefault="00A22577" w:rsidP="004449C9">
      <w:pPr>
        <w:widowControl w:val="0"/>
        <w:jc w:val="both"/>
        <w:rPr>
          <w:rFonts w:ascii="Open Sans" w:hAnsi="Open Sans" w:cs="Open Sans"/>
        </w:rPr>
      </w:pPr>
    </w:p>
    <w:p w14:paraId="6884DD12" w14:textId="2DCDF7E3" w:rsidR="009E760E" w:rsidRPr="00FD240D" w:rsidRDefault="00BD7244" w:rsidP="004449C9">
      <w:pPr>
        <w:widowControl w:val="0"/>
        <w:jc w:val="both"/>
        <w:rPr>
          <w:rFonts w:ascii="Open Sans" w:hAnsi="Open Sans" w:cs="Open Sans"/>
        </w:rPr>
      </w:pPr>
      <w:r w:rsidRPr="00FD240D">
        <w:rPr>
          <w:rFonts w:ascii="Open Sans" w:hAnsi="Open Sans" w:cs="Open Sans"/>
        </w:rPr>
        <w:t xml:space="preserve">Vsi ponudniki predložijo ponudbo v slovenskem jeziku. </w:t>
      </w:r>
    </w:p>
    <w:p w14:paraId="4C21F0E0" w14:textId="77777777" w:rsidR="00574405" w:rsidRPr="00FD240D" w:rsidRDefault="00574405" w:rsidP="004449C9">
      <w:pPr>
        <w:widowControl w:val="0"/>
        <w:jc w:val="both"/>
        <w:rPr>
          <w:rFonts w:ascii="Open Sans" w:hAnsi="Open Sans" w:cs="Open Sans"/>
        </w:rPr>
      </w:pPr>
    </w:p>
    <w:p w14:paraId="4D22AC72" w14:textId="22736E75" w:rsidR="006E736A" w:rsidRPr="00FD240D" w:rsidRDefault="006E736A" w:rsidP="004449C9">
      <w:pPr>
        <w:widowControl w:val="0"/>
        <w:jc w:val="both"/>
        <w:rPr>
          <w:rFonts w:ascii="Open Sans" w:hAnsi="Open Sans" w:cs="Open Sans"/>
        </w:rPr>
      </w:pPr>
      <w:r w:rsidRPr="00FD240D">
        <w:rPr>
          <w:rFonts w:ascii="Open Sans" w:hAnsi="Open Sans" w:cs="Open Sans"/>
        </w:rPr>
        <w:t>Finančni podatki morajo biti podani v evrih</w:t>
      </w:r>
      <w:r w:rsidR="00A22577" w:rsidRPr="00FD240D">
        <w:rPr>
          <w:rFonts w:ascii="Open Sans" w:hAnsi="Open Sans" w:cs="Open Sans"/>
        </w:rPr>
        <w:t xml:space="preserve"> (EUR)</w:t>
      </w:r>
      <w:r w:rsidRPr="00FD240D">
        <w:rPr>
          <w:rFonts w:ascii="Open Sans" w:hAnsi="Open Sans" w:cs="Open Sans"/>
        </w:rPr>
        <w:t>, na do 2 (dve) decimalni mesti natančno.</w:t>
      </w:r>
    </w:p>
    <w:p w14:paraId="463E80E8" w14:textId="77777777" w:rsidR="005E5D8B" w:rsidRPr="00FD240D" w:rsidRDefault="005E5D8B" w:rsidP="004449C9">
      <w:pPr>
        <w:widowControl w:val="0"/>
        <w:jc w:val="both"/>
        <w:rPr>
          <w:rFonts w:ascii="Open Sans" w:hAnsi="Open Sans" w:cs="Open Sans"/>
          <w:b/>
        </w:rPr>
      </w:pPr>
    </w:p>
    <w:p w14:paraId="66E428E8"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Dostop do razpisne dokumentacije</w:t>
      </w:r>
    </w:p>
    <w:p w14:paraId="07EB62A1" w14:textId="77777777" w:rsidR="00A22577" w:rsidRPr="00FD240D" w:rsidRDefault="00A22577" w:rsidP="004449C9">
      <w:pPr>
        <w:widowControl w:val="0"/>
        <w:jc w:val="both"/>
        <w:rPr>
          <w:rFonts w:ascii="Open Sans" w:hAnsi="Open Sans" w:cs="Open Sans"/>
        </w:rPr>
      </w:pPr>
    </w:p>
    <w:p w14:paraId="5A024A4F" w14:textId="0208CABC" w:rsidR="006E736A" w:rsidRPr="00FD240D" w:rsidRDefault="006E736A" w:rsidP="004449C9">
      <w:pPr>
        <w:widowControl w:val="0"/>
        <w:jc w:val="both"/>
        <w:rPr>
          <w:rFonts w:ascii="Open Sans" w:hAnsi="Open Sans" w:cs="Open Sans"/>
        </w:rPr>
      </w:pPr>
      <w:r w:rsidRPr="00FD240D">
        <w:rPr>
          <w:rFonts w:ascii="Open Sans" w:hAnsi="Open Sans" w:cs="Open Sans"/>
        </w:rPr>
        <w:t>Razpisno dokumentacijo lahko ponudniki dobijo na</w:t>
      </w:r>
      <w:r w:rsidR="006357BE" w:rsidRPr="00FD240D">
        <w:rPr>
          <w:rFonts w:ascii="Open Sans" w:hAnsi="Open Sans" w:cs="Open Sans"/>
        </w:rPr>
        <w:t xml:space="preserve"> portalu javnih naročil in</w:t>
      </w:r>
      <w:r w:rsidRPr="00FD240D">
        <w:rPr>
          <w:rFonts w:ascii="Open Sans" w:hAnsi="Open Sans" w:cs="Open Sans"/>
        </w:rPr>
        <w:t xml:space="preserve"> spletnem naslovu JAVNEGA PODJETJA ENERGETIKA LJUBLJANA d.o.o. (</w:t>
      </w:r>
      <w:hyperlink r:id="rId8" w:history="1">
        <w:r w:rsidR="00120927" w:rsidRPr="00FD240D">
          <w:rPr>
            <w:rStyle w:val="Hiperpovezava"/>
            <w:rFonts w:ascii="Open Sans" w:hAnsi="Open Sans" w:cs="Open Sans"/>
          </w:rPr>
          <w:t>http://www.energetika.si/javna-narocila</w:t>
        </w:r>
      </w:hyperlink>
      <w:r w:rsidRPr="00FD240D">
        <w:rPr>
          <w:rFonts w:ascii="Open Sans" w:hAnsi="Open Sans" w:cs="Open Sans"/>
        </w:rPr>
        <w:t>).</w:t>
      </w:r>
    </w:p>
    <w:p w14:paraId="24E9A679" w14:textId="77777777" w:rsidR="005E5D8B" w:rsidRPr="00FD240D" w:rsidRDefault="005E5D8B" w:rsidP="004449C9">
      <w:pPr>
        <w:widowControl w:val="0"/>
        <w:jc w:val="both"/>
        <w:rPr>
          <w:rFonts w:ascii="Open Sans" w:hAnsi="Open Sans" w:cs="Open Sans"/>
          <w:b/>
        </w:rPr>
      </w:pPr>
    </w:p>
    <w:p w14:paraId="32A42768"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Dodatna pojasnila ponudnikom</w:t>
      </w:r>
    </w:p>
    <w:p w14:paraId="0D516160" w14:textId="77777777" w:rsidR="00A22577" w:rsidRPr="00FD240D" w:rsidRDefault="00A22577" w:rsidP="004449C9">
      <w:pPr>
        <w:widowControl w:val="0"/>
        <w:jc w:val="both"/>
        <w:rPr>
          <w:rFonts w:ascii="Open Sans" w:hAnsi="Open Sans" w:cs="Open Sans"/>
        </w:rPr>
      </w:pPr>
    </w:p>
    <w:p w14:paraId="5E888424" w14:textId="7D45BBCE" w:rsidR="006E736A" w:rsidRPr="00FD240D" w:rsidRDefault="006E736A" w:rsidP="004449C9">
      <w:pPr>
        <w:widowControl w:val="0"/>
        <w:jc w:val="both"/>
        <w:rPr>
          <w:rFonts w:ascii="Open Sans" w:hAnsi="Open Sans" w:cs="Open Sans"/>
        </w:rPr>
      </w:pPr>
      <w:r w:rsidRPr="00FD240D">
        <w:rPr>
          <w:rFonts w:ascii="Open Sans" w:hAnsi="Open Sans" w:cs="Open Sans"/>
        </w:rPr>
        <w:t>Dodatna pojasnila o razpisni dokumentaciji lahko ponudniki zahtevajo preko portala javnih naročil, vendar najkasneje do</w:t>
      </w:r>
      <w:r w:rsidRPr="00FD240D">
        <w:rPr>
          <w:rFonts w:ascii="Open Sans" w:hAnsi="Open Sans" w:cs="Open Sans"/>
          <w:b/>
        </w:rPr>
        <w:t xml:space="preserve"> </w:t>
      </w:r>
      <w:r w:rsidR="00133B06">
        <w:rPr>
          <w:rFonts w:ascii="Open Sans" w:hAnsi="Open Sans" w:cs="Open Sans"/>
          <w:b/>
        </w:rPr>
        <w:t>17</w:t>
      </w:r>
      <w:r w:rsidRPr="00133B06">
        <w:rPr>
          <w:rFonts w:ascii="Open Sans" w:hAnsi="Open Sans" w:cs="Open Sans"/>
          <w:b/>
          <w:bCs/>
        </w:rPr>
        <w:t xml:space="preserve">. </w:t>
      </w:r>
      <w:r w:rsidR="00133B06">
        <w:rPr>
          <w:rFonts w:ascii="Open Sans" w:hAnsi="Open Sans" w:cs="Open Sans"/>
          <w:b/>
          <w:bCs/>
        </w:rPr>
        <w:t>6</w:t>
      </w:r>
      <w:r w:rsidRPr="00133B06">
        <w:rPr>
          <w:rFonts w:ascii="Open Sans" w:hAnsi="Open Sans" w:cs="Open Sans"/>
          <w:b/>
          <w:bCs/>
        </w:rPr>
        <w:t xml:space="preserve">. </w:t>
      </w:r>
      <w:r w:rsidRPr="002054F3">
        <w:rPr>
          <w:rFonts w:ascii="Open Sans" w:hAnsi="Open Sans" w:cs="Open Sans"/>
          <w:b/>
          <w:bCs/>
        </w:rPr>
        <w:t>20</w:t>
      </w:r>
      <w:r w:rsidR="002B2572" w:rsidRPr="002054F3">
        <w:rPr>
          <w:rFonts w:ascii="Open Sans" w:hAnsi="Open Sans" w:cs="Open Sans"/>
          <w:b/>
          <w:bCs/>
        </w:rPr>
        <w:t>2</w:t>
      </w:r>
      <w:r w:rsidR="001C2741" w:rsidRPr="002054F3">
        <w:rPr>
          <w:rFonts w:ascii="Open Sans" w:hAnsi="Open Sans" w:cs="Open Sans"/>
          <w:b/>
          <w:bCs/>
        </w:rPr>
        <w:t>5</w:t>
      </w:r>
      <w:r w:rsidRPr="00FD240D">
        <w:rPr>
          <w:rFonts w:ascii="Open Sans" w:hAnsi="Open Sans" w:cs="Open Sans"/>
          <w:b/>
          <w:bCs/>
        </w:rPr>
        <w:t xml:space="preserve"> do </w:t>
      </w:r>
      <w:r w:rsidR="000A709D" w:rsidRPr="00FD240D">
        <w:rPr>
          <w:rFonts w:ascii="Open Sans" w:hAnsi="Open Sans" w:cs="Open Sans"/>
          <w:b/>
          <w:bCs/>
        </w:rPr>
        <w:t>1</w:t>
      </w:r>
      <w:r w:rsidR="001C53D4" w:rsidRPr="00FD240D">
        <w:rPr>
          <w:rFonts w:ascii="Open Sans" w:hAnsi="Open Sans" w:cs="Open Sans"/>
          <w:b/>
          <w:bCs/>
        </w:rPr>
        <w:t>0</w:t>
      </w:r>
      <w:r w:rsidRPr="00FD240D">
        <w:rPr>
          <w:rFonts w:ascii="Open Sans" w:hAnsi="Open Sans" w:cs="Open Sans"/>
          <w:b/>
          <w:bCs/>
        </w:rPr>
        <w:t>. ure</w:t>
      </w:r>
      <w:r w:rsidRPr="00FD240D">
        <w:rPr>
          <w:rFonts w:ascii="Open Sans" w:hAnsi="Open Sans" w:cs="Open Sans"/>
        </w:rPr>
        <w:t xml:space="preserve">. Odgovori oz. pojasnila bodo </w:t>
      </w:r>
      <w:r w:rsidR="00F6284F" w:rsidRPr="00FD240D">
        <w:rPr>
          <w:rFonts w:ascii="Open Sans" w:hAnsi="Open Sans" w:cs="Open Sans"/>
        </w:rPr>
        <w:t xml:space="preserve">najkasneje 2 (dva) dni pred rokom za oddajo ponudb </w:t>
      </w:r>
      <w:r w:rsidRPr="00FD240D">
        <w:rPr>
          <w:rFonts w:ascii="Open Sans" w:hAnsi="Open Sans" w:cs="Open Sans"/>
        </w:rPr>
        <w:t>objavljeni na portalu javnih naročil in na spletnem naslovu JAVNEGA PODJETJA ENERGETIKA LJUBLJANA d.o.o. (</w:t>
      </w:r>
      <w:hyperlink r:id="rId9" w:history="1">
        <w:r w:rsidR="00120927" w:rsidRPr="00FD240D">
          <w:rPr>
            <w:rStyle w:val="Hiperpovezava"/>
            <w:rFonts w:ascii="Open Sans" w:hAnsi="Open Sans" w:cs="Open Sans"/>
          </w:rPr>
          <w:t>http://www.energetika.si/javna-narocila</w:t>
        </w:r>
      </w:hyperlink>
      <w:r w:rsidRPr="00FD240D">
        <w:rPr>
          <w:rFonts w:ascii="Open Sans" w:hAnsi="Open Sans" w:cs="Open Sans"/>
        </w:rPr>
        <w:t>), na mestu, kjer je objavljena razpisna dokumentacija, pod pogojem, da bo zahteva posredovana pravočasno. Na drugače posredovane zahteve za dodatna pojasnila ali vprašanja naročnik ni dolžan odgovoriti.</w:t>
      </w:r>
    </w:p>
    <w:p w14:paraId="36423E3B" w14:textId="77777777" w:rsidR="005E5D8B" w:rsidRPr="00FD240D" w:rsidRDefault="005E5D8B" w:rsidP="004449C9">
      <w:pPr>
        <w:widowControl w:val="0"/>
        <w:autoSpaceDE w:val="0"/>
        <w:autoSpaceDN w:val="0"/>
        <w:adjustRightInd w:val="0"/>
        <w:jc w:val="both"/>
        <w:rPr>
          <w:rFonts w:ascii="Open Sans" w:hAnsi="Open Sans" w:cs="Open Sans"/>
        </w:rPr>
      </w:pPr>
    </w:p>
    <w:p w14:paraId="265A3F84" w14:textId="77777777" w:rsidR="007864B0"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Rok in način predložitve ponudbe</w:t>
      </w:r>
    </w:p>
    <w:p w14:paraId="205BEA76" w14:textId="77777777" w:rsidR="00A22577" w:rsidRPr="00FD240D" w:rsidRDefault="00A22577" w:rsidP="004449C9">
      <w:pPr>
        <w:widowControl w:val="0"/>
        <w:jc w:val="both"/>
        <w:rPr>
          <w:rFonts w:ascii="Open Sans" w:hAnsi="Open Sans" w:cs="Open Sans"/>
        </w:rPr>
      </w:pPr>
    </w:p>
    <w:p w14:paraId="652DD029" w14:textId="77777777" w:rsidR="00655302" w:rsidRPr="00FD240D" w:rsidRDefault="00655302" w:rsidP="004449C9">
      <w:pPr>
        <w:widowControl w:val="0"/>
        <w:jc w:val="both"/>
        <w:rPr>
          <w:rFonts w:ascii="Open Sans" w:hAnsi="Open Sans" w:cs="Open Sans"/>
        </w:rPr>
      </w:pPr>
      <w:r w:rsidRPr="00FD240D">
        <w:rPr>
          <w:rFonts w:ascii="Open Sans" w:hAnsi="Open Sans" w:cs="Open Sans"/>
        </w:rPr>
        <w:t xml:space="preserve">Ponudniki morajo ponudbe predložiti v informacijski sistem e-JN na spletnem naslovu </w:t>
      </w:r>
      <w:hyperlink r:id="rId10" w:history="1">
        <w:r w:rsidRPr="00FD240D">
          <w:rPr>
            <w:rFonts w:ascii="Open Sans" w:hAnsi="Open Sans" w:cs="Open Sans"/>
            <w:color w:val="0000FF"/>
            <w:u w:val="single"/>
            <w:lang w:val="x-none"/>
          </w:rPr>
          <w:t>https://ejn.gov.si/eJN2</w:t>
        </w:r>
      </w:hyperlink>
      <w:r w:rsidRPr="00FD240D">
        <w:rPr>
          <w:rFonts w:ascii="Open Sans" w:hAnsi="Open Sans" w:cs="Open Sans"/>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FD240D">
          <w:rPr>
            <w:rFonts w:ascii="Open Sans" w:hAnsi="Open Sans" w:cs="Open Sans"/>
            <w:color w:val="0000FF"/>
            <w:u w:val="single"/>
            <w:lang w:val="x-none"/>
          </w:rPr>
          <w:t>https://ejn.gov.si/eJN2</w:t>
        </w:r>
      </w:hyperlink>
      <w:r w:rsidRPr="00FD240D">
        <w:rPr>
          <w:rFonts w:ascii="Open Sans" w:hAnsi="Open Sans" w:cs="Open Sans"/>
        </w:rPr>
        <w:t>.</w:t>
      </w:r>
    </w:p>
    <w:p w14:paraId="2997B207" w14:textId="77777777" w:rsidR="00655302" w:rsidRPr="00FD240D" w:rsidRDefault="00655302" w:rsidP="004449C9">
      <w:pPr>
        <w:widowControl w:val="0"/>
        <w:jc w:val="both"/>
        <w:rPr>
          <w:rFonts w:ascii="Open Sans" w:hAnsi="Open Sans" w:cs="Open Sans"/>
        </w:rPr>
      </w:pPr>
    </w:p>
    <w:p w14:paraId="3B95770F" w14:textId="77777777" w:rsidR="00655302" w:rsidRPr="00FD240D" w:rsidRDefault="00655302" w:rsidP="004449C9">
      <w:pPr>
        <w:widowControl w:val="0"/>
        <w:jc w:val="both"/>
        <w:rPr>
          <w:rFonts w:ascii="Open Sans" w:hAnsi="Open Sans" w:cs="Open Sans"/>
        </w:rPr>
      </w:pPr>
      <w:r w:rsidRPr="00FD240D">
        <w:rPr>
          <w:rFonts w:ascii="Open Sans" w:hAnsi="Open Sans" w:cs="Open Sans"/>
        </w:rPr>
        <w:t xml:space="preserve">Ponudnik se mora pred oddajo ponudbe registrirati na spletnem naslovu </w:t>
      </w:r>
      <w:hyperlink r:id="rId12" w:history="1">
        <w:r w:rsidRPr="00FD240D">
          <w:rPr>
            <w:rFonts w:ascii="Open Sans" w:hAnsi="Open Sans" w:cs="Open Sans"/>
            <w:color w:val="0000FF"/>
            <w:u w:val="single"/>
            <w:lang w:val="x-none"/>
          </w:rPr>
          <w:t>https://ejn.gov.si/eJN2</w:t>
        </w:r>
      </w:hyperlink>
      <w:r w:rsidRPr="00FD240D">
        <w:rPr>
          <w:rFonts w:ascii="Open Sans" w:hAnsi="Open Sans" w:cs="Open Sans"/>
        </w:rPr>
        <w:t>, v skladu z Navodili za uporabo e-JN. Če je ponudnik že registriran v informacijski sistem e-JN, se v aplikacijo prijavi na istem naslovu.</w:t>
      </w:r>
    </w:p>
    <w:p w14:paraId="70053CFC" w14:textId="77777777" w:rsidR="00655302" w:rsidRPr="00FD240D" w:rsidRDefault="00655302" w:rsidP="004449C9">
      <w:pPr>
        <w:widowControl w:val="0"/>
        <w:jc w:val="both"/>
        <w:rPr>
          <w:rFonts w:ascii="Open Sans" w:hAnsi="Open Sans" w:cs="Open Sans"/>
        </w:rPr>
      </w:pPr>
    </w:p>
    <w:p w14:paraId="140174C7" w14:textId="77777777" w:rsidR="00655302" w:rsidRPr="00FD240D" w:rsidRDefault="00655302" w:rsidP="004449C9">
      <w:pPr>
        <w:widowControl w:val="0"/>
        <w:jc w:val="both"/>
        <w:rPr>
          <w:rFonts w:ascii="Open Sans" w:hAnsi="Open Sans" w:cs="Open Sans"/>
        </w:rPr>
      </w:pPr>
      <w:r w:rsidRPr="00FD240D">
        <w:rPr>
          <w:rFonts w:ascii="Open Sans" w:hAnsi="Open Sans" w:cs="Open Sans"/>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FD240D">
        <w:rPr>
          <w:rFonts w:ascii="Open Sans" w:hAnsi="Open Sans" w:cs="Open Sans"/>
          <w:vertAlign w:val="superscript"/>
        </w:rPr>
        <w:footnoteReference w:id="1"/>
      </w:r>
      <w:r w:rsidRPr="00FD240D">
        <w:rPr>
          <w:rFonts w:ascii="Open Sans" w:hAnsi="Open Sans" w:cs="Open Sans"/>
        </w:rPr>
        <w:t>). Z oddajo ponudbe je le-ta zavezujoča za čas, naveden v ponudbi, razen če jo uporabnik ponudnika umakne ali spremeni pred potekom roka za oddajo ponudb.</w:t>
      </w:r>
    </w:p>
    <w:p w14:paraId="16E9B90F" w14:textId="77777777" w:rsidR="00655302" w:rsidRPr="00FD240D" w:rsidRDefault="00655302" w:rsidP="004449C9">
      <w:pPr>
        <w:widowControl w:val="0"/>
        <w:jc w:val="both"/>
        <w:rPr>
          <w:rFonts w:ascii="Open Sans" w:hAnsi="Open Sans" w:cs="Open Sans"/>
        </w:rPr>
      </w:pPr>
    </w:p>
    <w:p w14:paraId="1F6D21DC" w14:textId="0DCDEDDA" w:rsidR="00655302" w:rsidRPr="00FD240D" w:rsidRDefault="00655302" w:rsidP="004449C9">
      <w:pPr>
        <w:widowControl w:val="0"/>
        <w:jc w:val="both"/>
        <w:rPr>
          <w:rFonts w:ascii="Open Sans" w:hAnsi="Open Sans" w:cs="Open Sans"/>
        </w:rPr>
      </w:pPr>
      <w:r w:rsidRPr="00FD240D">
        <w:rPr>
          <w:rFonts w:ascii="Open Sans" w:hAnsi="Open Sans" w:cs="Open Sans"/>
        </w:rPr>
        <w:t xml:space="preserve">Ponudba se šteje za pravočasno oddano, če jo naročnik prejme preko sistema e-JN </w:t>
      </w:r>
      <w:hyperlink r:id="rId13" w:history="1">
        <w:r w:rsidRPr="00FD240D">
          <w:rPr>
            <w:rFonts w:ascii="Open Sans" w:hAnsi="Open Sans" w:cs="Open Sans"/>
            <w:color w:val="0000FF"/>
            <w:u w:val="single"/>
            <w:lang w:val="x-none"/>
          </w:rPr>
          <w:t>https://ejn.gov.si/eJN2</w:t>
        </w:r>
      </w:hyperlink>
      <w:r w:rsidRPr="00FD240D">
        <w:rPr>
          <w:rFonts w:ascii="Open Sans" w:hAnsi="Open Sans" w:cs="Open Sans"/>
        </w:rPr>
        <w:t xml:space="preserve"> </w:t>
      </w:r>
      <w:r w:rsidRPr="00FD240D">
        <w:rPr>
          <w:rFonts w:ascii="Open Sans" w:hAnsi="Open Sans" w:cs="Open Sans"/>
          <w:b/>
        </w:rPr>
        <w:t xml:space="preserve">najkasneje do </w:t>
      </w:r>
      <w:r w:rsidR="00133B06">
        <w:rPr>
          <w:rFonts w:ascii="Open Sans" w:hAnsi="Open Sans" w:cs="Open Sans"/>
          <w:b/>
        </w:rPr>
        <w:t>20</w:t>
      </w:r>
      <w:r w:rsidR="006976CA" w:rsidRPr="00133B06">
        <w:rPr>
          <w:rFonts w:ascii="Open Sans" w:hAnsi="Open Sans" w:cs="Open Sans"/>
          <w:b/>
          <w:bCs/>
        </w:rPr>
        <w:t xml:space="preserve">. </w:t>
      </w:r>
      <w:r w:rsidR="00133B06">
        <w:rPr>
          <w:rFonts w:ascii="Open Sans" w:hAnsi="Open Sans" w:cs="Open Sans"/>
          <w:b/>
          <w:bCs/>
        </w:rPr>
        <w:t>6</w:t>
      </w:r>
      <w:r w:rsidR="006976CA" w:rsidRPr="00133B06">
        <w:rPr>
          <w:rFonts w:ascii="Open Sans" w:hAnsi="Open Sans" w:cs="Open Sans"/>
          <w:b/>
          <w:bCs/>
        </w:rPr>
        <w:t xml:space="preserve">. </w:t>
      </w:r>
      <w:r w:rsidR="006976CA" w:rsidRPr="002054F3">
        <w:rPr>
          <w:rFonts w:ascii="Open Sans" w:hAnsi="Open Sans" w:cs="Open Sans"/>
          <w:b/>
          <w:bCs/>
        </w:rPr>
        <w:t>202</w:t>
      </w:r>
      <w:r w:rsidR="001C2741" w:rsidRPr="002054F3">
        <w:rPr>
          <w:rFonts w:ascii="Open Sans" w:hAnsi="Open Sans" w:cs="Open Sans"/>
          <w:b/>
          <w:bCs/>
        </w:rPr>
        <w:t>5</w:t>
      </w:r>
      <w:r w:rsidR="006976CA" w:rsidRPr="00FD240D">
        <w:rPr>
          <w:rFonts w:ascii="Open Sans" w:hAnsi="Open Sans" w:cs="Open Sans"/>
          <w:b/>
          <w:bCs/>
        </w:rPr>
        <w:t xml:space="preserve"> </w:t>
      </w:r>
      <w:r w:rsidRPr="00FD240D">
        <w:rPr>
          <w:rFonts w:ascii="Open Sans" w:hAnsi="Open Sans" w:cs="Open Sans"/>
          <w:b/>
        </w:rPr>
        <w:t>do 12. ure</w:t>
      </w:r>
      <w:r w:rsidRPr="00FD240D">
        <w:rPr>
          <w:rFonts w:ascii="Open Sans" w:hAnsi="Open Sans" w:cs="Open Sans"/>
        </w:rPr>
        <w:t>. Za oddano ponudbo se šteje ponudba, ki je v informacijskem sistemu e-JN označena s statusom »ODDANO«.</w:t>
      </w:r>
    </w:p>
    <w:p w14:paraId="38B8AB3F" w14:textId="77777777" w:rsidR="00655302" w:rsidRPr="00FD240D" w:rsidRDefault="00655302" w:rsidP="004449C9">
      <w:pPr>
        <w:widowControl w:val="0"/>
        <w:jc w:val="both"/>
        <w:rPr>
          <w:rFonts w:ascii="Open Sans" w:hAnsi="Open Sans" w:cs="Open Sans"/>
        </w:rPr>
      </w:pPr>
    </w:p>
    <w:p w14:paraId="1F8E5DD0" w14:textId="77777777" w:rsidR="00655302" w:rsidRPr="00FD240D" w:rsidRDefault="00655302" w:rsidP="004449C9">
      <w:pPr>
        <w:widowControl w:val="0"/>
        <w:jc w:val="both"/>
        <w:rPr>
          <w:rFonts w:ascii="Open Sans" w:hAnsi="Open Sans" w:cs="Open Sans"/>
        </w:rPr>
      </w:pPr>
      <w:r w:rsidRPr="00FD240D">
        <w:rPr>
          <w:rFonts w:ascii="Open Sans" w:hAnsi="Open Sans" w:cs="Open Sans"/>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3B1CACE" w14:textId="77777777" w:rsidR="00655302" w:rsidRPr="00FD240D" w:rsidRDefault="00655302" w:rsidP="004449C9">
      <w:pPr>
        <w:widowControl w:val="0"/>
        <w:jc w:val="both"/>
        <w:rPr>
          <w:rFonts w:ascii="Open Sans" w:hAnsi="Open Sans" w:cs="Open Sans"/>
        </w:rPr>
      </w:pPr>
    </w:p>
    <w:p w14:paraId="46BE1D4C" w14:textId="77777777" w:rsidR="00655302" w:rsidRPr="00FD240D" w:rsidRDefault="00655302" w:rsidP="004449C9">
      <w:pPr>
        <w:widowControl w:val="0"/>
        <w:jc w:val="both"/>
        <w:rPr>
          <w:rFonts w:ascii="Open Sans" w:hAnsi="Open Sans" w:cs="Open Sans"/>
        </w:rPr>
      </w:pPr>
      <w:r w:rsidRPr="00FD240D">
        <w:rPr>
          <w:rFonts w:ascii="Open Sans" w:hAnsi="Open Sans" w:cs="Open Sans"/>
        </w:rPr>
        <w:t>Po preteku roka za predložitev ponudb ponudbe ne bo več mogoče oddati.</w:t>
      </w:r>
    </w:p>
    <w:p w14:paraId="154E190D" w14:textId="35FACBEE" w:rsidR="00ED7E74" w:rsidRPr="00FD240D" w:rsidRDefault="00ED7E74" w:rsidP="004449C9">
      <w:pPr>
        <w:widowControl w:val="0"/>
        <w:rPr>
          <w:rFonts w:ascii="Open Sans" w:hAnsi="Open Sans" w:cs="Open Sans"/>
        </w:rPr>
      </w:pPr>
    </w:p>
    <w:p w14:paraId="3E7DF05A"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Informacije v zvezi z odpiranjem ponudb</w:t>
      </w:r>
    </w:p>
    <w:p w14:paraId="00EA8C0C" w14:textId="77777777" w:rsidR="00C90104" w:rsidRPr="00FD240D" w:rsidRDefault="00C90104" w:rsidP="004449C9">
      <w:pPr>
        <w:widowControl w:val="0"/>
        <w:jc w:val="both"/>
        <w:rPr>
          <w:rFonts w:ascii="Open Sans" w:hAnsi="Open Sans" w:cs="Open Sans"/>
        </w:rPr>
      </w:pPr>
    </w:p>
    <w:p w14:paraId="007A7468" w14:textId="45F44994" w:rsidR="006E736A" w:rsidRPr="00FD240D" w:rsidRDefault="006E736A" w:rsidP="004449C9">
      <w:pPr>
        <w:widowControl w:val="0"/>
        <w:jc w:val="both"/>
        <w:rPr>
          <w:rFonts w:ascii="Open Sans" w:hAnsi="Open Sans" w:cs="Open Sans"/>
        </w:rPr>
      </w:pPr>
      <w:r w:rsidRPr="00FD240D">
        <w:rPr>
          <w:rFonts w:ascii="Open Sans" w:hAnsi="Open Sans" w:cs="Open Sans"/>
        </w:rPr>
        <w:t xml:space="preserve">Odpiranje ponudb bo potekalo avtomatično v informacijskem sistemu e-JN dne </w:t>
      </w:r>
      <w:r w:rsidR="00133B06" w:rsidRPr="00133B06">
        <w:rPr>
          <w:rFonts w:ascii="Open Sans" w:hAnsi="Open Sans" w:cs="Open Sans"/>
          <w:b/>
          <w:bCs/>
        </w:rPr>
        <w:t>20</w:t>
      </w:r>
      <w:r w:rsidR="00C9416C" w:rsidRPr="00133B06">
        <w:rPr>
          <w:rFonts w:ascii="Open Sans" w:hAnsi="Open Sans" w:cs="Open Sans"/>
          <w:b/>
          <w:bCs/>
        </w:rPr>
        <w:t xml:space="preserve">. </w:t>
      </w:r>
      <w:r w:rsidR="00133B06">
        <w:rPr>
          <w:rFonts w:ascii="Open Sans" w:hAnsi="Open Sans" w:cs="Open Sans"/>
          <w:b/>
          <w:bCs/>
        </w:rPr>
        <w:t>6</w:t>
      </w:r>
      <w:r w:rsidR="00C9416C" w:rsidRPr="00133B06">
        <w:rPr>
          <w:rFonts w:ascii="Open Sans" w:hAnsi="Open Sans" w:cs="Open Sans"/>
          <w:b/>
          <w:bCs/>
        </w:rPr>
        <w:t xml:space="preserve">. </w:t>
      </w:r>
      <w:r w:rsidR="00C9416C" w:rsidRPr="002054F3">
        <w:rPr>
          <w:rFonts w:ascii="Open Sans" w:hAnsi="Open Sans" w:cs="Open Sans"/>
          <w:b/>
          <w:bCs/>
        </w:rPr>
        <w:t>202</w:t>
      </w:r>
      <w:r w:rsidR="001C2741" w:rsidRPr="002054F3">
        <w:rPr>
          <w:rFonts w:ascii="Open Sans" w:hAnsi="Open Sans" w:cs="Open Sans"/>
          <w:b/>
          <w:bCs/>
        </w:rPr>
        <w:t>5</w:t>
      </w:r>
      <w:r w:rsidR="00C9416C" w:rsidRPr="00FD240D">
        <w:rPr>
          <w:rFonts w:ascii="Open Sans" w:hAnsi="Open Sans" w:cs="Open Sans"/>
          <w:b/>
          <w:bCs/>
        </w:rPr>
        <w:t xml:space="preserve"> </w:t>
      </w:r>
      <w:r w:rsidRPr="00FD240D">
        <w:rPr>
          <w:rFonts w:ascii="Open Sans" w:hAnsi="Open Sans" w:cs="Open Sans"/>
        </w:rPr>
        <w:t xml:space="preserve">in se bo začelo </w:t>
      </w:r>
      <w:r w:rsidRPr="00FD240D">
        <w:rPr>
          <w:rFonts w:ascii="Open Sans" w:hAnsi="Open Sans" w:cs="Open Sans"/>
          <w:b/>
        </w:rPr>
        <w:t xml:space="preserve">ob </w:t>
      </w:r>
      <w:r w:rsidR="00EA415C" w:rsidRPr="00FD240D">
        <w:rPr>
          <w:rFonts w:ascii="Open Sans" w:hAnsi="Open Sans" w:cs="Open Sans"/>
          <w:b/>
        </w:rPr>
        <w:t>1</w:t>
      </w:r>
      <w:r w:rsidR="00C90104" w:rsidRPr="00FD240D">
        <w:rPr>
          <w:rFonts w:ascii="Open Sans" w:hAnsi="Open Sans" w:cs="Open Sans"/>
          <w:b/>
        </w:rPr>
        <w:t>3.</w:t>
      </w:r>
      <w:r w:rsidRPr="00FD240D">
        <w:rPr>
          <w:rFonts w:ascii="Open Sans" w:hAnsi="Open Sans" w:cs="Open Sans"/>
          <w:b/>
        </w:rPr>
        <w:t xml:space="preserve"> uri</w:t>
      </w:r>
      <w:r w:rsidRPr="00FD240D">
        <w:rPr>
          <w:rFonts w:ascii="Open Sans" w:hAnsi="Open Sans" w:cs="Open Sans"/>
        </w:rPr>
        <w:t xml:space="preserve"> na spletnem naslovu </w:t>
      </w:r>
      <w:hyperlink r:id="rId14" w:history="1">
        <w:r w:rsidR="000C1B88" w:rsidRPr="00FD240D">
          <w:rPr>
            <w:rStyle w:val="Hiperpovezava"/>
            <w:rFonts w:ascii="Open Sans" w:hAnsi="Open Sans" w:cs="Open Sans"/>
          </w:rPr>
          <w:t>Elektronsko javno naročanje e-JN (gov.si)</w:t>
        </w:r>
      </w:hyperlink>
      <w:r w:rsidR="000C1B88" w:rsidRPr="00FD240D">
        <w:rPr>
          <w:rFonts w:ascii="Open Sans" w:hAnsi="Open Sans" w:cs="Open Sans"/>
        </w:rPr>
        <w:t>.</w:t>
      </w:r>
    </w:p>
    <w:p w14:paraId="74D066BC" w14:textId="77777777" w:rsidR="006E736A" w:rsidRPr="00FD240D" w:rsidRDefault="006E736A" w:rsidP="004449C9">
      <w:pPr>
        <w:widowControl w:val="0"/>
        <w:jc w:val="both"/>
        <w:rPr>
          <w:rFonts w:ascii="Open Sans" w:hAnsi="Open Sans" w:cs="Open Sans"/>
        </w:rPr>
      </w:pPr>
    </w:p>
    <w:p w14:paraId="7A0239E6" w14:textId="700AA4E1" w:rsidR="009A0D41" w:rsidRPr="00FD240D" w:rsidRDefault="006E736A" w:rsidP="004449C9">
      <w:pPr>
        <w:widowControl w:val="0"/>
        <w:jc w:val="both"/>
        <w:rPr>
          <w:rFonts w:ascii="Open Sans" w:hAnsi="Open Sans" w:cs="Open Sans"/>
        </w:rPr>
      </w:pPr>
      <w:r w:rsidRPr="00FD240D">
        <w:rPr>
          <w:rFonts w:ascii="Open Sans" w:hAnsi="Open Sans" w:cs="Open Sans"/>
        </w:rPr>
        <w:t xml:space="preserve">Odpiranje poteka tako, da informacijski sistem e-JN samodejno ob uri, ki je določena za javno odpiranje ponudb, prikaže podatke o ponudniku, ter omogoči dostop do </w:t>
      </w:r>
      <w:r w:rsidR="00B21034" w:rsidRPr="00FD240D">
        <w:rPr>
          <w:rFonts w:ascii="Open Sans" w:hAnsi="Open Sans" w:cs="Open Sans"/>
        </w:rPr>
        <w:t>PDF</w:t>
      </w:r>
      <w:r w:rsidRPr="00FD240D">
        <w:rPr>
          <w:rFonts w:ascii="Open Sans" w:hAnsi="Open Sans" w:cs="Open Sans"/>
        </w:rPr>
        <w:t xml:space="preserve"> dokumenta, ki ga ponudnik naloži v sistem e-JN pod razdelek »Predračun«. </w:t>
      </w:r>
      <w:r w:rsidR="009A0D41" w:rsidRPr="00FD240D">
        <w:rPr>
          <w:rFonts w:ascii="Open Sans" w:hAnsi="Open Sans" w:cs="Open Sans"/>
        </w:rPr>
        <w:t xml:space="preserve">Ti podatki oziroma dokumenti so vidni do zaključka postopka oddaje tega </w:t>
      </w:r>
      <w:r w:rsidR="00607800" w:rsidRPr="00FD240D">
        <w:rPr>
          <w:rFonts w:ascii="Open Sans" w:hAnsi="Open Sans" w:cs="Open Sans"/>
        </w:rPr>
        <w:t xml:space="preserve">javnega </w:t>
      </w:r>
      <w:r w:rsidR="009A0D41" w:rsidRPr="00FD240D">
        <w:rPr>
          <w:rFonts w:ascii="Open Sans" w:hAnsi="Open Sans" w:cs="Open Sans"/>
        </w:rPr>
        <w:t>naročila. Ponudniki, ki so oddali ponudbe, imajo te podatke v informacijskem sistemu e-JN na razpolago v razdelku »Zapisnik o odpiranju ponudb«.</w:t>
      </w:r>
    </w:p>
    <w:p w14:paraId="2F0650C5" w14:textId="77777777" w:rsidR="00C90104" w:rsidRPr="00FD240D" w:rsidRDefault="00C90104" w:rsidP="004449C9">
      <w:pPr>
        <w:widowControl w:val="0"/>
        <w:jc w:val="both"/>
        <w:rPr>
          <w:rFonts w:ascii="Open Sans" w:hAnsi="Open Sans" w:cs="Open Sans"/>
        </w:rPr>
      </w:pPr>
    </w:p>
    <w:p w14:paraId="11D6DE97" w14:textId="77777777" w:rsidR="00883DF8" w:rsidRPr="00FD240D" w:rsidRDefault="00C90104" w:rsidP="0019014E">
      <w:pPr>
        <w:widowControl w:val="0"/>
        <w:numPr>
          <w:ilvl w:val="1"/>
          <w:numId w:val="10"/>
        </w:numPr>
        <w:jc w:val="both"/>
        <w:rPr>
          <w:rFonts w:ascii="Open Sans" w:hAnsi="Open Sans" w:cs="Open Sans"/>
          <w:b/>
        </w:rPr>
      </w:pPr>
      <w:r w:rsidRPr="00FD240D">
        <w:rPr>
          <w:rFonts w:ascii="Open Sans" w:hAnsi="Open Sans" w:cs="Open Sans"/>
          <w:b/>
        </w:rPr>
        <w:t xml:space="preserve"> </w:t>
      </w:r>
      <w:r w:rsidR="008800E7" w:rsidRPr="00FD240D">
        <w:rPr>
          <w:rFonts w:ascii="Open Sans" w:hAnsi="Open Sans" w:cs="Open Sans"/>
          <w:b/>
        </w:rPr>
        <w:t xml:space="preserve">Obrazec »Ponudbeni predračun« </w:t>
      </w:r>
      <w:r w:rsidR="00883DF8" w:rsidRPr="00FD240D">
        <w:rPr>
          <w:rFonts w:ascii="Open Sans" w:eastAsiaTheme="minorEastAsia" w:hAnsi="Open Sans" w:cs="Open Sans"/>
          <w:b/>
        </w:rPr>
        <w:t>(priloga 2/1) in »Povzetek ponudbenega predračuna« (priloga</w:t>
      </w:r>
      <w:r w:rsidR="00883DF8" w:rsidRPr="00FD240D">
        <w:rPr>
          <w:rFonts w:ascii="Open Sans" w:eastAsiaTheme="minorEastAsia" w:hAnsi="Open Sans" w:cs="Open Sans"/>
          <w:b/>
          <w:spacing w:val="-4"/>
        </w:rPr>
        <w:t xml:space="preserve"> </w:t>
      </w:r>
      <w:r w:rsidR="00883DF8" w:rsidRPr="00FD240D">
        <w:rPr>
          <w:rFonts w:ascii="Open Sans" w:eastAsiaTheme="minorEastAsia" w:hAnsi="Open Sans" w:cs="Open Sans"/>
          <w:b/>
        </w:rPr>
        <w:t>2/2)</w:t>
      </w:r>
    </w:p>
    <w:p w14:paraId="3ED08630" w14:textId="77777777" w:rsidR="00C90104" w:rsidRPr="00FD240D" w:rsidRDefault="00C90104" w:rsidP="004449C9">
      <w:pPr>
        <w:widowControl w:val="0"/>
        <w:jc w:val="both"/>
        <w:rPr>
          <w:rFonts w:ascii="Open Sans" w:hAnsi="Open Sans" w:cs="Open Sans"/>
          <w:b/>
          <w:color w:val="000000"/>
        </w:rPr>
      </w:pPr>
    </w:p>
    <w:p w14:paraId="3BC247BB" w14:textId="5D0C7FDC" w:rsidR="007E4A5B" w:rsidRDefault="007E4A5B" w:rsidP="007E4A5B">
      <w:pPr>
        <w:widowControl w:val="0"/>
        <w:jc w:val="both"/>
        <w:rPr>
          <w:rFonts w:ascii="Open Sans" w:hAnsi="Open Sans" w:cs="Open Sans"/>
          <w:b/>
        </w:rPr>
      </w:pPr>
      <w:r w:rsidRPr="00FD240D">
        <w:rPr>
          <w:rFonts w:ascii="Open Sans" w:hAnsi="Open Sans" w:cs="Open Sans"/>
        </w:rPr>
        <w:t xml:space="preserve">Ponudnik mora v ponudbenem predračunu (priloga 2/1) v stolpec »Cena na enoto mere v EUR brez DDV« podati cene za vse navedene postavke, ponudbene cene pa morajo biti podane v do 2 (dveh) decimalkah, oz. centih. </w:t>
      </w:r>
      <w:r w:rsidRPr="00FD240D">
        <w:rPr>
          <w:rFonts w:ascii="Open Sans" w:hAnsi="Open Sans" w:cs="Open Sans"/>
          <w:b/>
        </w:rPr>
        <w:t>Ponudnik v ponudbeni predračun v stolpec »Cena na enoto mere v EUR brez DDV« ne sme vpisati cene 0,00.</w:t>
      </w:r>
    </w:p>
    <w:p w14:paraId="4391FC8E" w14:textId="77777777" w:rsidR="007E4A5B" w:rsidRPr="00FD240D" w:rsidRDefault="007E4A5B" w:rsidP="007E4A5B">
      <w:pPr>
        <w:widowControl w:val="0"/>
        <w:jc w:val="both"/>
        <w:rPr>
          <w:rFonts w:ascii="Open Sans" w:hAnsi="Open Sans" w:cs="Open Sans"/>
          <w:b/>
        </w:rPr>
      </w:pPr>
    </w:p>
    <w:p w14:paraId="60B8C603" w14:textId="260F55CE" w:rsidR="00C90104" w:rsidRPr="00FD240D" w:rsidRDefault="008800E7" w:rsidP="004449C9">
      <w:pPr>
        <w:widowControl w:val="0"/>
        <w:jc w:val="both"/>
        <w:rPr>
          <w:rFonts w:ascii="Open Sans" w:hAnsi="Open Sans" w:cs="Open Sans"/>
          <w:color w:val="000000"/>
        </w:rPr>
      </w:pPr>
      <w:r w:rsidRPr="00FD240D">
        <w:rPr>
          <w:rFonts w:ascii="Open Sans" w:hAnsi="Open Sans" w:cs="Open Sans"/>
        </w:rPr>
        <w:t xml:space="preserve">V primeru, da ponudnik v ponudbenem predračunu (priloga 2/1) za posamezno postavko ne vnese vrednosti, bo </w:t>
      </w:r>
      <w:r w:rsidR="008A32DE" w:rsidRPr="00FD240D">
        <w:rPr>
          <w:rFonts w:ascii="Open Sans" w:hAnsi="Open Sans" w:cs="Open Sans"/>
        </w:rPr>
        <w:t xml:space="preserve">izključen </w:t>
      </w:r>
      <w:r w:rsidRPr="00FD240D">
        <w:rPr>
          <w:rFonts w:ascii="Open Sans" w:hAnsi="Open Sans" w:cs="Open Sans"/>
        </w:rPr>
        <w:t>iz nadaljnjega postopka.</w:t>
      </w:r>
    </w:p>
    <w:p w14:paraId="44BA9475" w14:textId="6CF5ED3D" w:rsidR="00C90104" w:rsidRDefault="00C90104" w:rsidP="004449C9">
      <w:pPr>
        <w:widowControl w:val="0"/>
        <w:jc w:val="both"/>
        <w:rPr>
          <w:rFonts w:ascii="Open Sans" w:hAnsi="Open Sans" w:cs="Open Sans"/>
          <w:color w:val="000000"/>
        </w:rPr>
      </w:pPr>
    </w:p>
    <w:p w14:paraId="39C646D7" w14:textId="77777777" w:rsidR="00764555" w:rsidRDefault="00764555" w:rsidP="00764555">
      <w:pPr>
        <w:widowControl w:val="0"/>
        <w:kinsoku w:val="0"/>
        <w:overflowPunct w:val="0"/>
        <w:autoSpaceDE w:val="0"/>
        <w:autoSpaceDN w:val="0"/>
        <w:adjustRightInd w:val="0"/>
        <w:ind w:left="196"/>
        <w:rPr>
          <w:rFonts w:ascii="Tahoma" w:eastAsiaTheme="minorEastAsia" w:hAnsi="Tahoma" w:cs="Tahoma"/>
          <w:b/>
          <w:bCs/>
          <w:sz w:val="22"/>
          <w:szCs w:val="22"/>
          <w:u w:val="thick"/>
        </w:rPr>
      </w:pPr>
    </w:p>
    <w:p w14:paraId="001CEC52" w14:textId="29D05E81" w:rsidR="00764555" w:rsidRPr="00764555" w:rsidRDefault="00764555" w:rsidP="00764555">
      <w:pPr>
        <w:widowControl w:val="0"/>
        <w:kinsoku w:val="0"/>
        <w:overflowPunct w:val="0"/>
        <w:autoSpaceDE w:val="0"/>
        <w:autoSpaceDN w:val="0"/>
        <w:adjustRightInd w:val="0"/>
        <w:ind w:left="196"/>
        <w:rPr>
          <w:rFonts w:ascii="Open Sans" w:eastAsiaTheme="minorEastAsia" w:hAnsi="Open Sans" w:cs="Open Sans"/>
          <w:b/>
          <w:bCs/>
        </w:rPr>
      </w:pPr>
      <w:r w:rsidRPr="00764555">
        <w:rPr>
          <w:rFonts w:ascii="Open Sans" w:eastAsiaTheme="minorEastAsia" w:hAnsi="Open Sans" w:cs="Open Sans"/>
          <w:b/>
          <w:bCs/>
          <w:u w:val="thick"/>
        </w:rPr>
        <w:lastRenderedPageBreak/>
        <w:t>OPOZORILO</w:t>
      </w:r>
    </w:p>
    <w:p w14:paraId="70A2A6FB" w14:textId="77777777" w:rsidR="00764555" w:rsidRPr="00764555" w:rsidRDefault="00764555" w:rsidP="00764555">
      <w:pPr>
        <w:widowControl w:val="0"/>
        <w:kinsoku w:val="0"/>
        <w:overflowPunct w:val="0"/>
        <w:autoSpaceDE w:val="0"/>
        <w:autoSpaceDN w:val="0"/>
        <w:adjustRightInd w:val="0"/>
        <w:rPr>
          <w:rFonts w:ascii="Open Sans" w:eastAsiaTheme="minorEastAsia" w:hAnsi="Open Sans" w:cs="Open Sans"/>
          <w:b/>
          <w:bCs/>
        </w:rPr>
      </w:pPr>
    </w:p>
    <w:p w14:paraId="2AECD6EF" w14:textId="77777777" w:rsidR="00764555" w:rsidRPr="00764555" w:rsidRDefault="00764555" w:rsidP="00764555">
      <w:pPr>
        <w:widowControl w:val="0"/>
        <w:jc w:val="both"/>
        <w:rPr>
          <w:rFonts w:ascii="Open Sans" w:eastAsiaTheme="minorEastAsia" w:hAnsi="Open Sans" w:cs="Open Sans"/>
          <w:b/>
          <w:bCs/>
        </w:rPr>
      </w:pPr>
      <w:r w:rsidRPr="00764555">
        <w:rPr>
          <w:rFonts w:ascii="Open Sans" w:eastAsiaTheme="minorEastAsia" w:hAnsi="Open Sans" w:cs="Open Sans"/>
          <w:b/>
          <w:bCs/>
        </w:rPr>
        <w:t>Pri vseh postavkah iz popisa, kjer so določeni proizvajalci, se doda beseda »ali enakovredno«.</w:t>
      </w:r>
    </w:p>
    <w:p w14:paraId="62A6D2A9" w14:textId="77777777" w:rsidR="00613D39" w:rsidRDefault="00613D39" w:rsidP="00764555">
      <w:pPr>
        <w:widowControl w:val="0"/>
        <w:jc w:val="both"/>
        <w:rPr>
          <w:rFonts w:ascii="Open Sans" w:eastAsiaTheme="minorEastAsia" w:hAnsi="Open Sans" w:cs="Open Sans"/>
          <w:b/>
          <w:bCs/>
        </w:rPr>
      </w:pPr>
    </w:p>
    <w:p w14:paraId="3465D4DB" w14:textId="77777777" w:rsidR="00613D39" w:rsidRDefault="00613D39" w:rsidP="00613D39">
      <w:pPr>
        <w:widowControl w:val="0"/>
        <w:jc w:val="both"/>
        <w:rPr>
          <w:rFonts w:ascii="Open Sans" w:hAnsi="Open Sans" w:cs="Open Sans"/>
          <w:b/>
        </w:rPr>
      </w:pPr>
      <w:r w:rsidRPr="007E1A55">
        <w:rPr>
          <w:rFonts w:ascii="Open Sans" w:hAnsi="Open Sans" w:cs="Open Sans"/>
          <w:b/>
        </w:rPr>
        <w:t>V primeru, da bo ponudnik pri izvedbi del uporabljal enakovredno blago</w:t>
      </w:r>
      <w:r w:rsidRPr="007E1A55">
        <w:rPr>
          <w:rFonts w:ascii="Open Sans" w:hAnsi="Open Sans" w:cs="Open Sans"/>
        </w:rPr>
        <w:t xml:space="preserve"> </w:t>
      </w:r>
      <w:r w:rsidRPr="007E1A55">
        <w:rPr>
          <w:rFonts w:ascii="Open Sans" w:hAnsi="Open Sans" w:cs="Open Sans"/>
          <w:b/>
        </w:rPr>
        <w:t>mora s predložitvijo ustrezne tehnične dokumentacije dokazati, da je blago, ki ga ponuja enakovredno blagu, ki ga zahteva naročnik.</w:t>
      </w:r>
    </w:p>
    <w:p w14:paraId="5870F2BC" w14:textId="77777777" w:rsidR="00764555" w:rsidRDefault="00764555" w:rsidP="00736A46">
      <w:pPr>
        <w:widowControl w:val="0"/>
        <w:jc w:val="both"/>
        <w:rPr>
          <w:rFonts w:ascii="Open Sans" w:hAnsi="Open Sans" w:cs="Open Sans"/>
          <w:lang w:val="x-none"/>
        </w:rPr>
      </w:pPr>
    </w:p>
    <w:p w14:paraId="51A8CC80" w14:textId="420F1A4E" w:rsidR="00736A46" w:rsidRPr="00FD240D" w:rsidRDefault="00736A46" w:rsidP="00736A46">
      <w:pPr>
        <w:widowControl w:val="0"/>
        <w:jc w:val="both"/>
        <w:rPr>
          <w:rFonts w:ascii="Open Sans" w:hAnsi="Open Sans" w:cs="Open Sans"/>
          <w:lang w:val="x-none"/>
        </w:rPr>
      </w:pPr>
      <w:r w:rsidRPr="00FD240D">
        <w:rPr>
          <w:rFonts w:ascii="Open Sans" w:hAnsi="Open Sans" w:cs="Open Sans"/>
          <w:lang w:val="x-none"/>
        </w:rPr>
        <w:t>Ponudben</w:t>
      </w:r>
      <w:r w:rsidRPr="00FD240D">
        <w:rPr>
          <w:rFonts w:ascii="Open Sans" w:hAnsi="Open Sans" w:cs="Open Sans"/>
        </w:rPr>
        <w:t>e</w:t>
      </w:r>
      <w:r w:rsidRPr="00FD240D">
        <w:rPr>
          <w:rFonts w:ascii="Open Sans" w:hAnsi="Open Sans" w:cs="Open Sans"/>
          <w:lang w:val="x-none"/>
        </w:rPr>
        <w:t xml:space="preserve"> cen</w:t>
      </w:r>
      <w:r w:rsidRPr="00FD240D">
        <w:rPr>
          <w:rFonts w:ascii="Open Sans" w:hAnsi="Open Sans" w:cs="Open Sans"/>
        </w:rPr>
        <w:t>e</w:t>
      </w:r>
      <w:r w:rsidR="00A37BE7" w:rsidRPr="00FD240D">
        <w:rPr>
          <w:rFonts w:ascii="Open Sans" w:hAnsi="Open Sans" w:cs="Open Sans"/>
        </w:rPr>
        <w:t xml:space="preserve"> na enoto mere</w:t>
      </w:r>
      <w:r w:rsidRPr="00FD240D">
        <w:rPr>
          <w:rFonts w:ascii="Open Sans" w:hAnsi="Open Sans" w:cs="Open Sans"/>
          <w:lang w:val="x-none"/>
        </w:rPr>
        <w:t xml:space="preserve">, navedene v posamezni postavki </w:t>
      </w:r>
      <w:r w:rsidRPr="00FD240D">
        <w:rPr>
          <w:rFonts w:ascii="Open Sans" w:hAnsi="Open Sans" w:cs="Open Sans"/>
        </w:rPr>
        <w:t xml:space="preserve">ponudbenega </w:t>
      </w:r>
      <w:r w:rsidRPr="00FD240D">
        <w:rPr>
          <w:rFonts w:ascii="Open Sans" w:hAnsi="Open Sans" w:cs="Open Sans"/>
          <w:lang w:val="x-none"/>
        </w:rPr>
        <w:t>predračuna, mora</w:t>
      </w:r>
      <w:r w:rsidRPr="00FD240D">
        <w:rPr>
          <w:rFonts w:ascii="Open Sans" w:hAnsi="Open Sans" w:cs="Open Sans"/>
        </w:rPr>
        <w:t>jo</w:t>
      </w:r>
      <w:r w:rsidRPr="00FD240D">
        <w:rPr>
          <w:rFonts w:ascii="Open Sans" w:hAnsi="Open Sans" w:cs="Open Sans"/>
          <w:lang w:val="x-none"/>
        </w:rPr>
        <w:t xml:space="preserve"> biti </w:t>
      </w:r>
      <w:r w:rsidRPr="00FD240D">
        <w:rPr>
          <w:rFonts w:ascii="Open Sans" w:hAnsi="Open Sans" w:cs="Open Sans"/>
        </w:rPr>
        <w:t>ves čas veljavnosti okvirnega sporazuma nespremenjene, razen v primeru znižanja cen</w:t>
      </w:r>
      <w:r w:rsidRPr="00FD240D">
        <w:rPr>
          <w:rFonts w:ascii="Open Sans" w:hAnsi="Open Sans" w:cs="Open Sans"/>
          <w:lang w:val="x-none"/>
        </w:rPr>
        <w:t>.</w:t>
      </w:r>
    </w:p>
    <w:p w14:paraId="3F29A9AA" w14:textId="77777777" w:rsidR="00736A46" w:rsidRPr="00FD240D" w:rsidRDefault="00736A46" w:rsidP="004449C9">
      <w:pPr>
        <w:widowControl w:val="0"/>
        <w:jc w:val="both"/>
        <w:rPr>
          <w:rFonts w:ascii="Open Sans" w:hAnsi="Open Sans" w:cs="Open Sans"/>
          <w:b/>
        </w:rPr>
      </w:pPr>
    </w:p>
    <w:p w14:paraId="5204085C" w14:textId="24361F24" w:rsidR="008800E7" w:rsidRPr="00FD240D" w:rsidRDefault="008800E7" w:rsidP="004449C9">
      <w:pPr>
        <w:widowControl w:val="0"/>
        <w:jc w:val="both"/>
        <w:rPr>
          <w:rFonts w:ascii="Open Sans" w:hAnsi="Open Sans" w:cs="Open Sans"/>
        </w:rPr>
      </w:pPr>
      <w:r w:rsidRPr="00FD240D">
        <w:rPr>
          <w:rFonts w:ascii="Open Sans" w:hAnsi="Open Sans" w:cs="Open Sans"/>
        </w:rPr>
        <w:t>Ponudnik ne sme spreminjati vsebine ponudbenega predračuna.</w:t>
      </w:r>
    </w:p>
    <w:p w14:paraId="6E8F386B" w14:textId="77777777" w:rsidR="00B10B2D" w:rsidRPr="00FD240D" w:rsidRDefault="00B10B2D" w:rsidP="00883DF8">
      <w:pPr>
        <w:widowControl w:val="0"/>
        <w:jc w:val="both"/>
        <w:rPr>
          <w:rFonts w:ascii="Open Sans" w:hAnsi="Open Sans" w:cs="Open Sans"/>
          <w:b/>
          <w:u w:val="single"/>
        </w:rPr>
      </w:pPr>
    </w:p>
    <w:p w14:paraId="62C44B47" w14:textId="1B94CE71" w:rsidR="00883DF8" w:rsidRPr="00FD240D" w:rsidRDefault="00883DF8" w:rsidP="00883DF8">
      <w:pPr>
        <w:widowControl w:val="0"/>
        <w:jc w:val="both"/>
        <w:rPr>
          <w:rFonts w:ascii="Open Sans" w:hAnsi="Open Sans" w:cs="Open Sans"/>
          <w:b/>
          <w:u w:val="single"/>
        </w:rPr>
      </w:pPr>
      <w:r w:rsidRPr="00FD240D">
        <w:rPr>
          <w:rFonts w:ascii="Open Sans" w:hAnsi="Open Sans" w:cs="Open Sans"/>
          <w:b/>
          <w:u w:val="single"/>
        </w:rPr>
        <w:t xml:space="preserve">Obrazec ponudbenega predračuna je zaščiten proti spreminjanju oziroma vnosu dodatnih parametrov. V primeru, da bo ponudnik umaknil zaščito </w:t>
      </w:r>
      <w:r w:rsidR="009100C2">
        <w:rPr>
          <w:rFonts w:ascii="Open Sans" w:hAnsi="Open Sans" w:cs="Open Sans"/>
          <w:b/>
          <w:u w:val="single"/>
        </w:rPr>
        <w:t xml:space="preserve">ponudbenega </w:t>
      </w:r>
      <w:r w:rsidRPr="00FD240D">
        <w:rPr>
          <w:rFonts w:ascii="Open Sans" w:hAnsi="Open Sans" w:cs="Open Sans"/>
          <w:b/>
          <w:u w:val="single"/>
        </w:rPr>
        <w:t xml:space="preserve">predračuna in spreminjal </w:t>
      </w:r>
      <w:r w:rsidR="009100C2">
        <w:rPr>
          <w:rFonts w:ascii="Open Sans" w:hAnsi="Open Sans" w:cs="Open Sans"/>
          <w:b/>
          <w:u w:val="single"/>
        </w:rPr>
        <w:t xml:space="preserve">ponudbeni </w:t>
      </w:r>
      <w:r w:rsidRPr="00FD240D">
        <w:rPr>
          <w:rFonts w:ascii="Open Sans" w:hAnsi="Open Sans" w:cs="Open Sans"/>
          <w:b/>
          <w:u w:val="single"/>
        </w:rPr>
        <w:t xml:space="preserve">predračun, bo ponudba </w:t>
      </w:r>
      <w:r w:rsidR="008A32DE" w:rsidRPr="00FD240D">
        <w:rPr>
          <w:rFonts w:ascii="Open Sans" w:hAnsi="Open Sans" w:cs="Open Sans"/>
          <w:b/>
          <w:u w:val="single"/>
        </w:rPr>
        <w:t xml:space="preserve">izključena </w:t>
      </w:r>
      <w:r w:rsidRPr="00FD240D">
        <w:rPr>
          <w:rFonts w:ascii="Open Sans" w:hAnsi="Open Sans" w:cs="Open Sans"/>
          <w:b/>
          <w:u w:val="single"/>
        </w:rPr>
        <w:t>iz nadaljnjega postopka oddaje predmetnega javnega naročila.</w:t>
      </w:r>
    </w:p>
    <w:p w14:paraId="23CB6EA2" w14:textId="77777777" w:rsidR="008A32DE" w:rsidRPr="00FD240D" w:rsidRDefault="008A32DE" w:rsidP="00883DF8">
      <w:pPr>
        <w:widowControl w:val="0"/>
        <w:jc w:val="both"/>
        <w:rPr>
          <w:rFonts w:ascii="Open Sans" w:hAnsi="Open Sans" w:cs="Open Sans"/>
          <w:b/>
          <w:u w:val="single"/>
        </w:rPr>
      </w:pPr>
    </w:p>
    <w:p w14:paraId="1CA5CF2C" w14:textId="77777777" w:rsidR="009100C2" w:rsidRPr="001B0209" w:rsidRDefault="009100C2" w:rsidP="009100C2">
      <w:pPr>
        <w:widowControl w:val="0"/>
        <w:jc w:val="both"/>
        <w:rPr>
          <w:rFonts w:ascii="Open Sans" w:hAnsi="Open Sans" w:cs="Open Sans"/>
          <w:b/>
        </w:rPr>
      </w:pPr>
      <w:r w:rsidRPr="00CF48E3">
        <w:rPr>
          <w:rFonts w:ascii="Open Sans" w:hAnsi="Open Sans" w:cs="Open Sans"/>
          <w:b/>
        </w:rPr>
        <w:t xml:space="preserve">Ponudbeni predračun v PDF formatu mora biti podpisan s strani odgovorne osebe ponudnika, ponudbeni predračun v Excel formatu pa označen z nazivom ponudnika. </w:t>
      </w:r>
      <w:r w:rsidRPr="001B0209">
        <w:rPr>
          <w:rFonts w:ascii="Open Sans" w:hAnsi="Open Sans" w:cs="Open Sans"/>
          <w:b/>
        </w:rPr>
        <w:t>Ponudbena predračuna v PDF in Excel formatu morata biti vsebinsko identična.</w:t>
      </w:r>
    </w:p>
    <w:p w14:paraId="355D742A" w14:textId="77777777" w:rsidR="009100C2" w:rsidRDefault="009100C2" w:rsidP="004449C9">
      <w:pPr>
        <w:widowControl w:val="0"/>
        <w:jc w:val="both"/>
        <w:rPr>
          <w:rFonts w:ascii="Open Sans" w:hAnsi="Open Sans" w:cs="Open Sans"/>
        </w:rPr>
      </w:pPr>
    </w:p>
    <w:p w14:paraId="5CB6B74C" w14:textId="2D266780" w:rsidR="00627484" w:rsidRPr="00FD240D" w:rsidRDefault="00627484" w:rsidP="004449C9">
      <w:pPr>
        <w:widowControl w:val="0"/>
        <w:jc w:val="both"/>
        <w:rPr>
          <w:rFonts w:ascii="Open Sans" w:hAnsi="Open Sans" w:cs="Open Sans"/>
        </w:rPr>
      </w:pPr>
      <w:r w:rsidRPr="00FD240D">
        <w:rPr>
          <w:rFonts w:ascii="Open Sans" w:hAnsi="Open Sans" w:cs="Open Sans"/>
        </w:rPr>
        <w:t xml:space="preserve">Ponudnik mora pri pripravi ponudbe in določanju ponudbenih cen na enoto mere, navedenih v posameznih postavkah ponudbenega predračuna, upoštevati vse materialne in nematerialne stroške, ki bodo potrebni za </w:t>
      </w:r>
      <w:r w:rsidR="008A32DE" w:rsidRPr="00FD240D">
        <w:rPr>
          <w:rFonts w:ascii="Open Sans" w:hAnsi="Open Sans" w:cs="Open Sans"/>
        </w:rPr>
        <w:t xml:space="preserve">kakovostno </w:t>
      </w:r>
      <w:r w:rsidRPr="00FD240D">
        <w:rPr>
          <w:rFonts w:ascii="Open Sans" w:hAnsi="Open Sans" w:cs="Open Sans"/>
        </w:rPr>
        <w:t xml:space="preserve">in pravočasno izvedbo predmeta javnega naročila, vključno s stroški </w:t>
      </w:r>
      <w:r w:rsidR="00032213" w:rsidRPr="00FD240D">
        <w:rPr>
          <w:rFonts w:ascii="Open Sans" w:hAnsi="Open Sans" w:cs="Open Sans"/>
        </w:rPr>
        <w:t>storitev</w:t>
      </w:r>
      <w:r w:rsidRPr="00FD240D">
        <w:rPr>
          <w:rFonts w:ascii="Open Sans" w:hAnsi="Open Sans" w:cs="Open Sans"/>
        </w:rPr>
        <w:t>, stroški prevoza, stroški izdelave ponudbene dokumentacije, popusti, dajatvami in vsemi ostalimi stroški, ki so povezani s predmetom javnega naročila.</w:t>
      </w:r>
    </w:p>
    <w:p w14:paraId="21874FDB" w14:textId="77777777" w:rsidR="00627484" w:rsidRPr="00FD240D" w:rsidRDefault="00627484" w:rsidP="004449C9">
      <w:pPr>
        <w:widowControl w:val="0"/>
        <w:jc w:val="both"/>
        <w:rPr>
          <w:rFonts w:ascii="Open Sans" w:hAnsi="Open Sans" w:cs="Open Sans"/>
        </w:rPr>
      </w:pPr>
    </w:p>
    <w:p w14:paraId="5F48D7E0" w14:textId="66BDFC5C" w:rsidR="008800E7" w:rsidRPr="00FD240D" w:rsidRDefault="008800E7" w:rsidP="004449C9">
      <w:pPr>
        <w:widowControl w:val="0"/>
        <w:jc w:val="both"/>
        <w:rPr>
          <w:rFonts w:ascii="Open Sans" w:hAnsi="Open Sans" w:cs="Open Sans"/>
        </w:rPr>
      </w:pPr>
      <w:r w:rsidRPr="00FD240D">
        <w:rPr>
          <w:rFonts w:ascii="Open Sans" w:hAnsi="Open Sans" w:cs="Open Sans"/>
        </w:rPr>
        <w:t>V primeru, da bo naročnik pri pregledu in ocenjevanju ponudb odkril očitne računske napake, bo ravnal v skladu s sedmim odstavkom 89. člena ZJN-3.</w:t>
      </w:r>
    </w:p>
    <w:p w14:paraId="088E9E32" w14:textId="77777777" w:rsidR="008800E7" w:rsidRPr="00FD240D" w:rsidRDefault="008800E7" w:rsidP="004449C9">
      <w:pPr>
        <w:widowControl w:val="0"/>
        <w:jc w:val="both"/>
        <w:rPr>
          <w:rFonts w:ascii="Open Sans" w:hAnsi="Open Sans" w:cs="Open Sans"/>
        </w:rPr>
      </w:pPr>
    </w:p>
    <w:p w14:paraId="62579444" w14:textId="77777777" w:rsidR="008800E7" w:rsidRPr="00FD240D" w:rsidRDefault="008800E7" w:rsidP="004449C9">
      <w:pPr>
        <w:widowControl w:val="0"/>
        <w:tabs>
          <w:tab w:val="center" w:pos="7088"/>
        </w:tabs>
        <w:jc w:val="both"/>
        <w:rPr>
          <w:rFonts w:ascii="Open Sans" w:hAnsi="Open Sans" w:cs="Open Sans"/>
        </w:rPr>
      </w:pPr>
      <w:r w:rsidRPr="00FD240D">
        <w:rPr>
          <w:rFonts w:ascii="Open Sans" w:hAnsi="Open Sans" w:cs="Open Sans"/>
        </w:rPr>
        <w:t xml:space="preserve">Ponudnik skladno z zgornjimi zahtevami izpolni tudi Povzetek ponudbenega predračuna (priloga 2/2). </w:t>
      </w:r>
    </w:p>
    <w:p w14:paraId="54DFE612" w14:textId="77777777" w:rsidR="008800E7" w:rsidRPr="00FD240D" w:rsidRDefault="008800E7" w:rsidP="004449C9">
      <w:pPr>
        <w:widowControl w:val="0"/>
        <w:tabs>
          <w:tab w:val="center" w:pos="7088"/>
        </w:tabs>
        <w:jc w:val="both"/>
        <w:rPr>
          <w:rFonts w:ascii="Open Sans" w:hAnsi="Open Sans" w:cs="Open Sans"/>
          <w:b/>
        </w:rPr>
      </w:pPr>
    </w:p>
    <w:p w14:paraId="2C8A1390" w14:textId="4B955C5D" w:rsidR="008800E7" w:rsidRPr="00FD240D" w:rsidRDefault="008800E7" w:rsidP="004449C9">
      <w:pPr>
        <w:widowControl w:val="0"/>
        <w:tabs>
          <w:tab w:val="center" w:pos="7088"/>
        </w:tabs>
        <w:jc w:val="both"/>
        <w:rPr>
          <w:rFonts w:ascii="Open Sans" w:hAnsi="Open Sans" w:cs="Open Sans"/>
          <w:b/>
        </w:rPr>
      </w:pPr>
      <w:r w:rsidRPr="00FD240D">
        <w:rPr>
          <w:rFonts w:ascii="Open Sans" w:hAnsi="Open Sans" w:cs="Open Sans"/>
          <w:b/>
        </w:rPr>
        <w:t>Ponudnik v informacijskem sistemu e-JN v razdelek »Predračun« naloži izpolnjen obrazec »Povzetek ponudbenega predračuna« (prilogo 2/2)</w:t>
      </w:r>
      <w:r w:rsidRPr="00FD240D">
        <w:rPr>
          <w:rFonts w:ascii="Open Sans" w:hAnsi="Open Sans" w:cs="Open Sans"/>
        </w:rPr>
        <w:t xml:space="preserve"> </w:t>
      </w:r>
      <w:r w:rsidRPr="00FD240D">
        <w:rPr>
          <w:rFonts w:ascii="Open Sans" w:hAnsi="Open Sans" w:cs="Open Sans"/>
          <w:b/>
        </w:rPr>
        <w:t xml:space="preserve">v </w:t>
      </w:r>
      <w:r w:rsidR="00627484" w:rsidRPr="00FD240D">
        <w:rPr>
          <w:rFonts w:ascii="Open Sans" w:hAnsi="Open Sans" w:cs="Open Sans"/>
          <w:b/>
        </w:rPr>
        <w:t>PDF formatu</w:t>
      </w:r>
      <w:r w:rsidRPr="00FD240D">
        <w:rPr>
          <w:rFonts w:ascii="Open Sans" w:hAnsi="Open Sans" w:cs="Open Sans"/>
          <w:b/>
        </w:rPr>
        <w:t>, ki bo dostopen/razkrit na javnem odpiranju ponudb, obrazec »Ponudbeni predračun« (prilogo 2/1)</w:t>
      </w:r>
      <w:r w:rsidRPr="00FD240D">
        <w:rPr>
          <w:rFonts w:ascii="Open Sans" w:hAnsi="Open Sans" w:cs="Open Sans"/>
        </w:rPr>
        <w:t xml:space="preserve"> </w:t>
      </w:r>
      <w:r w:rsidR="009F225F" w:rsidRPr="00FD240D">
        <w:rPr>
          <w:rFonts w:ascii="Open Sans" w:hAnsi="Open Sans" w:cs="Open Sans"/>
          <w:b/>
        </w:rPr>
        <w:t>v</w:t>
      </w:r>
      <w:r w:rsidR="009F225F" w:rsidRPr="00FD240D">
        <w:rPr>
          <w:rFonts w:ascii="Open Sans" w:hAnsi="Open Sans" w:cs="Open Sans"/>
        </w:rPr>
        <w:t xml:space="preserve"> </w:t>
      </w:r>
      <w:r w:rsidR="009F225F" w:rsidRPr="00FD240D">
        <w:rPr>
          <w:rFonts w:ascii="Open Sans" w:hAnsi="Open Sans" w:cs="Open Sans"/>
          <w:b/>
        </w:rPr>
        <w:t xml:space="preserve">PDF in Excel formatu </w:t>
      </w:r>
      <w:r w:rsidRPr="00FD240D">
        <w:rPr>
          <w:rFonts w:ascii="Open Sans" w:hAnsi="Open Sans" w:cs="Open Sans"/>
          <w:b/>
        </w:rPr>
        <w:t xml:space="preserve">pa naloži v razdelek »Druge priloge«. </w:t>
      </w:r>
    </w:p>
    <w:p w14:paraId="481D38AE" w14:textId="77777777" w:rsidR="008800E7" w:rsidRPr="00FD240D" w:rsidRDefault="008800E7" w:rsidP="004449C9">
      <w:pPr>
        <w:widowControl w:val="0"/>
        <w:tabs>
          <w:tab w:val="center" w:pos="7088"/>
        </w:tabs>
        <w:jc w:val="both"/>
        <w:rPr>
          <w:rFonts w:ascii="Open Sans" w:hAnsi="Open Sans" w:cs="Open Sans"/>
          <w:b/>
        </w:rPr>
      </w:pPr>
    </w:p>
    <w:p w14:paraId="24143BFC" w14:textId="77777777" w:rsidR="008800E7" w:rsidRPr="00FD240D" w:rsidRDefault="008800E7" w:rsidP="004449C9">
      <w:pPr>
        <w:widowControl w:val="0"/>
        <w:tabs>
          <w:tab w:val="center" w:pos="7088"/>
        </w:tabs>
        <w:jc w:val="both"/>
        <w:rPr>
          <w:rFonts w:ascii="Open Sans" w:hAnsi="Open Sans" w:cs="Open Sans"/>
          <w:b/>
          <w:color w:val="C00000"/>
        </w:rPr>
      </w:pPr>
      <w:r w:rsidRPr="00FD240D">
        <w:rPr>
          <w:rFonts w:ascii="Open Sans" w:hAnsi="Open Sans" w:cs="Open Sans"/>
          <w:b/>
        </w:rPr>
        <w:t xml:space="preserve">V primeru razhajanj med podatki v Povzetku ponudbenega predračuna (priloga 2/2) - naloženim v razdelek »Predračun«, in celotnim ponudbenim predračunom (priloga 2/1) - naloženim v razdelek »Druge priloge«, kot veljavni štejejo podatki v celotnem ponudbenem predračunu (priloga 2/1), naloženim v razdelku »Druge priloge«. </w:t>
      </w:r>
    </w:p>
    <w:p w14:paraId="374E050B" w14:textId="77777777" w:rsidR="008800E7" w:rsidRPr="00FD240D" w:rsidRDefault="008800E7" w:rsidP="004449C9">
      <w:pPr>
        <w:widowControl w:val="0"/>
        <w:jc w:val="both"/>
        <w:rPr>
          <w:rFonts w:ascii="Open Sans" w:hAnsi="Open Sans" w:cs="Open Sans"/>
        </w:rPr>
      </w:pPr>
    </w:p>
    <w:p w14:paraId="4724504F" w14:textId="1EC05748" w:rsidR="008800E7" w:rsidRPr="00FD240D" w:rsidRDefault="008800E7" w:rsidP="004449C9">
      <w:pPr>
        <w:widowControl w:val="0"/>
        <w:tabs>
          <w:tab w:val="center" w:pos="7088"/>
        </w:tabs>
        <w:jc w:val="both"/>
        <w:rPr>
          <w:rFonts w:ascii="Open Sans" w:hAnsi="Open Sans" w:cs="Open Sans"/>
          <w:b/>
          <w:color w:val="000000"/>
        </w:rPr>
      </w:pPr>
      <w:r w:rsidRPr="00FD240D">
        <w:rPr>
          <w:rFonts w:ascii="Open Sans" w:hAnsi="Open Sans" w:cs="Open Sans"/>
          <w:b/>
        </w:rPr>
        <w:t>Povzetek ponudbenega predračuna (priloga 2/2)</w:t>
      </w:r>
      <w:r w:rsidRPr="00FD240D">
        <w:rPr>
          <w:rFonts w:ascii="Open Sans" w:hAnsi="Open Sans" w:cs="Open Sans"/>
          <w:b/>
          <w:color w:val="000000"/>
        </w:rPr>
        <w:t xml:space="preserve">, ki ga bo ponudnik v </w:t>
      </w:r>
      <w:r w:rsidR="00185250">
        <w:rPr>
          <w:rFonts w:ascii="Open Sans" w:hAnsi="Open Sans" w:cs="Open Sans"/>
          <w:b/>
          <w:color w:val="000000"/>
        </w:rPr>
        <w:t xml:space="preserve">informacijskem </w:t>
      </w:r>
      <w:r w:rsidRPr="00FD240D">
        <w:rPr>
          <w:rFonts w:ascii="Open Sans" w:hAnsi="Open Sans" w:cs="Open Sans"/>
          <w:b/>
          <w:color w:val="000000"/>
        </w:rPr>
        <w:t xml:space="preserve">sistemu e-JN ob vnosu ponudbe naložil v delu »Dokumenti« pod razdelek »Predračun«, bo v celoti razviden na javnem odpiranju ponudb in tako ne sme vsebovati poslovnih skrivnosti, osebnih ali tajnih podatkov. </w:t>
      </w:r>
    </w:p>
    <w:p w14:paraId="5729D451" w14:textId="77777777" w:rsidR="008800E7" w:rsidRPr="00FD240D" w:rsidRDefault="008800E7" w:rsidP="004449C9">
      <w:pPr>
        <w:widowControl w:val="0"/>
        <w:autoSpaceDE w:val="0"/>
        <w:autoSpaceDN w:val="0"/>
        <w:adjustRightInd w:val="0"/>
        <w:jc w:val="both"/>
        <w:rPr>
          <w:rFonts w:ascii="Open Sans" w:hAnsi="Open Sans" w:cs="Open Sans"/>
          <w:b/>
        </w:rPr>
      </w:pPr>
    </w:p>
    <w:p w14:paraId="7AC31DA9" w14:textId="23728DA8" w:rsidR="008800E7" w:rsidRPr="00FD240D" w:rsidRDefault="008800E7" w:rsidP="004449C9">
      <w:pPr>
        <w:widowControl w:val="0"/>
        <w:autoSpaceDE w:val="0"/>
        <w:autoSpaceDN w:val="0"/>
        <w:adjustRightInd w:val="0"/>
        <w:jc w:val="both"/>
        <w:rPr>
          <w:rFonts w:ascii="Open Sans" w:hAnsi="Open Sans" w:cs="Open Sans"/>
          <w:b/>
          <w:color w:val="000000"/>
        </w:rPr>
      </w:pPr>
      <w:r w:rsidRPr="00FD240D">
        <w:rPr>
          <w:rFonts w:ascii="Open Sans" w:hAnsi="Open Sans" w:cs="Open Sans"/>
          <w:b/>
        </w:rPr>
        <w:t xml:space="preserve">Povzetek ponudbenega predračuna (priloga 2/2) </w:t>
      </w:r>
      <w:r w:rsidRPr="00FD240D">
        <w:rPr>
          <w:rFonts w:ascii="Open Sans" w:hAnsi="Open Sans" w:cs="Open Sans"/>
          <w:b/>
          <w:color w:val="000000"/>
        </w:rPr>
        <w:t xml:space="preserve">mora biti naložen v </w:t>
      </w:r>
      <w:r w:rsidR="00627484" w:rsidRPr="00FD240D">
        <w:rPr>
          <w:rFonts w:ascii="Open Sans" w:hAnsi="Open Sans" w:cs="Open Sans"/>
          <w:b/>
        </w:rPr>
        <w:t>PDF formatu</w:t>
      </w:r>
      <w:r w:rsidR="00627484" w:rsidRPr="00FD240D" w:rsidDel="00627484">
        <w:rPr>
          <w:rFonts w:ascii="Open Sans" w:hAnsi="Open Sans" w:cs="Open Sans"/>
          <w:b/>
          <w:color w:val="000000"/>
        </w:rPr>
        <w:t xml:space="preserve"> </w:t>
      </w:r>
      <w:r w:rsidRPr="00FD240D">
        <w:rPr>
          <w:rFonts w:ascii="Open Sans" w:hAnsi="Open Sans" w:cs="Open Sans"/>
          <w:b/>
          <w:color w:val="000000"/>
        </w:rPr>
        <w:t xml:space="preserve">(drugih oblik datotek v tem delu ni mogoče naložiti). </w:t>
      </w:r>
    </w:p>
    <w:p w14:paraId="2D06D9D2" w14:textId="3C52BAC4" w:rsidR="00C90104" w:rsidRDefault="00C90104" w:rsidP="004449C9">
      <w:pPr>
        <w:widowControl w:val="0"/>
        <w:jc w:val="both"/>
        <w:rPr>
          <w:rFonts w:ascii="Open Sans" w:hAnsi="Open Sans" w:cs="Open Sans"/>
          <w:b/>
          <w:color w:val="000000"/>
        </w:rPr>
      </w:pPr>
    </w:p>
    <w:p w14:paraId="4CD3B95C" w14:textId="77777777" w:rsidR="00FA0BC8" w:rsidRPr="00FD240D" w:rsidRDefault="00FA0BC8" w:rsidP="004449C9">
      <w:pPr>
        <w:widowControl w:val="0"/>
        <w:jc w:val="both"/>
        <w:rPr>
          <w:rFonts w:ascii="Open Sans" w:hAnsi="Open Sans" w:cs="Open Sans"/>
          <w:b/>
          <w:color w:val="000000"/>
        </w:rPr>
      </w:pPr>
    </w:p>
    <w:p w14:paraId="7BCF3846"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lastRenderedPageBreak/>
        <w:t>Variantna ponudba</w:t>
      </w:r>
    </w:p>
    <w:p w14:paraId="30C11CF1" w14:textId="77777777" w:rsidR="00C90104" w:rsidRPr="00FD240D" w:rsidRDefault="00C90104" w:rsidP="004449C9">
      <w:pPr>
        <w:widowControl w:val="0"/>
        <w:jc w:val="both"/>
        <w:rPr>
          <w:rFonts w:ascii="Open Sans" w:hAnsi="Open Sans" w:cs="Open Sans"/>
        </w:rPr>
      </w:pPr>
    </w:p>
    <w:p w14:paraId="57AEDB66" w14:textId="0D5FD6D3" w:rsidR="006E736A" w:rsidRPr="00FD240D" w:rsidRDefault="006E736A" w:rsidP="004449C9">
      <w:pPr>
        <w:widowControl w:val="0"/>
        <w:jc w:val="both"/>
        <w:rPr>
          <w:rFonts w:ascii="Open Sans" w:hAnsi="Open Sans" w:cs="Open Sans"/>
        </w:rPr>
      </w:pPr>
      <w:r w:rsidRPr="00FD240D">
        <w:rPr>
          <w:rFonts w:ascii="Open Sans" w:hAnsi="Open Sans" w:cs="Open Sans"/>
        </w:rPr>
        <w:t>Naročnik ne dopušča predložitve variantne ponudbe. Naročnik bo ponudbo, ki bo vsebovala variantno ponudbo, zavrnil kot nedopustno.</w:t>
      </w:r>
    </w:p>
    <w:p w14:paraId="661D4056" w14:textId="77777777" w:rsidR="00F7205D" w:rsidRPr="00FD240D" w:rsidRDefault="00F7205D" w:rsidP="004449C9">
      <w:pPr>
        <w:widowControl w:val="0"/>
        <w:jc w:val="both"/>
        <w:rPr>
          <w:rFonts w:ascii="Open Sans" w:hAnsi="Open Sans" w:cs="Open Sans"/>
        </w:rPr>
      </w:pPr>
    </w:p>
    <w:p w14:paraId="7ADEBCA6" w14:textId="77777777" w:rsidR="006E736A" w:rsidRPr="00FD240D" w:rsidRDefault="006E736A" w:rsidP="0019014E">
      <w:pPr>
        <w:widowControl w:val="0"/>
        <w:numPr>
          <w:ilvl w:val="1"/>
          <w:numId w:val="10"/>
        </w:numPr>
        <w:ind w:right="56"/>
        <w:jc w:val="both"/>
        <w:rPr>
          <w:rFonts w:ascii="Open Sans" w:hAnsi="Open Sans" w:cs="Open Sans"/>
          <w:b/>
        </w:rPr>
      </w:pPr>
      <w:r w:rsidRPr="00FD240D">
        <w:rPr>
          <w:rFonts w:ascii="Open Sans" w:hAnsi="Open Sans" w:cs="Open Sans"/>
          <w:b/>
        </w:rPr>
        <w:t>Pregled in ocenjevanje ponudb</w:t>
      </w:r>
    </w:p>
    <w:p w14:paraId="75EDDA08" w14:textId="77777777" w:rsidR="00C90104" w:rsidRPr="00FD240D" w:rsidRDefault="00C90104" w:rsidP="004449C9">
      <w:pPr>
        <w:widowControl w:val="0"/>
        <w:ind w:right="56"/>
        <w:jc w:val="both"/>
        <w:rPr>
          <w:rFonts w:ascii="Open Sans" w:hAnsi="Open Sans" w:cs="Open Sans"/>
        </w:rPr>
      </w:pPr>
    </w:p>
    <w:p w14:paraId="03A5B2D0" w14:textId="77777777" w:rsidR="00B637D1" w:rsidRPr="00FD240D" w:rsidRDefault="00B637D1" w:rsidP="00B637D1">
      <w:pPr>
        <w:widowControl w:val="0"/>
        <w:tabs>
          <w:tab w:val="left" w:pos="2155"/>
        </w:tabs>
        <w:jc w:val="both"/>
        <w:rPr>
          <w:rFonts w:ascii="Open Sans" w:hAnsi="Open Sans" w:cs="Open Sans"/>
        </w:rPr>
      </w:pPr>
      <w:r w:rsidRPr="00FD240D">
        <w:rPr>
          <w:rFonts w:ascii="Open Sans" w:hAnsi="Open Sans" w:cs="Open Sans"/>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55E95EB" w14:textId="77777777" w:rsidR="00185250" w:rsidRPr="00FD240D" w:rsidRDefault="00185250" w:rsidP="004449C9">
      <w:pPr>
        <w:widowControl w:val="0"/>
        <w:ind w:right="56"/>
        <w:jc w:val="both"/>
        <w:rPr>
          <w:rFonts w:ascii="Open Sans" w:hAnsi="Open Sans" w:cs="Open Sans"/>
        </w:rPr>
      </w:pPr>
    </w:p>
    <w:p w14:paraId="2F18CACC"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Opredelitev postopka in odločitev o oddaji naročila</w:t>
      </w:r>
    </w:p>
    <w:p w14:paraId="72571A78" w14:textId="77777777" w:rsidR="00AF1B37" w:rsidRPr="00FD240D" w:rsidRDefault="00AF1B37" w:rsidP="004449C9">
      <w:pPr>
        <w:pStyle w:val="BESEDILO"/>
        <w:keepLines w:val="0"/>
        <w:rPr>
          <w:rFonts w:ascii="Open Sans" w:hAnsi="Open Sans" w:cs="Open Sans"/>
          <w:kern w:val="0"/>
        </w:rPr>
      </w:pPr>
    </w:p>
    <w:p w14:paraId="6528C900" w14:textId="189A4BB5" w:rsidR="006E736A" w:rsidRPr="00FD240D" w:rsidRDefault="006E736A" w:rsidP="004449C9">
      <w:pPr>
        <w:pStyle w:val="BESEDILO"/>
        <w:keepLines w:val="0"/>
        <w:rPr>
          <w:rFonts w:ascii="Open Sans" w:hAnsi="Open Sans" w:cs="Open Sans"/>
          <w:lang w:val="x-none"/>
        </w:rPr>
      </w:pPr>
      <w:r w:rsidRPr="00FD240D">
        <w:rPr>
          <w:rFonts w:ascii="Open Sans" w:hAnsi="Open Sans" w:cs="Open Sans"/>
          <w:kern w:val="0"/>
        </w:rPr>
        <w:t xml:space="preserve">Naročnik izvaja javno naročilo po postopku oddaje naročila male vrednosti v skladu s 47. členom ZJN-3. </w:t>
      </w:r>
      <w:r w:rsidRPr="00FD240D">
        <w:rPr>
          <w:rFonts w:ascii="Open Sans" w:hAnsi="Open Sans" w:cs="Open Sans"/>
          <w:lang w:val="x-none"/>
        </w:rPr>
        <w:t>Naročnik bo po pregledu, preveritvi in ocenjevanju ponudb, izbral ponudnika z najugodnejš</w:t>
      </w:r>
      <w:r w:rsidRPr="00FD240D">
        <w:rPr>
          <w:rFonts w:ascii="Open Sans" w:hAnsi="Open Sans" w:cs="Open Sans"/>
        </w:rPr>
        <w:t>o</w:t>
      </w:r>
      <w:r w:rsidRPr="00FD240D">
        <w:rPr>
          <w:rFonts w:ascii="Open Sans" w:hAnsi="Open Sans" w:cs="Open Sans"/>
          <w:lang w:val="x-none"/>
        </w:rPr>
        <w:t xml:space="preserve"> ponudbo glede na postavljena merila.</w:t>
      </w:r>
    </w:p>
    <w:p w14:paraId="68B3FD7C" w14:textId="77777777" w:rsidR="006E736A" w:rsidRPr="00FD240D" w:rsidRDefault="006E736A" w:rsidP="004449C9">
      <w:pPr>
        <w:pStyle w:val="BESEDILO"/>
        <w:keepLines w:val="0"/>
        <w:rPr>
          <w:rFonts w:ascii="Open Sans" w:hAnsi="Open Sans" w:cs="Open Sans"/>
        </w:rPr>
      </w:pPr>
    </w:p>
    <w:p w14:paraId="5C105AE2" w14:textId="3C209934" w:rsidR="006E736A" w:rsidRPr="00FD240D" w:rsidRDefault="006E736A" w:rsidP="004449C9">
      <w:pPr>
        <w:pStyle w:val="BESEDILO"/>
        <w:keepLines w:val="0"/>
        <w:rPr>
          <w:rFonts w:ascii="Open Sans" w:hAnsi="Open Sans" w:cs="Open Sans"/>
        </w:rPr>
      </w:pPr>
      <w:r w:rsidRPr="00FD240D">
        <w:rPr>
          <w:rFonts w:ascii="Open Sans" w:hAnsi="Open Sans" w:cs="Open Sans"/>
        </w:rPr>
        <w:t xml:space="preserve">Naročnik bo o vseh odločitvah v skladu s 90. členom ZJN-3 obvestil ponudnike na način, da bo podpisano odločitev iz tega člena objavil na portalu javnih naročil. </w:t>
      </w:r>
      <w:r w:rsidR="00596A7F" w:rsidRPr="00FD240D">
        <w:rPr>
          <w:rFonts w:ascii="Open Sans" w:hAnsi="Open Sans" w:cs="Open Sans"/>
        </w:rPr>
        <w:t xml:space="preserve">V skladu z ZJN-3 se odločitev o oddaji javnega naročila šteje za vročeno z dnem objave na Portalu javnih naročil. </w:t>
      </w:r>
      <w:r w:rsidRPr="00FD240D">
        <w:rPr>
          <w:rFonts w:ascii="Open Sans" w:hAnsi="Open Sans" w:cs="Open Sans"/>
        </w:rPr>
        <w:t xml:space="preserve">Izbrani ponudnik bo pozvan k podpisu </w:t>
      </w:r>
      <w:r w:rsidR="00091C61" w:rsidRPr="00FD240D">
        <w:rPr>
          <w:rFonts w:ascii="Open Sans" w:hAnsi="Open Sans" w:cs="Open Sans"/>
        </w:rPr>
        <w:t>okvirnega sporazuma</w:t>
      </w:r>
      <w:r w:rsidRPr="00FD240D">
        <w:rPr>
          <w:rFonts w:ascii="Open Sans" w:hAnsi="Open Sans" w:cs="Open Sans"/>
        </w:rPr>
        <w:t xml:space="preserve"> pisno.</w:t>
      </w:r>
    </w:p>
    <w:p w14:paraId="7A7B6BF6" w14:textId="77777777" w:rsidR="006E736A" w:rsidRPr="00FD240D" w:rsidRDefault="006E736A" w:rsidP="004449C9">
      <w:pPr>
        <w:widowControl w:val="0"/>
        <w:ind w:right="56"/>
        <w:jc w:val="center"/>
        <w:rPr>
          <w:rFonts w:ascii="Open Sans" w:hAnsi="Open Sans" w:cs="Open Sans"/>
        </w:rPr>
      </w:pPr>
    </w:p>
    <w:p w14:paraId="6BE9B0BA"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Pravno varstvo</w:t>
      </w:r>
    </w:p>
    <w:p w14:paraId="02861BF0" w14:textId="77777777" w:rsidR="00807491" w:rsidRPr="00FD240D" w:rsidRDefault="00807491" w:rsidP="004449C9">
      <w:pPr>
        <w:widowControl w:val="0"/>
        <w:autoSpaceDE w:val="0"/>
        <w:autoSpaceDN w:val="0"/>
        <w:adjustRightInd w:val="0"/>
        <w:jc w:val="both"/>
        <w:rPr>
          <w:rFonts w:ascii="Open Sans" w:hAnsi="Open Sans" w:cs="Open Sans"/>
        </w:rPr>
      </w:pPr>
    </w:p>
    <w:p w14:paraId="7F2DD337" w14:textId="31C2355E" w:rsidR="006E736A" w:rsidRPr="00FD240D" w:rsidRDefault="006E736A" w:rsidP="004449C9">
      <w:pPr>
        <w:widowControl w:val="0"/>
        <w:autoSpaceDE w:val="0"/>
        <w:autoSpaceDN w:val="0"/>
        <w:adjustRightInd w:val="0"/>
        <w:jc w:val="both"/>
        <w:rPr>
          <w:rFonts w:ascii="Open Sans" w:hAnsi="Open Sans" w:cs="Open Sans"/>
        </w:rPr>
      </w:pPr>
      <w:r w:rsidRPr="00FD240D">
        <w:rPr>
          <w:rFonts w:ascii="Open Sans" w:hAnsi="Open Sans" w:cs="Open Sans"/>
        </w:rPr>
        <w:t>Ponudnikom je zagotovljeno pravno varstvo skladno z Zakonom o pravnem varstvu v postopkih javnega naročanja.</w:t>
      </w:r>
    </w:p>
    <w:p w14:paraId="1C0CEABB" w14:textId="77777777" w:rsidR="00BA3873" w:rsidRPr="00FD240D" w:rsidRDefault="00BA3873" w:rsidP="004449C9">
      <w:pPr>
        <w:widowControl w:val="0"/>
        <w:tabs>
          <w:tab w:val="left" w:pos="928"/>
        </w:tabs>
        <w:autoSpaceDE w:val="0"/>
        <w:autoSpaceDN w:val="0"/>
        <w:adjustRightInd w:val="0"/>
        <w:jc w:val="both"/>
        <w:rPr>
          <w:rFonts w:ascii="Open Sans" w:hAnsi="Open Sans" w:cs="Open Sans"/>
        </w:rPr>
      </w:pPr>
    </w:p>
    <w:p w14:paraId="3695C440"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Zaupnost podatkov</w:t>
      </w:r>
    </w:p>
    <w:p w14:paraId="7F66285C" w14:textId="77777777" w:rsidR="00807491" w:rsidRPr="00FD240D" w:rsidRDefault="00807491" w:rsidP="004449C9">
      <w:pPr>
        <w:widowControl w:val="0"/>
        <w:jc w:val="both"/>
        <w:rPr>
          <w:rFonts w:ascii="Open Sans" w:hAnsi="Open Sans" w:cs="Open Sans"/>
        </w:rPr>
      </w:pPr>
    </w:p>
    <w:p w14:paraId="2A96AD8F" w14:textId="3F2B68F4" w:rsidR="006E736A" w:rsidRPr="00FD240D" w:rsidRDefault="006E736A" w:rsidP="004449C9">
      <w:pPr>
        <w:widowControl w:val="0"/>
        <w:jc w:val="both"/>
        <w:rPr>
          <w:rFonts w:ascii="Open Sans" w:hAnsi="Open Sans" w:cs="Open Sans"/>
        </w:rPr>
      </w:pPr>
      <w:r w:rsidRPr="00FD240D">
        <w:rPr>
          <w:rFonts w:ascii="Open Sans" w:hAnsi="Open Sans" w:cs="Open Sans"/>
        </w:rPr>
        <w:t>Naročnik zagotavlja javnost in zaupnost podatkov skladno s 35. členom ZJN-3 ob upoštevanju določb zakona, ki ureja varstvo osebnih podatkov, tajne podatke ali gospodarske družbe.</w:t>
      </w:r>
    </w:p>
    <w:p w14:paraId="718D0669" w14:textId="77777777" w:rsidR="006E736A" w:rsidRPr="00FD240D" w:rsidRDefault="006E736A" w:rsidP="004449C9">
      <w:pPr>
        <w:widowControl w:val="0"/>
        <w:jc w:val="both"/>
        <w:rPr>
          <w:rFonts w:ascii="Open Sans" w:hAnsi="Open Sans" w:cs="Open Sans"/>
        </w:rPr>
      </w:pPr>
    </w:p>
    <w:p w14:paraId="4A3BE494" w14:textId="315A6DB2" w:rsidR="006E736A" w:rsidRPr="00FD240D" w:rsidRDefault="006E736A" w:rsidP="004449C9">
      <w:pPr>
        <w:widowControl w:val="0"/>
        <w:jc w:val="both"/>
        <w:rPr>
          <w:rFonts w:ascii="Open Sans" w:hAnsi="Open Sans" w:cs="Open Sans"/>
        </w:rPr>
      </w:pPr>
      <w:r w:rsidRPr="00FD240D">
        <w:rPr>
          <w:rFonts w:ascii="Open Sans" w:hAnsi="Open Sans" w:cs="Open Sans"/>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v nadaljevanju postopka ali kasneje. Naročnik bo v celoti odgovoren za varovanje zaupnosti tako dobljenih podatkov.</w:t>
      </w:r>
    </w:p>
    <w:p w14:paraId="752F1C94" w14:textId="77777777" w:rsidR="00B718D4" w:rsidRPr="00FD240D" w:rsidRDefault="00B718D4" w:rsidP="004449C9">
      <w:pPr>
        <w:widowControl w:val="0"/>
        <w:jc w:val="both"/>
        <w:rPr>
          <w:rFonts w:ascii="Open Sans" w:hAnsi="Open Sans" w:cs="Open Sans"/>
        </w:rPr>
      </w:pPr>
    </w:p>
    <w:p w14:paraId="452227EA" w14:textId="77777777" w:rsidR="006E736A"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Jamstvo za napake</w:t>
      </w:r>
    </w:p>
    <w:p w14:paraId="22F2CCEB" w14:textId="77777777" w:rsidR="00807491" w:rsidRPr="00FD240D" w:rsidRDefault="00807491" w:rsidP="004449C9">
      <w:pPr>
        <w:widowControl w:val="0"/>
        <w:jc w:val="both"/>
        <w:rPr>
          <w:rFonts w:ascii="Open Sans" w:hAnsi="Open Sans" w:cs="Open Sans"/>
        </w:rPr>
      </w:pPr>
    </w:p>
    <w:p w14:paraId="4A620BA8" w14:textId="514CCEA1" w:rsidR="006E736A" w:rsidRPr="00FD240D" w:rsidRDefault="006E736A" w:rsidP="004449C9">
      <w:pPr>
        <w:widowControl w:val="0"/>
        <w:jc w:val="both"/>
        <w:rPr>
          <w:rFonts w:ascii="Open Sans" w:hAnsi="Open Sans" w:cs="Open Sans"/>
        </w:rPr>
      </w:pPr>
      <w:r w:rsidRPr="00FD240D">
        <w:rPr>
          <w:rFonts w:ascii="Open Sans" w:hAnsi="Open Sans" w:cs="Open Sans"/>
        </w:rPr>
        <w:t xml:space="preserve">Izbrani ponudnik s katerim bo naročnik sklenil </w:t>
      </w:r>
      <w:r w:rsidR="00091C61" w:rsidRPr="00FD240D">
        <w:rPr>
          <w:rFonts w:ascii="Open Sans" w:hAnsi="Open Sans" w:cs="Open Sans"/>
        </w:rPr>
        <w:t>okvirni sporazum</w:t>
      </w:r>
      <w:r w:rsidRPr="00FD240D">
        <w:rPr>
          <w:rFonts w:ascii="Open Sans" w:hAnsi="Open Sans" w:cs="Open Sans"/>
        </w:rPr>
        <w:t xml:space="preserve">, bo moral jamčiti za odpravo vseh vrst napak, ki jih bo naredil z izvajanjem predmeta javnega naročila, skladno z določili </w:t>
      </w:r>
      <w:r w:rsidR="00DE0E03" w:rsidRPr="00FD240D">
        <w:rPr>
          <w:rFonts w:ascii="Open Sans" w:hAnsi="Open Sans" w:cs="Open Sans"/>
        </w:rPr>
        <w:t>zakona, ki ureja obligacijska razmerja</w:t>
      </w:r>
      <w:r w:rsidRPr="00FD240D">
        <w:rPr>
          <w:rFonts w:ascii="Open Sans" w:hAnsi="Open Sans" w:cs="Open Sans"/>
        </w:rPr>
        <w:t>.</w:t>
      </w:r>
    </w:p>
    <w:p w14:paraId="75CE825D" w14:textId="306DC360" w:rsidR="007843F5" w:rsidRPr="00FD240D" w:rsidRDefault="007843F5" w:rsidP="004449C9">
      <w:pPr>
        <w:widowControl w:val="0"/>
        <w:jc w:val="both"/>
        <w:rPr>
          <w:rFonts w:ascii="Open Sans" w:hAnsi="Open Sans" w:cs="Open Sans"/>
        </w:rPr>
      </w:pPr>
    </w:p>
    <w:p w14:paraId="4BC2796E" w14:textId="1FF4CCBA" w:rsidR="002B2572" w:rsidRPr="00FD240D" w:rsidRDefault="006E736A" w:rsidP="0019014E">
      <w:pPr>
        <w:widowControl w:val="0"/>
        <w:numPr>
          <w:ilvl w:val="1"/>
          <w:numId w:val="10"/>
        </w:numPr>
        <w:jc w:val="both"/>
        <w:rPr>
          <w:rFonts w:ascii="Open Sans" w:hAnsi="Open Sans" w:cs="Open Sans"/>
          <w:b/>
        </w:rPr>
      </w:pPr>
      <w:r w:rsidRPr="00FD240D">
        <w:rPr>
          <w:rFonts w:ascii="Open Sans" w:hAnsi="Open Sans" w:cs="Open Sans"/>
          <w:b/>
        </w:rPr>
        <w:t>Pogajanja</w:t>
      </w:r>
    </w:p>
    <w:p w14:paraId="4B2C9A0D" w14:textId="77777777" w:rsidR="00807491" w:rsidRPr="00FD240D" w:rsidRDefault="00807491" w:rsidP="004449C9">
      <w:pPr>
        <w:widowControl w:val="0"/>
        <w:jc w:val="both"/>
        <w:rPr>
          <w:rFonts w:ascii="Open Sans" w:hAnsi="Open Sans" w:cs="Open Sans"/>
        </w:rPr>
      </w:pPr>
    </w:p>
    <w:p w14:paraId="4266533B" w14:textId="77777777" w:rsidR="000D6DC5" w:rsidRPr="00FD240D" w:rsidRDefault="000D6DC5" w:rsidP="000D6DC5">
      <w:pPr>
        <w:widowControl w:val="0"/>
        <w:jc w:val="both"/>
        <w:rPr>
          <w:rFonts w:ascii="Open Sans" w:hAnsi="Open Sans" w:cs="Open Sans"/>
        </w:rPr>
      </w:pPr>
      <w:r w:rsidRPr="00FD240D">
        <w:rPr>
          <w:rFonts w:ascii="Open Sans" w:hAnsi="Open Sans" w:cs="Open Sans"/>
        </w:rPr>
        <w:t>Naročnik bo s ponudnikom(i) izvedel pogajanja, v skladu z drugim odstavkom 47. člena ZJN-3.</w:t>
      </w:r>
    </w:p>
    <w:p w14:paraId="6A93E6E2" w14:textId="77777777" w:rsidR="000D6DC5" w:rsidRPr="00FD240D" w:rsidRDefault="000D6DC5" w:rsidP="000D6DC5">
      <w:pPr>
        <w:widowControl w:val="0"/>
        <w:jc w:val="both"/>
        <w:rPr>
          <w:rFonts w:ascii="Open Sans" w:hAnsi="Open Sans" w:cs="Open Sans"/>
        </w:rPr>
      </w:pPr>
    </w:p>
    <w:p w14:paraId="470D4DE2" w14:textId="77777777" w:rsidR="000D6DC5" w:rsidRPr="00FD240D" w:rsidRDefault="000D6DC5" w:rsidP="000D6DC5">
      <w:pPr>
        <w:widowControl w:val="0"/>
        <w:ind w:right="56"/>
        <w:jc w:val="both"/>
        <w:rPr>
          <w:rFonts w:ascii="Open Sans" w:hAnsi="Open Sans" w:cs="Open Sans"/>
        </w:rPr>
      </w:pPr>
      <w:r w:rsidRPr="00FD240D">
        <w:rPr>
          <w:rFonts w:ascii="Open Sans" w:hAnsi="Open Sans" w:cs="Open Sans"/>
        </w:rPr>
        <w:t>Predmet pogajanj bo znižanje ponudbenih cen na enoto mere in skupne ponudbene vrednosti.</w:t>
      </w:r>
    </w:p>
    <w:p w14:paraId="6471B283" w14:textId="77777777" w:rsidR="000D6DC5" w:rsidRPr="00FD240D" w:rsidRDefault="000D6DC5" w:rsidP="000D6DC5">
      <w:pPr>
        <w:widowControl w:val="0"/>
        <w:ind w:right="56"/>
        <w:jc w:val="both"/>
        <w:rPr>
          <w:rFonts w:ascii="Open Sans" w:hAnsi="Open Sans" w:cs="Open Sans"/>
        </w:rPr>
      </w:pPr>
    </w:p>
    <w:p w14:paraId="78DA3C81" w14:textId="65F48120" w:rsidR="000D6DC5" w:rsidRPr="00FD240D" w:rsidRDefault="000D6DC5" w:rsidP="000D6DC5">
      <w:pPr>
        <w:widowControl w:val="0"/>
        <w:ind w:right="56"/>
        <w:jc w:val="both"/>
        <w:rPr>
          <w:rFonts w:ascii="Open Sans" w:hAnsi="Open Sans" w:cs="Open Sans"/>
        </w:rPr>
      </w:pPr>
      <w:r w:rsidRPr="00FD240D">
        <w:rPr>
          <w:rFonts w:ascii="Open Sans" w:hAnsi="Open Sans" w:cs="Open Sans"/>
        </w:rPr>
        <w:t xml:space="preserve">V primeru, da bo ponudnik na pogajanjih zvišal cene na enoto mere ali skupno ponudbeno vrednost kot v prvotni ponudbi bo </w:t>
      </w:r>
      <w:r w:rsidR="00425585" w:rsidRPr="00FD240D">
        <w:rPr>
          <w:rFonts w:ascii="Open Sans" w:hAnsi="Open Sans" w:cs="Open Sans"/>
        </w:rPr>
        <w:t xml:space="preserve">izključen </w:t>
      </w:r>
      <w:r w:rsidRPr="00FD240D">
        <w:rPr>
          <w:rFonts w:ascii="Open Sans" w:hAnsi="Open Sans" w:cs="Open Sans"/>
        </w:rPr>
        <w:t>iz nadaljnjega postopka.  </w:t>
      </w:r>
    </w:p>
    <w:p w14:paraId="675016CC" w14:textId="77777777" w:rsidR="000D6DC5" w:rsidRPr="00FD240D" w:rsidRDefault="000D6DC5" w:rsidP="000D6DC5">
      <w:pPr>
        <w:widowControl w:val="0"/>
        <w:jc w:val="both"/>
        <w:rPr>
          <w:rFonts w:ascii="Open Sans" w:hAnsi="Open Sans" w:cs="Open Sans"/>
        </w:rPr>
      </w:pPr>
    </w:p>
    <w:p w14:paraId="06878CB8" w14:textId="77777777" w:rsidR="000D6DC5" w:rsidRPr="00FD240D" w:rsidRDefault="000D6DC5" w:rsidP="000D6DC5">
      <w:pPr>
        <w:widowControl w:val="0"/>
        <w:jc w:val="both"/>
        <w:rPr>
          <w:rFonts w:ascii="Open Sans" w:hAnsi="Open Sans" w:cs="Open Sans"/>
        </w:rPr>
      </w:pPr>
      <w:r w:rsidRPr="00FD240D">
        <w:rPr>
          <w:rFonts w:ascii="Open Sans" w:hAnsi="Open Sans" w:cs="Open Sans"/>
        </w:rPr>
        <w:t>O pogajanjih bo ponudnik obveščen preko informacijskega sistema e-JN, s povabilom na pogajanja. Naročnik bo s povabilom k predložitvi nove ponudbe (pogajanja) hkrati pozval vse ponudnike, ki bodo oddali ponudbo.</w:t>
      </w:r>
    </w:p>
    <w:p w14:paraId="192E24F2" w14:textId="77777777" w:rsidR="000D6DC5" w:rsidRPr="00FD240D" w:rsidRDefault="000D6DC5" w:rsidP="000D6DC5">
      <w:pPr>
        <w:widowControl w:val="0"/>
        <w:jc w:val="both"/>
        <w:rPr>
          <w:rFonts w:ascii="Open Sans" w:hAnsi="Open Sans" w:cs="Open Sans"/>
        </w:rPr>
      </w:pPr>
    </w:p>
    <w:p w14:paraId="1A4C10F0" w14:textId="77777777" w:rsidR="000D6DC5" w:rsidRPr="00FD240D" w:rsidRDefault="000D6DC5" w:rsidP="000D6DC5">
      <w:pPr>
        <w:widowControl w:val="0"/>
        <w:jc w:val="both"/>
        <w:rPr>
          <w:rFonts w:ascii="Open Sans" w:hAnsi="Open Sans" w:cs="Open Sans"/>
        </w:rPr>
      </w:pPr>
      <w:r w:rsidRPr="00FD240D">
        <w:rPr>
          <w:rFonts w:ascii="Open Sans" w:hAnsi="Open Sans" w:cs="Open Sans"/>
        </w:rPr>
        <w:t xml:space="preserve">Če se ponudnik ne bo odzval na naročnikovo povabilo na pogajanja in ne bo predložil nove oz. končne ponudbe, bo naročnik v postopku pogajanj kot končno ponudbo upošteval ponudnikovo prvotno predloženo ponudbo. </w:t>
      </w:r>
    </w:p>
    <w:p w14:paraId="7332836D" w14:textId="77777777" w:rsidR="000D6DC5" w:rsidRPr="00FD240D" w:rsidRDefault="000D6DC5" w:rsidP="000D6DC5">
      <w:pPr>
        <w:widowControl w:val="0"/>
        <w:jc w:val="both"/>
        <w:rPr>
          <w:rFonts w:ascii="Open Sans" w:hAnsi="Open Sans" w:cs="Open Sans"/>
        </w:rPr>
      </w:pPr>
    </w:p>
    <w:p w14:paraId="6575E026" w14:textId="0B3A0720" w:rsidR="00787583" w:rsidRDefault="000D6DC5" w:rsidP="004449C9">
      <w:pPr>
        <w:widowControl w:val="0"/>
        <w:jc w:val="both"/>
        <w:rPr>
          <w:rFonts w:ascii="Open Sans" w:hAnsi="Open Sans" w:cs="Open Sans"/>
        </w:rPr>
      </w:pPr>
      <w:r w:rsidRPr="00FD240D">
        <w:rPr>
          <w:rFonts w:ascii="Open Sans" w:hAnsi="Open Sans" w:cs="Open Sans"/>
        </w:rPr>
        <w:t>Ponudnik bo na povabilo naročnika oddal končno pisno ponudbo na način, kot bo določeno v povabilu na pogajanja.</w:t>
      </w:r>
      <w:r w:rsidR="00B669B6" w:rsidRPr="00FD240D">
        <w:rPr>
          <w:rFonts w:ascii="Open Sans" w:hAnsi="Open Sans" w:cs="Open Sans"/>
        </w:rPr>
        <w:t xml:space="preserve"> </w:t>
      </w:r>
      <w:r w:rsidRPr="00FD240D">
        <w:rPr>
          <w:rFonts w:ascii="Open Sans" w:hAnsi="Open Sans" w:cs="Open Sans"/>
        </w:rPr>
        <w:t>Izveden bo en</w:t>
      </w:r>
      <w:r w:rsidRPr="00FD240D">
        <w:rPr>
          <w:rFonts w:ascii="Open Sans" w:hAnsi="Open Sans" w:cs="Open Sans"/>
          <w:b/>
          <w:bCs/>
        </w:rPr>
        <w:t xml:space="preserve"> </w:t>
      </w:r>
      <w:r w:rsidRPr="00FD240D">
        <w:rPr>
          <w:rFonts w:ascii="Open Sans" w:hAnsi="Open Sans" w:cs="Open Sans"/>
        </w:rPr>
        <w:t xml:space="preserve">krog pogajanj. </w:t>
      </w:r>
    </w:p>
    <w:p w14:paraId="4C300EF8" w14:textId="6ABB30B5" w:rsidR="00F7205D" w:rsidRDefault="00F7205D" w:rsidP="004449C9">
      <w:pPr>
        <w:widowControl w:val="0"/>
        <w:jc w:val="both"/>
        <w:rPr>
          <w:rFonts w:ascii="Open Sans" w:hAnsi="Open Sans" w:cs="Open Sans"/>
        </w:rPr>
      </w:pPr>
    </w:p>
    <w:p w14:paraId="2A48902F" w14:textId="3CD01B4A" w:rsidR="00F7205D" w:rsidRDefault="00F7205D" w:rsidP="004449C9">
      <w:pPr>
        <w:widowControl w:val="0"/>
        <w:jc w:val="both"/>
        <w:rPr>
          <w:rFonts w:ascii="Open Sans" w:hAnsi="Open Sans" w:cs="Open Sans"/>
        </w:rPr>
      </w:pPr>
    </w:p>
    <w:p w14:paraId="16B3B2E9" w14:textId="06E363FF" w:rsidR="00F7205D" w:rsidRDefault="00F7205D" w:rsidP="004449C9">
      <w:pPr>
        <w:widowControl w:val="0"/>
        <w:jc w:val="both"/>
        <w:rPr>
          <w:rFonts w:ascii="Open Sans" w:hAnsi="Open Sans" w:cs="Open Sans"/>
        </w:rPr>
      </w:pPr>
    </w:p>
    <w:p w14:paraId="5C7FEED3" w14:textId="32F9EF8B" w:rsidR="00F7205D" w:rsidRDefault="00F7205D" w:rsidP="004449C9">
      <w:pPr>
        <w:widowControl w:val="0"/>
        <w:jc w:val="both"/>
        <w:rPr>
          <w:rFonts w:ascii="Open Sans" w:hAnsi="Open Sans" w:cs="Open Sans"/>
        </w:rPr>
      </w:pPr>
    </w:p>
    <w:p w14:paraId="396767A3" w14:textId="4EFF9E46" w:rsidR="00F7205D" w:rsidRDefault="00F7205D" w:rsidP="004449C9">
      <w:pPr>
        <w:widowControl w:val="0"/>
        <w:jc w:val="both"/>
        <w:rPr>
          <w:rFonts w:ascii="Open Sans" w:hAnsi="Open Sans" w:cs="Open Sans"/>
        </w:rPr>
      </w:pPr>
    </w:p>
    <w:p w14:paraId="3F67B6E6" w14:textId="08E07CBC" w:rsidR="00F7205D" w:rsidRDefault="00F7205D" w:rsidP="004449C9">
      <w:pPr>
        <w:widowControl w:val="0"/>
        <w:jc w:val="both"/>
        <w:rPr>
          <w:rFonts w:ascii="Open Sans" w:hAnsi="Open Sans" w:cs="Open Sans"/>
        </w:rPr>
      </w:pPr>
    </w:p>
    <w:p w14:paraId="271DF058" w14:textId="429A34B6" w:rsidR="00F7205D" w:rsidRDefault="00F7205D" w:rsidP="004449C9">
      <w:pPr>
        <w:widowControl w:val="0"/>
        <w:jc w:val="both"/>
        <w:rPr>
          <w:rFonts w:ascii="Open Sans" w:hAnsi="Open Sans" w:cs="Open Sans"/>
        </w:rPr>
      </w:pPr>
    </w:p>
    <w:p w14:paraId="30E514AB" w14:textId="5F56A2D6" w:rsidR="00F7205D" w:rsidRDefault="00F7205D" w:rsidP="004449C9">
      <w:pPr>
        <w:widowControl w:val="0"/>
        <w:jc w:val="both"/>
        <w:rPr>
          <w:rFonts w:ascii="Open Sans" w:hAnsi="Open Sans" w:cs="Open Sans"/>
        </w:rPr>
      </w:pPr>
    </w:p>
    <w:p w14:paraId="19B1C6DC" w14:textId="5426949A" w:rsidR="00F7205D" w:rsidRDefault="00F7205D" w:rsidP="004449C9">
      <w:pPr>
        <w:widowControl w:val="0"/>
        <w:jc w:val="both"/>
        <w:rPr>
          <w:rFonts w:ascii="Open Sans" w:hAnsi="Open Sans" w:cs="Open Sans"/>
        </w:rPr>
      </w:pPr>
    </w:p>
    <w:p w14:paraId="671FB800" w14:textId="46E2D2F5" w:rsidR="00F7205D" w:rsidRDefault="00F7205D" w:rsidP="004449C9">
      <w:pPr>
        <w:widowControl w:val="0"/>
        <w:jc w:val="both"/>
        <w:rPr>
          <w:rFonts w:ascii="Open Sans" w:hAnsi="Open Sans" w:cs="Open Sans"/>
        </w:rPr>
      </w:pPr>
    </w:p>
    <w:p w14:paraId="06C3DD9E" w14:textId="2319BD5C" w:rsidR="00F7205D" w:rsidRDefault="00F7205D" w:rsidP="004449C9">
      <w:pPr>
        <w:widowControl w:val="0"/>
        <w:jc w:val="both"/>
        <w:rPr>
          <w:rFonts w:ascii="Open Sans" w:hAnsi="Open Sans" w:cs="Open Sans"/>
        </w:rPr>
      </w:pPr>
    </w:p>
    <w:p w14:paraId="2D82266C" w14:textId="7508D951" w:rsidR="00F7205D" w:rsidRDefault="00F7205D" w:rsidP="004449C9">
      <w:pPr>
        <w:widowControl w:val="0"/>
        <w:jc w:val="both"/>
        <w:rPr>
          <w:rFonts w:ascii="Open Sans" w:hAnsi="Open Sans" w:cs="Open Sans"/>
        </w:rPr>
      </w:pPr>
    </w:p>
    <w:p w14:paraId="6F8601B1" w14:textId="02FBDA84" w:rsidR="00F7205D" w:rsidRDefault="00F7205D" w:rsidP="004449C9">
      <w:pPr>
        <w:widowControl w:val="0"/>
        <w:jc w:val="both"/>
        <w:rPr>
          <w:rFonts w:ascii="Open Sans" w:hAnsi="Open Sans" w:cs="Open Sans"/>
        </w:rPr>
      </w:pPr>
    </w:p>
    <w:p w14:paraId="12FAAD22" w14:textId="35D0A727" w:rsidR="00F7205D" w:rsidRDefault="00F7205D" w:rsidP="004449C9">
      <w:pPr>
        <w:widowControl w:val="0"/>
        <w:jc w:val="both"/>
        <w:rPr>
          <w:rFonts w:ascii="Open Sans" w:hAnsi="Open Sans" w:cs="Open Sans"/>
        </w:rPr>
      </w:pPr>
    </w:p>
    <w:p w14:paraId="20A95DAF" w14:textId="1C7BC63D" w:rsidR="00F7205D" w:rsidRDefault="00F7205D" w:rsidP="004449C9">
      <w:pPr>
        <w:widowControl w:val="0"/>
        <w:jc w:val="both"/>
        <w:rPr>
          <w:rFonts w:ascii="Open Sans" w:hAnsi="Open Sans" w:cs="Open Sans"/>
        </w:rPr>
      </w:pPr>
    </w:p>
    <w:p w14:paraId="5370C676" w14:textId="287A6E77" w:rsidR="00F7205D" w:rsidRDefault="00F7205D" w:rsidP="004449C9">
      <w:pPr>
        <w:widowControl w:val="0"/>
        <w:jc w:val="both"/>
        <w:rPr>
          <w:rFonts w:ascii="Open Sans" w:hAnsi="Open Sans" w:cs="Open Sans"/>
        </w:rPr>
      </w:pPr>
    </w:p>
    <w:p w14:paraId="7BEC9DA6" w14:textId="3F68E204" w:rsidR="00F7205D" w:rsidRDefault="00F7205D" w:rsidP="004449C9">
      <w:pPr>
        <w:widowControl w:val="0"/>
        <w:jc w:val="both"/>
        <w:rPr>
          <w:rFonts w:ascii="Open Sans" w:hAnsi="Open Sans" w:cs="Open Sans"/>
        </w:rPr>
      </w:pPr>
    </w:p>
    <w:p w14:paraId="35B37EE8" w14:textId="421860C0" w:rsidR="00F7205D" w:rsidRDefault="00F7205D" w:rsidP="004449C9">
      <w:pPr>
        <w:widowControl w:val="0"/>
        <w:jc w:val="both"/>
        <w:rPr>
          <w:rFonts w:ascii="Open Sans" w:hAnsi="Open Sans" w:cs="Open Sans"/>
        </w:rPr>
      </w:pPr>
    </w:p>
    <w:p w14:paraId="3C4470C1" w14:textId="28A66F23" w:rsidR="00F7205D" w:rsidRDefault="00F7205D" w:rsidP="004449C9">
      <w:pPr>
        <w:widowControl w:val="0"/>
        <w:jc w:val="both"/>
        <w:rPr>
          <w:rFonts w:ascii="Open Sans" w:hAnsi="Open Sans" w:cs="Open Sans"/>
        </w:rPr>
      </w:pPr>
    </w:p>
    <w:p w14:paraId="14024F16" w14:textId="37A0A967" w:rsidR="00F7205D" w:rsidRDefault="00F7205D" w:rsidP="004449C9">
      <w:pPr>
        <w:widowControl w:val="0"/>
        <w:jc w:val="both"/>
        <w:rPr>
          <w:rFonts w:ascii="Open Sans" w:hAnsi="Open Sans" w:cs="Open Sans"/>
        </w:rPr>
      </w:pPr>
    </w:p>
    <w:p w14:paraId="298FA6EA" w14:textId="07033853" w:rsidR="00F7205D" w:rsidRDefault="00F7205D" w:rsidP="004449C9">
      <w:pPr>
        <w:widowControl w:val="0"/>
        <w:jc w:val="both"/>
        <w:rPr>
          <w:rFonts w:ascii="Open Sans" w:hAnsi="Open Sans" w:cs="Open Sans"/>
        </w:rPr>
      </w:pPr>
    </w:p>
    <w:p w14:paraId="21948F69" w14:textId="5B4E7F04" w:rsidR="00F7205D" w:rsidRDefault="00F7205D" w:rsidP="004449C9">
      <w:pPr>
        <w:widowControl w:val="0"/>
        <w:jc w:val="both"/>
        <w:rPr>
          <w:rFonts w:ascii="Open Sans" w:hAnsi="Open Sans" w:cs="Open Sans"/>
        </w:rPr>
      </w:pPr>
    </w:p>
    <w:p w14:paraId="6D6BAE6B" w14:textId="570F2346" w:rsidR="00F7205D" w:rsidRDefault="00F7205D" w:rsidP="004449C9">
      <w:pPr>
        <w:widowControl w:val="0"/>
        <w:jc w:val="both"/>
        <w:rPr>
          <w:rFonts w:ascii="Open Sans" w:hAnsi="Open Sans" w:cs="Open Sans"/>
        </w:rPr>
      </w:pPr>
    </w:p>
    <w:p w14:paraId="7AC91D8D" w14:textId="107FA45C" w:rsidR="00F7205D" w:rsidRDefault="00F7205D" w:rsidP="004449C9">
      <w:pPr>
        <w:widowControl w:val="0"/>
        <w:jc w:val="both"/>
        <w:rPr>
          <w:rFonts w:ascii="Open Sans" w:hAnsi="Open Sans" w:cs="Open Sans"/>
        </w:rPr>
      </w:pPr>
    </w:p>
    <w:p w14:paraId="0BD113E6" w14:textId="6EF5140D" w:rsidR="00F7205D" w:rsidRDefault="00F7205D" w:rsidP="004449C9">
      <w:pPr>
        <w:widowControl w:val="0"/>
        <w:jc w:val="both"/>
        <w:rPr>
          <w:rFonts w:ascii="Open Sans" w:hAnsi="Open Sans" w:cs="Open Sans"/>
        </w:rPr>
      </w:pPr>
    </w:p>
    <w:p w14:paraId="4B0F2B16" w14:textId="1FF4C848" w:rsidR="00F7205D" w:rsidRDefault="00F7205D" w:rsidP="004449C9">
      <w:pPr>
        <w:widowControl w:val="0"/>
        <w:jc w:val="both"/>
        <w:rPr>
          <w:rFonts w:ascii="Open Sans" w:hAnsi="Open Sans" w:cs="Open Sans"/>
        </w:rPr>
      </w:pPr>
    </w:p>
    <w:p w14:paraId="0CB42B1B" w14:textId="76E66014" w:rsidR="00F7205D" w:rsidRDefault="00F7205D" w:rsidP="004449C9">
      <w:pPr>
        <w:widowControl w:val="0"/>
        <w:jc w:val="both"/>
        <w:rPr>
          <w:rFonts w:ascii="Open Sans" w:hAnsi="Open Sans" w:cs="Open Sans"/>
        </w:rPr>
      </w:pPr>
    </w:p>
    <w:p w14:paraId="7F00E516" w14:textId="606166B7" w:rsidR="00F7205D" w:rsidRDefault="00F7205D" w:rsidP="004449C9">
      <w:pPr>
        <w:widowControl w:val="0"/>
        <w:jc w:val="both"/>
        <w:rPr>
          <w:rFonts w:ascii="Open Sans" w:hAnsi="Open Sans" w:cs="Open Sans"/>
        </w:rPr>
      </w:pPr>
    </w:p>
    <w:p w14:paraId="13AE5FB6" w14:textId="239A8BCE" w:rsidR="00F7205D" w:rsidRDefault="00F7205D" w:rsidP="004449C9">
      <w:pPr>
        <w:widowControl w:val="0"/>
        <w:jc w:val="both"/>
        <w:rPr>
          <w:rFonts w:ascii="Open Sans" w:hAnsi="Open Sans" w:cs="Open Sans"/>
        </w:rPr>
      </w:pPr>
    </w:p>
    <w:p w14:paraId="7AF22AA2" w14:textId="375A9006" w:rsidR="00F7205D" w:rsidRDefault="00F7205D" w:rsidP="004449C9">
      <w:pPr>
        <w:widowControl w:val="0"/>
        <w:jc w:val="both"/>
        <w:rPr>
          <w:rFonts w:ascii="Open Sans" w:hAnsi="Open Sans" w:cs="Open Sans"/>
        </w:rPr>
      </w:pPr>
    </w:p>
    <w:p w14:paraId="285403BB" w14:textId="3A1FF6B3" w:rsidR="00F7205D" w:rsidRDefault="00F7205D" w:rsidP="004449C9">
      <w:pPr>
        <w:widowControl w:val="0"/>
        <w:jc w:val="both"/>
        <w:rPr>
          <w:rFonts w:ascii="Open Sans" w:hAnsi="Open Sans" w:cs="Open Sans"/>
        </w:rPr>
      </w:pPr>
    </w:p>
    <w:p w14:paraId="7747FBBA" w14:textId="1F911272" w:rsidR="00F7205D" w:rsidRDefault="00F7205D" w:rsidP="004449C9">
      <w:pPr>
        <w:widowControl w:val="0"/>
        <w:jc w:val="both"/>
        <w:rPr>
          <w:rFonts w:ascii="Open Sans" w:hAnsi="Open Sans" w:cs="Open Sans"/>
        </w:rPr>
      </w:pPr>
    </w:p>
    <w:p w14:paraId="1B7D6D44" w14:textId="35D598FA" w:rsidR="00F7205D" w:rsidRDefault="00F7205D" w:rsidP="004449C9">
      <w:pPr>
        <w:widowControl w:val="0"/>
        <w:jc w:val="both"/>
        <w:rPr>
          <w:rFonts w:ascii="Open Sans" w:hAnsi="Open Sans" w:cs="Open Sans"/>
        </w:rPr>
      </w:pPr>
    </w:p>
    <w:p w14:paraId="5E5A8F67" w14:textId="533C416D" w:rsidR="00F7205D" w:rsidRDefault="00F7205D" w:rsidP="004449C9">
      <w:pPr>
        <w:widowControl w:val="0"/>
        <w:jc w:val="both"/>
        <w:rPr>
          <w:rFonts w:ascii="Open Sans" w:hAnsi="Open Sans" w:cs="Open Sans"/>
        </w:rPr>
      </w:pPr>
    </w:p>
    <w:p w14:paraId="49A6D8BA" w14:textId="20D52127" w:rsidR="00F7205D" w:rsidRDefault="00F7205D" w:rsidP="004449C9">
      <w:pPr>
        <w:widowControl w:val="0"/>
        <w:jc w:val="both"/>
        <w:rPr>
          <w:rFonts w:ascii="Open Sans" w:hAnsi="Open Sans" w:cs="Open Sans"/>
        </w:rPr>
      </w:pPr>
    </w:p>
    <w:p w14:paraId="2B6596E2" w14:textId="717AD530" w:rsidR="00F7205D" w:rsidRDefault="00F7205D" w:rsidP="004449C9">
      <w:pPr>
        <w:widowControl w:val="0"/>
        <w:jc w:val="both"/>
        <w:rPr>
          <w:rFonts w:ascii="Open Sans" w:hAnsi="Open Sans" w:cs="Open Sans"/>
        </w:rPr>
      </w:pPr>
    </w:p>
    <w:p w14:paraId="10517951" w14:textId="20A7DB0A" w:rsidR="00FA0BC8" w:rsidRDefault="00FA0BC8" w:rsidP="004449C9">
      <w:pPr>
        <w:widowControl w:val="0"/>
        <w:jc w:val="both"/>
        <w:rPr>
          <w:rFonts w:ascii="Open Sans" w:hAnsi="Open Sans" w:cs="Open Sans"/>
        </w:rPr>
      </w:pPr>
    </w:p>
    <w:p w14:paraId="628AD477" w14:textId="77777777" w:rsidR="00FA0BC8" w:rsidRDefault="00FA0BC8" w:rsidP="004449C9">
      <w:pPr>
        <w:widowControl w:val="0"/>
        <w:jc w:val="both"/>
        <w:rPr>
          <w:rFonts w:ascii="Open Sans" w:hAnsi="Open Sans" w:cs="Open Sans"/>
        </w:rPr>
      </w:pPr>
    </w:p>
    <w:p w14:paraId="62CC3EA6" w14:textId="508C556C" w:rsidR="00F7205D" w:rsidRDefault="00F7205D" w:rsidP="004449C9">
      <w:pPr>
        <w:widowControl w:val="0"/>
        <w:jc w:val="both"/>
        <w:rPr>
          <w:rFonts w:ascii="Open Sans" w:hAnsi="Open Sans" w:cs="Open Sans"/>
        </w:rPr>
      </w:pPr>
    </w:p>
    <w:p w14:paraId="32B5F863" w14:textId="0A06B3E0" w:rsidR="00F7205D" w:rsidRDefault="00F7205D" w:rsidP="004449C9">
      <w:pPr>
        <w:widowControl w:val="0"/>
        <w:jc w:val="both"/>
        <w:rPr>
          <w:rFonts w:ascii="Open Sans" w:hAnsi="Open Sans" w:cs="Open Sans"/>
        </w:rPr>
      </w:pPr>
    </w:p>
    <w:p w14:paraId="3E2F5DE9" w14:textId="3A327CB3" w:rsidR="00F7205D" w:rsidRDefault="00F7205D" w:rsidP="004449C9">
      <w:pPr>
        <w:widowControl w:val="0"/>
        <w:jc w:val="both"/>
        <w:rPr>
          <w:rFonts w:ascii="Open Sans" w:hAnsi="Open Sans" w:cs="Open Sans"/>
        </w:rPr>
      </w:pPr>
    </w:p>
    <w:p w14:paraId="30E20EA8" w14:textId="21DB043E" w:rsidR="00FE71C9" w:rsidRPr="00FD240D" w:rsidRDefault="00FE71C9" w:rsidP="0019014E">
      <w:pPr>
        <w:widowControl w:val="0"/>
        <w:numPr>
          <w:ilvl w:val="0"/>
          <w:numId w:val="10"/>
        </w:numPr>
        <w:jc w:val="both"/>
        <w:rPr>
          <w:rFonts w:ascii="Open Sans" w:hAnsi="Open Sans" w:cs="Open Sans"/>
          <w:b/>
        </w:rPr>
      </w:pPr>
      <w:r w:rsidRPr="00FD240D">
        <w:rPr>
          <w:rFonts w:ascii="Open Sans" w:hAnsi="Open Sans" w:cs="Open Sans"/>
          <w:b/>
        </w:rPr>
        <w:lastRenderedPageBreak/>
        <w:t xml:space="preserve">PONUDBENI POGOJI </w:t>
      </w:r>
    </w:p>
    <w:p w14:paraId="7E9D81AC" w14:textId="77777777" w:rsidR="00822FE9" w:rsidRPr="00FD240D" w:rsidRDefault="00822FE9" w:rsidP="00822FE9">
      <w:pPr>
        <w:widowControl w:val="0"/>
        <w:ind w:left="360"/>
        <w:jc w:val="both"/>
        <w:rPr>
          <w:rFonts w:ascii="Open Sans" w:hAnsi="Open Sans" w:cs="Open Sans"/>
          <w:b/>
        </w:rPr>
      </w:pPr>
    </w:p>
    <w:p w14:paraId="79696646" w14:textId="01EE25B7" w:rsidR="00FE71C9" w:rsidRPr="00FD240D" w:rsidRDefault="00FE71C9"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Celovitost ponudbe</w:t>
      </w:r>
    </w:p>
    <w:p w14:paraId="5B85923A" w14:textId="77777777" w:rsidR="00FE71C9" w:rsidRPr="00FD240D" w:rsidRDefault="00FE71C9" w:rsidP="004449C9">
      <w:pPr>
        <w:widowControl w:val="0"/>
        <w:jc w:val="both"/>
        <w:rPr>
          <w:rFonts w:ascii="Open Sans" w:hAnsi="Open Sans" w:cs="Open Sans"/>
        </w:rPr>
      </w:pPr>
    </w:p>
    <w:p w14:paraId="2E4797C2" w14:textId="77777777" w:rsidR="00FE71C9" w:rsidRPr="00FD240D" w:rsidRDefault="00FE71C9" w:rsidP="004449C9">
      <w:pPr>
        <w:widowControl w:val="0"/>
        <w:jc w:val="both"/>
        <w:rPr>
          <w:rFonts w:ascii="Open Sans" w:hAnsi="Open Sans" w:cs="Open Sans"/>
        </w:rPr>
      </w:pPr>
      <w:r w:rsidRPr="00FD240D">
        <w:rPr>
          <w:rFonts w:ascii="Open Sans" w:hAnsi="Open Sans" w:cs="Open Sans"/>
          <w:bCs/>
        </w:rPr>
        <w:t>Ponudnik odda svojo ponudbo za celotno javno naročilo,</w:t>
      </w:r>
      <w:r w:rsidRPr="00FD240D">
        <w:rPr>
          <w:rFonts w:ascii="Open Sans" w:hAnsi="Open Sans" w:cs="Open Sans"/>
          <w:b/>
          <w:bCs/>
        </w:rPr>
        <w:t xml:space="preserve"> </w:t>
      </w:r>
      <w:r w:rsidRPr="00FD240D">
        <w:rPr>
          <w:rFonts w:ascii="Open Sans" w:hAnsi="Open Sans" w:cs="Open Sans"/>
          <w:bCs/>
        </w:rPr>
        <w:t>v skladu</w:t>
      </w:r>
      <w:r w:rsidRPr="00FD240D">
        <w:rPr>
          <w:rFonts w:ascii="Open Sans" w:hAnsi="Open Sans" w:cs="Open Sans"/>
        </w:rPr>
        <w:t xml:space="preserve"> z zahtevami naročnika, navedenimi v razpisni dokumentaciji in njenih prilogah. </w:t>
      </w:r>
    </w:p>
    <w:p w14:paraId="0B95BB68" w14:textId="77777777" w:rsidR="00FE71C9" w:rsidRPr="00FD240D" w:rsidRDefault="00FE71C9" w:rsidP="004449C9">
      <w:pPr>
        <w:widowControl w:val="0"/>
        <w:jc w:val="both"/>
        <w:rPr>
          <w:rFonts w:ascii="Open Sans" w:hAnsi="Open Sans" w:cs="Open Sans"/>
        </w:rPr>
      </w:pPr>
    </w:p>
    <w:p w14:paraId="0A4334AA" w14:textId="77777777" w:rsidR="00FE71C9" w:rsidRPr="00FD240D" w:rsidRDefault="00FE71C9" w:rsidP="004449C9">
      <w:pPr>
        <w:widowControl w:val="0"/>
        <w:jc w:val="both"/>
        <w:rPr>
          <w:rFonts w:ascii="Open Sans" w:hAnsi="Open Sans" w:cs="Open Sans"/>
        </w:rPr>
      </w:pPr>
      <w:r w:rsidRPr="00FD240D">
        <w:rPr>
          <w:rFonts w:ascii="Open Sans" w:hAnsi="Open Sans" w:cs="Open Sans"/>
        </w:rPr>
        <w:t xml:space="preserve">Naročnik bo oddal javno naročilo in sklenil </w:t>
      </w:r>
      <w:r w:rsidR="00701F72" w:rsidRPr="00FD240D">
        <w:rPr>
          <w:rFonts w:ascii="Open Sans" w:hAnsi="Open Sans" w:cs="Open Sans"/>
        </w:rPr>
        <w:t xml:space="preserve">okvirni sporazum </w:t>
      </w:r>
      <w:r w:rsidRPr="00FD240D">
        <w:rPr>
          <w:rFonts w:ascii="Open Sans" w:hAnsi="Open Sans" w:cs="Open Sans"/>
        </w:rPr>
        <w:t>s ponudnikom, ki bo izpolnjeval pogoje iz te razpisne dokumentacije in bo imel ekonomsko najugodnejšo ponudbo.</w:t>
      </w:r>
    </w:p>
    <w:p w14:paraId="4F4813DB" w14:textId="56C2EE21" w:rsidR="00FE71C9" w:rsidRPr="00FD240D" w:rsidRDefault="00FE71C9" w:rsidP="004449C9">
      <w:pPr>
        <w:widowControl w:val="0"/>
        <w:jc w:val="both"/>
        <w:rPr>
          <w:rFonts w:ascii="Open Sans" w:hAnsi="Open Sans" w:cs="Open Sans"/>
        </w:rPr>
      </w:pPr>
    </w:p>
    <w:p w14:paraId="1B2E97F2" w14:textId="1D043626" w:rsidR="00FE71C9" w:rsidRPr="00FD240D" w:rsidRDefault="00FE71C9"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Skupna ponudba</w:t>
      </w:r>
    </w:p>
    <w:p w14:paraId="6587DB28" w14:textId="77777777" w:rsidR="00FE71C9" w:rsidRPr="00FD240D" w:rsidRDefault="00FE71C9" w:rsidP="004449C9">
      <w:pPr>
        <w:widowControl w:val="0"/>
        <w:ind w:left="851"/>
        <w:jc w:val="both"/>
        <w:rPr>
          <w:rFonts w:ascii="Open Sans" w:hAnsi="Open Sans" w:cs="Open Sans"/>
        </w:rPr>
      </w:pPr>
    </w:p>
    <w:p w14:paraId="27EF68DF" w14:textId="77777777" w:rsidR="00FE71C9" w:rsidRPr="00FD240D" w:rsidRDefault="00FE71C9" w:rsidP="004449C9">
      <w:pPr>
        <w:widowControl w:val="0"/>
        <w:jc w:val="both"/>
        <w:rPr>
          <w:rFonts w:ascii="Open Sans" w:hAnsi="Open Sans" w:cs="Open Sans"/>
        </w:rPr>
      </w:pPr>
      <w:r w:rsidRPr="00FD240D">
        <w:rPr>
          <w:rFonts w:ascii="Open Sans" w:hAnsi="Open Sans" w:cs="Open Sans"/>
        </w:rPr>
        <w:t>Ponudbo lahko predloži skupina ponudnikov, ki mora predložiti pravni akt o skupni izvedbi naročila. Navedeni pravni akt mora natančno opredeliti:</w:t>
      </w:r>
    </w:p>
    <w:p w14:paraId="2696F699"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medsebojno odgovornost posameznih članov skupine za izvedbo naročila znotraj skupine,</w:t>
      </w:r>
    </w:p>
    <w:p w14:paraId="087F1F48"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neomejeno solidarno odgovornost članov skupine do naročnika glede vseh obveznosti</w:t>
      </w:r>
      <w:r w:rsidR="009142A4" w:rsidRPr="00FD240D">
        <w:rPr>
          <w:rFonts w:ascii="Open Sans" w:hAnsi="Open Sans" w:cs="Open Sans"/>
        </w:rPr>
        <w:t xml:space="preserve"> iz okvirnega sporazuma,</w:t>
      </w:r>
    </w:p>
    <w:p w14:paraId="0FDFBC84"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glavnega nosilca izvedbe obveznosti</w:t>
      </w:r>
      <w:r w:rsidR="00C07290" w:rsidRPr="00FD240D">
        <w:rPr>
          <w:rFonts w:ascii="Open Sans" w:hAnsi="Open Sans" w:cs="Open Sans"/>
        </w:rPr>
        <w:t xml:space="preserve"> iz okvirnega sporazuma, </w:t>
      </w:r>
      <w:r w:rsidRPr="00FD240D">
        <w:rPr>
          <w:rFonts w:ascii="Open Sans" w:hAnsi="Open Sans" w:cs="Open Sans"/>
        </w:rPr>
        <w:t xml:space="preserve">s katerim bo naročnik komuniciral, </w:t>
      </w:r>
    </w:p>
    <w:p w14:paraId="154FBFA4"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navedbo člana/ov skupine, kateremu naročnik vroči odločitev o oddaji naročila (v kolikor to ni navedeno, bo naročnik vročal odločitve vsem članom skupine ponudnikov),</w:t>
      </w:r>
    </w:p>
    <w:p w14:paraId="2F77A616"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 xml:space="preserve">nosilca finančnih obračunov in transakcij z navedbo transakcijskega računa, preko katerega se bo izvajalo plačevanje izvedenih </w:t>
      </w:r>
      <w:r w:rsidR="00C07290" w:rsidRPr="00FD240D">
        <w:rPr>
          <w:rFonts w:ascii="Open Sans" w:hAnsi="Open Sans" w:cs="Open Sans"/>
        </w:rPr>
        <w:t>o</w:t>
      </w:r>
      <w:r w:rsidRPr="00FD240D">
        <w:rPr>
          <w:rFonts w:ascii="Open Sans" w:hAnsi="Open Sans" w:cs="Open Sans"/>
        </w:rPr>
        <w:t>bveznosti</w:t>
      </w:r>
      <w:r w:rsidR="00C07290" w:rsidRPr="00FD240D">
        <w:rPr>
          <w:rFonts w:ascii="Open Sans" w:hAnsi="Open Sans" w:cs="Open Sans"/>
        </w:rPr>
        <w:t xml:space="preserve"> iz okvirnega sporazuma,</w:t>
      </w:r>
    </w:p>
    <w:p w14:paraId="1C2B539D"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določila v primeru izstopa partnerja,</w:t>
      </w:r>
    </w:p>
    <w:p w14:paraId="45337BA9"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pooblastilo vodilnemu partnerju,</w:t>
      </w:r>
    </w:p>
    <w:p w14:paraId="631BE320" w14:textId="77777777" w:rsidR="00FE71C9" w:rsidRPr="00FD240D" w:rsidRDefault="00FE71C9" w:rsidP="0019014E">
      <w:pPr>
        <w:widowControl w:val="0"/>
        <w:numPr>
          <w:ilvl w:val="0"/>
          <w:numId w:val="4"/>
        </w:numPr>
        <w:ind w:left="284" w:hanging="284"/>
        <w:jc w:val="both"/>
        <w:rPr>
          <w:rFonts w:ascii="Open Sans" w:hAnsi="Open Sans" w:cs="Open Sans"/>
        </w:rPr>
      </w:pPr>
      <w:r w:rsidRPr="00FD240D">
        <w:rPr>
          <w:rFonts w:ascii="Open Sans" w:hAnsi="Open Sans" w:cs="Open Sans"/>
        </w:rPr>
        <w:t>opredelitev deležev in področje dela.</w:t>
      </w:r>
    </w:p>
    <w:p w14:paraId="3FE52F92" w14:textId="77777777" w:rsidR="00FE71C9" w:rsidRPr="00FD240D" w:rsidRDefault="00FE71C9" w:rsidP="004449C9">
      <w:pPr>
        <w:widowControl w:val="0"/>
        <w:jc w:val="both"/>
        <w:rPr>
          <w:rFonts w:ascii="Open Sans" w:hAnsi="Open Sans" w:cs="Open Sans"/>
        </w:rPr>
      </w:pPr>
    </w:p>
    <w:p w14:paraId="565ED1EC" w14:textId="77777777" w:rsidR="00FE71C9" w:rsidRPr="00FD240D" w:rsidRDefault="00FE71C9" w:rsidP="004449C9">
      <w:pPr>
        <w:widowControl w:val="0"/>
        <w:jc w:val="both"/>
        <w:rPr>
          <w:rFonts w:ascii="Open Sans" w:hAnsi="Open Sans" w:cs="Open Sans"/>
        </w:rPr>
      </w:pPr>
      <w:r w:rsidRPr="00FD240D">
        <w:rPr>
          <w:rFonts w:ascii="Open Sans" w:hAnsi="Open Sans" w:cs="Open Sans"/>
        </w:rPr>
        <w:t xml:space="preserve">V primeru skupne ponudbe, </w:t>
      </w:r>
      <w:r w:rsidR="008E44BC" w:rsidRPr="00FD240D">
        <w:rPr>
          <w:rFonts w:ascii="Open Sans" w:hAnsi="Open Sans" w:cs="Open Sans"/>
        </w:rPr>
        <w:t>okvirni sporazum</w:t>
      </w:r>
      <w:r w:rsidRPr="00FD240D">
        <w:rPr>
          <w:rFonts w:ascii="Open Sans" w:hAnsi="Open Sans" w:cs="Open Sans"/>
        </w:rPr>
        <w:t xml:space="preserve"> podpišejo vsi partnerji v skupni ponudbi.</w:t>
      </w:r>
    </w:p>
    <w:p w14:paraId="0EA83B6E" w14:textId="77777777" w:rsidR="00FE71C9" w:rsidRPr="00FD240D" w:rsidRDefault="00FE71C9" w:rsidP="004449C9">
      <w:pPr>
        <w:widowControl w:val="0"/>
        <w:jc w:val="both"/>
        <w:rPr>
          <w:rFonts w:ascii="Open Sans" w:hAnsi="Open Sans" w:cs="Open Sans"/>
        </w:rPr>
      </w:pPr>
    </w:p>
    <w:p w14:paraId="66FCA5A1" w14:textId="77777777" w:rsidR="00FE71C9" w:rsidRPr="00FD240D" w:rsidRDefault="00FE71C9" w:rsidP="004449C9">
      <w:pPr>
        <w:widowControl w:val="0"/>
        <w:jc w:val="both"/>
        <w:rPr>
          <w:rFonts w:ascii="Open Sans" w:hAnsi="Open Sans" w:cs="Open Sans"/>
        </w:rPr>
      </w:pPr>
      <w:r w:rsidRPr="00FD240D">
        <w:rPr>
          <w:rFonts w:ascii="Open Sans" w:hAnsi="Open Sans" w:cs="Open Sans"/>
        </w:rPr>
        <w:t>Vsak član skupine ponudnikov v okviru skupne ponudbe odgovarja naročniku neomejeno solidarno.</w:t>
      </w:r>
    </w:p>
    <w:p w14:paraId="056AF3F3" w14:textId="77777777" w:rsidR="00FE71C9" w:rsidRPr="00FD240D" w:rsidRDefault="00FE71C9" w:rsidP="004449C9">
      <w:pPr>
        <w:widowControl w:val="0"/>
        <w:jc w:val="both"/>
        <w:rPr>
          <w:rFonts w:ascii="Open Sans" w:hAnsi="Open Sans" w:cs="Open Sans"/>
        </w:rPr>
      </w:pPr>
    </w:p>
    <w:p w14:paraId="731D5850" w14:textId="5CCE933A" w:rsidR="00FE71C9" w:rsidRPr="00FD240D" w:rsidRDefault="00FE71C9" w:rsidP="004449C9">
      <w:pPr>
        <w:widowControl w:val="0"/>
        <w:jc w:val="both"/>
        <w:rPr>
          <w:rFonts w:ascii="Open Sans" w:hAnsi="Open Sans" w:cs="Open Sans"/>
        </w:rPr>
      </w:pPr>
      <w:r w:rsidRPr="00FD240D">
        <w:rPr>
          <w:rFonts w:ascii="Open Sans" w:hAnsi="Open Sans" w:cs="Open Sans"/>
        </w:rPr>
        <w:t>Pravni akt o skupni izvedbi naročila se priloži k prilogi 1.</w:t>
      </w:r>
    </w:p>
    <w:p w14:paraId="47D1E741" w14:textId="77777777" w:rsidR="00FE71C9" w:rsidRPr="00FD240D" w:rsidRDefault="00FE71C9" w:rsidP="004449C9">
      <w:pPr>
        <w:widowControl w:val="0"/>
        <w:jc w:val="both"/>
        <w:rPr>
          <w:rFonts w:ascii="Open Sans" w:hAnsi="Open Sans" w:cs="Open Sans"/>
        </w:rPr>
      </w:pPr>
    </w:p>
    <w:p w14:paraId="5AA17B8F" w14:textId="6AC116FA" w:rsidR="00FE71C9" w:rsidRPr="00FD240D" w:rsidRDefault="00FE71C9" w:rsidP="0020433F">
      <w:pPr>
        <w:widowControl w:val="0"/>
        <w:jc w:val="both"/>
        <w:rPr>
          <w:rFonts w:ascii="Open Sans" w:hAnsi="Open Sans" w:cs="Open Sans"/>
          <w:b/>
        </w:rPr>
      </w:pPr>
      <w:r w:rsidRPr="00FD240D">
        <w:rPr>
          <w:rFonts w:ascii="Open Sans" w:hAnsi="Open Sans" w:cs="Open Sans"/>
          <w:b/>
        </w:rPr>
        <w:t xml:space="preserve">V primeru skupne ponudbe mora glavni nosilec izvedbe obveznosti </w:t>
      </w:r>
      <w:r w:rsidR="00C07290" w:rsidRPr="00FD240D">
        <w:rPr>
          <w:rFonts w:ascii="Open Sans" w:hAnsi="Open Sans" w:cs="Open Sans"/>
          <w:b/>
        </w:rPr>
        <w:t xml:space="preserve">iz okvirnega sporazuma </w:t>
      </w:r>
      <w:r w:rsidRPr="00FD240D">
        <w:rPr>
          <w:rFonts w:ascii="Open Sans" w:hAnsi="Open Sans" w:cs="Open Sans"/>
          <w:b/>
        </w:rPr>
        <w:t xml:space="preserve">za vse partnerje v skupni ponudbi k ponudbi priložiti </w:t>
      </w:r>
      <w:r w:rsidR="000C1B88" w:rsidRPr="00FD240D">
        <w:rPr>
          <w:rFonts w:ascii="Open Sans" w:hAnsi="Open Sans" w:cs="Open Sans"/>
          <w:b/>
        </w:rPr>
        <w:t>PDF formatu</w:t>
      </w:r>
      <w:r w:rsidRPr="00FD240D">
        <w:rPr>
          <w:rFonts w:ascii="Open Sans" w:hAnsi="Open Sans" w:cs="Open Sans"/>
          <w:b/>
        </w:rPr>
        <w:t xml:space="preserve"> datoteko:</w:t>
      </w:r>
    </w:p>
    <w:p w14:paraId="453C9E0E" w14:textId="418A490C" w:rsidR="00995F66" w:rsidRPr="00FD240D" w:rsidRDefault="00995F66" w:rsidP="0019014E">
      <w:pPr>
        <w:widowControl w:val="0"/>
        <w:numPr>
          <w:ilvl w:val="0"/>
          <w:numId w:val="14"/>
        </w:numPr>
        <w:ind w:left="284" w:hanging="284"/>
        <w:jc w:val="both"/>
        <w:rPr>
          <w:rFonts w:ascii="Open Sans" w:hAnsi="Open Sans" w:cs="Open Sans"/>
          <w:kern w:val="16"/>
        </w:rPr>
      </w:pPr>
      <w:r w:rsidRPr="00FD240D">
        <w:rPr>
          <w:rFonts w:ascii="Open Sans" w:hAnsi="Open Sans" w:cs="Open Sans"/>
          <w:kern w:val="16"/>
        </w:rPr>
        <w:t xml:space="preserve">izpolnjeno in podpisano </w:t>
      </w:r>
      <w:r w:rsidRPr="00FD240D">
        <w:rPr>
          <w:rFonts w:ascii="Open Sans" w:hAnsi="Open Sans" w:cs="Open Sans"/>
          <w:b/>
          <w:kern w:val="16"/>
        </w:rPr>
        <w:t>prilogo 1</w:t>
      </w:r>
      <w:r w:rsidRPr="00FD240D">
        <w:rPr>
          <w:rFonts w:ascii="Open Sans" w:hAnsi="Open Sans" w:cs="Open Sans"/>
          <w:kern w:val="16"/>
        </w:rPr>
        <w:t>,</w:t>
      </w:r>
    </w:p>
    <w:p w14:paraId="000DF9B7" w14:textId="77777777" w:rsidR="00FE71C9" w:rsidRPr="00FD240D" w:rsidRDefault="00FE71C9" w:rsidP="0019014E">
      <w:pPr>
        <w:widowControl w:val="0"/>
        <w:numPr>
          <w:ilvl w:val="0"/>
          <w:numId w:val="14"/>
        </w:numPr>
        <w:ind w:left="284" w:hanging="284"/>
        <w:jc w:val="both"/>
        <w:rPr>
          <w:rFonts w:ascii="Open Sans" w:hAnsi="Open Sans" w:cs="Open Sans"/>
          <w:kern w:val="16"/>
        </w:rPr>
      </w:pPr>
      <w:r w:rsidRPr="00FD240D">
        <w:rPr>
          <w:rFonts w:ascii="Open Sans" w:hAnsi="Open Sans" w:cs="Open Sans"/>
          <w:kern w:val="16"/>
        </w:rPr>
        <w:t xml:space="preserve">izpolnjeno in podpisano </w:t>
      </w:r>
      <w:r w:rsidRPr="00FD240D">
        <w:rPr>
          <w:rFonts w:ascii="Open Sans" w:hAnsi="Open Sans" w:cs="Open Sans"/>
          <w:b/>
          <w:kern w:val="16"/>
        </w:rPr>
        <w:t>prilogo 3</w:t>
      </w:r>
      <w:r w:rsidRPr="00FD240D">
        <w:rPr>
          <w:rFonts w:ascii="Open Sans" w:hAnsi="Open Sans" w:cs="Open Sans"/>
          <w:kern w:val="16"/>
        </w:rPr>
        <w:t>,</w:t>
      </w:r>
    </w:p>
    <w:p w14:paraId="33319003" w14:textId="77777777"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3/1</w:t>
      </w:r>
      <w:r w:rsidRPr="00FD240D">
        <w:rPr>
          <w:rFonts w:ascii="Open Sans" w:hAnsi="Open Sans" w:cs="Open Sans"/>
          <w:kern w:val="16"/>
        </w:rPr>
        <w:t>,</w:t>
      </w:r>
    </w:p>
    <w:p w14:paraId="7CD20776" w14:textId="12B1CF01"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4</w:t>
      </w:r>
      <w:r w:rsidRPr="00FD240D">
        <w:rPr>
          <w:rFonts w:ascii="Open Sans" w:hAnsi="Open Sans" w:cs="Open Sans"/>
          <w:kern w:val="16"/>
        </w:rPr>
        <w:t>.</w:t>
      </w:r>
    </w:p>
    <w:p w14:paraId="20753F77" w14:textId="45D483EA" w:rsidR="00FE71C9" w:rsidRPr="00FD240D" w:rsidRDefault="00FE71C9" w:rsidP="004449C9">
      <w:pPr>
        <w:widowControl w:val="0"/>
        <w:jc w:val="both"/>
        <w:rPr>
          <w:rFonts w:ascii="Open Sans" w:hAnsi="Open Sans" w:cs="Open Sans"/>
        </w:rPr>
      </w:pPr>
    </w:p>
    <w:p w14:paraId="4D108CF9" w14:textId="24104B42" w:rsidR="00FE71C9" w:rsidRPr="00FD240D" w:rsidRDefault="00FE71C9"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Ponudba s podizvajalci</w:t>
      </w:r>
    </w:p>
    <w:p w14:paraId="7600FCE6" w14:textId="77777777" w:rsidR="0045144F" w:rsidRPr="00FD240D" w:rsidRDefault="0045144F" w:rsidP="004449C9">
      <w:pPr>
        <w:widowControl w:val="0"/>
        <w:jc w:val="both"/>
        <w:rPr>
          <w:rFonts w:ascii="Open Sans" w:hAnsi="Open Sans" w:cs="Open Sans"/>
          <w:kern w:val="16"/>
        </w:rPr>
      </w:pPr>
    </w:p>
    <w:p w14:paraId="0EFD1702" w14:textId="428150AE" w:rsidR="00FE71C9" w:rsidRPr="00FD240D" w:rsidRDefault="00FE71C9" w:rsidP="004449C9">
      <w:pPr>
        <w:widowControl w:val="0"/>
        <w:jc w:val="both"/>
        <w:rPr>
          <w:rFonts w:ascii="Open Sans" w:hAnsi="Open Sans" w:cs="Open Sans"/>
          <w:kern w:val="16"/>
        </w:rPr>
      </w:pPr>
      <w:r w:rsidRPr="00FD240D">
        <w:rPr>
          <w:rFonts w:ascii="Open Sans" w:hAnsi="Open Sans" w:cs="Open Sans"/>
          <w:kern w:val="16"/>
        </w:rPr>
        <w:t>Ponudnik lahko v celoti sam izvede predmetno javno naročilo ali pa ga izvede s podizvajalci.</w:t>
      </w:r>
    </w:p>
    <w:p w14:paraId="1E686672" w14:textId="77777777" w:rsidR="00FE71C9" w:rsidRPr="00FD240D" w:rsidRDefault="00FE71C9" w:rsidP="004449C9">
      <w:pPr>
        <w:widowControl w:val="0"/>
        <w:jc w:val="both"/>
        <w:rPr>
          <w:rFonts w:ascii="Open Sans" w:hAnsi="Open Sans" w:cs="Open Sans"/>
        </w:rPr>
      </w:pPr>
    </w:p>
    <w:p w14:paraId="262ED82A" w14:textId="77777777" w:rsidR="00FE71C9" w:rsidRPr="00FD240D" w:rsidRDefault="00FE71C9" w:rsidP="004449C9">
      <w:pPr>
        <w:widowControl w:val="0"/>
        <w:jc w:val="both"/>
        <w:rPr>
          <w:rFonts w:ascii="Open Sans" w:hAnsi="Open Sans" w:cs="Open Sans"/>
        </w:rPr>
      </w:pPr>
      <w:r w:rsidRPr="00FD240D">
        <w:rPr>
          <w:rFonts w:ascii="Open Sans" w:hAnsi="Open Sans" w:cs="Open Sans"/>
        </w:rPr>
        <w:t xml:space="preserve">Ponudnik, ki izvaja javno naročilo z enim ali več podizvajalci, mora v celoti upoštevati obveznosti iz 94. člena ZJN-3 in zahteve iz razpisne dokumentacije, ter za vse navedene podizvajalce predložiti skenirane, izpolnjene in podpisane zahtevane obrazce iz razpisne dokumentacije. </w:t>
      </w:r>
    </w:p>
    <w:p w14:paraId="6E27984D" w14:textId="77777777" w:rsidR="00FE71C9" w:rsidRPr="00FD240D" w:rsidRDefault="00FE71C9" w:rsidP="004449C9">
      <w:pPr>
        <w:widowControl w:val="0"/>
        <w:jc w:val="both"/>
        <w:rPr>
          <w:rFonts w:ascii="Open Sans" w:hAnsi="Open Sans" w:cs="Open Sans"/>
        </w:rPr>
      </w:pPr>
    </w:p>
    <w:p w14:paraId="000AA209" w14:textId="195CE616" w:rsidR="00FE71C9" w:rsidRPr="00FD240D" w:rsidRDefault="00FE71C9" w:rsidP="004449C9">
      <w:pPr>
        <w:widowControl w:val="0"/>
        <w:jc w:val="both"/>
        <w:rPr>
          <w:rFonts w:ascii="Open Sans" w:hAnsi="Open Sans" w:cs="Open Sans"/>
        </w:rPr>
      </w:pPr>
      <w:r w:rsidRPr="00FD240D">
        <w:rPr>
          <w:rFonts w:ascii="Open Sans" w:hAnsi="Open Sans" w:cs="Open Sans"/>
        </w:rPr>
        <w:t xml:space="preserve">Naročnik bo zavrnil vsakega podizvajalca, če zanj obstajajo razlogi za izključitev iz točke 3.1. razpisne dokumentacije. Podizvajalec mora izpolnjevati vse pogoje in zahteve naročnika v zvezi s podizvajalci, ki so navedeni v razpisni dokumentaciji in 94. členu ZJN-3, ter izpolnil vse navedene priloge, ki se nanašajo na izpolnjevanje pogojev podizvajalcev.  </w:t>
      </w:r>
    </w:p>
    <w:p w14:paraId="1BF39A95" w14:textId="77777777" w:rsidR="00431B77" w:rsidRPr="00FD240D" w:rsidRDefault="00431B77" w:rsidP="004449C9">
      <w:pPr>
        <w:widowControl w:val="0"/>
        <w:jc w:val="both"/>
        <w:rPr>
          <w:rFonts w:ascii="Open Sans" w:hAnsi="Open Sans" w:cs="Open Sans"/>
        </w:rPr>
      </w:pPr>
    </w:p>
    <w:p w14:paraId="443B87DB" w14:textId="15E866AF" w:rsidR="00FE71C9" w:rsidRPr="00FD240D" w:rsidRDefault="00FE71C9" w:rsidP="004449C9">
      <w:pPr>
        <w:widowControl w:val="0"/>
        <w:jc w:val="both"/>
        <w:rPr>
          <w:rFonts w:ascii="Open Sans" w:hAnsi="Open Sans" w:cs="Open Sans"/>
        </w:rPr>
      </w:pPr>
      <w:r w:rsidRPr="00FD240D">
        <w:rPr>
          <w:rFonts w:ascii="Open Sans" w:hAnsi="Open Sans" w:cs="Open Sans"/>
        </w:rPr>
        <w:lastRenderedPageBreak/>
        <w:t>Glavni ponudnik mora med izvajanjem javnega naročila naročnika obvestiti o morebitnih spremembah informacij iz drugega odstavka 94. člena ZJN-3 in poslati informacije o novih podizvajalcih, ki jih namerava naknadno vključiti v izvajanje takšnih gradenj ali storitev/dobave, in sicer najkasneje v</w:t>
      </w:r>
      <w:r w:rsidR="00A94A49" w:rsidRPr="00FD240D">
        <w:rPr>
          <w:rFonts w:ascii="Open Sans" w:hAnsi="Open Sans" w:cs="Open Sans"/>
        </w:rPr>
        <w:t xml:space="preserve"> 5</w:t>
      </w:r>
      <w:r w:rsidRPr="00FD240D">
        <w:rPr>
          <w:rFonts w:ascii="Open Sans" w:hAnsi="Open Sans" w:cs="Open Sans"/>
        </w:rPr>
        <w:t xml:space="preserve"> (</w:t>
      </w:r>
      <w:r w:rsidR="00A94A49" w:rsidRPr="00FD240D">
        <w:rPr>
          <w:rFonts w:ascii="Open Sans" w:hAnsi="Open Sans" w:cs="Open Sans"/>
        </w:rPr>
        <w:t>petih</w:t>
      </w:r>
      <w:r w:rsidRPr="00FD240D">
        <w:rPr>
          <w:rFonts w:ascii="Open Sans" w:hAnsi="Open Sans" w:cs="Open Sans"/>
        </w:rPr>
        <w:t>) dneh po spremembi. V primeru vključitve novih podizvajalcev mora glavni ponudnik skupaj z obvestilom posredovati tudi podatke in dokumente iz druge, tretje in četrte alineje drugega odstavka 94. člena ZJN-3.</w:t>
      </w:r>
    </w:p>
    <w:p w14:paraId="3AD7A8E9" w14:textId="77777777" w:rsidR="00FE71C9" w:rsidRPr="00FD240D" w:rsidRDefault="00FE71C9" w:rsidP="004449C9">
      <w:pPr>
        <w:widowControl w:val="0"/>
        <w:jc w:val="both"/>
        <w:rPr>
          <w:rFonts w:ascii="Open Sans" w:hAnsi="Open Sans" w:cs="Open Sans"/>
        </w:rPr>
      </w:pPr>
    </w:p>
    <w:p w14:paraId="7E77D000" w14:textId="30B0B056" w:rsidR="00FE71C9" w:rsidRPr="00FD240D" w:rsidRDefault="00FE71C9" w:rsidP="004449C9">
      <w:pPr>
        <w:widowControl w:val="0"/>
        <w:jc w:val="both"/>
        <w:rPr>
          <w:rFonts w:ascii="Open Sans" w:hAnsi="Open Sans" w:cs="Open Sans"/>
        </w:rPr>
      </w:pPr>
      <w:r w:rsidRPr="00FD240D">
        <w:rPr>
          <w:rFonts w:ascii="Open Sans" w:hAnsi="Open Sans" w:cs="Open Sans"/>
        </w:rPr>
        <w:t xml:space="preserve">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ponudnika najpozneje v </w:t>
      </w:r>
      <w:r w:rsidR="00A94A49" w:rsidRPr="00FD240D">
        <w:rPr>
          <w:rFonts w:ascii="Open Sans" w:hAnsi="Open Sans" w:cs="Open Sans"/>
        </w:rPr>
        <w:t xml:space="preserve">10 </w:t>
      </w:r>
      <w:r w:rsidRPr="00FD240D">
        <w:rPr>
          <w:rFonts w:ascii="Open Sans" w:hAnsi="Open Sans" w:cs="Open Sans"/>
        </w:rPr>
        <w:t>(</w:t>
      </w:r>
      <w:r w:rsidR="00A94A49" w:rsidRPr="00FD240D">
        <w:rPr>
          <w:rFonts w:ascii="Open Sans" w:hAnsi="Open Sans" w:cs="Open Sans"/>
        </w:rPr>
        <w:t>desetih</w:t>
      </w:r>
      <w:r w:rsidRPr="00FD240D">
        <w:rPr>
          <w:rFonts w:ascii="Open Sans" w:hAnsi="Open Sans" w:cs="Open Sans"/>
        </w:rPr>
        <w:t>) dneh od prejema predloga.</w:t>
      </w:r>
    </w:p>
    <w:p w14:paraId="55739CA4" w14:textId="77777777" w:rsidR="00FE71C9" w:rsidRPr="00FD240D" w:rsidRDefault="00FE71C9" w:rsidP="004449C9">
      <w:pPr>
        <w:widowControl w:val="0"/>
        <w:jc w:val="both"/>
        <w:rPr>
          <w:rFonts w:ascii="Open Sans" w:hAnsi="Open Sans" w:cs="Open Sans"/>
        </w:rPr>
      </w:pPr>
    </w:p>
    <w:p w14:paraId="4F4D172B" w14:textId="77777777" w:rsidR="00FE71C9" w:rsidRPr="00FD240D" w:rsidRDefault="00FE71C9" w:rsidP="004449C9">
      <w:pPr>
        <w:widowControl w:val="0"/>
        <w:jc w:val="both"/>
        <w:rPr>
          <w:rFonts w:ascii="Open Sans" w:hAnsi="Open Sans" w:cs="Open Sans"/>
        </w:rPr>
      </w:pPr>
      <w:r w:rsidRPr="00FD240D">
        <w:rPr>
          <w:rFonts w:ascii="Open Sans" w:hAnsi="Open Sans" w:cs="Open Sans"/>
        </w:rPr>
        <w:t>Le če podizvajalec v skladu in na način, določen v drugem in tretjem odstavku 94. člena ZJN-3, zahteva neposredno plačilo, se šteje, da je neposredno plačilo podizvajalcu obvezno v skladu s ZJN-3 in obveznost zavezuje naročnika in glavnega ponudnika. Kadar namerava ponudnik izvesti javno naročilo s podizvajalcem, ki zahteva neposredno plačilo, mora:</w:t>
      </w:r>
    </w:p>
    <w:p w14:paraId="5B7EB36C" w14:textId="12DF2F77" w:rsidR="00FE71C9" w:rsidRPr="00FD240D" w:rsidRDefault="00FE71C9" w:rsidP="0019014E">
      <w:pPr>
        <w:widowControl w:val="0"/>
        <w:numPr>
          <w:ilvl w:val="0"/>
          <w:numId w:val="16"/>
        </w:numPr>
        <w:ind w:left="426" w:hanging="426"/>
        <w:jc w:val="both"/>
        <w:rPr>
          <w:rFonts w:ascii="Open Sans" w:hAnsi="Open Sans" w:cs="Open Sans"/>
        </w:rPr>
      </w:pPr>
      <w:r w:rsidRPr="00FD240D">
        <w:rPr>
          <w:rFonts w:ascii="Open Sans" w:hAnsi="Open Sans" w:cs="Open Sans"/>
        </w:rPr>
        <w:t xml:space="preserve">glavni ponudnik v </w:t>
      </w:r>
      <w:r w:rsidR="00B35E65" w:rsidRPr="00FD240D">
        <w:rPr>
          <w:rFonts w:ascii="Open Sans" w:hAnsi="Open Sans" w:cs="Open Sans"/>
        </w:rPr>
        <w:t>okvirnem sporazumu</w:t>
      </w:r>
      <w:r w:rsidRPr="00FD240D">
        <w:rPr>
          <w:rFonts w:ascii="Open Sans" w:hAnsi="Open Sans" w:cs="Open Sans"/>
        </w:rPr>
        <w:t xml:space="preserve"> pooblastiti naročnika, da na podlagi potrjenega računa s strani glavnega ponudnika neposredno plačuje podizvajalcu,</w:t>
      </w:r>
    </w:p>
    <w:p w14:paraId="26B6182B" w14:textId="77777777" w:rsidR="00FE71C9" w:rsidRPr="00FD240D" w:rsidRDefault="00FE71C9" w:rsidP="0019014E">
      <w:pPr>
        <w:widowControl w:val="0"/>
        <w:numPr>
          <w:ilvl w:val="0"/>
          <w:numId w:val="16"/>
        </w:numPr>
        <w:ind w:left="426" w:hanging="426"/>
        <w:jc w:val="both"/>
        <w:rPr>
          <w:rFonts w:ascii="Open Sans" w:hAnsi="Open Sans" w:cs="Open Sans"/>
        </w:rPr>
      </w:pPr>
      <w:r w:rsidRPr="00FD240D">
        <w:rPr>
          <w:rFonts w:ascii="Open Sans" w:hAnsi="Open Sans" w:cs="Open Sans"/>
        </w:rPr>
        <w:t>podizvajalec predložiti soglasje, na podlagi katerega naročnik namesto ponudnika poravna podizvajalčevo terjatev do ponudnika,</w:t>
      </w:r>
    </w:p>
    <w:p w14:paraId="32C9EC9C" w14:textId="77777777" w:rsidR="00FE71C9" w:rsidRPr="00FD240D" w:rsidRDefault="00FE71C9" w:rsidP="0019014E">
      <w:pPr>
        <w:widowControl w:val="0"/>
        <w:numPr>
          <w:ilvl w:val="0"/>
          <w:numId w:val="16"/>
        </w:numPr>
        <w:ind w:left="426" w:hanging="426"/>
        <w:jc w:val="both"/>
        <w:rPr>
          <w:rFonts w:ascii="Open Sans" w:hAnsi="Open Sans" w:cs="Open Sans"/>
        </w:rPr>
      </w:pPr>
      <w:r w:rsidRPr="00FD240D">
        <w:rPr>
          <w:rFonts w:ascii="Open Sans" w:hAnsi="Open Sans" w:cs="Open Sans"/>
        </w:rPr>
        <w:t xml:space="preserve">glavni ponudnik svojemu računu </w:t>
      </w:r>
      <w:r w:rsidR="008E44BC" w:rsidRPr="00FD240D">
        <w:rPr>
          <w:rFonts w:ascii="Open Sans" w:hAnsi="Open Sans" w:cs="Open Sans"/>
        </w:rPr>
        <w:t xml:space="preserve">ali situaciji </w:t>
      </w:r>
      <w:r w:rsidRPr="00FD240D">
        <w:rPr>
          <w:rFonts w:ascii="Open Sans" w:hAnsi="Open Sans" w:cs="Open Sans"/>
        </w:rPr>
        <w:t xml:space="preserve">priložiti račun </w:t>
      </w:r>
      <w:r w:rsidR="008E44BC" w:rsidRPr="00FD240D">
        <w:rPr>
          <w:rFonts w:ascii="Open Sans" w:hAnsi="Open Sans" w:cs="Open Sans"/>
        </w:rPr>
        <w:t xml:space="preserve">ali situacijo </w:t>
      </w:r>
      <w:r w:rsidRPr="00FD240D">
        <w:rPr>
          <w:rFonts w:ascii="Open Sans" w:hAnsi="Open Sans" w:cs="Open Sans"/>
        </w:rPr>
        <w:t>podizvajalca, ki ga je predhodno potrdil.</w:t>
      </w:r>
    </w:p>
    <w:p w14:paraId="0786DEFD" w14:textId="77777777" w:rsidR="00FE71C9" w:rsidRPr="00FD240D" w:rsidRDefault="00FE71C9" w:rsidP="004449C9">
      <w:pPr>
        <w:widowControl w:val="0"/>
        <w:jc w:val="both"/>
        <w:rPr>
          <w:rFonts w:ascii="Open Sans" w:hAnsi="Open Sans" w:cs="Open Sans"/>
        </w:rPr>
      </w:pPr>
    </w:p>
    <w:p w14:paraId="5C2539DE" w14:textId="04BD37F3" w:rsidR="00FE71C9" w:rsidRPr="00FD240D" w:rsidRDefault="00FE71C9" w:rsidP="004449C9">
      <w:pPr>
        <w:widowControl w:val="0"/>
        <w:jc w:val="both"/>
        <w:rPr>
          <w:rFonts w:ascii="Open Sans" w:hAnsi="Open Sans" w:cs="Open Sans"/>
        </w:rPr>
      </w:pPr>
      <w:r w:rsidRPr="00FD240D">
        <w:rPr>
          <w:rFonts w:ascii="Open Sans" w:hAnsi="Open Sans" w:cs="Open Sans"/>
        </w:rPr>
        <w:t xml:space="preserve">Če neposredno plačilo podizvajalcu ni obvezno v skladu s 94. členom ZJN-3, mora naročnik od glavnega ponudnika zahtevati, da mu najpozneje v </w:t>
      </w:r>
      <w:r w:rsidR="00A94A49" w:rsidRPr="00FD240D">
        <w:rPr>
          <w:rFonts w:ascii="Open Sans" w:hAnsi="Open Sans" w:cs="Open Sans"/>
        </w:rPr>
        <w:t xml:space="preserve">60 </w:t>
      </w:r>
      <w:r w:rsidRPr="00FD240D">
        <w:rPr>
          <w:rFonts w:ascii="Open Sans" w:hAnsi="Open Sans" w:cs="Open Sans"/>
        </w:rPr>
        <w:t>(</w:t>
      </w:r>
      <w:r w:rsidR="00A94A49" w:rsidRPr="00FD240D">
        <w:rPr>
          <w:rFonts w:ascii="Open Sans" w:hAnsi="Open Sans" w:cs="Open Sans"/>
        </w:rPr>
        <w:t>šestdesetih</w:t>
      </w:r>
      <w:r w:rsidRPr="00FD240D">
        <w:rPr>
          <w:rFonts w:ascii="Open Sans" w:hAnsi="Open Sans" w:cs="Open Sans"/>
        </w:rPr>
        <w:t>) dneh od plačila končnega računa pošlje svojo pisno izjavo in pisno izjavo podizvajalca, da je podizvajalec prejel plačilo za izvedene gradnje ali storitve</w:t>
      </w:r>
      <w:r w:rsidR="00431B77" w:rsidRPr="00FD240D">
        <w:rPr>
          <w:rFonts w:ascii="Open Sans" w:hAnsi="Open Sans" w:cs="Open Sans"/>
        </w:rPr>
        <w:t xml:space="preserve"> oz. dobavljeno blago</w:t>
      </w:r>
      <w:r w:rsidRPr="00FD240D">
        <w:rPr>
          <w:rFonts w:ascii="Open Sans" w:hAnsi="Open Sans" w:cs="Open Sans"/>
        </w:rPr>
        <w:t>, neposredno povezano s predmetom javnega naročila.</w:t>
      </w:r>
    </w:p>
    <w:p w14:paraId="1B29EF10" w14:textId="77777777" w:rsidR="00FE71C9" w:rsidRPr="00FD240D" w:rsidRDefault="00FE71C9" w:rsidP="004449C9">
      <w:pPr>
        <w:widowControl w:val="0"/>
        <w:jc w:val="both"/>
        <w:rPr>
          <w:rFonts w:ascii="Open Sans" w:hAnsi="Open Sans" w:cs="Open Sans"/>
        </w:rPr>
      </w:pPr>
    </w:p>
    <w:p w14:paraId="32C5047E" w14:textId="77777777" w:rsidR="00FE71C9" w:rsidRPr="00FD240D" w:rsidRDefault="00FE71C9" w:rsidP="004449C9">
      <w:pPr>
        <w:widowControl w:val="0"/>
        <w:jc w:val="both"/>
        <w:rPr>
          <w:rFonts w:ascii="Open Sans" w:hAnsi="Open Sans" w:cs="Open Sans"/>
        </w:rPr>
      </w:pPr>
      <w:r w:rsidRPr="00FD240D">
        <w:rPr>
          <w:rFonts w:ascii="Open Sans" w:hAnsi="Open Sans" w:cs="Open Sans"/>
        </w:rPr>
        <w:t>Ponudnik, kateremu bo javno naročilo oddano, bo v razmerju do naročnika v celoti odgovarjal za izvedbo prejetega naročila, ne glede na število podizvajalcev.</w:t>
      </w:r>
    </w:p>
    <w:p w14:paraId="4B4A1AC8" w14:textId="77777777" w:rsidR="00FE71C9" w:rsidRPr="00FD240D" w:rsidRDefault="00FE71C9" w:rsidP="004449C9">
      <w:pPr>
        <w:widowControl w:val="0"/>
        <w:jc w:val="both"/>
        <w:rPr>
          <w:rFonts w:ascii="Open Sans" w:hAnsi="Open Sans" w:cs="Open Sans"/>
        </w:rPr>
      </w:pPr>
    </w:p>
    <w:p w14:paraId="74F24FA8" w14:textId="77777777" w:rsidR="00FE71C9" w:rsidRPr="00FD240D" w:rsidRDefault="00FE71C9" w:rsidP="004449C9">
      <w:pPr>
        <w:widowControl w:val="0"/>
        <w:jc w:val="both"/>
        <w:rPr>
          <w:rFonts w:ascii="Open Sans" w:hAnsi="Open Sans" w:cs="Open Sans"/>
        </w:rPr>
      </w:pPr>
      <w:r w:rsidRPr="00FD240D">
        <w:rPr>
          <w:rFonts w:ascii="Open Sans" w:hAnsi="Open Sans" w:cs="Open Sans"/>
        </w:rPr>
        <w:t xml:space="preserve">Če ponudnik ne ravna v skladu s 94. člena ZJN-3, bo naročnik Državni revizijski komisiji podal predlog za uvedbo postopka o prekršku iz 2. točke prvega odstavka 112. člena ZJN-3, kot to določa sedmi odstavek 94. člena ZJN-3. </w:t>
      </w:r>
    </w:p>
    <w:p w14:paraId="0EE6DA8B" w14:textId="77777777" w:rsidR="00FE71C9" w:rsidRPr="00FD240D" w:rsidRDefault="00FE71C9" w:rsidP="004449C9">
      <w:pPr>
        <w:widowControl w:val="0"/>
        <w:jc w:val="both"/>
        <w:rPr>
          <w:rFonts w:ascii="Open Sans" w:hAnsi="Open Sans" w:cs="Open Sans"/>
        </w:rPr>
      </w:pPr>
    </w:p>
    <w:p w14:paraId="495AB95F" w14:textId="77777777" w:rsidR="00FE71C9" w:rsidRPr="00FD240D" w:rsidRDefault="00FE71C9" w:rsidP="004449C9">
      <w:pPr>
        <w:widowControl w:val="0"/>
        <w:jc w:val="both"/>
        <w:rPr>
          <w:rFonts w:ascii="Open Sans" w:hAnsi="Open Sans" w:cs="Open Sans"/>
        </w:rPr>
      </w:pPr>
      <w:r w:rsidRPr="00FD240D">
        <w:rPr>
          <w:rFonts w:ascii="Open Sans" w:hAnsi="Open Sans" w:cs="Open Sans"/>
        </w:rPr>
        <w:t xml:space="preserve">Obveznosti iz te točke veljajo tudi za podizvajalce podizvajalcev glavnega ponudnika ali nadaljnje podizvajalce v </w:t>
      </w:r>
      <w:proofErr w:type="spellStart"/>
      <w:r w:rsidRPr="00FD240D">
        <w:rPr>
          <w:rFonts w:ascii="Open Sans" w:hAnsi="Open Sans" w:cs="Open Sans"/>
        </w:rPr>
        <w:t>podizvajalski</w:t>
      </w:r>
      <w:proofErr w:type="spellEnd"/>
      <w:r w:rsidRPr="00FD240D">
        <w:rPr>
          <w:rFonts w:ascii="Open Sans" w:hAnsi="Open Sans" w:cs="Open Sans"/>
        </w:rPr>
        <w:t xml:space="preserve"> verigi.</w:t>
      </w:r>
    </w:p>
    <w:p w14:paraId="3886582A" w14:textId="77777777" w:rsidR="00FE71C9" w:rsidRPr="00FD240D" w:rsidRDefault="00FE71C9" w:rsidP="004449C9">
      <w:pPr>
        <w:widowControl w:val="0"/>
        <w:jc w:val="both"/>
        <w:rPr>
          <w:rFonts w:ascii="Open Sans" w:hAnsi="Open Sans" w:cs="Open Sans"/>
          <w:kern w:val="16"/>
        </w:rPr>
      </w:pPr>
    </w:p>
    <w:p w14:paraId="14F11741" w14:textId="7EF76D54" w:rsidR="00FE71C9" w:rsidRPr="00FD240D" w:rsidRDefault="00FE71C9" w:rsidP="004449C9">
      <w:pPr>
        <w:widowControl w:val="0"/>
        <w:jc w:val="both"/>
        <w:rPr>
          <w:rFonts w:ascii="Open Sans" w:hAnsi="Open Sans" w:cs="Open Sans"/>
          <w:b/>
        </w:rPr>
      </w:pPr>
      <w:r w:rsidRPr="00FD240D">
        <w:rPr>
          <w:rFonts w:ascii="Open Sans" w:hAnsi="Open Sans" w:cs="Open Sans"/>
          <w:b/>
        </w:rPr>
        <w:t xml:space="preserve">Če bo ponudnik izvajal javno naročilo s podizvajalci, mora za vsakega navedenega  podizvajalca k ponudbi priložiti </w:t>
      </w:r>
      <w:r w:rsidR="000C1B88" w:rsidRPr="00FD240D">
        <w:rPr>
          <w:rFonts w:ascii="Open Sans" w:hAnsi="Open Sans" w:cs="Open Sans"/>
          <w:b/>
        </w:rPr>
        <w:t>PDF formatu</w:t>
      </w:r>
      <w:r w:rsidRPr="00FD240D">
        <w:rPr>
          <w:rFonts w:ascii="Open Sans" w:hAnsi="Open Sans" w:cs="Open Sans"/>
          <w:b/>
        </w:rPr>
        <w:t xml:space="preserve"> datoteko:</w:t>
      </w:r>
    </w:p>
    <w:p w14:paraId="0015E3D8" w14:textId="77777777" w:rsidR="00FE71C9" w:rsidRPr="00FD240D" w:rsidRDefault="00FE71C9" w:rsidP="0019014E">
      <w:pPr>
        <w:widowControl w:val="0"/>
        <w:numPr>
          <w:ilvl w:val="0"/>
          <w:numId w:val="14"/>
        </w:numPr>
        <w:ind w:left="284" w:hanging="284"/>
        <w:jc w:val="both"/>
        <w:rPr>
          <w:rFonts w:ascii="Open Sans" w:hAnsi="Open Sans" w:cs="Open Sans"/>
          <w:kern w:val="16"/>
        </w:rPr>
      </w:pPr>
      <w:r w:rsidRPr="00FD240D">
        <w:rPr>
          <w:rFonts w:ascii="Open Sans" w:hAnsi="Open Sans" w:cs="Open Sans"/>
          <w:kern w:val="16"/>
        </w:rPr>
        <w:t xml:space="preserve">izpolnjeno in podpisano </w:t>
      </w:r>
      <w:r w:rsidRPr="00FD240D">
        <w:rPr>
          <w:rFonts w:ascii="Open Sans" w:hAnsi="Open Sans" w:cs="Open Sans"/>
          <w:b/>
          <w:kern w:val="16"/>
        </w:rPr>
        <w:t>prilogo 3</w:t>
      </w:r>
      <w:r w:rsidRPr="00FD240D">
        <w:rPr>
          <w:rFonts w:ascii="Open Sans" w:hAnsi="Open Sans" w:cs="Open Sans"/>
          <w:kern w:val="16"/>
        </w:rPr>
        <w:t>,</w:t>
      </w:r>
    </w:p>
    <w:p w14:paraId="62D29707" w14:textId="77777777"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3/1</w:t>
      </w:r>
      <w:r w:rsidRPr="00FD240D">
        <w:rPr>
          <w:rFonts w:ascii="Open Sans" w:hAnsi="Open Sans" w:cs="Open Sans"/>
          <w:kern w:val="16"/>
        </w:rPr>
        <w:t>,</w:t>
      </w:r>
    </w:p>
    <w:p w14:paraId="64D306E8" w14:textId="1FDA2E49"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4</w:t>
      </w:r>
      <w:r w:rsidRPr="00FD240D">
        <w:rPr>
          <w:rFonts w:ascii="Open Sans" w:hAnsi="Open Sans" w:cs="Open Sans"/>
          <w:kern w:val="16"/>
        </w:rPr>
        <w:t>,</w:t>
      </w:r>
    </w:p>
    <w:p w14:paraId="0EBCEBBE" w14:textId="77777777"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5</w:t>
      </w:r>
      <w:r w:rsidRPr="00FD240D">
        <w:rPr>
          <w:rFonts w:ascii="Open Sans" w:hAnsi="Open Sans" w:cs="Open Sans"/>
          <w:kern w:val="16"/>
        </w:rPr>
        <w:t>,</w:t>
      </w:r>
    </w:p>
    <w:p w14:paraId="00AC9C5D" w14:textId="77777777"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5/1</w:t>
      </w:r>
      <w:r w:rsidRPr="00FD240D">
        <w:rPr>
          <w:rFonts w:ascii="Open Sans" w:hAnsi="Open Sans" w:cs="Open Sans"/>
          <w:kern w:val="16"/>
        </w:rPr>
        <w:t>.</w:t>
      </w:r>
    </w:p>
    <w:p w14:paraId="62F46D36" w14:textId="77777777" w:rsidR="00B3380D" w:rsidRPr="00FD240D" w:rsidRDefault="00B3380D" w:rsidP="004449C9">
      <w:pPr>
        <w:widowControl w:val="0"/>
        <w:jc w:val="both"/>
        <w:rPr>
          <w:rFonts w:ascii="Open Sans" w:hAnsi="Open Sans" w:cs="Open Sans"/>
          <w:b/>
        </w:rPr>
      </w:pPr>
    </w:p>
    <w:p w14:paraId="071A7E44" w14:textId="3648C535" w:rsidR="00FE71C9" w:rsidRPr="00FD240D" w:rsidRDefault="00FE71C9"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Uporaba zmogljivosti drugih subjektov</w:t>
      </w:r>
    </w:p>
    <w:p w14:paraId="07D33814" w14:textId="77777777" w:rsidR="007F6150" w:rsidRPr="00FD240D" w:rsidRDefault="007F6150" w:rsidP="004449C9">
      <w:pPr>
        <w:widowControl w:val="0"/>
        <w:jc w:val="both"/>
        <w:rPr>
          <w:rFonts w:ascii="Open Sans" w:hAnsi="Open Sans" w:cs="Open Sans"/>
        </w:rPr>
      </w:pPr>
    </w:p>
    <w:p w14:paraId="7CC79B9D" w14:textId="683508E7" w:rsidR="00FE71C9" w:rsidRPr="00FD240D" w:rsidRDefault="00FE71C9" w:rsidP="004449C9">
      <w:pPr>
        <w:widowControl w:val="0"/>
        <w:jc w:val="both"/>
        <w:rPr>
          <w:rFonts w:ascii="Open Sans" w:hAnsi="Open Sans" w:cs="Open Sans"/>
        </w:rPr>
      </w:pPr>
      <w:r w:rsidRPr="00FD240D">
        <w:rPr>
          <w:rFonts w:ascii="Open Sans" w:hAnsi="Open Sans" w:cs="Open Sans"/>
        </w:rPr>
        <w:t xml:space="preserve">Ponudnik lahko glede pogojev v zvezi z ekonomskim in finančnim položajem ter tehnično in strokovno sposobnostjo po potrebi za posamezno javno naročilo uporabi zmogljivosti drugih subjektov, ne glede na pravno razmerje med njim in temi subjekti. Glede pogojev v zvezi z izobrazbo in strokovno </w:t>
      </w:r>
      <w:r w:rsidRPr="00FD240D">
        <w:rPr>
          <w:rFonts w:ascii="Open Sans" w:hAnsi="Open Sans" w:cs="Open Sans"/>
        </w:rPr>
        <w:lastRenderedPageBreak/>
        <w:t>usposobljenostjo ponudnika in vodstvenih delavcev podjetja ter pogojev v zvezi z ustreznimi poklicnimi izkušnjami pa lahko gospodarski subjekt uporabi zmogljivosti drugih subjektov le, če bodo slednji izvajali storitve, za katere se zahtevajo te zmogljivosti. Če želi gospodarski subjekt uporabiti zmogljivosti drugih subjektov, mora naročniku dokazati, da bo imel na voljo potrebna sredstva, na primer s predložitvijo zagotovil teh subjektov v ta namen.</w:t>
      </w:r>
    </w:p>
    <w:p w14:paraId="10A9C9BA" w14:textId="77777777" w:rsidR="00FE71C9" w:rsidRPr="00FD240D" w:rsidRDefault="00FE71C9" w:rsidP="004449C9">
      <w:pPr>
        <w:widowControl w:val="0"/>
        <w:jc w:val="both"/>
        <w:rPr>
          <w:rFonts w:ascii="Open Sans" w:hAnsi="Open Sans" w:cs="Open Sans"/>
        </w:rPr>
      </w:pPr>
    </w:p>
    <w:p w14:paraId="5CACA96E" w14:textId="77777777" w:rsidR="00FE71C9" w:rsidRPr="00FD240D" w:rsidRDefault="00FE71C9" w:rsidP="004449C9">
      <w:pPr>
        <w:widowControl w:val="0"/>
        <w:jc w:val="both"/>
        <w:rPr>
          <w:rFonts w:ascii="Open Sans" w:hAnsi="Open Sans" w:cs="Open Sans"/>
        </w:rPr>
      </w:pPr>
      <w:r w:rsidRPr="00FD240D">
        <w:rPr>
          <w:rFonts w:ascii="Open Sans" w:hAnsi="Open Sans" w:cs="Open Sans"/>
        </w:rPr>
        <w:t xml:space="preserve">Naročnik bo v skladu s 77., 79. in 80. členom ZJN-3 preveril, ali subjekti, katerih zmogljivosti namerava uporabiti gospodarski subjekt, izpolnjujejo ustrezne pogoje za sodelovanje in ali zanje obstajajo razlogi za izključitev. Naročnik bo od gospodarskega subjekta zahteval zamenjavo subjekta, ki ne izpolnjuje pogojev za sodelovanje ali v zvezi s katerim obstajajo obvezni razlogi za izključitev. Naročnik lahko od gospodarskega subjekta zahteva zamenjavo subjekta tudi, če v zvezi z njim obstajajo neobvezni razlogi za izključitev. </w:t>
      </w:r>
    </w:p>
    <w:p w14:paraId="66ECB807" w14:textId="77777777" w:rsidR="00FE71C9" w:rsidRPr="00FD240D" w:rsidRDefault="00FE71C9" w:rsidP="004449C9">
      <w:pPr>
        <w:widowControl w:val="0"/>
        <w:jc w:val="both"/>
        <w:rPr>
          <w:rFonts w:ascii="Open Sans" w:hAnsi="Open Sans" w:cs="Open Sans"/>
        </w:rPr>
      </w:pPr>
    </w:p>
    <w:p w14:paraId="225CC0EF" w14:textId="77777777" w:rsidR="00FE71C9" w:rsidRPr="00FD240D" w:rsidRDefault="00FE71C9" w:rsidP="004449C9">
      <w:pPr>
        <w:widowControl w:val="0"/>
        <w:jc w:val="both"/>
        <w:rPr>
          <w:rFonts w:ascii="Open Sans" w:hAnsi="Open Sans" w:cs="Open Sans"/>
        </w:rPr>
      </w:pPr>
      <w:r w:rsidRPr="00FD240D">
        <w:rPr>
          <w:rFonts w:ascii="Open Sans" w:hAnsi="Open Sans" w:cs="Open Sans"/>
        </w:rPr>
        <w:t>Če ponudnik uporabi zmogljivosti drugih subjektov glede pogojev v zvezi z ekonomskim in finančnim položajem, lahko naročnik zahteva, da so gospodarski subjekt in navedeni subjekti skupaj odgovorni za izvedbo javnega naročila. Pod enakimi pogoji lahko skupina gospodarskih subjektov uporabi zmogljivosti sodelujočih v tej skupini ali drugih subjektov.</w:t>
      </w:r>
    </w:p>
    <w:p w14:paraId="5B6242E0" w14:textId="77777777" w:rsidR="00FE71C9" w:rsidRPr="00FD240D" w:rsidRDefault="00FE71C9" w:rsidP="004449C9">
      <w:pPr>
        <w:widowControl w:val="0"/>
        <w:jc w:val="both"/>
        <w:rPr>
          <w:rFonts w:ascii="Open Sans" w:hAnsi="Open Sans" w:cs="Open Sans"/>
        </w:rPr>
      </w:pPr>
    </w:p>
    <w:p w14:paraId="63AC721A" w14:textId="6B285D9C" w:rsidR="00FE71C9" w:rsidRPr="00FD240D" w:rsidRDefault="00FE71C9" w:rsidP="004449C9">
      <w:pPr>
        <w:widowControl w:val="0"/>
        <w:jc w:val="both"/>
        <w:rPr>
          <w:rFonts w:ascii="Open Sans" w:hAnsi="Open Sans" w:cs="Open Sans"/>
          <w:b/>
        </w:rPr>
      </w:pPr>
      <w:r w:rsidRPr="00FD240D">
        <w:rPr>
          <w:rFonts w:ascii="Open Sans" w:hAnsi="Open Sans" w:cs="Open Sans"/>
          <w:b/>
        </w:rPr>
        <w:t xml:space="preserve">Če bo ponudnik uporabljal zmogljivost drugih subjektov, mora za vsakega navedenega subjekta k ponudbi priložiti </w:t>
      </w:r>
      <w:r w:rsidR="000C1B88" w:rsidRPr="00FD240D">
        <w:rPr>
          <w:rFonts w:ascii="Open Sans" w:hAnsi="Open Sans" w:cs="Open Sans"/>
          <w:b/>
        </w:rPr>
        <w:t>PDF formatu</w:t>
      </w:r>
      <w:r w:rsidRPr="00FD240D">
        <w:rPr>
          <w:rFonts w:ascii="Open Sans" w:hAnsi="Open Sans" w:cs="Open Sans"/>
          <w:b/>
        </w:rPr>
        <w:t xml:space="preserve"> datoteko:</w:t>
      </w:r>
    </w:p>
    <w:p w14:paraId="69A22A68" w14:textId="77777777" w:rsidR="00FE71C9" w:rsidRPr="00FD240D" w:rsidRDefault="00FE71C9" w:rsidP="0019014E">
      <w:pPr>
        <w:widowControl w:val="0"/>
        <w:numPr>
          <w:ilvl w:val="0"/>
          <w:numId w:val="14"/>
        </w:numPr>
        <w:ind w:left="284" w:hanging="284"/>
        <w:jc w:val="both"/>
        <w:rPr>
          <w:rFonts w:ascii="Open Sans" w:hAnsi="Open Sans" w:cs="Open Sans"/>
          <w:kern w:val="16"/>
        </w:rPr>
      </w:pPr>
      <w:r w:rsidRPr="00FD240D">
        <w:rPr>
          <w:rFonts w:ascii="Open Sans" w:hAnsi="Open Sans" w:cs="Open Sans"/>
          <w:kern w:val="16"/>
        </w:rPr>
        <w:t xml:space="preserve">izpolnjeno in podpisano </w:t>
      </w:r>
      <w:r w:rsidRPr="00FD240D">
        <w:rPr>
          <w:rFonts w:ascii="Open Sans" w:hAnsi="Open Sans" w:cs="Open Sans"/>
          <w:b/>
          <w:kern w:val="16"/>
        </w:rPr>
        <w:t>prilogo 3</w:t>
      </w:r>
      <w:r w:rsidRPr="00FD240D">
        <w:rPr>
          <w:rFonts w:ascii="Open Sans" w:hAnsi="Open Sans" w:cs="Open Sans"/>
          <w:kern w:val="16"/>
        </w:rPr>
        <w:t>,</w:t>
      </w:r>
    </w:p>
    <w:p w14:paraId="0D41C541" w14:textId="77777777"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3/1</w:t>
      </w:r>
      <w:r w:rsidRPr="00FD240D">
        <w:rPr>
          <w:rFonts w:ascii="Open Sans" w:hAnsi="Open Sans" w:cs="Open Sans"/>
          <w:kern w:val="16"/>
        </w:rPr>
        <w:t>,</w:t>
      </w:r>
    </w:p>
    <w:p w14:paraId="256100D5" w14:textId="50C9ED2F"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4</w:t>
      </w:r>
      <w:r w:rsidRPr="00FD240D">
        <w:rPr>
          <w:rFonts w:ascii="Open Sans" w:hAnsi="Open Sans" w:cs="Open Sans"/>
          <w:kern w:val="16"/>
        </w:rPr>
        <w:t>,</w:t>
      </w:r>
    </w:p>
    <w:p w14:paraId="1569B530" w14:textId="77777777" w:rsidR="00FE71C9" w:rsidRPr="00FD240D" w:rsidRDefault="00FE71C9"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izpolnjeno in podpisano </w:t>
      </w:r>
      <w:r w:rsidRPr="00FD240D">
        <w:rPr>
          <w:rFonts w:ascii="Open Sans" w:hAnsi="Open Sans" w:cs="Open Sans"/>
          <w:b/>
          <w:kern w:val="16"/>
        </w:rPr>
        <w:t>prilogo 6</w:t>
      </w:r>
      <w:r w:rsidRPr="00FD240D">
        <w:rPr>
          <w:rFonts w:ascii="Open Sans" w:hAnsi="Open Sans" w:cs="Open Sans"/>
          <w:kern w:val="16"/>
        </w:rPr>
        <w:t>.</w:t>
      </w:r>
    </w:p>
    <w:p w14:paraId="1358A2B2" w14:textId="1CF5A3A9" w:rsidR="00FE71C9" w:rsidRPr="00FD240D" w:rsidRDefault="00FE71C9" w:rsidP="004449C9">
      <w:pPr>
        <w:widowControl w:val="0"/>
        <w:jc w:val="both"/>
        <w:rPr>
          <w:rFonts w:ascii="Open Sans" w:hAnsi="Open Sans" w:cs="Open Sans"/>
        </w:rPr>
      </w:pPr>
    </w:p>
    <w:p w14:paraId="4A66393E" w14:textId="1D28F8BC" w:rsidR="00FE71C9" w:rsidRPr="00FD240D" w:rsidRDefault="00FE71C9"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Gospodarski subjekt, ki nima sedeža v Republiki Sloveniji</w:t>
      </w:r>
    </w:p>
    <w:p w14:paraId="4AC5CC04" w14:textId="77777777" w:rsidR="001C4B2A" w:rsidRPr="00FD240D" w:rsidRDefault="001C4B2A" w:rsidP="004449C9">
      <w:pPr>
        <w:widowControl w:val="0"/>
        <w:tabs>
          <w:tab w:val="left" w:pos="142"/>
        </w:tabs>
        <w:jc w:val="both"/>
        <w:rPr>
          <w:rFonts w:ascii="Open Sans" w:hAnsi="Open Sans" w:cs="Open Sans"/>
        </w:rPr>
      </w:pPr>
    </w:p>
    <w:p w14:paraId="7000370E" w14:textId="77777777" w:rsidR="006A0C69" w:rsidRPr="00FD240D" w:rsidRDefault="006A0C69" w:rsidP="006A0C69">
      <w:pPr>
        <w:widowControl w:val="0"/>
        <w:jc w:val="both"/>
        <w:rPr>
          <w:rFonts w:ascii="Open Sans" w:hAnsi="Open Sans" w:cs="Open Sans"/>
        </w:rPr>
      </w:pPr>
      <w:r w:rsidRPr="00FD240D">
        <w:rPr>
          <w:rFonts w:ascii="Open Sans" w:hAnsi="Open Sans" w:cs="Open Sans"/>
        </w:rPr>
        <w:t>Gospodarski subjekt (ponudnik, posamezni član skupine ponudnikov v okviru skupne ponudbe, podizvajalec, subjekt katerega ponudnik uporablja zmogljivost) s sedežem v tuji državi mora izpolnjevati enake pogoje kot gospodarski subjekt s sedežem v Republiki Sloveniji.</w:t>
      </w:r>
    </w:p>
    <w:p w14:paraId="662429A9" w14:textId="554F87E6" w:rsidR="00FE71C9" w:rsidRPr="00FD240D" w:rsidRDefault="00FE71C9" w:rsidP="004449C9">
      <w:pPr>
        <w:widowControl w:val="0"/>
        <w:jc w:val="both"/>
        <w:rPr>
          <w:rFonts w:ascii="Open Sans" w:hAnsi="Open Sans" w:cs="Open Sans"/>
        </w:rPr>
      </w:pPr>
    </w:p>
    <w:p w14:paraId="145F1575" w14:textId="2C77D005" w:rsidR="00FE71C9" w:rsidRPr="00FD240D" w:rsidRDefault="00FE71C9"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Veljavnost ponudbe</w:t>
      </w:r>
    </w:p>
    <w:p w14:paraId="38150443" w14:textId="77777777" w:rsidR="00936C2F" w:rsidRPr="00FD240D" w:rsidRDefault="00936C2F" w:rsidP="004449C9">
      <w:pPr>
        <w:widowControl w:val="0"/>
        <w:tabs>
          <w:tab w:val="left" w:pos="1920"/>
        </w:tabs>
        <w:jc w:val="both"/>
        <w:rPr>
          <w:rFonts w:ascii="Open Sans" w:hAnsi="Open Sans" w:cs="Open Sans"/>
        </w:rPr>
      </w:pPr>
    </w:p>
    <w:p w14:paraId="1EC6F3E9" w14:textId="63784F15" w:rsidR="00FE71C9" w:rsidRPr="00FD240D" w:rsidRDefault="00FE71C9" w:rsidP="004449C9">
      <w:pPr>
        <w:widowControl w:val="0"/>
        <w:tabs>
          <w:tab w:val="left" w:pos="1920"/>
        </w:tabs>
        <w:jc w:val="both"/>
        <w:rPr>
          <w:rFonts w:ascii="Open Sans" w:hAnsi="Open Sans" w:cs="Open Sans"/>
        </w:rPr>
      </w:pPr>
      <w:r w:rsidRPr="00FD240D">
        <w:rPr>
          <w:rFonts w:ascii="Open Sans" w:hAnsi="Open Sans" w:cs="Open Sans"/>
        </w:rPr>
        <w:t xml:space="preserve">Ponudba mora biti veljavna najmanj do </w:t>
      </w:r>
      <w:r w:rsidR="00AB289E" w:rsidRPr="00C1434E">
        <w:rPr>
          <w:rFonts w:ascii="Open Sans" w:hAnsi="Open Sans" w:cs="Open Sans"/>
        </w:rPr>
        <w:t>5</w:t>
      </w:r>
      <w:r w:rsidRPr="00C1434E">
        <w:rPr>
          <w:rFonts w:ascii="Open Sans" w:hAnsi="Open Sans" w:cs="Open Sans"/>
        </w:rPr>
        <w:t xml:space="preserve">. </w:t>
      </w:r>
      <w:r w:rsidR="00C1434E">
        <w:rPr>
          <w:rFonts w:ascii="Open Sans" w:hAnsi="Open Sans" w:cs="Open Sans"/>
        </w:rPr>
        <w:t>9</w:t>
      </w:r>
      <w:r w:rsidRPr="00C1434E">
        <w:rPr>
          <w:rFonts w:ascii="Open Sans" w:hAnsi="Open Sans" w:cs="Open Sans"/>
        </w:rPr>
        <w:t>. 20</w:t>
      </w:r>
      <w:r w:rsidR="00BC6933" w:rsidRPr="00C1434E">
        <w:rPr>
          <w:rFonts w:ascii="Open Sans" w:hAnsi="Open Sans" w:cs="Open Sans"/>
        </w:rPr>
        <w:t>2</w:t>
      </w:r>
      <w:r w:rsidR="00722591" w:rsidRPr="00C1434E">
        <w:rPr>
          <w:rFonts w:ascii="Open Sans" w:hAnsi="Open Sans" w:cs="Open Sans"/>
        </w:rPr>
        <w:t>5</w:t>
      </w:r>
      <w:r w:rsidRPr="00FD240D">
        <w:rPr>
          <w:rFonts w:ascii="Open Sans" w:hAnsi="Open Sans" w:cs="Open Sans"/>
        </w:rPr>
        <w:t xml:space="preserve"> oziroma do obojestranskega podpisa</w:t>
      </w:r>
      <w:r w:rsidR="00E253F2" w:rsidRPr="00FD240D">
        <w:rPr>
          <w:rFonts w:ascii="Open Sans" w:hAnsi="Open Sans" w:cs="Open Sans"/>
        </w:rPr>
        <w:t xml:space="preserve"> okvirnega sporazuma</w:t>
      </w:r>
      <w:r w:rsidRPr="00FD240D">
        <w:rPr>
          <w:rFonts w:ascii="Open Sans" w:hAnsi="Open Sans" w:cs="Open Sans"/>
        </w:rPr>
        <w:t>.</w:t>
      </w:r>
    </w:p>
    <w:p w14:paraId="51FACCFF" w14:textId="50B6EE7C" w:rsidR="00B3380D" w:rsidRPr="00FD240D" w:rsidRDefault="00B3380D" w:rsidP="004449C9">
      <w:pPr>
        <w:widowControl w:val="0"/>
        <w:tabs>
          <w:tab w:val="left" w:pos="1920"/>
        </w:tabs>
        <w:jc w:val="both"/>
        <w:rPr>
          <w:rFonts w:ascii="Open Sans" w:hAnsi="Open Sans" w:cs="Open Sans"/>
        </w:rPr>
      </w:pPr>
    </w:p>
    <w:p w14:paraId="14E7DA66" w14:textId="44D35B99" w:rsidR="00B3380D" w:rsidRPr="00FD240D" w:rsidRDefault="00B3380D"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Posebni pogoji</w:t>
      </w:r>
    </w:p>
    <w:p w14:paraId="7B6DE4CE" w14:textId="011FF9F5" w:rsidR="00D27E7A" w:rsidRPr="00FD240D" w:rsidRDefault="00D27E7A" w:rsidP="00D27E7A">
      <w:pPr>
        <w:widowControl w:val="0"/>
        <w:jc w:val="both"/>
        <w:rPr>
          <w:rFonts w:ascii="Open Sans" w:hAnsi="Open Sans" w:cs="Open Sans"/>
          <w:b/>
        </w:rPr>
      </w:pPr>
    </w:p>
    <w:p w14:paraId="7AB69B55" w14:textId="77777777" w:rsidR="00D27E7A" w:rsidRPr="00FD240D" w:rsidRDefault="00D27E7A" w:rsidP="0019014E">
      <w:pPr>
        <w:pStyle w:val="Odstavekseznama"/>
        <w:widowControl w:val="0"/>
        <w:numPr>
          <w:ilvl w:val="2"/>
          <w:numId w:val="10"/>
        </w:numPr>
        <w:jc w:val="both"/>
        <w:rPr>
          <w:rFonts w:ascii="Open Sans" w:hAnsi="Open Sans" w:cs="Open Sans"/>
        </w:rPr>
      </w:pPr>
      <w:r w:rsidRPr="00FD240D">
        <w:rPr>
          <w:rFonts w:ascii="Open Sans" w:hAnsi="Open Sans" w:cs="Open Sans"/>
          <w:b/>
        </w:rPr>
        <w:t>Rok plačila</w:t>
      </w:r>
    </w:p>
    <w:p w14:paraId="2CF10DA6" w14:textId="77777777" w:rsidR="00D27E7A" w:rsidRPr="00FD240D" w:rsidRDefault="00D27E7A" w:rsidP="00D27E7A">
      <w:pPr>
        <w:pStyle w:val="Odstavekseznama"/>
        <w:widowControl w:val="0"/>
        <w:ind w:left="1080"/>
        <w:jc w:val="both"/>
        <w:rPr>
          <w:rFonts w:ascii="Open Sans" w:hAnsi="Open Sans" w:cs="Open Sans"/>
        </w:rPr>
      </w:pPr>
    </w:p>
    <w:p w14:paraId="5E45CDAF" w14:textId="02CDD1AA" w:rsidR="00D27E7A" w:rsidRPr="00FD240D" w:rsidRDefault="00D27E7A" w:rsidP="00D27E7A">
      <w:pPr>
        <w:widowControl w:val="0"/>
        <w:jc w:val="both"/>
        <w:rPr>
          <w:rFonts w:ascii="Open Sans" w:hAnsi="Open Sans" w:cs="Open Sans"/>
        </w:rPr>
      </w:pPr>
      <w:r w:rsidRPr="00FD240D">
        <w:rPr>
          <w:rFonts w:ascii="Open Sans" w:hAnsi="Open Sans" w:cs="Open Sans"/>
        </w:rPr>
        <w:t>Rok plačila</w:t>
      </w:r>
      <w:r w:rsidRPr="00FD240D">
        <w:rPr>
          <w:rFonts w:ascii="Open Sans" w:hAnsi="Open Sans" w:cs="Open Sans"/>
          <w:b/>
        </w:rPr>
        <w:t xml:space="preserve"> </w:t>
      </w:r>
      <w:r w:rsidRPr="00FD240D">
        <w:rPr>
          <w:rFonts w:ascii="Open Sans" w:hAnsi="Open Sans" w:cs="Open Sans"/>
        </w:rPr>
        <w:t xml:space="preserve"> je 30 (trideset) koledarskih dni, šteto od dneva izstavitve računa. </w:t>
      </w:r>
    </w:p>
    <w:p w14:paraId="710E0D7C" w14:textId="77777777" w:rsidR="00D27E7A" w:rsidRPr="00FD240D" w:rsidRDefault="00D27E7A" w:rsidP="00D27E7A">
      <w:pPr>
        <w:pStyle w:val="Odstavekseznama"/>
        <w:widowControl w:val="0"/>
        <w:ind w:left="1080"/>
        <w:jc w:val="both"/>
        <w:rPr>
          <w:rFonts w:ascii="Open Sans" w:hAnsi="Open Sans" w:cs="Open Sans"/>
        </w:rPr>
      </w:pPr>
    </w:p>
    <w:p w14:paraId="05F691D7" w14:textId="002D1FE8" w:rsidR="00D27E7A" w:rsidRPr="00FD240D" w:rsidRDefault="00D27E7A" w:rsidP="0019014E">
      <w:pPr>
        <w:pStyle w:val="Odstavekseznama"/>
        <w:widowControl w:val="0"/>
        <w:numPr>
          <w:ilvl w:val="2"/>
          <w:numId w:val="10"/>
        </w:numPr>
        <w:jc w:val="both"/>
        <w:rPr>
          <w:rFonts w:ascii="Open Sans" w:hAnsi="Open Sans" w:cs="Open Sans"/>
        </w:rPr>
      </w:pPr>
      <w:r w:rsidRPr="00FD240D">
        <w:rPr>
          <w:rFonts w:ascii="Open Sans" w:hAnsi="Open Sans" w:cs="Open Sans"/>
          <w:b/>
        </w:rPr>
        <w:t>Rok izvedbe</w:t>
      </w:r>
      <w:r w:rsidR="0028422A" w:rsidRPr="00FD240D">
        <w:rPr>
          <w:rFonts w:ascii="Open Sans" w:hAnsi="Open Sans" w:cs="Open Sans"/>
          <w:b/>
        </w:rPr>
        <w:t xml:space="preserve"> storitev</w:t>
      </w:r>
      <w:r w:rsidR="00CA5F01">
        <w:rPr>
          <w:rFonts w:ascii="Open Sans" w:hAnsi="Open Sans" w:cs="Open Sans"/>
          <w:b/>
        </w:rPr>
        <w:t xml:space="preserve"> rednega vzdrževanja</w:t>
      </w:r>
    </w:p>
    <w:p w14:paraId="7644FEA4" w14:textId="77777777" w:rsidR="00D27E7A" w:rsidRPr="00FD240D" w:rsidRDefault="00D27E7A" w:rsidP="00D27E7A">
      <w:pPr>
        <w:widowControl w:val="0"/>
        <w:jc w:val="both"/>
        <w:rPr>
          <w:rFonts w:ascii="Open Sans" w:hAnsi="Open Sans" w:cs="Open Sans"/>
          <w:b/>
        </w:rPr>
      </w:pPr>
    </w:p>
    <w:p w14:paraId="75005C53" w14:textId="7D96BEA1" w:rsidR="00D27E7A" w:rsidRPr="00FD240D" w:rsidRDefault="00D27E7A" w:rsidP="00D27E7A">
      <w:pPr>
        <w:widowControl w:val="0"/>
        <w:jc w:val="both"/>
        <w:rPr>
          <w:rFonts w:ascii="Open Sans" w:hAnsi="Open Sans" w:cs="Open Sans"/>
        </w:rPr>
      </w:pPr>
      <w:r w:rsidRPr="00FD240D">
        <w:rPr>
          <w:rFonts w:ascii="Open Sans" w:hAnsi="Open Sans" w:cs="Open Sans"/>
        </w:rPr>
        <w:t>Rok izvedbe posamezne storitve</w:t>
      </w:r>
      <w:r w:rsidRPr="00FD240D">
        <w:rPr>
          <w:rFonts w:ascii="Open Sans" w:hAnsi="Open Sans" w:cs="Open Sans"/>
          <w:b/>
        </w:rPr>
        <w:t xml:space="preserve"> </w:t>
      </w:r>
      <w:r w:rsidRPr="00FD240D">
        <w:rPr>
          <w:rFonts w:ascii="Open Sans" w:hAnsi="Open Sans" w:cs="Open Sans"/>
        </w:rPr>
        <w:t xml:space="preserve">je največ </w:t>
      </w:r>
      <w:r w:rsidR="00BE3196">
        <w:rPr>
          <w:rFonts w:ascii="Open Sans" w:hAnsi="Open Sans" w:cs="Open Sans"/>
        </w:rPr>
        <w:t>3</w:t>
      </w:r>
      <w:r w:rsidRPr="00FD240D">
        <w:rPr>
          <w:rFonts w:ascii="Open Sans" w:hAnsi="Open Sans" w:cs="Open Sans"/>
        </w:rPr>
        <w:t xml:space="preserve"> (</w:t>
      </w:r>
      <w:r w:rsidR="00BE3196">
        <w:rPr>
          <w:rFonts w:ascii="Open Sans" w:hAnsi="Open Sans" w:cs="Open Sans"/>
        </w:rPr>
        <w:t>tri</w:t>
      </w:r>
      <w:r w:rsidRPr="00FD240D">
        <w:rPr>
          <w:rFonts w:ascii="Open Sans" w:hAnsi="Open Sans" w:cs="Open Sans"/>
        </w:rPr>
        <w:t xml:space="preserve">) </w:t>
      </w:r>
      <w:r w:rsidR="00FA0BC8">
        <w:rPr>
          <w:rFonts w:ascii="Open Sans" w:hAnsi="Open Sans" w:cs="Open Sans"/>
        </w:rPr>
        <w:t>delovne</w:t>
      </w:r>
      <w:r w:rsidRPr="00FD240D">
        <w:rPr>
          <w:rFonts w:ascii="Open Sans" w:hAnsi="Open Sans" w:cs="Open Sans"/>
        </w:rPr>
        <w:t xml:space="preserve"> dni od dneva prejema posameznega pisnega nabavnega naročila naročnika.</w:t>
      </w:r>
    </w:p>
    <w:p w14:paraId="62F4218C" w14:textId="22BF6140" w:rsidR="00787583" w:rsidRPr="00FD240D" w:rsidRDefault="00787583" w:rsidP="00D27E7A">
      <w:pPr>
        <w:widowControl w:val="0"/>
        <w:jc w:val="both"/>
        <w:rPr>
          <w:rFonts w:ascii="Open Sans" w:hAnsi="Open Sans" w:cs="Open Sans"/>
        </w:rPr>
      </w:pPr>
    </w:p>
    <w:p w14:paraId="75F9F4D1" w14:textId="5AE4977E" w:rsidR="00787583" w:rsidRPr="00F21BED" w:rsidRDefault="00CA5F01" w:rsidP="0019014E">
      <w:pPr>
        <w:pStyle w:val="Odstavekseznama"/>
        <w:widowControl w:val="0"/>
        <w:numPr>
          <w:ilvl w:val="2"/>
          <w:numId w:val="10"/>
        </w:numPr>
        <w:jc w:val="both"/>
        <w:rPr>
          <w:rFonts w:ascii="Open Sans" w:hAnsi="Open Sans" w:cs="Open Sans"/>
          <w:b/>
        </w:rPr>
      </w:pPr>
      <w:r>
        <w:rPr>
          <w:rFonts w:ascii="Open Sans" w:hAnsi="Open Sans" w:cs="Open Sans"/>
          <w:b/>
        </w:rPr>
        <w:t>Odzivni čas in r</w:t>
      </w:r>
      <w:r w:rsidR="00787583" w:rsidRPr="00FD240D">
        <w:rPr>
          <w:rFonts w:ascii="Open Sans" w:hAnsi="Open Sans" w:cs="Open Sans"/>
          <w:b/>
        </w:rPr>
        <w:t xml:space="preserve">ok za </w:t>
      </w:r>
      <w:r w:rsidR="00787583" w:rsidRPr="00FD240D">
        <w:rPr>
          <w:rFonts w:ascii="Open Sans" w:hAnsi="Open Sans" w:cs="Open Sans"/>
          <w:b/>
          <w:bCs/>
          <w:iCs/>
        </w:rPr>
        <w:t>odpravo</w:t>
      </w:r>
      <w:r w:rsidR="00787583" w:rsidRPr="00FD240D">
        <w:rPr>
          <w:rFonts w:ascii="Open Sans" w:hAnsi="Open Sans" w:cs="Open Sans"/>
          <w:b/>
        </w:rPr>
        <w:t xml:space="preserve"> napak</w:t>
      </w:r>
      <w:r w:rsidR="00787583" w:rsidRPr="00F21BED">
        <w:rPr>
          <w:rFonts w:ascii="Open Sans" w:hAnsi="Open Sans" w:cs="Open Sans"/>
          <w:b/>
        </w:rPr>
        <w:t xml:space="preserve"> </w:t>
      </w:r>
      <w:r w:rsidRPr="00F21BED">
        <w:rPr>
          <w:rFonts w:ascii="Open Sans" w:hAnsi="Open Sans" w:cs="Open Sans"/>
          <w:b/>
        </w:rPr>
        <w:t>v primeru okvare</w:t>
      </w:r>
    </w:p>
    <w:p w14:paraId="1131F887" w14:textId="77777777" w:rsidR="00787583" w:rsidRPr="00FD240D" w:rsidRDefault="00787583" w:rsidP="00787583">
      <w:pPr>
        <w:widowControl w:val="0"/>
        <w:jc w:val="both"/>
        <w:rPr>
          <w:rFonts w:ascii="Open Sans" w:hAnsi="Open Sans" w:cs="Open Sans"/>
        </w:rPr>
      </w:pPr>
    </w:p>
    <w:p w14:paraId="69B7EE85" w14:textId="77777777" w:rsidR="00CA5F01" w:rsidRPr="00127B04" w:rsidRDefault="00CA5F01" w:rsidP="00CA5F01">
      <w:pPr>
        <w:widowControl w:val="0"/>
        <w:jc w:val="both"/>
        <w:rPr>
          <w:rFonts w:ascii="Open Sans" w:hAnsi="Open Sans" w:cs="Open Sans"/>
        </w:rPr>
      </w:pPr>
      <w:r w:rsidRPr="00127B04">
        <w:rPr>
          <w:rFonts w:ascii="Open Sans" w:hAnsi="Open Sans" w:cs="Open Sans"/>
        </w:rPr>
        <w:t xml:space="preserve">Ponudnik se mora v primeru napak/okvare na klic naročnika odzvati v roku največ 24 (štiriindvajsetih) ur od </w:t>
      </w:r>
      <w:r>
        <w:rPr>
          <w:rFonts w:ascii="Open Sans" w:hAnsi="Open Sans" w:cs="Open Sans"/>
        </w:rPr>
        <w:t>prejema poziva/naročila</w:t>
      </w:r>
      <w:r w:rsidRPr="00127B04">
        <w:rPr>
          <w:rFonts w:ascii="Open Sans" w:hAnsi="Open Sans" w:cs="Open Sans"/>
        </w:rPr>
        <w:t xml:space="preserve"> o napaki s strani naročnika oz. njegovega predstavnika, ki mora biti naknadno pisno potrjen po elektronski pošti.</w:t>
      </w:r>
    </w:p>
    <w:p w14:paraId="21F3C628" w14:textId="3BDD48F3" w:rsidR="007F6FC0" w:rsidRPr="00FD240D" w:rsidRDefault="00787583" w:rsidP="007F6FC0">
      <w:pPr>
        <w:widowControl w:val="0"/>
        <w:jc w:val="both"/>
        <w:rPr>
          <w:rFonts w:ascii="Open Sans" w:hAnsi="Open Sans" w:cs="Open Sans"/>
        </w:rPr>
      </w:pPr>
      <w:r w:rsidRPr="00FD240D">
        <w:rPr>
          <w:rFonts w:ascii="Open Sans" w:hAnsi="Open Sans" w:cs="Open Sans"/>
        </w:rPr>
        <w:lastRenderedPageBreak/>
        <w:t xml:space="preserve">Rok za odpravo napak je največ </w:t>
      </w:r>
      <w:r w:rsidR="00BE3196" w:rsidRPr="00BE3196">
        <w:rPr>
          <w:rFonts w:ascii="Open Sans" w:hAnsi="Open Sans" w:cs="Open Sans"/>
        </w:rPr>
        <w:t xml:space="preserve">2 (dva) </w:t>
      </w:r>
      <w:r w:rsidR="00454A77">
        <w:rPr>
          <w:rFonts w:ascii="Open Sans" w:hAnsi="Open Sans" w:cs="Open Sans"/>
        </w:rPr>
        <w:t>delovna</w:t>
      </w:r>
      <w:r w:rsidR="00BE3196" w:rsidRPr="00BE3196">
        <w:rPr>
          <w:rFonts w:ascii="Open Sans" w:hAnsi="Open Sans" w:cs="Open Sans"/>
        </w:rPr>
        <w:t xml:space="preserve"> dneva od prejema poziva/obvestila o napaki s strani naročnika oz. njegovega predstavnika.</w:t>
      </w:r>
      <w:r w:rsidR="00BE3196" w:rsidRPr="00BE3196">
        <w:rPr>
          <w:rFonts w:ascii="Open Sans" w:eastAsia="Calibri" w:hAnsi="Open Sans" w:cs="Open Sans"/>
          <w:lang w:eastAsia="en-US"/>
        </w:rPr>
        <w:t xml:space="preserve"> V primeru, da odprave napake ni možno izvesti v roku 2 (dveh) </w:t>
      </w:r>
      <w:r w:rsidR="00FD7958">
        <w:rPr>
          <w:rFonts w:ascii="Open Sans" w:eastAsia="Calibri" w:hAnsi="Open Sans" w:cs="Open Sans"/>
          <w:lang w:eastAsia="en-US"/>
        </w:rPr>
        <w:t>delovnih</w:t>
      </w:r>
      <w:r w:rsidR="00FD7958" w:rsidRPr="00BE3196">
        <w:rPr>
          <w:rFonts w:ascii="Open Sans" w:eastAsia="Calibri" w:hAnsi="Open Sans" w:cs="Open Sans"/>
          <w:lang w:eastAsia="en-US"/>
        </w:rPr>
        <w:t xml:space="preserve"> </w:t>
      </w:r>
      <w:r w:rsidR="00BE3196" w:rsidRPr="00BE3196">
        <w:rPr>
          <w:rFonts w:ascii="Open Sans" w:eastAsia="Calibri" w:hAnsi="Open Sans" w:cs="Open Sans"/>
          <w:lang w:eastAsia="en-US"/>
        </w:rPr>
        <w:t>dni, naročnik in ponudnik pisno določita nov rok odprave napake.</w:t>
      </w:r>
    </w:p>
    <w:p w14:paraId="2F4089FA" w14:textId="77777777" w:rsidR="00287441" w:rsidRPr="00127B04" w:rsidRDefault="00287441" w:rsidP="00D27E7A">
      <w:pPr>
        <w:widowControl w:val="0"/>
        <w:jc w:val="both"/>
        <w:rPr>
          <w:rFonts w:ascii="Open Sans" w:hAnsi="Open Sans" w:cs="Open Sans"/>
        </w:rPr>
      </w:pPr>
    </w:p>
    <w:p w14:paraId="35C0EA03" w14:textId="10A244E2" w:rsidR="00D27E7A" w:rsidRPr="00FD240D" w:rsidRDefault="00D27E7A" w:rsidP="0019014E">
      <w:pPr>
        <w:pStyle w:val="Odstavekseznama"/>
        <w:widowControl w:val="0"/>
        <w:numPr>
          <w:ilvl w:val="2"/>
          <w:numId w:val="10"/>
        </w:numPr>
        <w:jc w:val="both"/>
        <w:rPr>
          <w:rFonts w:ascii="Open Sans" w:hAnsi="Open Sans" w:cs="Open Sans"/>
        </w:rPr>
      </w:pPr>
      <w:r w:rsidRPr="00FD240D">
        <w:rPr>
          <w:rFonts w:ascii="Open Sans" w:hAnsi="Open Sans" w:cs="Open Sans"/>
          <w:b/>
          <w:bCs/>
          <w:iCs/>
        </w:rPr>
        <w:t>Kraj izvedbe storitve</w:t>
      </w:r>
    </w:p>
    <w:p w14:paraId="3C395C6E" w14:textId="77777777" w:rsidR="00D27E7A" w:rsidRPr="00FD240D" w:rsidRDefault="00D27E7A" w:rsidP="00D27E7A">
      <w:pPr>
        <w:pStyle w:val="Odstavekseznama"/>
        <w:widowControl w:val="0"/>
        <w:ind w:left="1080"/>
        <w:jc w:val="both"/>
        <w:rPr>
          <w:rFonts w:ascii="Open Sans" w:hAnsi="Open Sans" w:cs="Open Sans"/>
        </w:rPr>
      </w:pPr>
    </w:p>
    <w:p w14:paraId="49048D1F" w14:textId="3BA3D891" w:rsidR="00D27E7A" w:rsidRPr="00FD240D" w:rsidRDefault="00D27E7A" w:rsidP="00D27E7A">
      <w:pPr>
        <w:widowControl w:val="0"/>
        <w:jc w:val="both"/>
        <w:rPr>
          <w:rFonts w:ascii="Open Sans" w:hAnsi="Open Sans" w:cs="Open Sans"/>
        </w:rPr>
      </w:pPr>
      <w:r w:rsidRPr="00FD240D">
        <w:rPr>
          <w:rFonts w:ascii="Open Sans" w:hAnsi="Open Sans" w:cs="Open Sans"/>
          <w:bCs/>
          <w:iCs/>
        </w:rPr>
        <w:t>Kraj izvedbe storitve sta</w:t>
      </w:r>
      <w:r w:rsidRPr="00FD240D">
        <w:rPr>
          <w:rFonts w:ascii="Open Sans" w:hAnsi="Open Sans" w:cs="Open Sans"/>
        </w:rPr>
        <w:t xml:space="preserve"> lokaciji naročnika, Verovškova ulica 62</w:t>
      </w:r>
      <w:r w:rsidR="00C1599C">
        <w:rPr>
          <w:rFonts w:ascii="Open Sans" w:hAnsi="Open Sans" w:cs="Open Sans"/>
        </w:rPr>
        <w:t xml:space="preserve"> in Verovškova ulica 70</w:t>
      </w:r>
      <w:r w:rsidRPr="00FD240D">
        <w:rPr>
          <w:rFonts w:ascii="Open Sans" w:hAnsi="Open Sans" w:cs="Open Sans"/>
        </w:rPr>
        <w:t>, oboje v Ljubljani.</w:t>
      </w:r>
    </w:p>
    <w:p w14:paraId="03DEA71C" w14:textId="60427A28" w:rsidR="00D27E7A" w:rsidRPr="00FD240D" w:rsidRDefault="00D27E7A" w:rsidP="00D27E7A">
      <w:pPr>
        <w:widowControl w:val="0"/>
        <w:tabs>
          <w:tab w:val="num" w:pos="502"/>
        </w:tabs>
        <w:ind w:left="360"/>
        <w:jc w:val="both"/>
        <w:rPr>
          <w:rFonts w:ascii="Open Sans" w:hAnsi="Open Sans" w:cs="Open Sans"/>
        </w:rPr>
      </w:pPr>
    </w:p>
    <w:p w14:paraId="2B2FA640" w14:textId="4CB8788D" w:rsidR="00A13FBF" w:rsidRPr="00FD240D" w:rsidRDefault="00A13FBF" w:rsidP="0019014E">
      <w:pPr>
        <w:pStyle w:val="Odstavekseznama"/>
        <w:widowControl w:val="0"/>
        <w:numPr>
          <w:ilvl w:val="2"/>
          <w:numId w:val="10"/>
        </w:numPr>
        <w:jc w:val="both"/>
        <w:rPr>
          <w:rFonts w:ascii="Open Sans" w:hAnsi="Open Sans" w:cs="Open Sans"/>
        </w:rPr>
      </w:pPr>
      <w:r w:rsidRPr="00FD240D">
        <w:rPr>
          <w:rFonts w:ascii="Open Sans" w:hAnsi="Open Sans" w:cs="Open Sans"/>
          <w:b/>
          <w:bCs/>
          <w:iCs/>
        </w:rPr>
        <w:t>Garancija</w:t>
      </w:r>
    </w:p>
    <w:p w14:paraId="5BF59469" w14:textId="6A758084" w:rsidR="00A13FBF" w:rsidRPr="00FD240D" w:rsidRDefault="00A13FBF" w:rsidP="00B7211D">
      <w:pPr>
        <w:widowControl w:val="0"/>
        <w:jc w:val="both"/>
        <w:rPr>
          <w:rFonts w:ascii="Open Sans" w:hAnsi="Open Sans" w:cs="Open Sans"/>
        </w:rPr>
      </w:pPr>
    </w:p>
    <w:p w14:paraId="45387048" w14:textId="77777777" w:rsidR="00127B04" w:rsidRPr="00127B04" w:rsidRDefault="00A13FBF" w:rsidP="00127B04">
      <w:pPr>
        <w:widowControl w:val="0"/>
        <w:jc w:val="both"/>
        <w:rPr>
          <w:rFonts w:ascii="Open Sans" w:hAnsi="Open Sans" w:cs="Open Sans"/>
        </w:rPr>
      </w:pPr>
      <w:r w:rsidRPr="00FD240D">
        <w:rPr>
          <w:rFonts w:ascii="Open Sans" w:hAnsi="Open Sans" w:cs="Open Sans"/>
        </w:rPr>
        <w:t xml:space="preserve">Garancija za </w:t>
      </w:r>
      <w:r w:rsidR="009F4DAD" w:rsidRPr="00FD240D">
        <w:rPr>
          <w:rFonts w:ascii="Open Sans" w:hAnsi="Open Sans" w:cs="Open Sans"/>
        </w:rPr>
        <w:t>izvedene</w:t>
      </w:r>
      <w:r w:rsidRPr="00FD240D">
        <w:rPr>
          <w:rFonts w:ascii="Open Sans" w:hAnsi="Open Sans" w:cs="Open Sans"/>
        </w:rPr>
        <w:t xml:space="preserve"> storitv</w:t>
      </w:r>
      <w:r w:rsidR="00991CA7" w:rsidRPr="00FD240D">
        <w:rPr>
          <w:rFonts w:ascii="Open Sans" w:hAnsi="Open Sans" w:cs="Open Sans"/>
        </w:rPr>
        <w:t>e</w:t>
      </w:r>
      <w:r w:rsidR="00127B04">
        <w:rPr>
          <w:rFonts w:ascii="Open Sans" w:hAnsi="Open Sans" w:cs="Open Sans"/>
        </w:rPr>
        <w:t xml:space="preserve"> </w:t>
      </w:r>
      <w:r w:rsidRPr="00FD240D">
        <w:rPr>
          <w:rFonts w:ascii="Open Sans" w:hAnsi="Open Sans" w:cs="Open Sans"/>
        </w:rPr>
        <w:t>je 12 (dvanajst) mesecev.</w:t>
      </w:r>
      <w:r w:rsidR="00127B04">
        <w:rPr>
          <w:rFonts w:ascii="Open Sans" w:hAnsi="Open Sans" w:cs="Open Sans"/>
        </w:rPr>
        <w:t xml:space="preserve"> </w:t>
      </w:r>
      <w:r w:rsidR="00127B04" w:rsidRPr="00127B04">
        <w:rPr>
          <w:rFonts w:ascii="Open Sans" w:hAnsi="Open Sans" w:cs="Open Sans"/>
          <w:bCs/>
          <w:iCs/>
        </w:rPr>
        <w:t xml:space="preserve">Garancijska doba se šteje od datuma uspešno opravljenega kakovostnega prevzema izvedenih storitev, ki se izvede s podpisom delovnega naloga </w:t>
      </w:r>
      <w:r w:rsidR="00127B04" w:rsidRPr="00127B04">
        <w:rPr>
          <w:rFonts w:ascii="Open Sans" w:hAnsi="Open Sans" w:cs="Open Sans"/>
        </w:rPr>
        <w:t xml:space="preserve">s strani strank okvirnega sporazuma oziroma njunih predstavnikov in se šteje za potrditev izvedene storitve.  </w:t>
      </w:r>
    </w:p>
    <w:p w14:paraId="59FAD78C" w14:textId="77777777" w:rsidR="00A13FBF" w:rsidRPr="00FD240D" w:rsidRDefault="00A13FBF" w:rsidP="00A13FBF">
      <w:pPr>
        <w:keepNext/>
        <w:keepLines/>
        <w:jc w:val="both"/>
        <w:rPr>
          <w:rFonts w:ascii="Open Sans" w:hAnsi="Open Sans" w:cs="Open Sans"/>
        </w:rPr>
      </w:pPr>
    </w:p>
    <w:p w14:paraId="072C05CE" w14:textId="69C6E237" w:rsidR="00A13FBF" w:rsidRPr="00FD240D" w:rsidRDefault="00A13FBF" w:rsidP="00A13FBF">
      <w:pPr>
        <w:keepNext/>
        <w:keepLines/>
        <w:jc w:val="both"/>
        <w:rPr>
          <w:rFonts w:ascii="Open Sans" w:hAnsi="Open Sans" w:cs="Open Sans"/>
        </w:rPr>
      </w:pPr>
      <w:r w:rsidRPr="00FD240D">
        <w:rPr>
          <w:rFonts w:ascii="Open Sans" w:hAnsi="Open Sans" w:cs="Open Sans"/>
        </w:rPr>
        <w:t xml:space="preserve">Vsi zamenjani deli v času trajanja garancijske dobe morajo biti novi. Za vgrajene nadomestne dele daje </w:t>
      </w:r>
      <w:r w:rsidR="00D211D9">
        <w:rPr>
          <w:rFonts w:ascii="Open Sans" w:hAnsi="Open Sans" w:cs="Open Sans"/>
        </w:rPr>
        <w:t>ponudnik</w:t>
      </w:r>
      <w:r w:rsidRPr="00FD240D">
        <w:rPr>
          <w:rFonts w:ascii="Open Sans" w:hAnsi="Open Sans" w:cs="Open Sans"/>
        </w:rPr>
        <w:t xml:space="preserve"> naročniku garancijo v skladu z garancijskimi pogoji proizvajalca nadomestnega dela.</w:t>
      </w:r>
    </w:p>
    <w:p w14:paraId="475EAF8A" w14:textId="77777777" w:rsidR="00D27E7A" w:rsidRPr="00FD240D" w:rsidRDefault="00D27E7A" w:rsidP="00F21BED">
      <w:pPr>
        <w:widowControl w:val="0"/>
        <w:tabs>
          <w:tab w:val="num" w:pos="502"/>
        </w:tabs>
        <w:jc w:val="both"/>
        <w:rPr>
          <w:rFonts w:ascii="Open Sans" w:hAnsi="Open Sans" w:cs="Open Sans"/>
        </w:rPr>
      </w:pPr>
    </w:p>
    <w:p w14:paraId="4373B4EA" w14:textId="314279C2" w:rsidR="00B3380D" w:rsidRPr="00FD240D" w:rsidRDefault="00B3380D" w:rsidP="0019014E">
      <w:pPr>
        <w:pStyle w:val="Odstavekseznama"/>
        <w:widowControl w:val="0"/>
        <w:numPr>
          <w:ilvl w:val="2"/>
          <w:numId w:val="10"/>
        </w:numPr>
        <w:jc w:val="both"/>
        <w:rPr>
          <w:rFonts w:ascii="Open Sans" w:hAnsi="Open Sans" w:cs="Open Sans"/>
          <w:b/>
        </w:rPr>
      </w:pPr>
      <w:r w:rsidRPr="00FD240D">
        <w:rPr>
          <w:rFonts w:ascii="Open Sans" w:hAnsi="Open Sans" w:cs="Open Sans"/>
          <w:b/>
        </w:rPr>
        <w:t>Ogled objektov</w:t>
      </w:r>
    </w:p>
    <w:p w14:paraId="48F052BE" w14:textId="77777777" w:rsidR="00B3380D" w:rsidRPr="00FD240D" w:rsidRDefault="00B3380D" w:rsidP="00B3380D">
      <w:pPr>
        <w:widowControl w:val="0"/>
        <w:ind w:left="720"/>
        <w:jc w:val="both"/>
        <w:rPr>
          <w:rFonts w:ascii="Open Sans" w:hAnsi="Open Sans" w:cs="Open Sans"/>
          <w:b/>
        </w:rPr>
      </w:pPr>
    </w:p>
    <w:p w14:paraId="46A325C7" w14:textId="6B227C1E" w:rsidR="00B3380D" w:rsidRDefault="00B3380D" w:rsidP="00B3380D">
      <w:pPr>
        <w:widowControl w:val="0"/>
        <w:jc w:val="both"/>
        <w:rPr>
          <w:rFonts w:ascii="Open Sans" w:hAnsi="Open Sans" w:cs="Open Sans"/>
        </w:rPr>
      </w:pPr>
      <w:r w:rsidRPr="00FD240D">
        <w:rPr>
          <w:rFonts w:ascii="Open Sans" w:hAnsi="Open Sans" w:cs="Open Sans"/>
        </w:rPr>
        <w:t xml:space="preserve">Neodvisno od podatkov, ki so vsebovani v razpisni dokumentaciji, </w:t>
      </w:r>
      <w:r w:rsidR="00127B04">
        <w:rPr>
          <w:rFonts w:ascii="Open Sans" w:hAnsi="Open Sans" w:cs="Open Sans"/>
        </w:rPr>
        <w:t xml:space="preserve">si </w:t>
      </w:r>
      <w:r w:rsidRPr="00FD240D">
        <w:rPr>
          <w:rFonts w:ascii="Open Sans" w:hAnsi="Open Sans" w:cs="Open Sans"/>
          <w:b/>
        </w:rPr>
        <w:t>mora</w:t>
      </w:r>
      <w:r w:rsidRPr="00FD240D">
        <w:rPr>
          <w:rFonts w:ascii="Open Sans" w:hAnsi="Open Sans" w:cs="Open Sans"/>
        </w:rPr>
        <w:t xml:space="preserve"> ponudnik pred oddajo ponudbe obvezno ogledati objekte naročnika, kjer se bodo izvajale storitve z namenom, da si pridobi morebitne ostale podatke, ki se nanašajo na izvedbo storitev po tej razpisni dokumentaciji in ki lahko vplivajo na ponudnikovo ceno ali ponudnikove obveznosti in izvedbene zmogljivosti ter se seznani z </w:t>
      </w:r>
      <w:r w:rsidRPr="00FD240D">
        <w:rPr>
          <w:rFonts w:ascii="Open Sans" w:hAnsi="Open Sans" w:cs="Open Sans"/>
          <w:bCs/>
        </w:rPr>
        <w:t xml:space="preserve">razmerami na objektih naročnika Verovškova ulica 62 in </w:t>
      </w:r>
      <w:r w:rsidR="00DA6CA8">
        <w:rPr>
          <w:rFonts w:ascii="Open Sans" w:hAnsi="Open Sans" w:cs="Open Sans"/>
          <w:bCs/>
        </w:rPr>
        <w:t xml:space="preserve">Verovškova </w:t>
      </w:r>
      <w:r w:rsidRPr="00FD240D">
        <w:rPr>
          <w:rFonts w:ascii="Open Sans" w:hAnsi="Open Sans" w:cs="Open Sans"/>
          <w:bCs/>
        </w:rPr>
        <w:t xml:space="preserve">ulica </w:t>
      </w:r>
      <w:r w:rsidR="00DA6CA8">
        <w:rPr>
          <w:rFonts w:ascii="Open Sans" w:hAnsi="Open Sans" w:cs="Open Sans"/>
          <w:bCs/>
        </w:rPr>
        <w:t>70</w:t>
      </w:r>
      <w:r w:rsidRPr="00FD240D">
        <w:rPr>
          <w:rFonts w:ascii="Open Sans" w:hAnsi="Open Sans" w:cs="Open Sans"/>
          <w:bCs/>
        </w:rPr>
        <w:t>, oboje</w:t>
      </w:r>
      <w:r w:rsidRPr="00FD240D">
        <w:rPr>
          <w:rFonts w:ascii="Open Sans" w:hAnsi="Open Sans" w:cs="Open Sans"/>
        </w:rPr>
        <w:t xml:space="preserve"> v Ljubljani. </w:t>
      </w:r>
    </w:p>
    <w:p w14:paraId="2500894E" w14:textId="77777777" w:rsidR="00176561" w:rsidRPr="00FD240D" w:rsidRDefault="00176561" w:rsidP="00B3380D">
      <w:pPr>
        <w:widowControl w:val="0"/>
        <w:jc w:val="both"/>
        <w:rPr>
          <w:rFonts w:ascii="Open Sans" w:hAnsi="Open Sans" w:cs="Open Sans"/>
        </w:rPr>
      </w:pPr>
    </w:p>
    <w:p w14:paraId="05993550" w14:textId="77777777" w:rsidR="00127B04" w:rsidRPr="00127B04" w:rsidRDefault="00127B04" w:rsidP="00127B04">
      <w:pPr>
        <w:widowControl w:val="0"/>
        <w:jc w:val="both"/>
        <w:rPr>
          <w:rStyle w:val="Hiperpovezava"/>
          <w:rFonts w:ascii="Open Sans" w:hAnsi="Open Sans" w:cs="Open Sans"/>
        </w:rPr>
      </w:pPr>
      <w:r w:rsidRPr="00127B04">
        <w:rPr>
          <w:rFonts w:ascii="Open Sans" w:hAnsi="Open Sans" w:cs="Open Sans"/>
          <w:iCs/>
        </w:rPr>
        <w:t xml:space="preserve">Ponudniki se </w:t>
      </w:r>
      <w:r w:rsidRPr="00127B04">
        <w:rPr>
          <w:rFonts w:ascii="Open Sans" w:hAnsi="Open Sans" w:cs="Open Sans"/>
        </w:rPr>
        <w:t xml:space="preserve">predhodno dogovorijo za ogled objekta na lokacijah naročnika, Verovškova ulica 62 in Verovškova ulica 70, oboje v Ljubljani, s predstavnikom naročnika: Gregor Jazbinšek, GSM 031 591 623, elektronski naslov: </w:t>
      </w:r>
      <w:hyperlink r:id="rId15" w:history="1">
        <w:r w:rsidRPr="00127B04">
          <w:rPr>
            <w:rStyle w:val="Hiperpovezava"/>
            <w:rFonts w:ascii="Open Sans" w:hAnsi="Open Sans" w:cs="Open Sans"/>
          </w:rPr>
          <w:t>gregor.jazbinsek@energetika.si</w:t>
        </w:r>
      </w:hyperlink>
      <w:r w:rsidRPr="00127B04">
        <w:rPr>
          <w:rFonts w:ascii="Open Sans" w:hAnsi="Open Sans" w:cs="Open Sans"/>
        </w:rPr>
        <w:t xml:space="preserve">. </w:t>
      </w:r>
      <w:r w:rsidRPr="00127B04">
        <w:rPr>
          <w:rStyle w:val="Hiperpovezava"/>
          <w:rFonts w:ascii="Open Sans" w:hAnsi="Open Sans" w:cs="Open Sans"/>
          <w:color w:val="auto"/>
        </w:rPr>
        <w:t xml:space="preserve"> </w:t>
      </w:r>
    </w:p>
    <w:p w14:paraId="6E4F1377" w14:textId="77777777" w:rsidR="00B3380D" w:rsidRPr="00FD240D" w:rsidRDefault="00B3380D" w:rsidP="00B3380D">
      <w:pPr>
        <w:widowControl w:val="0"/>
        <w:jc w:val="both"/>
        <w:rPr>
          <w:rFonts w:ascii="Open Sans" w:hAnsi="Open Sans" w:cs="Open Sans"/>
        </w:rPr>
      </w:pPr>
    </w:p>
    <w:p w14:paraId="6AAABC35" w14:textId="6C14017B" w:rsidR="00B3380D" w:rsidRPr="00FD240D" w:rsidRDefault="00B3380D" w:rsidP="00B3380D">
      <w:pPr>
        <w:widowControl w:val="0"/>
        <w:jc w:val="both"/>
        <w:rPr>
          <w:rFonts w:ascii="Open Sans" w:hAnsi="Open Sans" w:cs="Open Sans"/>
        </w:rPr>
      </w:pPr>
      <w:r w:rsidRPr="00FD240D">
        <w:rPr>
          <w:rFonts w:ascii="Open Sans" w:hAnsi="Open Sans" w:cs="Open Sans"/>
        </w:rPr>
        <w:t>Naročnik bo v ta namen ločeno organiziral sestanke s posameznimi ponudniki na</w:t>
      </w:r>
      <w:r w:rsidRPr="00FD240D">
        <w:rPr>
          <w:rFonts w:ascii="Open Sans" w:hAnsi="Open Sans" w:cs="Open Sans"/>
          <w:bCs/>
        </w:rPr>
        <w:t xml:space="preserve"> lokacijah naročnika Verovškova ulica 62 in </w:t>
      </w:r>
      <w:r w:rsidR="00127B04">
        <w:rPr>
          <w:rFonts w:ascii="Open Sans" w:hAnsi="Open Sans" w:cs="Open Sans"/>
          <w:bCs/>
        </w:rPr>
        <w:t>Verovškova</w:t>
      </w:r>
      <w:r w:rsidRPr="00FD240D">
        <w:rPr>
          <w:rFonts w:ascii="Open Sans" w:hAnsi="Open Sans" w:cs="Open Sans"/>
          <w:bCs/>
        </w:rPr>
        <w:t xml:space="preserve"> ulica </w:t>
      </w:r>
      <w:r w:rsidR="00127B04">
        <w:rPr>
          <w:rFonts w:ascii="Open Sans" w:hAnsi="Open Sans" w:cs="Open Sans"/>
          <w:bCs/>
        </w:rPr>
        <w:t>70</w:t>
      </w:r>
      <w:r w:rsidRPr="00FD240D">
        <w:rPr>
          <w:rFonts w:ascii="Open Sans" w:hAnsi="Open Sans" w:cs="Open Sans"/>
          <w:bCs/>
        </w:rPr>
        <w:t>, oboje</w:t>
      </w:r>
      <w:r w:rsidRPr="00FD240D">
        <w:rPr>
          <w:rFonts w:ascii="Open Sans" w:hAnsi="Open Sans" w:cs="Open Sans"/>
        </w:rPr>
        <w:t xml:space="preserve"> v Ljubljani, </w:t>
      </w:r>
      <w:r w:rsidRPr="00FD240D">
        <w:rPr>
          <w:rFonts w:ascii="Open Sans" w:hAnsi="Open Sans" w:cs="Open Sans"/>
          <w:b/>
          <w:u w:val="single"/>
        </w:rPr>
        <w:t>ki so obvezni za vse ponudnike</w:t>
      </w:r>
      <w:r w:rsidRPr="00FD240D">
        <w:rPr>
          <w:rFonts w:ascii="Open Sans" w:hAnsi="Open Sans" w:cs="Open Sans"/>
        </w:rPr>
        <w:t xml:space="preserve">. Ponudnik mora kontaktirati predstavnika naročnika in se dogovoriti za sestanek. Ogled objektov je možen vsak delavnik, od 8. do 12. ure. Zadnji dan za ogled objekta je </w:t>
      </w:r>
      <w:r w:rsidR="00C1434E" w:rsidRPr="00C1434E">
        <w:rPr>
          <w:rFonts w:ascii="Open Sans" w:hAnsi="Open Sans" w:cs="Open Sans"/>
          <w:b/>
          <w:bCs/>
        </w:rPr>
        <w:t>16</w:t>
      </w:r>
      <w:r w:rsidR="006976CA" w:rsidRPr="00C1434E">
        <w:rPr>
          <w:rFonts w:ascii="Open Sans" w:hAnsi="Open Sans" w:cs="Open Sans"/>
          <w:b/>
          <w:bCs/>
        </w:rPr>
        <w:t xml:space="preserve">. </w:t>
      </w:r>
      <w:r w:rsidR="00C1434E">
        <w:rPr>
          <w:rFonts w:ascii="Open Sans" w:hAnsi="Open Sans" w:cs="Open Sans"/>
          <w:b/>
          <w:bCs/>
        </w:rPr>
        <w:t>6</w:t>
      </w:r>
      <w:r w:rsidR="006976CA" w:rsidRPr="00C1434E">
        <w:rPr>
          <w:rFonts w:ascii="Open Sans" w:hAnsi="Open Sans" w:cs="Open Sans"/>
          <w:b/>
          <w:bCs/>
        </w:rPr>
        <w:t>.</w:t>
      </w:r>
      <w:r w:rsidR="006976CA" w:rsidRPr="00FD240D">
        <w:rPr>
          <w:rFonts w:ascii="Open Sans" w:hAnsi="Open Sans" w:cs="Open Sans"/>
          <w:b/>
          <w:bCs/>
        </w:rPr>
        <w:t xml:space="preserve"> 202</w:t>
      </w:r>
      <w:r w:rsidR="00127B04">
        <w:rPr>
          <w:rFonts w:ascii="Open Sans" w:hAnsi="Open Sans" w:cs="Open Sans"/>
          <w:b/>
          <w:bCs/>
        </w:rPr>
        <w:t>5</w:t>
      </w:r>
      <w:r w:rsidR="006976CA" w:rsidRPr="00FD240D">
        <w:rPr>
          <w:rFonts w:ascii="Open Sans" w:hAnsi="Open Sans" w:cs="Open Sans"/>
          <w:b/>
          <w:bCs/>
        </w:rPr>
        <w:t xml:space="preserve"> </w:t>
      </w:r>
      <w:r w:rsidRPr="00FD240D">
        <w:rPr>
          <w:rFonts w:ascii="Open Sans" w:hAnsi="Open Sans" w:cs="Open Sans"/>
          <w:b/>
        </w:rPr>
        <w:t>do 12. ure</w:t>
      </w:r>
      <w:r w:rsidRPr="00FD240D">
        <w:rPr>
          <w:rFonts w:ascii="Open Sans" w:hAnsi="Open Sans" w:cs="Open Sans"/>
        </w:rPr>
        <w:t xml:space="preserve">. </w:t>
      </w:r>
    </w:p>
    <w:p w14:paraId="33032063" w14:textId="77777777" w:rsidR="00B3380D" w:rsidRPr="00FD240D" w:rsidRDefault="00B3380D" w:rsidP="00B3380D">
      <w:pPr>
        <w:widowControl w:val="0"/>
        <w:jc w:val="both"/>
        <w:rPr>
          <w:rFonts w:ascii="Open Sans" w:hAnsi="Open Sans" w:cs="Open Sans"/>
        </w:rPr>
      </w:pPr>
    </w:p>
    <w:p w14:paraId="19FE355B" w14:textId="77777777" w:rsidR="00B3380D" w:rsidRPr="00FD240D" w:rsidRDefault="00B3380D" w:rsidP="00B3380D">
      <w:pPr>
        <w:widowControl w:val="0"/>
        <w:jc w:val="both"/>
        <w:rPr>
          <w:rFonts w:ascii="Open Sans" w:hAnsi="Open Sans" w:cs="Open Sans"/>
          <w:b/>
        </w:rPr>
      </w:pPr>
      <w:r w:rsidRPr="00FD240D">
        <w:rPr>
          <w:rFonts w:ascii="Open Sans" w:hAnsi="Open Sans" w:cs="Open Sans"/>
          <w:b/>
        </w:rPr>
        <w:t xml:space="preserve">Ponudnik ne bo upravičen do nobenega povečanja cene, ki bi ga utemeljeval s tem, da ni bil polno obveščen o pogojih, ki se nanašajo na predmetne obveznosti. </w:t>
      </w:r>
    </w:p>
    <w:p w14:paraId="4851B129" w14:textId="77777777" w:rsidR="00B3380D" w:rsidRPr="00FD240D" w:rsidRDefault="00B3380D" w:rsidP="00B3380D">
      <w:pPr>
        <w:widowControl w:val="0"/>
        <w:jc w:val="both"/>
        <w:rPr>
          <w:rFonts w:ascii="Open Sans" w:hAnsi="Open Sans" w:cs="Open Sans"/>
        </w:rPr>
      </w:pPr>
    </w:p>
    <w:p w14:paraId="01064837" w14:textId="61D484A5" w:rsidR="00B3380D" w:rsidRDefault="00B3380D" w:rsidP="00B3380D">
      <w:pPr>
        <w:widowControl w:val="0"/>
        <w:jc w:val="both"/>
        <w:rPr>
          <w:rFonts w:ascii="Open Sans" w:hAnsi="Open Sans" w:cs="Open Sans"/>
        </w:rPr>
      </w:pPr>
      <w:r w:rsidRPr="00FD240D">
        <w:rPr>
          <w:rFonts w:ascii="Open Sans" w:hAnsi="Open Sans" w:cs="Open Sans"/>
        </w:rPr>
        <w:t xml:space="preserve">Ponudnik mora kot </w:t>
      </w:r>
      <w:r w:rsidRPr="00FD240D">
        <w:rPr>
          <w:rFonts w:ascii="Open Sans" w:hAnsi="Open Sans" w:cs="Open Sans"/>
          <w:b/>
        </w:rPr>
        <w:t xml:space="preserve">prilogo </w:t>
      </w:r>
      <w:r w:rsidR="00127B04">
        <w:rPr>
          <w:rFonts w:ascii="Open Sans" w:hAnsi="Open Sans" w:cs="Open Sans"/>
          <w:b/>
        </w:rPr>
        <w:t>8</w:t>
      </w:r>
      <w:r w:rsidRPr="00FD240D">
        <w:rPr>
          <w:rFonts w:ascii="Open Sans" w:hAnsi="Open Sans" w:cs="Open Sans"/>
        </w:rPr>
        <w:t xml:space="preserve"> predložiti potrdilo (izdano s strani naročnika) o opravljenem obveznem ogledu objekta na katerem se bodo izvajale storitve, ki so predmet javnega naročila, sicer bo naročnik njegovo ponudbo </w:t>
      </w:r>
      <w:r w:rsidR="003545FA" w:rsidRPr="00FD240D">
        <w:rPr>
          <w:rFonts w:ascii="Open Sans" w:hAnsi="Open Sans" w:cs="Open Sans"/>
        </w:rPr>
        <w:t>izključil</w:t>
      </w:r>
      <w:r w:rsidRPr="00FD240D">
        <w:rPr>
          <w:rFonts w:ascii="Open Sans" w:hAnsi="Open Sans" w:cs="Open Sans"/>
        </w:rPr>
        <w:t>.</w:t>
      </w:r>
    </w:p>
    <w:p w14:paraId="3742A2BA" w14:textId="01CD598E" w:rsidR="008F5699" w:rsidRPr="00FD240D" w:rsidRDefault="008F5699" w:rsidP="00B3380D">
      <w:pPr>
        <w:widowControl w:val="0"/>
        <w:jc w:val="both"/>
        <w:rPr>
          <w:rFonts w:ascii="Open Sans" w:hAnsi="Open Sans" w:cs="Open Sans"/>
        </w:rPr>
      </w:pPr>
    </w:p>
    <w:p w14:paraId="3DF14828" w14:textId="312F7A51" w:rsidR="008F5699" w:rsidRPr="00FD240D" w:rsidRDefault="008F5699" w:rsidP="00B3380D">
      <w:pPr>
        <w:widowControl w:val="0"/>
        <w:jc w:val="both"/>
        <w:rPr>
          <w:rFonts w:ascii="Open Sans" w:hAnsi="Open Sans" w:cs="Open Sans"/>
        </w:rPr>
      </w:pPr>
    </w:p>
    <w:p w14:paraId="057445C1" w14:textId="3E9D71A8" w:rsidR="008F5699" w:rsidRDefault="008F5699" w:rsidP="00B3380D">
      <w:pPr>
        <w:widowControl w:val="0"/>
        <w:jc w:val="both"/>
        <w:rPr>
          <w:rFonts w:ascii="Open Sans" w:hAnsi="Open Sans" w:cs="Open Sans"/>
        </w:rPr>
      </w:pPr>
    </w:p>
    <w:p w14:paraId="391E0230" w14:textId="4F46C234" w:rsidR="00F21BED" w:rsidRDefault="00F21BED" w:rsidP="00B3380D">
      <w:pPr>
        <w:widowControl w:val="0"/>
        <w:jc w:val="both"/>
        <w:rPr>
          <w:rFonts w:ascii="Open Sans" w:hAnsi="Open Sans" w:cs="Open Sans"/>
        </w:rPr>
      </w:pPr>
    </w:p>
    <w:p w14:paraId="68952BC4" w14:textId="3DBCE71A" w:rsidR="00F21BED" w:rsidRDefault="00F21BED" w:rsidP="00B3380D">
      <w:pPr>
        <w:widowControl w:val="0"/>
        <w:jc w:val="both"/>
        <w:rPr>
          <w:rFonts w:ascii="Open Sans" w:hAnsi="Open Sans" w:cs="Open Sans"/>
        </w:rPr>
      </w:pPr>
    </w:p>
    <w:p w14:paraId="12FAB5AD" w14:textId="64EE75CF" w:rsidR="00F21BED" w:rsidRDefault="00F21BED" w:rsidP="00B3380D">
      <w:pPr>
        <w:widowControl w:val="0"/>
        <w:jc w:val="both"/>
        <w:rPr>
          <w:rFonts w:ascii="Open Sans" w:hAnsi="Open Sans" w:cs="Open Sans"/>
        </w:rPr>
      </w:pPr>
    </w:p>
    <w:p w14:paraId="2B2A6330" w14:textId="142BEBE0" w:rsidR="00454A77" w:rsidRDefault="00454A77" w:rsidP="00B3380D">
      <w:pPr>
        <w:widowControl w:val="0"/>
        <w:jc w:val="both"/>
        <w:rPr>
          <w:rFonts w:ascii="Open Sans" w:hAnsi="Open Sans" w:cs="Open Sans"/>
        </w:rPr>
      </w:pPr>
    </w:p>
    <w:p w14:paraId="7404B621" w14:textId="73CC144F" w:rsidR="00454A77" w:rsidRDefault="00454A77" w:rsidP="00B3380D">
      <w:pPr>
        <w:widowControl w:val="0"/>
        <w:jc w:val="both"/>
        <w:rPr>
          <w:rFonts w:ascii="Open Sans" w:hAnsi="Open Sans" w:cs="Open Sans"/>
        </w:rPr>
      </w:pPr>
    </w:p>
    <w:p w14:paraId="77341282" w14:textId="77777777" w:rsidR="00454A77" w:rsidRPr="00FD240D" w:rsidRDefault="00454A77" w:rsidP="00B3380D">
      <w:pPr>
        <w:widowControl w:val="0"/>
        <w:jc w:val="both"/>
        <w:rPr>
          <w:rFonts w:ascii="Open Sans" w:hAnsi="Open Sans" w:cs="Open Sans"/>
        </w:rPr>
      </w:pPr>
    </w:p>
    <w:p w14:paraId="13334624" w14:textId="77777777" w:rsidR="008F5699" w:rsidRPr="00FD240D" w:rsidRDefault="008F5699" w:rsidP="00B3380D">
      <w:pPr>
        <w:widowControl w:val="0"/>
        <w:jc w:val="both"/>
        <w:rPr>
          <w:rFonts w:ascii="Open Sans" w:hAnsi="Open Sans" w:cs="Open Sans"/>
        </w:rPr>
      </w:pPr>
    </w:p>
    <w:p w14:paraId="705A3580" w14:textId="7D307681" w:rsidR="0042556B" w:rsidRPr="00FD240D" w:rsidRDefault="0042556B" w:rsidP="0019014E">
      <w:pPr>
        <w:widowControl w:val="0"/>
        <w:numPr>
          <w:ilvl w:val="0"/>
          <w:numId w:val="10"/>
        </w:numPr>
        <w:jc w:val="both"/>
        <w:rPr>
          <w:rFonts w:ascii="Open Sans" w:hAnsi="Open Sans" w:cs="Open Sans"/>
          <w:b/>
        </w:rPr>
      </w:pPr>
      <w:r w:rsidRPr="00FD240D">
        <w:rPr>
          <w:rFonts w:ascii="Open Sans" w:hAnsi="Open Sans" w:cs="Open Sans"/>
          <w:b/>
        </w:rPr>
        <w:lastRenderedPageBreak/>
        <w:t xml:space="preserve">UGOTAVLJANJE SPOSOBNOSTI </w:t>
      </w:r>
    </w:p>
    <w:p w14:paraId="4FC37552" w14:textId="77777777" w:rsidR="0042556B" w:rsidRPr="00FD240D" w:rsidRDefault="0042556B" w:rsidP="004449C9">
      <w:pPr>
        <w:widowControl w:val="0"/>
        <w:jc w:val="both"/>
        <w:rPr>
          <w:rFonts w:ascii="Open Sans" w:hAnsi="Open Sans" w:cs="Open Sans"/>
        </w:rPr>
      </w:pPr>
    </w:p>
    <w:p w14:paraId="013B026E"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4FD8DC79" w14:textId="77777777" w:rsidR="000D6DC5" w:rsidRPr="00FD240D" w:rsidRDefault="000D6DC5" w:rsidP="000D6DC5">
      <w:pPr>
        <w:widowControl w:val="0"/>
        <w:jc w:val="both"/>
        <w:rPr>
          <w:rFonts w:ascii="Open Sans" w:hAnsi="Open Sans" w:cs="Open Sans"/>
          <w:bCs/>
        </w:rPr>
      </w:pPr>
    </w:p>
    <w:p w14:paraId="4D8EF5BC"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0760232" w14:textId="77777777" w:rsidR="000D6DC5" w:rsidRPr="00FD240D" w:rsidRDefault="000D6DC5" w:rsidP="000D6DC5">
      <w:pPr>
        <w:widowControl w:val="0"/>
        <w:jc w:val="both"/>
        <w:rPr>
          <w:rFonts w:ascii="Open Sans" w:hAnsi="Open Sans" w:cs="Open Sans"/>
          <w:bCs/>
        </w:rPr>
      </w:pPr>
    </w:p>
    <w:p w14:paraId="4A3EE3EC"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t>Če ni v teh navodilih za posamezne dokumente drugače določeno, zadošča predložitev kopij zahtevanih dokumentov. Naročnik si pridržuje pravico do vpogleda v originalne dokumente.</w:t>
      </w:r>
    </w:p>
    <w:p w14:paraId="69BAB192" w14:textId="77777777" w:rsidR="000D6DC5" w:rsidRPr="00FD240D" w:rsidRDefault="000D6DC5" w:rsidP="000D6DC5">
      <w:pPr>
        <w:widowControl w:val="0"/>
        <w:jc w:val="both"/>
        <w:rPr>
          <w:rFonts w:ascii="Open Sans" w:hAnsi="Open Sans" w:cs="Open Sans"/>
          <w:bCs/>
        </w:rPr>
      </w:pPr>
    </w:p>
    <w:p w14:paraId="3A3B155E"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t>Obrazci izjav, ki jih mora predložiti ponudnik v ponudbi, so del dokumentacije. Izjave so lahko predložene na teh obrazcih ali na ponudnikovih, ki pa vsebinsko bistveno ne smejo odstopati od priloženih obrazcev.</w:t>
      </w:r>
    </w:p>
    <w:p w14:paraId="07AF7D23" w14:textId="77777777" w:rsidR="000D6DC5" w:rsidRPr="00FD240D" w:rsidRDefault="000D6DC5" w:rsidP="000D6DC5">
      <w:pPr>
        <w:widowControl w:val="0"/>
        <w:jc w:val="both"/>
        <w:rPr>
          <w:rFonts w:ascii="Open Sans" w:hAnsi="Open Sans" w:cs="Open Sans"/>
          <w:bCs/>
        </w:rPr>
      </w:pPr>
    </w:p>
    <w:p w14:paraId="72604DDA"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t>Naročnik ima od ponudnika pravico zahtevati dokazila ali soglasja, ki bodo izkazovala, da je obstoj in vsebina navedb v ponudbi ponudnika resnična.</w:t>
      </w:r>
    </w:p>
    <w:p w14:paraId="73978F7D" w14:textId="77777777" w:rsidR="000D6DC5" w:rsidRPr="00FD240D" w:rsidRDefault="000D6DC5" w:rsidP="000D6DC5">
      <w:pPr>
        <w:widowControl w:val="0"/>
        <w:jc w:val="both"/>
        <w:rPr>
          <w:rFonts w:ascii="Open Sans" w:hAnsi="Open Sans" w:cs="Open Sans"/>
        </w:rPr>
      </w:pPr>
    </w:p>
    <w:p w14:paraId="1868B2D0" w14:textId="77777777" w:rsidR="000D6DC5" w:rsidRPr="00FD240D" w:rsidRDefault="000D6DC5" w:rsidP="0019014E">
      <w:pPr>
        <w:widowControl w:val="0"/>
        <w:numPr>
          <w:ilvl w:val="1"/>
          <w:numId w:val="10"/>
        </w:numPr>
        <w:jc w:val="both"/>
        <w:rPr>
          <w:rFonts w:ascii="Open Sans" w:hAnsi="Open Sans" w:cs="Open Sans"/>
          <w:b/>
        </w:rPr>
      </w:pPr>
      <w:r w:rsidRPr="00FD240D">
        <w:rPr>
          <w:rFonts w:ascii="Open Sans" w:hAnsi="Open Sans" w:cs="Open Sans"/>
          <w:b/>
        </w:rPr>
        <w:t>Razlogi za izključitev</w:t>
      </w:r>
    </w:p>
    <w:p w14:paraId="03A0878B" w14:textId="77777777" w:rsidR="000D6DC5" w:rsidRPr="00FD240D" w:rsidRDefault="000D6DC5" w:rsidP="000D6DC5">
      <w:pPr>
        <w:widowControl w:val="0"/>
        <w:jc w:val="both"/>
        <w:rPr>
          <w:rFonts w:ascii="Open Sans" w:hAnsi="Open Sans" w:cs="Open Sans"/>
        </w:rPr>
      </w:pPr>
    </w:p>
    <w:p w14:paraId="407C98E4" w14:textId="77777777" w:rsidR="000D6DC5" w:rsidRPr="00FD240D" w:rsidRDefault="000D6DC5" w:rsidP="000D6DC5">
      <w:pPr>
        <w:widowControl w:val="0"/>
        <w:jc w:val="both"/>
        <w:rPr>
          <w:rFonts w:ascii="Open Sans" w:hAnsi="Open Sans" w:cs="Open Sans"/>
        </w:rPr>
      </w:pPr>
      <w:r w:rsidRPr="00FD240D">
        <w:rPr>
          <w:rFonts w:ascii="Open Sans" w:hAnsi="Open Sans" w:cs="Open Sans"/>
          <w:bCs/>
        </w:rPr>
        <w:t xml:space="preserve">Ponudnik mora izpolnjevati zahtevane pogoje.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p>
    <w:p w14:paraId="070241EA" w14:textId="77777777" w:rsidR="000D6DC5" w:rsidRPr="00FD240D" w:rsidRDefault="000D6DC5" w:rsidP="000D6DC5">
      <w:pPr>
        <w:widowControl w:val="0"/>
        <w:jc w:val="both"/>
        <w:rPr>
          <w:rFonts w:ascii="Open Sans" w:hAnsi="Open Sans" w:cs="Open Sans"/>
        </w:rPr>
      </w:pPr>
    </w:p>
    <w:p w14:paraId="7CA774BD" w14:textId="77777777" w:rsidR="000D6DC5" w:rsidRPr="00FD240D" w:rsidRDefault="000D6DC5" w:rsidP="0019014E">
      <w:pPr>
        <w:pStyle w:val="Odstavekseznama"/>
        <w:widowControl w:val="0"/>
        <w:numPr>
          <w:ilvl w:val="0"/>
          <w:numId w:val="52"/>
        </w:numPr>
        <w:ind w:right="-2"/>
        <w:jc w:val="both"/>
        <w:rPr>
          <w:rFonts w:ascii="Open Sans" w:hAnsi="Open Sans" w:cs="Open Sans"/>
        </w:rPr>
      </w:pPr>
      <w:r w:rsidRPr="00FD240D">
        <w:rPr>
          <w:rFonts w:ascii="Open Sans" w:hAnsi="Open Sans" w:cs="Open Sans"/>
          <w:b/>
        </w:rPr>
        <w:t>Razlogi, povezani s kazenskimi obsodbami</w:t>
      </w:r>
    </w:p>
    <w:p w14:paraId="3F36627B" w14:textId="77777777" w:rsidR="000D6DC5" w:rsidRPr="00FD240D" w:rsidRDefault="000D6DC5" w:rsidP="000D6DC5">
      <w:pPr>
        <w:pStyle w:val="Odstavekseznama"/>
        <w:widowControl w:val="0"/>
        <w:jc w:val="both"/>
        <w:rPr>
          <w:rFonts w:ascii="Open Sans" w:hAnsi="Open Sans" w:cs="Open Sans"/>
        </w:rPr>
      </w:pPr>
      <w:r w:rsidRPr="00FD240D">
        <w:rPr>
          <w:rFonts w:ascii="Open Sans" w:hAnsi="Open Sans" w:cs="Open Sans"/>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w:t>
      </w:r>
      <w:r w:rsidRPr="00FD240D">
        <w:rPr>
          <w:rFonts w:ascii="Open Sans" w:hAnsi="Open Sans" w:cs="Open Sans"/>
          <w:bCs/>
        </w:rPr>
        <w:t>s spremembami; v nadaljnjem besedilu: KZ-1</w:t>
      </w:r>
      <w:r w:rsidRPr="00FD240D">
        <w:rPr>
          <w:rFonts w:ascii="Open Sans" w:hAnsi="Open Sans" w:cs="Open Sans"/>
        </w:rPr>
        <w:t>) in so našteta v prvem odstavku 75. člena ZJN-3, ali za primerljiva kazniva dejanja, ki so jih izrekla tuja sodišča.</w:t>
      </w:r>
    </w:p>
    <w:p w14:paraId="246CF136" w14:textId="77777777" w:rsidR="000D6DC5" w:rsidRPr="00FD240D" w:rsidRDefault="000D6DC5" w:rsidP="000D6DC5">
      <w:pPr>
        <w:pStyle w:val="Odstavekseznama"/>
        <w:widowControl w:val="0"/>
        <w:jc w:val="both"/>
        <w:rPr>
          <w:rFonts w:ascii="Open Sans" w:hAnsi="Open Sans" w:cs="Open Sans"/>
          <w:b/>
        </w:rPr>
      </w:pPr>
    </w:p>
    <w:p w14:paraId="026E6702" w14:textId="77777777" w:rsidR="000D6DC5" w:rsidRPr="00FD240D" w:rsidRDefault="000D6DC5" w:rsidP="0019014E">
      <w:pPr>
        <w:pStyle w:val="Odstavekseznama"/>
        <w:widowControl w:val="0"/>
        <w:numPr>
          <w:ilvl w:val="0"/>
          <w:numId w:val="52"/>
        </w:numPr>
        <w:ind w:left="709" w:right="-2" w:hanging="425"/>
        <w:jc w:val="both"/>
        <w:rPr>
          <w:rFonts w:ascii="Open Sans" w:hAnsi="Open Sans" w:cs="Open Sans"/>
        </w:rPr>
      </w:pPr>
      <w:r w:rsidRPr="00FD240D">
        <w:rPr>
          <w:rFonts w:ascii="Open Sans" w:hAnsi="Open Sans" w:cs="Open Sans"/>
          <w:b/>
        </w:rPr>
        <w:t xml:space="preserve">Razlogi, povezani s plačilom davkov ali prispevkov za socialno varnost </w:t>
      </w:r>
      <w:r w:rsidRPr="00FD240D">
        <w:rPr>
          <w:rFonts w:ascii="Open Sans" w:hAnsi="Open Sans" w:cs="Open Sans"/>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2025BFF7" w14:textId="77777777" w:rsidR="000D6DC5" w:rsidRPr="00FD240D" w:rsidRDefault="000D6DC5" w:rsidP="0019014E">
      <w:pPr>
        <w:pStyle w:val="Odstavekseznama"/>
        <w:widowControl w:val="0"/>
        <w:numPr>
          <w:ilvl w:val="0"/>
          <w:numId w:val="52"/>
        </w:numPr>
        <w:ind w:left="284" w:right="-2" w:firstLine="0"/>
        <w:jc w:val="both"/>
        <w:rPr>
          <w:rFonts w:ascii="Open Sans" w:hAnsi="Open Sans" w:cs="Open Sans"/>
          <w:b/>
        </w:rPr>
      </w:pPr>
      <w:r w:rsidRPr="00FD240D">
        <w:rPr>
          <w:rFonts w:ascii="Open Sans" w:hAnsi="Open Sans" w:cs="Open Sans"/>
          <w:b/>
        </w:rPr>
        <w:lastRenderedPageBreak/>
        <w:t>Nacionalni razlogi za izključitev</w:t>
      </w:r>
    </w:p>
    <w:p w14:paraId="6342236C" w14:textId="77777777" w:rsidR="000D6DC5" w:rsidRPr="00FD240D" w:rsidRDefault="000D6DC5" w:rsidP="000D6DC5">
      <w:pPr>
        <w:pStyle w:val="Odstavekseznama"/>
        <w:widowControl w:val="0"/>
        <w:rPr>
          <w:rFonts w:ascii="Open Sans" w:hAnsi="Open Sans" w:cs="Open Sans"/>
        </w:rPr>
      </w:pPr>
    </w:p>
    <w:p w14:paraId="7B55C504" w14:textId="77777777" w:rsidR="000D6DC5" w:rsidRPr="00FD240D" w:rsidRDefault="000D6DC5" w:rsidP="000D6DC5">
      <w:pPr>
        <w:pStyle w:val="Odstavekseznama"/>
        <w:widowControl w:val="0"/>
        <w:jc w:val="both"/>
        <w:rPr>
          <w:rFonts w:ascii="Open Sans" w:hAnsi="Open Sans" w:cs="Open Sans"/>
        </w:rPr>
      </w:pPr>
      <w:r w:rsidRPr="00FD240D">
        <w:rPr>
          <w:rFonts w:ascii="Open Sans" w:hAnsi="Open Sans" w:cs="Open Sans"/>
        </w:rPr>
        <w:t>Naročnik mora iz posameznega postopka javnega naročanja izključiti gospodarski subjekt:</w:t>
      </w:r>
    </w:p>
    <w:p w14:paraId="2474220A" w14:textId="77777777" w:rsidR="000D6DC5" w:rsidRPr="00FD240D" w:rsidRDefault="000D6DC5" w:rsidP="0019014E">
      <w:pPr>
        <w:pStyle w:val="Odstavekseznama"/>
        <w:widowControl w:val="0"/>
        <w:numPr>
          <w:ilvl w:val="1"/>
          <w:numId w:val="14"/>
        </w:numPr>
        <w:jc w:val="both"/>
        <w:rPr>
          <w:rFonts w:ascii="Open Sans" w:hAnsi="Open Sans" w:cs="Open Sans"/>
        </w:rPr>
      </w:pPr>
      <w:r w:rsidRPr="00FD240D">
        <w:rPr>
          <w:rFonts w:ascii="Open Sans" w:hAnsi="Open Sans" w:cs="Open Sans"/>
        </w:rPr>
        <w:t>če je ta na dan, ko poteče rok za oddajo ponudb, izločen iz postopkov oddaje javnih naročil zaradi uvrstitve v evidenco gospodarskih subjektov z izrečenimi stranskimi sankcijami izločitve iz postopkov javnega naročanja,</w:t>
      </w:r>
    </w:p>
    <w:p w14:paraId="164AAF94" w14:textId="77777777" w:rsidR="000D6DC5" w:rsidRPr="00FD240D" w:rsidRDefault="000D6DC5" w:rsidP="0019014E">
      <w:pPr>
        <w:pStyle w:val="Odstavekseznama"/>
        <w:widowControl w:val="0"/>
        <w:numPr>
          <w:ilvl w:val="1"/>
          <w:numId w:val="14"/>
        </w:numPr>
        <w:jc w:val="both"/>
        <w:rPr>
          <w:rFonts w:ascii="Open Sans" w:hAnsi="Open Sans" w:cs="Open Sans"/>
        </w:rPr>
      </w:pPr>
      <w:r w:rsidRPr="00FD240D">
        <w:rPr>
          <w:rFonts w:ascii="Open Sans" w:hAnsi="Open Sans" w:cs="Open Sans"/>
        </w:rPr>
        <w:t>če je v zadnjih 3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A3E815B" w14:textId="77777777" w:rsidR="000D6DC5" w:rsidRPr="00FD240D" w:rsidRDefault="000D6DC5" w:rsidP="000D6DC5">
      <w:pPr>
        <w:pStyle w:val="Odstavekseznama"/>
        <w:widowControl w:val="0"/>
        <w:jc w:val="both"/>
        <w:rPr>
          <w:rFonts w:ascii="Open Sans" w:hAnsi="Open Sans" w:cs="Open Sans"/>
        </w:rPr>
      </w:pPr>
    </w:p>
    <w:p w14:paraId="5AF54990" w14:textId="77777777" w:rsidR="000D6DC5" w:rsidRPr="00FD240D" w:rsidRDefault="000D6DC5" w:rsidP="000D6DC5">
      <w:pPr>
        <w:pStyle w:val="Odstavekseznama"/>
        <w:widowControl w:val="0"/>
        <w:jc w:val="both"/>
        <w:rPr>
          <w:rFonts w:ascii="Open Sans" w:hAnsi="Open Sans" w:cs="Open Sans"/>
        </w:rPr>
      </w:pPr>
      <w:r w:rsidRPr="00FD240D">
        <w:rPr>
          <w:rFonts w:ascii="Open Sans" w:hAnsi="Open Sans" w:cs="Open Sans"/>
        </w:rPr>
        <w:t xml:space="preserve">Gospodarski subjekt kot dokazilo o izpolnjevanju tega pogoja predloži podpisano in žigosano prilogo 3. </w:t>
      </w:r>
    </w:p>
    <w:p w14:paraId="0F13FA6C" w14:textId="77777777" w:rsidR="000D6DC5" w:rsidRPr="00FD240D" w:rsidRDefault="000D6DC5" w:rsidP="000D6DC5">
      <w:pPr>
        <w:widowControl w:val="0"/>
        <w:ind w:left="709" w:right="-2"/>
        <w:jc w:val="both"/>
        <w:rPr>
          <w:rFonts w:ascii="Open Sans" w:hAnsi="Open Sans" w:cs="Open Sans"/>
        </w:rPr>
      </w:pPr>
    </w:p>
    <w:p w14:paraId="0C7AC44C" w14:textId="77777777" w:rsidR="000D6DC5" w:rsidRPr="00FD240D" w:rsidRDefault="000D6DC5" w:rsidP="0019014E">
      <w:pPr>
        <w:pStyle w:val="Odstavekseznama"/>
        <w:widowControl w:val="0"/>
        <w:numPr>
          <w:ilvl w:val="0"/>
          <w:numId w:val="52"/>
        </w:numPr>
        <w:ind w:right="-2"/>
        <w:jc w:val="both"/>
        <w:rPr>
          <w:rFonts w:ascii="Open Sans" w:hAnsi="Open Sans" w:cs="Open Sans"/>
          <w:b/>
        </w:rPr>
      </w:pPr>
      <w:r w:rsidRPr="00FD240D">
        <w:rPr>
          <w:rFonts w:ascii="Open Sans" w:hAnsi="Open Sans" w:cs="Open Sans"/>
          <w:b/>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CC960E3" w14:textId="77777777" w:rsidR="000D6DC5" w:rsidRPr="00FD240D" w:rsidRDefault="000D6DC5" w:rsidP="000D6DC5">
      <w:pPr>
        <w:widowControl w:val="0"/>
        <w:ind w:left="1134" w:right="-2"/>
        <w:jc w:val="both"/>
        <w:rPr>
          <w:rFonts w:ascii="Open Sans" w:hAnsi="Open Sans" w:cs="Open Sans"/>
        </w:rPr>
      </w:pPr>
      <w:r w:rsidRPr="00FD240D">
        <w:rPr>
          <w:rFonts w:ascii="Open Sans" w:hAnsi="Open Sans" w:cs="Open San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496D708" w14:textId="77777777" w:rsidR="000D6DC5" w:rsidRPr="00FD240D" w:rsidRDefault="000D6DC5" w:rsidP="0019014E">
      <w:pPr>
        <w:pStyle w:val="Odstavekseznama"/>
        <w:widowControl w:val="0"/>
        <w:numPr>
          <w:ilvl w:val="1"/>
          <w:numId w:val="14"/>
        </w:numPr>
        <w:ind w:left="1560" w:right="-2" w:hanging="284"/>
        <w:jc w:val="both"/>
        <w:rPr>
          <w:rFonts w:ascii="Open Sans" w:hAnsi="Open Sans" w:cs="Open Sans"/>
        </w:rPr>
      </w:pPr>
      <w:r w:rsidRPr="00FD240D">
        <w:rPr>
          <w:rFonts w:ascii="Open Sans" w:hAnsi="Open Sans" w:cs="Open Sans"/>
        </w:rPr>
        <w:t>ruski državljan ali fizična ali pravna oseba, subjekt ali organ s sedežem v Rusiji,</w:t>
      </w:r>
    </w:p>
    <w:p w14:paraId="19C41D55" w14:textId="77777777" w:rsidR="000D6DC5" w:rsidRPr="00FD240D" w:rsidRDefault="000D6DC5" w:rsidP="0019014E">
      <w:pPr>
        <w:pStyle w:val="Odstavekseznama"/>
        <w:widowControl w:val="0"/>
        <w:numPr>
          <w:ilvl w:val="1"/>
          <w:numId w:val="14"/>
        </w:numPr>
        <w:ind w:left="1560" w:right="-2" w:hanging="284"/>
        <w:jc w:val="both"/>
        <w:rPr>
          <w:rFonts w:ascii="Open Sans" w:hAnsi="Open Sans" w:cs="Open Sans"/>
        </w:rPr>
      </w:pPr>
      <w:r w:rsidRPr="00FD240D">
        <w:rPr>
          <w:rFonts w:ascii="Open Sans" w:hAnsi="Open Sans" w:cs="Open Sans"/>
        </w:rPr>
        <w:t xml:space="preserve">pravna oseba, subjekt ali organ, katerih več kot 50-odstotni delež je v neposredni ali posredni lasti subjekta iz prejšnje alineje, ali </w:t>
      </w:r>
    </w:p>
    <w:p w14:paraId="13A60E0A" w14:textId="77777777" w:rsidR="000D6DC5" w:rsidRPr="00FD240D" w:rsidRDefault="000D6DC5" w:rsidP="0019014E">
      <w:pPr>
        <w:pStyle w:val="Odstavekseznama"/>
        <w:widowControl w:val="0"/>
        <w:numPr>
          <w:ilvl w:val="1"/>
          <w:numId w:val="14"/>
        </w:numPr>
        <w:ind w:left="1560" w:right="-2" w:hanging="284"/>
        <w:jc w:val="both"/>
        <w:rPr>
          <w:rFonts w:ascii="Open Sans" w:hAnsi="Open Sans" w:cs="Open Sans"/>
        </w:rPr>
      </w:pPr>
      <w:r w:rsidRPr="00FD240D">
        <w:rPr>
          <w:rFonts w:ascii="Open Sans" w:hAnsi="Open Sans" w:cs="Open San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754609" w14:textId="77777777" w:rsidR="000D6DC5" w:rsidRPr="00FD240D" w:rsidRDefault="000D6DC5" w:rsidP="000D6DC5">
      <w:pPr>
        <w:widowControl w:val="0"/>
        <w:rPr>
          <w:rFonts w:ascii="Open Sans" w:hAnsi="Open Sans" w:cs="Open Sans"/>
        </w:rPr>
      </w:pPr>
    </w:p>
    <w:p w14:paraId="020CAE26" w14:textId="77777777" w:rsidR="000D6DC5" w:rsidRPr="00FD240D" w:rsidRDefault="000D6DC5" w:rsidP="006A0C69">
      <w:pPr>
        <w:widowControl w:val="0"/>
        <w:ind w:left="851" w:hanging="284"/>
        <w:jc w:val="both"/>
        <w:rPr>
          <w:rFonts w:ascii="Open Sans" w:hAnsi="Open Sans" w:cs="Open Sans"/>
        </w:rPr>
      </w:pPr>
      <w:r w:rsidRPr="00FD240D">
        <w:rPr>
          <w:rFonts w:ascii="Open Sans" w:hAnsi="Open Sans" w:cs="Open Sans"/>
        </w:rPr>
        <w:t>Gospodarski subjekt izpolni zahtevo s predložitvijo:</w:t>
      </w:r>
    </w:p>
    <w:p w14:paraId="3B81AA57" w14:textId="77777777" w:rsidR="000D6DC5" w:rsidRPr="00FD240D" w:rsidRDefault="000D6DC5" w:rsidP="0019014E">
      <w:pPr>
        <w:widowControl w:val="0"/>
        <w:numPr>
          <w:ilvl w:val="0"/>
          <w:numId w:val="14"/>
        </w:numPr>
        <w:ind w:left="851" w:hanging="284"/>
        <w:jc w:val="both"/>
        <w:rPr>
          <w:rFonts w:ascii="Open Sans" w:hAnsi="Open Sans" w:cs="Open Sans"/>
          <w:kern w:val="16"/>
        </w:rPr>
      </w:pPr>
      <w:r w:rsidRPr="00FD240D">
        <w:rPr>
          <w:rFonts w:ascii="Open Sans" w:hAnsi="Open Sans" w:cs="Open Sans"/>
          <w:kern w:val="16"/>
        </w:rPr>
        <w:t xml:space="preserve">izpolnjene in podpisane </w:t>
      </w:r>
      <w:r w:rsidRPr="00FD240D">
        <w:rPr>
          <w:rFonts w:ascii="Open Sans" w:hAnsi="Open Sans" w:cs="Open Sans"/>
          <w:b/>
          <w:kern w:val="16"/>
        </w:rPr>
        <w:t>priloge 3</w:t>
      </w:r>
      <w:r w:rsidRPr="00FD240D">
        <w:rPr>
          <w:rFonts w:ascii="Open Sans" w:hAnsi="Open Sans" w:cs="Open Sans"/>
          <w:kern w:val="16"/>
        </w:rPr>
        <w:t>,</w:t>
      </w:r>
    </w:p>
    <w:p w14:paraId="7870B0D5" w14:textId="77777777" w:rsidR="000D6DC5" w:rsidRPr="00FD240D" w:rsidRDefault="000D6DC5" w:rsidP="0019014E">
      <w:pPr>
        <w:widowControl w:val="0"/>
        <w:numPr>
          <w:ilvl w:val="0"/>
          <w:numId w:val="14"/>
        </w:numPr>
        <w:ind w:left="851" w:hanging="284"/>
        <w:jc w:val="both"/>
        <w:rPr>
          <w:rFonts w:ascii="Open Sans" w:hAnsi="Open Sans" w:cs="Open Sans"/>
        </w:rPr>
      </w:pPr>
      <w:r w:rsidRPr="00FD240D">
        <w:rPr>
          <w:rFonts w:ascii="Open Sans" w:hAnsi="Open Sans" w:cs="Open Sans"/>
        </w:rPr>
        <w:t xml:space="preserve">izpolnjene in podpisane </w:t>
      </w:r>
      <w:r w:rsidRPr="00FD240D">
        <w:rPr>
          <w:rFonts w:ascii="Open Sans" w:hAnsi="Open Sans" w:cs="Open Sans"/>
          <w:b/>
          <w:kern w:val="16"/>
        </w:rPr>
        <w:t>priloge 3/1</w:t>
      </w:r>
      <w:r w:rsidRPr="00FD240D">
        <w:rPr>
          <w:rFonts w:ascii="Open Sans" w:hAnsi="Open Sans" w:cs="Open Sans"/>
          <w:kern w:val="16"/>
        </w:rPr>
        <w:t>,</w:t>
      </w:r>
    </w:p>
    <w:p w14:paraId="163CDB6F" w14:textId="77777777" w:rsidR="000D6DC5" w:rsidRPr="00FD240D" w:rsidRDefault="000D6DC5" w:rsidP="0019014E">
      <w:pPr>
        <w:widowControl w:val="0"/>
        <w:numPr>
          <w:ilvl w:val="0"/>
          <w:numId w:val="14"/>
        </w:numPr>
        <w:ind w:left="851" w:hanging="284"/>
        <w:jc w:val="both"/>
        <w:rPr>
          <w:rFonts w:ascii="Open Sans" w:hAnsi="Open Sans" w:cs="Open Sans"/>
        </w:rPr>
      </w:pPr>
      <w:r w:rsidRPr="00FD240D">
        <w:rPr>
          <w:rFonts w:ascii="Open Sans" w:hAnsi="Open Sans" w:cs="Open Sans"/>
        </w:rPr>
        <w:t xml:space="preserve">izpolnjene in podpisane </w:t>
      </w:r>
      <w:r w:rsidRPr="00FD240D">
        <w:rPr>
          <w:rFonts w:ascii="Open Sans" w:hAnsi="Open Sans" w:cs="Open Sans"/>
          <w:b/>
          <w:kern w:val="16"/>
        </w:rPr>
        <w:t>priloge 4</w:t>
      </w:r>
      <w:r w:rsidRPr="00FD240D">
        <w:rPr>
          <w:rFonts w:ascii="Open Sans" w:hAnsi="Open Sans" w:cs="Open Sans"/>
          <w:kern w:val="16"/>
        </w:rPr>
        <w:t>,</w:t>
      </w:r>
    </w:p>
    <w:p w14:paraId="37BAF523" w14:textId="77777777" w:rsidR="000D6DC5" w:rsidRPr="00FD240D" w:rsidRDefault="000D6DC5" w:rsidP="006A0C69">
      <w:pPr>
        <w:widowControl w:val="0"/>
        <w:ind w:left="851"/>
        <w:jc w:val="both"/>
        <w:rPr>
          <w:rFonts w:ascii="Open Sans" w:hAnsi="Open Sans" w:cs="Open Sans"/>
          <w:b/>
        </w:rPr>
      </w:pPr>
    </w:p>
    <w:p w14:paraId="1A5B01F4" w14:textId="77777777" w:rsidR="000D6DC5" w:rsidRPr="00FD240D" w:rsidRDefault="000D6DC5" w:rsidP="000D6DC5">
      <w:pPr>
        <w:widowControl w:val="0"/>
        <w:ind w:left="284"/>
        <w:jc w:val="both"/>
        <w:rPr>
          <w:rFonts w:ascii="Open Sans" w:hAnsi="Open Sans" w:cs="Open Sans"/>
          <w:b/>
        </w:rPr>
      </w:pPr>
      <w:r w:rsidRPr="00FD240D">
        <w:rPr>
          <w:rFonts w:ascii="Open Sans" w:hAnsi="Open Sans" w:cs="Open Sans"/>
          <w:b/>
        </w:rPr>
        <w:t>OPOMBA:</w:t>
      </w:r>
    </w:p>
    <w:p w14:paraId="3066B6FF" w14:textId="77777777" w:rsidR="000D6DC5" w:rsidRPr="00FD240D" w:rsidRDefault="000D6DC5" w:rsidP="000D6DC5">
      <w:pPr>
        <w:widowControl w:val="0"/>
        <w:ind w:left="284"/>
        <w:jc w:val="both"/>
        <w:rPr>
          <w:rFonts w:ascii="Open Sans" w:hAnsi="Open Sans" w:cs="Open Sans"/>
          <w:bCs/>
        </w:rPr>
      </w:pPr>
      <w:r w:rsidRPr="00FD240D">
        <w:rPr>
          <w:rFonts w:ascii="Open Sans" w:hAnsi="Open Sans" w:cs="Open Sans"/>
          <w:bCs/>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6F8727CE" w14:textId="77777777" w:rsidR="000D6DC5" w:rsidRPr="00FD240D" w:rsidRDefault="000D6DC5" w:rsidP="000D6DC5">
      <w:pPr>
        <w:widowControl w:val="0"/>
        <w:ind w:left="284"/>
        <w:jc w:val="both"/>
        <w:rPr>
          <w:rFonts w:ascii="Open Sans" w:hAnsi="Open Sans" w:cs="Open Sans"/>
          <w:bCs/>
        </w:rPr>
      </w:pPr>
    </w:p>
    <w:p w14:paraId="2F0EFB81" w14:textId="77777777" w:rsidR="000D6DC5" w:rsidRPr="00FD240D" w:rsidRDefault="000D6DC5" w:rsidP="000D6DC5">
      <w:pPr>
        <w:widowControl w:val="0"/>
        <w:ind w:left="284"/>
        <w:jc w:val="both"/>
        <w:rPr>
          <w:rFonts w:ascii="Open Sans" w:hAnsi="Open Sans" w:cs="Open Sans"/>
          <w:bCs/>
        </w:rPr>
      </w:pPr>
      <w:r w:rsidRPr="00FD240D">
        <w:rPr>
          <w:rFonts w:ascii="Open Sans" w:hAnsi="Open Sans" w:cs="Open Sans"/>
          <w:bCs/>
        </w:rPr>
        <w:t xml:space="preserve">V kolikor je tem primeru pri izpolnjevanju priloge 3 (Ugotavljanje sposobnosti in izjava o sprejemanju pogojev razpisne dokumentacije) odgovor, da gospodarski subjekt posameznega zgoraj navedenega pogoja ne izpolnjuje in v skladu s prejšnjim odstavkom uveljavlja popravni mehanizem, besedilo v tem delu </w:t>
      </w:r>
      <w:r w:rsidRPr="00FD240D">
        <w:rPr>
          <w:rFonts w:ascii="Open Sans" w:hAnsi="Open Sans" w:cs="Open Sans"/>
        </w:rPr>
        <w:t xml:space="preserve">priloge 3 (Ugotavljanje sposobnosti in izjava o sprejemanju pogojev razpisne dokumentacije) </w:t>
      </w:r>
      <w:r w:rsidRPr="00FD240D">
        <w:rPr>
          <w:rFonts w:ascii="Open Sans" w:hAnsi="Open Sans" w:cs="Open Sans"/>
          <w:bCs/>
        </w:rPr>
        <w:t>prečrta in k Prilogi 3 predloži opis kršitev in sprejetih ukrepov ter dokazila, s katerimi lahko dokaže svojo zanesljivost kljub obstoju razlogov za izključitev.</w:t>
      </w:r>
    </w:p>
    <w:p w14:paraId="012971D0"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lastRenderedPageBreak/>
        <w:t>Naročnik lahko zahteva potrdila, izjave in druga dokazila iz 77. člena ZJN-3 kot dokaz neobstoja razlogov za izključitev iz 75. člena ZJN-3.</w:t>
      </w:r>
    </w:p>
    <w:p w14:paraId="2DFFE05A" w14:textId="77777777" w:rsidR="000D6DC5" w:rsidRPr="00FD240D" w:rsidRDefault="000D6DC5" w:rsidP="000D6DC5">
      <w:pPr>
        <w:widowControl w:val="0"/>
        <w:jc w:val="both"/>
        <w:rPr>
          <w:rFonts w:ascii="Open Sans" w:hAnsi="Open Sans" w:cs="Open Sans"/>
          <w:bCs/>
        </w:rPr>
      </w:pPr>
    </w:p>
    <w:p w14:paraId="4C4EA17B" w14:textId="77777777" w:rsidR="000D6DC5" w:rsidRPr="00FD240D" w:rsidRDefault="000D6DC5" w:rsidP="000D6DC5">
      <w:pPr>
        <w:widowControl w:val="0"/>
        <w:jc w:val="both"/>
        <w:rPr>
          <w:rFonts w:ascii="Open Sans" w:hAnsi="Open Sans" w:cs="Open Sans"/>
          <w:bCs/>
        </w:rPr>
      </w:pPr>
      <w:r w:rsidRPr="00FD240D">
        <w:rPr>
          <w:rFonts w:ascii="Open Sans" w:hAnsi="Open Sans" w:cs="Open Sans"/>
          <w:bCs/>
        </w:rPr>
        <w:t>Podatke, ki se vodijo v uradnih evidencah in ponudnik zanje ni predložil dokazila sam, lahko naročnik v uradnih evidencah preveri z uporabo enotnega informacijskega sistema, ki ga vodi ministrstvo, pristojno za javna naročila.</w:t>
      </w:r>
    </w:p>
    <w:p w14:paraId="7F95C748" w14:textId="77777777" w:rsidR="000D6DC5" w:rsidRPr="00FD240D" w:rsidRDefault="000D6DC5" w:rsidP="000D6DC5">
      <w:pPr>
        <w:widowControl w:val="0"/>
        <w:jc w:val="both"/>
        <w:rPr>
          <w:rFonts w:ascii="Open Sans" w:hAnsi="Open Sans" w:cs="Open Sans"/>
        </w:rPr>
      </w:pPr>
    </w:p>
    <w:p w14:paraId="300B045A" w14:textId="77777777" w:rsidR="000D6DC5" w:rsidRPr="00FD240D" w:rsidRDefault="000D6DC5" w:rsidP="0019014E">
      <w:pPr>
        <w:widowControl w:val="0"/>
        <w:numPr>
          <w:ilvl w:val="1"/>
          <w:numId w:val="10"/>
        </w:numPr>
        <w:jc w:val="both"/>
        <w:rPr>
          <w:rFonts w:ascii="Open Sans" w:hAnsi="Open Sans" w:cs="Open Sans"/>
          <w:b/>
        </w:rPr>
      </w:pPr>
      <w:r w:rsidRPr="00FD240D">
        <w:rPr>
          <w:rFonts w:ascii="Open Sans" w:hAnsi="Open Sans" w:cs="Open Sans"/>
          <w:b/>
        </w:rPr>
        <w:t>Pogoji za sodelovanje</w:t>
      </w:r>
    </w:p>
    <w:p w14:paraId="31B2B974" w14:textId="77777777" w:rsidR="000D6DC5" w:rsidRPr="00FD240D" w:rsidRDefault="000D6DC5" w:rsidP="000D6DC5">
      <w:pPr>
        <w:widowControl w:val="0"/>
        <w:jc w:val="both"/>
        <w:rPr>
          <w:rFonts w:ascii="Open Sans" w:hAnsi="Open Sans" w:cs="Open Sans"/>
          <w:b/>
        </w:rPr>
      </w:pPr>
    </w:p>
    <w:p w14:paraId="308158EE" w14:textId="77777777" w:rsidR="000D6DC5" w:rsidRPr="00FD240D" w:rsidRDefault="000D6DC5" w:rsidP="0019014E">
      <w:pPr>
        <w:widowControl w:val="0"/>
        <w:numPr>
          <w:ilvl w:val="2"/>
          <w:numId w:val="10"/>
        </w:numPr>
        <w:jc w:val="both"/>
        <w:rPr>
          <w:rFonts w:ascii="Open Sans" w:hAnsi="Open Sans" w:cs="Open Sans"/>
          <w:b/>
        </w:rPr>
      </w:pPr>
      <w:r w:rsidRPr="00FD240D">
        <w:rPr>
          <w:rFonts w:ascii="Open Sans" w:hAnsi="Open Sans" w:cs="Open Sans"/>
          <w:b/>
        </w:rPr>
        <w:t>Ustreznost za opravljanje poklicne dejavnosti</w:t>
      </w:r>
    </w:p>
    <w:p w14:paraId="6D3D685E" w14:textId="77777777" w:rsidR="000D6DC5" w:rsidRPr="00FD240D" w:rsidRDefault="000D6DC5" w:rsidP="000D6DC5">
      <w:pPr>
        <w:widowControl w:val="0"/>
        <w:jc w:val="both"/>
        <w:rPr>
          <w:rFonts w:ascii="Open Sans" w:hAnsi="Open Sans" w:cs="Open Sans"/>
          <w:b/>
        </w:rPr>
      </w:pPr>
    </w:p>
    <w:p w14:paraId="67D9CA0B" w14:textId="77777777" w:rsidR="000D6DC5" w:rsidRPr="00FD240D" w:rsidRDefault="000D6DC5" w:rsidP="000D6DC5">
      <w:pPr>
        <w:widowControl w:val="0"/>
        <w:jc w:val="both"/>
        <w:rPr>
          <w:rFonts w:ascii="Open Sans" w:hAnsi="Open Sans" w:cs="Open Sans"/>
        </w:rPr>
      </w:pPr>
      <w:r w:rsidRPr="00FD240D">
        <w:rPr>
          <w:rFonts w:ascii="Open Sans" w:hAnsi="Open Sans" w:cs="Open Sans"/>
        </w:rPr>
        <w:t>Gospodarski subjekt (ponudnik in vsak partner v skupni ponudbi ter vsak prijavljeni podizvajalec) mora biti vpisan v enega od poklicnih ali poslovnih registrov, ki se vodijo v državi članici, v kateri ima gospodarski subjekt sedež. Seznam poklicnih ali poslovnih registrov v državah članicah Evropske unije določa Priloga XI Direktive 2014/24/EU.</w:t>
      </w:r>
    </w:p>
    <w:p w14:paraId="2928F76B" w14:textId="77777777" w:rsidR="000D6DC5" w:rsidRPr="00FD240D" w:rsidRDefault="000D6DC5" w:rsidP="000D6DC5">
      <w:pPr>
        <w:widowControl w:val="0"/>
        <w:jc w:val="both"/>
        <w:rPr>
          <w:rFonts w:ascii="Open Sans" w:hAnsi="Open Sans" w:cs="Open Sans"/>
        </w:rPr>
      </w:pPr>
    </w:p>
    <w:p w14:paraId="23A87B2C" w14:textId="77777777" w:rsidR="000D6DC5" w:rsidRPr="00FD240D" w:rsidRDefault="000D6DC5" w:rsidP="000D6DC5">
      <w:pPr>
        <w:widowControl w:val="0"/>
        <w:jc w:val="both"/>
        <w:rPr>
          <w:rFonts w:ascii="Open Sans" w:hAnsi="Open Sans" w:cs="Open Sans"/>
        </w:rPr>
      </w:pPr>
      <w:r w:rsidRPr="00FD240D">
        <w:rPr>
          <w:rFonts w:ascii="Open Sans" w:hAnsi="Open Sans" w:cs="Open Sans"/>
        </w:rPr>
        <w:t>Če mora imeti gospodarski subjekt določeno dovoljenje ali biti član določene organizacije, da lahko v svoji matični državi opravlja določeno dejavnost, lahko naročnik v postopku za oddajo javnega naročila od njega zahteva, da predloži dokazilo o tem dovoljenju ali članstvu.</w:t>
      </w:r>
    </w:p>
    <w:p w14:paraId="1189FC69" w14:textId="77777777" w:rsidR="000D6DC5" w:rsidRPr="00FD240D" w:rsidRDefault="000D6DC5" w:rsidP="000D6DC5">
      <w:pPr>
        <w:widowControl w:val="0"/>
        <w:jc w:val="both"/>
        <w:rPr>
          <w:rFonts w:ascii="Open Sans" w:hAnsi="Open Sans" w:cs="Open Sans"/>
        </w:rPr>
      </w:pPr>
    </w:p>
    <w:p w14:paraId="75A50F2C" w14:textId="77777777" w:rsidR="000D6DC5" w:rsidRPr="00FD240D" w:rsidRDefault="000D6DC5" w:rsidP="000D6DC5">
      <w:pPr>
        <w:widowControl w:val="0"/>
        <w:jc w:val="both"/>
        <w:rPr>
          <w:rFonts w:ascii="Open Sans" w:hAnsi="Open Sans" w:cs="Open Sans"/>
        </w:rPr>
      </w:pPr>
      <w:r w:rsidRPr="00FD240D">
        <w:rPr>
          <w:rFonts w:ascii="Open Sans" w:hAnsi="Open Sans" w:cs="Open Sans"/>
        </w:rPr>
        <w:t>S predpisi določena dovoljenja za opravljanje vseh dejavnosti, ki so predmet tega razpisa, lahko izpolnjuje ponudnik sam, s partnerji v skupni ponudbi ali s prijavljenimi podizvajalci.</w:t>
      </w:r>
    </w:p>
    <w:p w14:paraId="584412AE" w14:textId="77777777" w:rsidR="000D6DC5" w:rsidRPr="00FD240D" w:rsidRDefault="000D6DC5" w:rsidP="000D6DC5">
      <w:pPr>
        <w:widowControl w:val="0"/>
        <w:jc w:val="both"/>
        <w:rPr>
          <w:rFonts w:ascii="Open Sans" w:hAnsi="Open Sans" w:cs="Open Sans"/>
        </w:rPr>
      </w:pPr>
    </w:p>
    <w:p w14:paraId="468D7540" w14:textId="77777777" w:rsidR="000D6DC5" w:rsidRPr="00FD240D" w:rsidRDefault="000D6DC5" w:rsidP="000D6DC5">
      <w:pPr>
        <w:widowControl w:val="0"/>
        <w:jc w:val="both"/>
        <w:rPr>
          <w:rFonts w:ascii="Open Sans" w:hAnsi="Open Sans" w:cs="Open Sans"/>
        </w:rPr>
      </w:pPr>
      <w:r w:rsidRPr="00FD240D">
        <w:rPr>
          <w:rFonts w:ascii="Open Sans" w:hAnsi="Open Sans" w:cs="Open Sans"/>
        </w:rPr>
        <w:t>Pogoj mora izpolniti ponudnik. V primeru skupne ponudbe mora pogoj izpolniti vsak izmed partnerjev. V primeru ponudbe s podizvajalci mora pogoj izpolniti tudi vsak izmed podizvajalcev. V primeru ponudbe s subjekti, katerih zmogljivosti uporablja ponudnik mora pogoj izpolniti vsak izmed subjektov, katerih zmogljivosti uporablja ponudnik.</w:t>
      </w:r>
    </w:p>
    <w:p w14:paraId="3BD80280" w14:textId="77777777" w:rsidR="000D6DC5" w:rsidRPr="00FD240D" w:rsidRDefault="000D6DC5" w:rsidP="000D6DC5">
      <w:pPr>
        <w:widowControl w:val="0"/>
        <w:jc w:val="both"/>
        <w:rPr>
          <w:rFonts w:ascii="Open Sans" w:hAnsi="Open Sans" w:cs="Open Sans"/>
        </w:rPr>
      </w:pPr>
    </w:p>
    <w:p w14:paraId="68E4B1B4" w14:textId="77777777" w:rsidR="000D6DC5" w:rsidRPr="00FD240D" w:rsidRDefault="000D6DC5" w:rsidP="000D6DC5">
      <w:pPr>
        <w:widowControl w:val="0"/>
        <w:jc w:val="both"/>
        <w:rPr>
          <w:rFonts w:ascii="Open Sans" w:hAnsi="Open Sans" w:cs="Open Sans"/>
        </w:rPr>
      </w:pPr>
      <w:r w:rsidRPr="00FD240D">
        <w:rPr>
          <w:rFonts w:ascii="Open Sans" w:hAnsi="Open Sans" w:cs="Open Sans"/>
        </w:rPr>
        <w:t xml:space="preserve">Gospodarski subjekt kot dokazilo o izpolnjevanju tega pogoja predloži izpolnjeno in podpisano prilogo 3. </w:t>
      </w:r>
    </w:p>
    <w:p w14:paraId="288231FD" w14:textId="77777777" w:rsidR="000D6DC5" w:rsidRPr="00FD240D" w:rsidRDefault="000D6DC5" w:rsidP="000D6DC5">
      <w:pPr>
        <w:widowControl w:val="0"/>
        <w:jc w:val="both"/>
        <w:rPr>
          <w:rFonts w:ascii="Open Sans" w:hAnsi="Open Sans" w:cs="Open Sans"/>
        </w:rPr>
      </w:pPr>
    </w:p>
    <w:p w14:paraId="25C48A75" w14:textId="77777777" w:rsidR="000D6DC5" w:rsidRPr="00FD240D" w:rsidRDefault="000D6DC5" w:rsidP="0019014E">
      <w:pPr>
        <w:widowControl w:val="0"/>
        <w:numPr>
          <w:ilvl w:val="2"/>
          <w:numId w:val="10"/>
        </w:numPr>
        <w:jc w:val="both"/>
        <w:rPr>
          <w:rFonts w:ascii="Open Sans" w:hAnsi="Open Sans" w:cs="Open Sans"/>
          <w:b/>
        </w:rPr>
      </w:pPr>
      <w:r w:rsidRPr="00FD240D">
        <w:rPr>
          <w:rFonts w:ascii="Open Sans" w:hAnsi="Open Sans" w:cs="Open Sans"/>
          <w:b/>
        </w:rPr>
        <w:t>Ekonomski in finančni položaj</w:t>
      </w:r>
    </w:p>
    <w:p w14:paraId="0000724A" w14:textId="77777777" w:rsidR="000D6DC5" w:rsidRPr="00FD240D" w:rsidRDefault="000D6DC5" w:rsidP="000D6DC5">
      <w:pPr>
        <w:widowControl w:val="0"/>
        <w:jc w:val="both"/>
        <w:rPr>
          <w:rFonts w:ascii="Open Sans" w:hAnsi="Open Sans" w:cs="Open Sans"/>
        </w:rPr>
      </w:pPr>
    </w:p>
    <w:p w14:paraId="2C2D34CF" w14:textId="77777777" w:rsidR="000D6DC5" w:rsidRPr="00FD240D" w:rsidRDefault="000D6DC5" w:rsidP="000D6DC5">
      <w:pPr>
        <w:widowControl w:val="0"/>
        <w:jc w:val="both"/>
        <w:rPr>
          <w:rFonts w:ascii="Open Sans" w:hAnsi="Open Sans" w:cs="Open Sans"/>
        </w:rPr>
      </w:pPr>
      <w:r w:rsidRPr="00FD240D">
        <w:rPr>
          <w:rFonts w:ascii="Open Sans" w:hAnsi="Open Sans" w:cs="Open Sans"/>
        </w:rPr>
        <w:t>Gospodarski subjekt mora biti ekonomsko in finančno sposoben izvesti predmet javnega naročila.</w:t>
      </w:r>
    </w:p>
    <w:p w14:paraId="5D4FBE51" w14:textId="77777777" w:rsidR="000D6DC5" w:rsidRPr="00FD240D" w:rsidRDefault="000D6DC5" w:rsidP="000D6DC5">
      <w:pPr>
        <w:widowControl w:val="0"/>
        <w:jc w:val="both"/>
        <w:rPr>
          <w:rFonts w:ascii="Open Sans" w:hAnsi="Open Sans" w:cs="Open Sans"/>
        </w:rPr>
      </w:pPr>
    </w:p>
    <w:p w14:paraId="57451E3D" w14:textId="77777777" w:rsidR="000D6DC5" w:rsidRPr="00FD240D" w:rsidRDefault="000D6DC5" w:rsidP="000D6DC5">
      <w:pPr>
        <w:widowControl w:val="0"/>
        <w:jc w:val="both"/>
        <w:rPr>
          <w:rFonts w:ascii="Open Sans" w:hAnsi="Open Sans" w:cs="Open Sans"/>
        </w:rPr>
      </w:pPr>
      <w:r w:rsidRPr="00FD240D">
        <w:rPr>
          <w:rFonts w:ascii="Open Sans" w:hAnsi="Open Sans" w:cs="Open Sans"/>
        </w:rPr>
        <w:t xml:space="preserve">Gospodarski subjekt na dan oddaje ponudbe ne sme imeti blokiranega poslovnega računa pri katerikoli banki, ki vodi njegov transakcijski račun. </w:t>
      </w:r>
    </w:p>
    <w:p w14:paraId="11A5EAD2" w14:textId="77777777" w:rsidR="000D6DC5" w:rsidRPr="00FD240D" w:rsidRDefault="000D6DC5" w:rsidP="000D6DC5">
      <w:pPr>
        <w:widowControl w:val="0"/>
        <w:jc w:val="both"/>
        <w:rPr>
          <w:rFonts w:ascii="Open Sans" w:hAnsi="Open Sans" w:cs="Open Sans"/>
        </w:rPr>
      </w:pPr>
    </w:p>
    <w:p w14:paraId="252E39E8" w14:textId="77777777" w:rsidR="000D6DC5" w:rsidRPr="00FD240D" w:rsidRDefault="000D6DC5" w:rsidP="000D6DC5">
      <w:pPr>
        <w:widowControl w:val="0"/>
        <w:jc w:val="both"/>
        <w:rPr>
          <w:rFonts w:ascii="Open Sans" w:hAnsi="Open Sans" w:cs="Open Sans"/>
        </w:rPr>
      </w:pPr>
      <w:r w:rsidRPr="00FD240D">
        <w:rPr>
          <w:rFonts w:ascii="Open Sans" w:hAnsi="Open Sans" w:cs="Open Sans"/>
        </w:rPr>
        <w:t xml:space="preserve">Pogoj mora izpolniti ponudnik. V primeru skupne ponudbe mora pogoj izpolniti vsak izmed partnerjev. V primeru ponudbe s podizvajalci mora pogoj izpolniti tudi vsak izmed podizvajalcev. V primeru ponudbe s subjekti, katerih zmogljivosti uporablja ponudnik mora pogoj izpolniti vsak izmed subjektov, katerih zmogljivosti uporablja ponudnik. </w:t>
      </w:r>
    </w:p>
    <w:p w14:paraId="797034EC" w14:textId="77777777" w:rsidR="000D6DC5" w:rsidRPr="00FD240D" w:rsidRDefault="000D6DC5" w:rsidP="000D6DC5">
      <w:pPr>
        <w:widowControl w:val="0"/>
        <w:jc w:val="both"/>
        <w:rPr>
          <w:rFonts w:ascii="Open Sans" w:hAnsi="Open Sans" w:cs="Open Sans"/>
        </w:rPr>
      </w:pPr>
    </w:p>
    <w:p w14:paraId="60AB320D" w14:textId="77777777" w:rsidR="000D6DC5" w:rsidRPr="00FD240D" w:rsidRDefault="000D6DC5" w:rsidP="000D6DC5">
      <w:pPr>
        <w:widowControl w:val="0"/>
        <w:jc w:val="both"/>
        <w:rPr>
          <w:rFonts w:ascii="Open Sans" w:hAnsi="Open Sans" w:cs="Open Sans"/>
        </w:rPr>
      </w:pPr>
      <w:r w:rsidRPr="00FD240D">
        <w:rPr>
          <w:rFonts w:ascii="Open Sans" w:hAnsi="Open Sans" w:cs="Open Sans"/>
        </w:rPr>
        <w:t xml:space="preserve">Gospodarski subjekt kot dokazilo o izpolnjevanju tega pogoja predloži izpolnjeno in podpisano prilogo 3. </w:t>
      </w:r>
    </w:p>
    <w:p w14:paraId="1C01C1C2" w14:textId="77777777" w:rsidR="009D2099" w:rsidRPr="00FD240D" w:rsidRDefault="009D2099" w:rsidP="00024A7A">
      <w:pPr>
        <w:widowControl w:val="0"/>
        <w:jc w:val="both"/>
        <w:rPr>
          <w:rFonts w:ascii="Open Sans" w:hAnsi="Open Sans" w:cs="Open Sans"/>
        </w:rPr>
      </w:pPr>
    </w:p>
    <w:p w14:paraId="78362FD1" w14:textId="6B897DF1" w:rsidR="006A37D4" w:rsidRPr="00FD240D" w:rsidRDefault="006A37D4" w:rsidP="0019014E">
      <w:pPr>
        <w:widowControl w:val="0"/>
        <w:numPr>
          <w:ilvl w:val="2"/>
          <w:numId w:val="10"/>
        </w:numPr>
        <w:jc w:val="both"/>
        <w:rPr>
          <w:rFonts w:ascii="Open Sans" w:hAnsi="Open Sans" w:cs="Open Sans"/>
          <w:b/>
        </w:rPr>
      </w:pPr>
      <w:r w:rsidRPr="00FD240D">
        <w:rPr>
          <w:rFonts w:ascii="Open Sans" w:hAnsi="Open Sans" w:cs="Open Sans"/>
          <w:b/>
        </w:rPr>
        <w:t>Tehnična sposobnost</w:t>
      </w:r>
    </w:p>
    <w:p w14:paraId="4FFBC2BB" w14:textId="65766751" w:rsidR="006A37D4" w:rsidRPr="00FD240D" w:rsidRDefault="006A37D4" w:rsidP="000C1B88">
      <w:pPr>
        <w:widowControl w:val="0"/>
        <w:jc w:val="both"/>
        <w:rPr>
          <w:rFonts w:ascii="Open Sans" w:hAnsi="Open Sans" w:cs="Open Sans"/>
          <w:b/>
        </w:rPr>
      </w:pPr>
    </w:p>
    <w:p w14:paraId="12806D1C" w14:textId="208632A0" w:rsidR="009D2099" w:rsidRPr="00FD240D" w:rsidRDefault="009D2099" w:rsidP="003E1F1C">
      <w:pPr>
        <w:widowControl w:val="0"/>
        <w:jc w:val="both"/>
        <w:rPr>
          <w:rFonts w:ascii="Open Sans" w:hAnsi="Open Sans" w:cs="Open Sans"/>
        </w:rPr>
      </w:pPr>
      <w:r w:rsidRPr="00FD240D">
        <w:rPr>
          <w:rFonts w:ascii="Open Sans" w:hAnsi="Open Sans" w:cs="Open Sans"/>
        </w:rPr>
        <w:t xml:space="preserve">Gospodarski subjekt mora zagotoviti ustrezne tehnične zmogljivosti za kakovostno izvedbo javnega naročila v predvidenem roku, skladno z zahtevami iz razpisne dokumentacije, pravili stroke ter določili predpisov in standardov s področja predmeta naročila (v primeru skupne ponudbe oz. v primeru ponudbe s podizvajalci </w:t>
      </w:r>
      <w:r w:rsidR="00CA526F" w:rsidRPr="007F67AC">
        <w:rPr>
          <w:rFonts w:ascii="Open Sans" w:hAnsi="Open Sans" w:cs="Open Sans"/>
        </w:rPr>
        <w:t xml:space="preserve">oz. uporabo zmogljivosti drugih subjektov </w:t>
      </w:r>
      <w:r w:rsidRPr="00FD240D">
        <w:rPr>
          <w:rFonts w:ascii="Open Sans" w:hAnsi="Open Sans" w:cs="Open Sans"/>
        </w:rPr>
        <w:t xml:space="preserve">morajo partnerji oz. podizvajalci </w:t>
      </w:r>
      <w:r w:rsidRPr="00FD240D">
        <w:rPr>
          <w:rFonts w:ascii="Open Sans" w:hAnsi="Open Sans" w:cs="Open Sans"/>
        </w:rPr>
        <w:lastRenderedPageBreak/>
        <w:t>pogoj izpolniti skupno).</w:t>
      </w:r>
    </w:p>
    <w:p w14:paraId="3A462F4F" w14:textId="77777777" w:rsidR="009D2099" w:rsidRPr="00FD240D" w:rsidRDefault="009D2099" w:rsidP="003E1F1C">
      <w:pPr>
        <w:widowControl w:val="0"/>
        <w:jc w:val="both"/>
        <w:rPr>
          <w:rFonts w:ascii="Open Sans" w:hAnsi="Open Sans" w:cs="Open Sans"/>
        </w:rPr>
      </w:pPr>
    </w:p>
    <w:p w14:paraId="1C7485F6" w14:textId="3C27C370" w:rsidR="008A69CC" w:rsidRDefault="003E1F1C" w:rsidP="008A69CC">
      <w:pPr>
        <w:widowControl w:val="0"/>
        <w:jc w:val="both"/>
        <w:rPr>
          <w:rFonts w:ascii="Open Sans" w:hAnsi="Open Sans" w:cs="Open Sans"/>
        </w:rPr>
      </w:pPr>
      <w:r w:rsidRPr="00FD240D">
        <w:rPr>
          <w:rFonts w:ascii="Open Sans" w:hAnsi="Open Sans" w:cs="Open Sans"/>
        </w:rPr>
        <w:t xml:space="preserve">Ponudba mora izpolnjevati vse standarde, pogoje in zahteve naročnika, navedene v razpisni dokumentaciji. </w:t>
      </w:r>
    </w:p>
    <w:p w14:paraId="5F73B3E7" w14:textId="77777777" w:rsidR="008A69CC" w:rsidRDefault="008A69CC" w:rsidP="00CA526F">
      <w:pPr>
        <w:pStyle w:val="Odstavekseznama"/>
        <w:keepNext/>
        <w:ind w:left="0"/>
        <w:contextualSpacing/>
        <w:jc w:val="both"/>
        <w:rPr>
          <w:rFonts w:ascii="Tahoma" w:hAnsi="Tahoma" w:cs="Tahoma"/>
          <w:b/>
          <w:sz w:val="22"/>
          <w:szCs w:val="22"/>
        </w:rPr>
      </w:pPr>
    </w:p>
    <w:p w14:paraId="0F016105" w14:textId="29287F4C" w:rsidR="00CA526F" w:rsidRPr="008A69CC" w:rsidRDefault="00CA526F" w:rsidP="0019014E">
      <w:pPr>
        <w:pStyle w:val="Odstavekseznama"/>
        <w:keepNext/>
        <w:numPr>
          <w:ilvl w:val="0"/>
          <w:numId w:val="61"/>
        </w:numPr>
        <w:contextualSpacing/>
        <w:jc w:val="both"/>
        <w:rPr>
          <w:rFonts w:ascii="Open Sans" w:hAnsi="Open Sans" w:cs="Open Sans"/>
        </w:rPr>
      </w:pPr>
      <w:r w:rsidRPr="008A69CC">
        <w:rPr>
          <w:rFonts w:ascii="Open Sans" w:hAnsi="Open Sans" w:cs="Open Sans"/>
          <w:b/>
        </w:rPr>
        <w:t xml:space="preserve">Reference za servisiranje </w:t>
      </w:r>
      <w:proofErr w:type="spellStart"/>
      <w:r w:rsidRPr="008A69CC">
        <w:rPr>
          <w:rFonts w:ascii="Open Sans" w:hAnsi="Open Sans" w:cs="Open Sans"/>
          <w:b/>
        </w:rPr>
        <w:t>konvektorjev</w:t>
      </w:r>
      <w:proofErr w:type="spellEnd"/>
      <w:r w:rsidRPr="008A69CC">
        <w:rPr>
          <w:rFonts w:ascii="Open Sans" w:hAnsi="Open Sans" w:cs="Open Sans"/>
          <w:b/>
        </w:rPr>
        <w:t xml:space="preserve"> </w:t>
      </w:r>
      <w:r w:rsidR="00B66978" w:rsidRPr="003020F1">
        <w:rPr>
          <w:rFonts w:ascii="Open Sans" w:hAnsi="Open Sans" w:cs="Open Sans"/>
          <w:b/>
          <w:bCs/>
        </w:rPr>
        <w:t>AIRWELL, EURAPO</w:t>
      </w:r>
      <w:r w:rsidR="009B7611">
        <w:rPr>
          <w:rFonts w:ascii="Open Sans" w:hAnsi="Open Sans" w:cs="Open Sans"/>
          <w:b/>
          <w:bCs/>
        </w:rPr>
        <w:t xml:space="preserve"> (</w:t>
      </w:r>
      <w:r w:rsidR="00E95F29">
        <w:rPr>
          <w:rFonts w:ascii="Open Sans" w:hAnsi="Open Sans" w:cs="Open Sans"/>
          <w:b/>
          <w:bCs/>
        </w:rPr>
        <w:t>P</w:t>
      </w:r>
      <w:r w:rsidR="009B7611">
        <w:rPr>
          <w:rFonts w:ascii="Open Sans" w:hAnsi="Open Sans" w:cs="Open Sans"/>
          <w:b/>
          <w:bCs/>
        </w:rPr>
        <w:t>riloga 7/1)</w:t>
      </w:r>
    </w:p>
    <w:p w14:paraId="42F3A547" w14:textId="77777777" w:rsidR="00CA526F" w:rsidRPr="008A69CC" w:rsidRDefault="00CA526F" w:rsidP="00CA526F">
      <w:pPr>
        <w:pStyle w:val="Odstavekseznama"/>
        <w:keepNext/>
        <w:ind w:left="0"/>
        <w:contextualSpacing/>
        <w:jc w:val="both"/>
        <w:rPr>
          <w:rFonts w:ascii="Open Sans" w:hAnsi="Open Sans" w:cs="Open Sans"/>
        </w:rPr>
      </w:pPr>
    </w:p>
    <w:p w14:paraId="181871EE" w14:textId="4C9C1C01" w:rsidR="00CA526F" w:rsidRPr="008A69CC" w:rsidRDefault="00CA526F" w:rsidP="00CA526F">
      <w:pPr>
        <w:pStyle w:val="Odstavekseznama"/>
        <w:keepNext/>
        <w:ind w:left="0"/>
        <w:contextualSpacing/>
        <w:jc w:val="both"/>
        <w:rPr>
          <w:rFonts w:ascii="Open Sans" w:hAnsi="Open Sans" w:cs="Open Sans"/>
        </w:rPr>
      </w:pPr>
      <w:r w:rsidRPr="008A69CC">
        <w:rPr>
          <w:rFonts w:ascii="Open Sans" w:hAnsi="Open Sans" w:cs="Open Sans"/>
        </w:rPr>
        <w:t xml:space="preserve">Ponudnik mora imeti v obdobju </w:t>
      </w:r>
      <w:r w:rsidRPr="008A69CC">
        <w:rPr>
          <w:rFonts w:ascii="Open Sans" w:hAnsi="Open Sans" w:cs="Open Sans"/>
          <w:color w:val="000000"/>
        </w:rPr>
        <w:t>od vključno leta 20</w:t>
      </w:r>
      <w:r w:rsidR="002B1E70">
        <w:rPr>
          <w:rFonts w:ascii="Open Sans" w:hAnsi="Open Sans" w:cs="Open Sans"/>
          <w:color w:val="000000"/>
        </w:rPr>
        <w:t>2</w:t>
      </w:r>
      <w:r w:rsidR="00A8654E">
        <w:rPr>
          <w:rFonts w:ascii="Open Sans" w:hAnsi="Open Sans" w:cs="Open Sans"/>
          <w:color w:val="000000"/>
        </w:rPr>
        <w:t>0</w:t>
      </w:r>
      <w:r w:rsidRPr="008A69CC">
        <w:rPr>
          <w:rFonts w:ascii="Open Sans" w:hAnsi="Open Sans" w:cs="Open Sans"/>
          <w:color w:val="000000"/>
        </w:rPr>
        <w:t xml:space="preserve"> </w:t>
      </w:r>
      <w:r w:rsidRPr="008A69CC">
        <w:rPr>
          <w:rFonts w:ascii="Open Sans" w:hAnsi="Open Sans" w:cs="Open Sans"/>
        </w:rPr>
        <w:t xml:space="preserve">do datuma </w:t>
      </w:r>
      <w:r w:rsidR="00BD0893">
        <w:rPr>
          <w:rFonts w:ascii="Open Sans" w:hAnsi="Open Sans" w:cs="Open Sans"/>
        </w:rPr>
        <w:t>oddane ponudbe</w:t>
      </w:r>
      <w:r w:rsidRPr="008A69CC">
        <w:rPr>
          <w:rFonts w:ascii="Open Sans" w:hAnsi="Open Sans" w:cs="Open Sans"/>
        </w:rPr>
        <w:t xml:space="preserve"> najmanj </w:t>
      </w:r>
      <w:r w:rsidR="002B1E70">
        <w:rPr>
          <w:rFonts w:ascii="Open Sans" w:hAnsi="Open Sans" w:cs="Open Sans"/>
        </w:rPr>
        <w:t>2 (</w:t>
      </w:r>
      <w:r w:rsidRPr="008A69CC">
        <w:rPr>
          <w:rFonts w:ascii="Open Sans" w:hAnsi="Open Sans" w:cs="Open Sans"/>
        </w:rPr>
        <w:t>dve</w:t>
      </w:r>
      <w:r w:rsidR="002B1E70">
        <w:rPr>
          <w:rFonts w:ascii="Open Sans" w:hAnsi="Open Sans" w:cs="Open Sans"/>
        </w:rPr>
        <w:t>)</w:t>
      </w:r>
      <w:r w:rsidRPr="008A69CC">
        <w:rPr>
          <w:rFonts w:ascii="Open Sans" w:hAnsi="Open Sans" w:cs="Open Sans"/>
        </w:rPr>
        <w:t xml:space="preserve"> referenci, s katerima dokazuje, da je v obdobju </w:t>
      </w:r>
      <w:r w:rsidRPr="008A69CC">
        <w:rPr>
          <w:rFonts w:ascii="Open Sans" w:hAnsi="Open Sans" w:cs="Open Sans"/>
          <w:color w:val="000000"/>
        </w:rPr>
        <w:t>od vključno leta 20</w:t>
      </w:r>
      <w:r w:rsidR="002B1E70">
        <w:rPr>
          <w:rFonts w:ascii="Open Sans" w:hAnsi="Open Sans" w:cs="Open Sans"/>
          <w:color w:val="000000"/>
        </w:rPr>
        <w:t>2</w:t>
      </w:r>
      <w:r w:rsidR="00A8654E">
        <w:rPr>
          <w:rFonts w:ascii="Open Sans" w:hAnsi="Open Sans" w:cs="Open Sans"/>
          <w:color w:val="000000"/>
        </w:rPr>
        <w:t>0</w:t>
      </w:r>
      <w:r w:rsidRPr="008A69CC">
        <w:rPr>
          <w:rFonts w:ascii="Open Sans" w:hAnsi="Open Sans" w:cs="Open Sans"/>
          <w:color w:val="000000"/>
        </w:rPr>
        <w:t xml:space="preserve"> </w:t>
      </w:r>
      <w:r w:rsidRPr="008A69CC">
        <w:rPr>
          <w:rFonts w:ascii="Open Sans" w:hAnsi="Open Sans" w:cs="Open Sans"/>
        </w:rPr>
        <w:t xml:space="preserve">do datuma za oddajo ponudb v skladu z določili sklenjenih pogodb ali naročilnic uspešno izvedel letno servisiranje </w:t>
      </w:r>
      <w:r w:rsidR="00A4222F">
        <w:rPr>
          <w:rFonts w:ascii="Open Sans" w:hAnsi="Open Sans" w:cs="Open Sans"/>
        </w:rPr>
        <w:t xml:space="preserve">skupno </w:t>
      </w:r>
      <w:r w:rsidRPr="008A69CC">
        <w:rPr>
          <w:rFonts w:ascii="Open Sans" w:hAnsi="Open Sans" w:cs="Open Sans"/>
        </w:rPr>
        <w:t xml:space="preserve">najmanj </w:t>
      </w:r>
      <w:r w:rsidR="00454A77">
        <w:rPr>
          <w:rFonts w:ascii="Open Sans" w:hAnsi="Open Sans" w:cs="Open Sans"/>
        </w:rPr>
        <w:t>15</w:t>
      </w:r>
      <w:r w:rsidRPr="003020F1">
        <w:rPr>
          <w:rFonts w:ascii="Open Sans" w:hAnsi="Open Sans" w:cs="Open Sans"/>
          <w:bCs/>
        </w:rPr>
        <w:t>0</w:t>
      </w:r>
      <w:r w:rsidRPr="008A69CC">
        <w:rPr>
          <w:rFonts w:ascii="Open Sans" w:hAnsi="Open Sans" w:cs="Open Sans"/>
        </w:rPr>
        <w:t xml:space="preserve"> kosov </w:t>
      </w:r>
      <w:proofErr w:type="spellStart"/>
      <w:r w:rsidRPr="008A69CC">
        <w:rPr>
          <w:rFonts w:ascii="Open Sans" w:hAnsi="Open Sans" w:cs="Open Sans"/>
        </w:rPr>
        <w:t>konvektorjev</w:t>
      </w:r>
      <w:proofErr w:type="spellEnd"/>
      <w:r w:rsidRPr="008A69CC">
        <w:rPr>
          <w:rFonts w:ascii="Open Sans" w:hAnsi="Open Sans" w:cs="Open Sans"/>
        </w:rPr>
        <w:t xml:space="preserve"> </w:t>
      </w:r>
      <w:r w:rsidR="00B66978" w:rsidRPr="004C4CAD">
        <w:rPr>
          <w:rFonts w:ascii="Open Sans" w:hAnsi="Open Sans" w:cs="Open Sans"/>
        </w:rPr>
        <w:t>AIRWELL, EURAPO</w:t>
      </w:r>
      <w:r w:rsidR="00B66978" w:rsidRPr="008A69CC">
        <w:rPr>
          <w:rFonts w:ascii="Open Sans" w:hAnsi="Open Sans" w:cs="Open Sans"/>
        </w:rPr>
        <w:t xml:space="preserve"> </w:t>
      </w:r>
      <w:r w:rsidRPr="008A69CC">
        <w:rPr>
          <w:rFonts w:ascii="Open Sans" w:hAnsi="Open Sans" w:cs="Open Sans"/>
        </w:rPr>
        <w:t xml:space="preserve">oziroma je imel sklenjeno pogodbo o vzdrževanju naprav za ogrevanje in hlajenje v višini najmanj </w:t>
      </w:r>
      <w:r w:rsidR="00B66978">
        <w:rPr>
          <w:rFonts w:ascii="Open Sans" w:hAnsi="Open Sans" w:cs="Open Sans"/>
        </w:rPr>
        <w:t>12</w:t>
      </w:r>
      <w:r w:rsidRPr="008A69CC">
        <w:rPr>
          <w:rFonts w:ascii="Open Sans" w:hAnsi="Open Sans" w:cs="Open Sans"/>
        </w:rPr>
        <w:t>.000,00 EUR</w:t>
      </w:r>
      <w:r w:rsidR="00933BED">
        <w:rPr>
          <w:rFonts w:ascii="Open Sans" w:hAnsi="Open Sans" w:cs="Open Sans"/>
        </w:rPr>
        <w:t xml:space="preserve"> letno</w:t>
      </w:r>
      <w:r w:rsidRPr="008A69CC">
        <w:rPr>
          <w:rFonts w:ascii="Open Sans" w:hAnsi="Open Sans" w:cs="Open Sans"/>
        </w:rPr>
        <w:t xml:space="preserve">.  </w:t>
      </w:r>
    </w:p>
    <w:p w14:paraId="1450AE50" w14:textId="77777777" w:rsidR="00B12BF2" w:rsidRPr="008A69CC" w:rsidRDefault="00B12BF2" w:rsidP="00B12BF2">
      <w:pPr>
        <w:widowControl w:val="0"/>
        <w:jc w:val="both"/>
        <w:rPr>
          <w:rFonts w:ascii="Open Sans" w:hAnsi="Open Sans" w:cs="Open Sans"/>
          <w:highlight w:val="yellow"/>
        </w:rPr>
      </w:pPr>
    </w:p>
    <w:p w14:paraId="763BEF74" w14:textId="4820A9DE" w:rsidR="00B12BF2" w:rsidRPr="006C7C6C" w:rsidRDefault="00B12BF2" w:rsidP="0019014E">
      <w:pPr>
        <w:pStyle w:val="Odstavekseznama"/>
        <w:keepNext/>
        <w:numPr>
          <w:ilvl w:val="0"/>
          <w:numId w:val="61"/>
        </w:numPr>
        <w:contextualSpacing/>
        <w:jc w:val="both"/>
        <w:rPr>
          <w:rFonts w:ascii="Open Sans" w:hAnsi="Open Sans" w:cs="Open Sans"/>
          <w:b/>
        </w:rPr>
      </w:pPr>
      <w:r w:rsidRPr="006C7C6C">
        <w:rPr>
          <w:rFonts w:ascii="Open Sans" w:hAnsi="Open Sans" w:cs="Open Sans"/>
          <w:b/>
          <w:color w:val="000000"/>
        </w:rPr>
        <w:t>Reference za vzdrževanje in servisiranje hladilnega agregata TRANE</w:t>
      </w:r>
      <w:r w:rsidR="009B7611">
        <w:rPr>
          <w:rFonts w:ascii="Open Sans" w:hAnsi="Open Sans" w:cs="Open Sans"/>
          <w:b/>
          <w:color w:val="000000"/>
        </w:rPr>
        <w:t xml:space="preserve"> (</w:t>
      </w:r>
      <w:r w:rsidR="00E95F29">
        <w:rPr>
          <w:rFonts w:ascii="Open Sans" w:hAnsi="Open Sans" w:cs="Open Sans"/>
          <w:b/>
          <w:color w:val="000000"/>
        </w:rPr>
        <w:t>P</w:t>
      </w:r>
      <w:r w:rsidR="009B7611">
        <w:rPr>
          <w:rFonts w:ascii="Open Sans" w:hAnsi="Open Sans" w:cs="Open Sans"/>
          <w:b/>
          <w:color w:val="000000"/>
        </w:rPr>
        <w:t>riloga 7/2)</w:t>
      </w:r>
    </w:p>
    <w:p w14:paraId="745E1E69" w14:textId="77777777" w:rsidR="00B12BF2" w:rsidRPr="008A69CC" w:rsidRDefault="00B12BF2" w:rsidP="00B12BF2">
      <w:pPr>
        <w:pStyle w:val="Odstavekseznama"/>
        <w:keepNext/>
        <w:ind w:left="0"/>
        <w:contextualSpacing/>
        <w:jc w:val="both"/>
        <w:rPr>
          <w:rFonts w:ascii="Open Sans" w:hAnsi="Open Sans" w:cs="Open Sans"/>
        </w:rPr>
      </w:pPr>
    </w:p>
    <w:p w14:paraId="59C1AA4A" w14:textId="77777777" w:rsidR="00B12BF2" w:rsidRPr="008A69CC" w:rsidRDefault="00B12BF2" w:rsidP="00B12BF2">
      <w:pPr>
        <w:pStyle w:val="Odstavekseznama"/>
        <w:ind w:left="0"/>
        <w:jc w:val="both"/>
        <w:rPr>
          <w:rFonts w:ascii="Open Sans" w:hAnsi="Open Sans" w:cs="Open Sans"/>
        </w:rPr>
      </w:pPr>
      <w:r w:rsidRPr="008A69CC">
        <w:rPr>
          <w:rFonts w:ascii="Open Sans" w:hAnsi="Open Sans" w:cs="Open Sans"/>
          <w:color w:val="000000"/>
        </w:rPr>
        <w:t>Ponudnik mora imeti v obdobju od vključno leta 20</w:t>
      </w:r>
      <w:r>
        <w:rPr>
          <w:rFonts w:ascii="Open Sans" w:hAnsi="Open Sans" w:cs="Open Sans"/>
          <w:color w:val="000000"/>
        </w:rPr>
        <w:t>20</w:t>
      </w:r>
      <w:r w:rsidRPr="008A69CC">
        <w:rPr>
          <w:rFonts w:ascii="Open Sans" w:hAnsi="Open Sans" w:cs="Open Sans"/>
          <w:color w:val="000000"/>
        </w:rPr>
        <w:t xml:space="preserve"> do datuma </w:t>
      </w:r>
      <w:r w:rsidRPr="00454A77">
        <w:rPr>
          <w:rFonts w:ascii="Open Sans" w:hAnsi="Open Sans" w:cs="Open Sans"/>
          <w:color w:val="000000"/>
        </w:rPr>
        <w:t>oddane ponudbe</w:t>
      </w:r>
      <w:r w:rsidRPr="008A69CC">
        <w:rPr>
          <w:rFonts w:ascii="Open Sans" w:hAnsi="Open Sans" w:cs="Open Sans"/>
          <w:color w:val="000000"/>
        </w:rPr>
        <w:t xml:space="preserve"> najmanj </w:t>
      </w:r>
      <w:r>
        <w:rPr>
          <w:rFonts w:ascii="Open Sans" w:hAnsi="Open Sans" w:cs="Open Sans"/>
          <w:color w:val="000000"/>
        </w:rPr>
        <w:t>1 (</w:t>
      </w:r>
      <w:r w:rsidRPr="008A69CC">
        <w:rPr>
          <w:rFonts w:ascii="Open Sans" w:hAnsi="Open Sans" w:cs="Open Sans"/>
          <w:color w:val="000000"/>
        </w:rPr>
        <w:t>eno</w:t>
      </w:r>
      <w:r>
        <w:rPr>
          <w:rFonts w:ascii="Open Sans" w:hAnsi="Open Sans" w:cs="Open Sans"/>
          <w:color w:val="000000"/>
        </w:rPr>
        <w:t>)</w:t>
      </w:r>
      <w:r w:rsidRPr="008A69CC">
        <w:rPr>
          <w:rFonts w:ascii="Open Sans" w:hAnsi="Open Sans" w:cs="Open Sans"/>
          <w:color w:val="000000"/>
        </w:rPr>
        <w:t xml:space="preserve"> referenco, s katero dokazuje, da je v obdobju od vključno leta 20</w:t>
      </w:r>
      <w:r>
        <w:rPr>
          <w:rFonts w:ascii="Open Sans" w:hAnsi="Open Sans" w:cs="Open Sans"/>
          <w:color w:val="000000"/>
        </w:rPr>
        <w:t>20</w:t>
      </w:r>
      <w:r w:rsidRPr="008A69CC">
        <w:rPr>
          <w:rFonts w:ascii="Open Sans" w:hAnsi="Open Sans" w:cs="Open Sans"/>
          <w:color w:val="000000"/>
        </w:rPr>
        <w:t xml:space="preserve"> </w:t>
      </w:r>
      <w:r w:rsidRPr="00454A77">
        <w:rPr>
          <w:rFonts w:ascii="Open Sans" w:hAnsi="Open Sans" w:cs="Open Sans"/>
          <w:color w:val="000000"/>
        </w:rPr>
        <w:t>do datuma za oddajo</w:t>
      </w:r>
      <w:r w:rsidRPr="008A69CC">
        <w:rPr>
          <w:rFonts w:ascii="Open Sans" w:hAnsi="Open Sans" w:cs="Open Sans"/>
          <w:color w:val="000000"/>
        </w:rPr>
        <w:t xml:space="preserve"> ponudb v skladu z določili sklenjenih pogodb ali naročilnic uspešno izvedel letn</w:t>
      </w:r>
      <w:r>
        <w:rPr>
          <w:rFonts w:ascii="Open Sans" w:hAnsi="Open Sans" w:cs="Open Sans"/>
          <w:color w:val="000000"/>
        </w:rPr>
        <w:t xml:space="preserve">i pregled </w:t>
      </w:r>
      <w:r w:rsidRPr="008A69CC">
        <w:rPr>
          <w:rFonts w:ascii="Open Sans" w:hAnsi="Open Sans" w:cs="Open Sans"/>
          <w:color w:val="000000"/>
        </w:rPr>
        <w:t>hladilnega agregata TRANE.</w:t>
      </w:r>
    </w:p>
    <w:p w14:paraId="41610814" w14:textId="77777777" w:rsidR="00B12BF2" w:rsidRPr="008A69CC" w:rsidRDefault="00B12BF2" w:rsidP="00CA526F">
      <w:pPr>
        <w:keepNext/>
        <w:jc w:val="both"/>
        <w:rPr>
          <w:rFonts w:ascii="Open Sans" w:hAnsi="Open Sans" w:cs="Open Sans"/>
          <w:b/>
          <w:color w:val="000000"/>
        </w:rPr>
      </w:pPr>
    </w:p>
    <w:p w14:paraId="16744373" w14:textId="039D0C8C" w:rsidR="00CA526F" w:rsidRPr="002B1E70" w:rsidRDefault="00CA526F" w:rsidP="0019014E">
      <w:pPr>
        <w:pStyle w:val="Odstavekseznama"/>
        <w:keepNext/>
        <w:numPr>
          <w:ilvl w:val="0"/>
          <w:numId w:val="61"/>
        </w:numPr>
        <w:contextualSpacing/>
        <w:jc w:val="both"/>
        <w:rPr>
          <w:rFonts w:ascii="Open Sans" w:hAnsi="Open Sans" w:cs="Open Sans"/>
          <w:b/>
        </w:rPr>
      </w:pPr>
      <w:r w:rsidRPr="002B1E70">
        <w:rPr>
          <w:rFonts w:ascii="Open Sans" w:hAnsi="Open Sans" w:cs="Open Sans"/>
          <w:b/>
          <w:color w:val="000000"/>
        </w:rPr>
        <w:t xml:space="preserve">Reference za vzdrževanje in servisiranje toplotne črpalke </w:t>
      </w:r>
      <w:proofErr w:type="spellStart"/>
      <w:r w:rsidRPr="002B1E70">
        <w:rPr>
          <w:rFonts w:ascii="Open Sans" w:hAnsi="Open Sans" w:cs="Open Sans"/>
          <w:b/>
          <w:color w:val="000000"/>
        </w:rPr>
        <w:t>Yoshi-Aisin</w:t>
      </w:r>
      <w:proofErr w:type="spellEnd"/>
      <w:r w:rsidRPr="002B1E70">
        <w:rPr>
          <w:rFonts w:ascii="Open Sans" w:hAnsi="Open Sans" w:cs="Open Sans"/>
          <w:b/>
          <w:color w:val="000000"/>
        </w:rPr>
        <w:t xml:space="preserve"> s plinskim motorjem</w:t>
      </w:r>
      <w:r w:rsidR="009B7611">
        <w:rPr>
          <w:rFonts w:ascii="Open Sans" w:hAnsi="Open Sans" w:cs="Open Sans"/>
          <w:b/>
          <w:color w:val="000000"/>
        </w:rPr>
        <w:t xml:space="preserve"> (</w:t>
      </w:r>
      <w:r w:rsidR="00E95F29">
        <w:rPr>
          <w:rFonts w:ascii="Open Sans" w:hAnsi="Open Sans" w:cs="Open Sans"/>
          <w:b/>
          <w:color w:val="000000"/>
        </w:rPr>
        <w:t>P</w:t>
      </w:r>
      <w:r w:rsidR="009B7611">
        <w:rPr>
          <w:rFonts w:ascii="Open Sans" w:hAnsi="Open Sans" w:cs="Open Sans"/>
          <w:b/>
          <w:color w:val="000000"/>
        </w:rPr>
        <w:t>riloga 7/3)</w:t>
      </w:r>
    </w:p>
    <w:p w14:paraId="054C480E" w14:textId="77777777" w:rsidR="00CA526F" w:rsidRPr="008A69CC" w:rsidRDefault="00CA526F" w:rsidP="00CA526F">
      <w:pPr>
        <w:keepNext/>
        <w:jc w:val="both"/>
        <w:rPr>
          <w:rFonts w:ascii="Open Sans" w:hAnsi="Open Sans" w:cs="Open Sans"/>
        </w:rPr>
      </w:pPr>
    </w:p>
    <w:p w14:paraId="5A74FA2E" w14:textId="7BFEFBE3" w:rsidR="00CA526F" w:rsidRPr="008A69CC" w:rsidRDefault="00CA526F" w:rsidP="00CA526F">
      <w:pPr>
        <w:pStyle w:val="Odstavekseznama"/>
        <w:keepNext/>
        <w:ind w:left="0"/>
        <w:contextualSpacing/>
        <w:jc w:val="both"/>
        <w:rPr>
          <w:rFonts w:ascii="Open Sans" w:hAnsi="Open Sans" w:cs="Open Sans"/>
          <w:color w:val="000000"/>
        </w:rPr>
      </w:pPr>
      <w:r w:rsidRPr="008A69CC">
        <w:rPr>
          <w:rFonts w:ascii="Open Sans" w:hAnsi="Open Sans" w:cs="Open Sans"/>
          <w:color w:val="000000"/>
        </w:rPr>
        <w:t>Ponudnik mora imeti v obdobju od vključno leta 20</w:t>
      </w:r>
      <w:r w:rsidR="006C7C6C">
        <w:rPr>
          <w:rFonts w:ascii="Open Sans" w:hAnsi="Open Sans" w:cs="Open Sans"/>
          <w:color w:val="000000"/>
        </w:rPr>
        <w:t>2</w:t>
      </w:r>
      <w:r w:rsidR="00A8654E">
        <w:rPr>
          <w:rFonts w:ascii="Open Sans" w:hAnsi="Open Sans" w:cs="Open Sans"/>
          <w:color w:val="000000"/>
        </w:rPr>
        <w:t>0</w:t>
      </w:r>
      <w:r w:rsidRPr="008A69CC">
        <w:rPr>
          <w:rFonts w:ascii="Open Sans" w:hAnsi="Open Sans" w:cs="Open Sans"/>
          <w:color w:val="000000"/>
        </w:rPr>
        <w:t xml:space="preserve"> do datuma oddane ponudbe najmanj </w:t>
      </w:r>
      <w:r w:rsidR="006C7C6C">
        <w:rPr>
          <w:rFonts w:ascii="Open Sans" w:hAnsi="Open Sans" w:cs="Open Sans"/>
          <w:color w:val="000000"/>
        </w:rPr>
        <w:t>1 (</w:t>
      </w:r>
      <w:r w:rsidRPr="008A69CC">
        <w:rPr>
          <w:rFonts w:ascii="Open Sans" w:hAnsi="Open Sans" w:cs="Open Sans"/>
          <w:color w:val="000000"/>
        </w:rPr>
        <w:t>eno</w:t>
      </w:r>
      <w:r w:rsidR="006C7C6C">
        <w:rPr>
          <w:rFonts w:ascii="Open Sans" w:hAnsi="Open Sans" w:cs="Open Sans"/>
          <w:color w:val="000000"/>
        </w:rPr>
        <w:t>)</w:t>
      </w:r>
      <w:r w:rsidRPr="008A69CC">
        <w:rPr>
          <w:rFonts w:ascii="Open Sans" w:hAnsi="Open Sans" w:cs="Open Sans"/>
          <w:color w:val="000000"/>
        </w:rPr>
        <w:t xml:space="preserve"> referenco, s katero dokazuje, da je v obdobju od vključno leta 20</w:t>
      </w:r>
      <w:r w:rsidR="006C7C6C">
        <w:rPr>
          <w:rFonts w:ascii="Open Sans" w:hAnsi="Open Sans" w:cs="Open Sans"/>
          <w:color w:val="000000"/>
        </w:rPr>
        <w:t>2</w:t>
      </w:r>
      <w:r w:rsidR="00A8654E">
        <w:rPr>
          <w:rFonts w:ascii="Open Sans" w:hAnsi="Open Sans" w:cs="Open Sans"/>
          <w:color w:val="000000"/>
        </w:rPr>
        <w:t>0</w:t>
      </w:r>
      <w:r w:rsidRPr="008A69CC">
        <w:rPr>
          <w:rFonts w:ascii="Open Sans" w:hAnsi="Open Sans" w:cs="Open Sans"/>
          <w:color w:val="000000"/>
        </w:rPr>
        <w:t xml:space="preserve"> do datuma za oddajo ponudb v skladu z določili sklenjenih pogodb ali naročilnic uspešno izvedel letno vzdrževanje in servisiranje toplotne črpalke </w:t>
      </w:r>
      <w:proofErr w:type="spellStart"/>
      <w:r w:rsidRPr="008A69CC">
        <w:rPr>
          <w:rFonts w:ascii="Open Sans" w:hAnsi="Open Sans" w:cs="Open Sans"/>
          <w:color w:val="000000"/>
        </w:rPr>
        <w:t>Yoshi-Aisin</w:t>
      </w:r>
      <w:proofErr w:type="spellEnd"/>
      <w:r w:rsidRPr="008A69CC">
        <w:rPr>
          <w:rFonts w:ascii="Open Sans" w:hAnsi="Open Sans" w:cs="Open Sans"/>
          <w:color w:val="000000"/>
        </w:rPr>
        <w:t xml:space="preserve"> s plinskim motorjem.</w:t>
      </w:r>
    </w:p>
    <w:p w14:paraId="5A795D99" w14:textId="77777777" w:rsidR="00524B3E" w:rsidRPr="008A69CC" w:rsidRDefault="00524B3E" w:rsidP="00524B3E">
      <w:pPr>
        <w:keepNext/>
        <w:jc w:val="both"/>
        <w:rPr>
          <w:rFonts w:ascii="Open Sans" w:hAnsi="Open Sans" w:cs="Open Sans"/>
          <w:b/>
        </w:rPr>
      </w:pPr>
    </w:p>
    <w:p w14:paraId="2AEDBAC6" w14:textId="11FBB3EC" w:rsidR="00A825FC" w:rsidRDefault="00A825FC" w:rsidP="00A825FC">
      <w:pPr>
        <w:keepNext/>
        <w:jc w:val="both"/>
        <w:rPr>
          <w:rFonts w:ascii="Open Sans" w:hAnsi="Open Sans" w:cs="Open Sans"/>
        </w:rPr>
      </w:pPr>
      <w:r w:rsidRPr="008A69CC">
        <w:rPr>
          <w:rFonts w:ascii="Open Sans" w:hAnsi="Open Sans" w:cs="Open Sans"/>
        </w:rPr>
        <w:t xml:space="preserve">Naročnik je upravičen pred sprejemom odločitve o izbiri opraviti poizvedbe o navedenih </w:t>
      </w:r>
      <w:r w:rsidR="004123EE">
        <w:rPr>
          <w:rFonts w:ascii="Open Sans" w:hAnsi="Open Sans" w:cs="Open Sans"/>
        </w:rPr>
        <w:t xml:space="preserve">posameznih </w:t>
      </w:r>
      <w:r w:rsidRPr="008A69CC">
        <w:rPr>
          <w:rFonts w:ascii="Open Sans" w:hAnsi="Open Sans" w:cs="Open Sans"/>
        </w:rPr>
        <w:t>referencah. Če navedene reference ne izkazujejo resničnega stanja jih naročnik ne bo upošteval.</w:t>
      </w:r>
    </w:p>
    <w:p w14:paraId="46A42E9E" w14:textId="77777777" w:rsidR="00A825FC" w:rsidRPr="008A69CC" w:rsidRDefault="00A825FC" w:rsidP="00A825FC">
      <w:pPr>
        <w:keepNext/>
        <w:jc w:val="both"/>
        <w:rPr>
          <w:rFonts w:ascii="Open Sans" w:hAnsi="Open Sans" w:cs="Open Sans"/>
        </w:rPr>
      </w:pPr>
    </w:p>
    <w:p w14:paraId="1DC23714" w14:textId="49F7E93C" w:rsidR="00C524D2" w:rsidRDefault="00524B3E" w:rsidP="00C524D2">
      <w:pPr>
        <w:widowControl w:val="0"/>
        <w:jc w:val="both"/>
        <w:rPr>
          <w:rFonts w:ascii="Open Sans" w:hAnsi="Open Sans" w:cs="Open Sans"/>
          <w:b/>
        </w:rPr>
      </w:pPr>
      <w:r w:rsidRPr="008A69CC">
        <w:rPr>
          <w:rFonts w:ascii="Open Sans" w:hAnsi="Open Sans" w:cs="Open Sans"/>
          <w:b/>
        </w:rPr>
        <w:t>T</w:t>
      </w:r>
      <w:r w:rsidR="00A3778C">
        <w:rPr>
          <w:rFonts w:ascii="Open Sans" w:hAnsi="Open Sans" w:cs="Open Sans"/>
          <w:b/>
        </w:rPr>
        <w:t>e</w:t>
      </w:r>
      <w:r w:rsidRPr="008A69CC">
        <w:rPr>
          <w:rFonts w:ascii="Open Sans" w:hAnsi="Open Sans" w:cs="Open Sans"/>
          <w:b/>
        </w:rPr>
        <w:t xml:space="preserve"> pogoj</w:t>
      </w:r>
      <w:r w:rsidR="00A3778C">
        <w:rPr>
          <w:rFonts w:ascii="Open Sans" w:hAnsi="Open Sans" w:cs="Open Sans"/>
          <w:b/>
        </w:rPr>
        <w:t>e</w:t>
      </w:r>
      <w:r w:rsidRPr="008A69CC">
        <w:rPr>
          <w:rFonts w:ascii="Open Sans" w:hAnsi="Open Sans" w:cs="Open Sans"/>
          <w:b/>
        </w:rPr>
        <w:t xml:space="preserve"> lahko izpolni ponudnik sam ali skupina ponudnikov v okviru skupne ponudbe ali s prijavljenimi podizvajalci</w:t>
      </w:r>
      <w:r w:rsidR="00C524D2" w:rsidRPr="00C524D2">
        <w:rPr>
          <w:rFonts w:ascii="Open Sans" w:hAnsi="Open Sans" w:cs="Open Sans"/>
          <w:b/>
        </w:rPr>
        <w:t>, vendar bo moral ta subjekt (s katerim se izkazuje reference) izvesti storitve predmetnega javnega naročila (za katera se bo priložila referenca v ponudbi).</w:t>
      </w:r>
    </w:p>
    <w:p w14:paraId="11663566" w14:textId="77777777" w:rsidR="00C524D2" w:rsidRPr="008A69CC" w:rsidRDefault="00C524D2" w:rsidP="00C524D2">
      <w:pPr>
        <w:widowControl w:val="0"/>
        <w:jc w:val="both"/>
        <w:rPr>
          <w:rFonts w:ascii="Open Sans" w:hAnsi="Open Sans" w:cs="Open Sans"/>
          <w:b/>
        </w:rPr>
      </w:pPr>
    </w:p>
    <w:p w14:paraId="30453965" w14:textId="206A393E" w:rsidR="00524B3E" w:rsidRPr="00B23CD9" w:rsidRDefault="00524B3E" w:rsidP="00C524D2">
      <w:pPr>
        <w:keepNext/>
        <w:jc w:val="both"/>
        <w:rPr>
          <w:rFonts w:ascii="Open Sans" w:hAnsi="Open Sans" w:cs="Open Sans"/>
        </w:rPr>
      </w:pPr>
      <w:r w:rsidRPr="00B23CD9">
        <w:rPr>
          <w:rFonts w:ascii="Open Sans" w:hAnsi="Open Sans" w:cs="Open Sans"/>
        </w:rPr>
        <w:t>Gospodarski subjekt izpolni</w:t>
      </w:r>
      <w:r w:rsidR="00464899">
        <w:rPr>
          <w:rFonts w:ascii="Open Sans" w:hAnsi="Open Sans" w:cs="Open Sans"/>
        </w:rPr>
        <w:t xml:space="preserve"> tehnične</w:t>
      </w:r>
      <w:r w:rsidRPr="00B23CD9">
        <w:rPr>
          <w:rFonts w:ascii="Open Sans" w:hAnsi="Open Sans" w:cs="Open Sans"/>
        </w:rPr>
        <w:t xml:space="preserve"> zahtev</w:t>
      </w:r>
      <w:r w:rsidR="00464899">
        <w:rPr>
          <w:rFonts w:ascii="Open Sans" w:hAnsi="Open Sans" w:cs="Open Sans"/>
        </w:rPr>
        <w:t>e</w:t>
      </w:r>
      <w:r w:rsidRPr="00B23CD9">
        <w:rPr>
          <w:rFonts w:ascii="Open Sans" w:hAnsi="Open Sans" w:cs="Open Sans"/>
        </w:rPr>
        <w:t xml:space="preserve"> s predložitvijo PDF datotek:</w:t>
      </w:r>
    </w:p>
    <w:p w14:paraId="6AB7A22B" w14:textId="77777777" w:rsidR="00524B3E" w:rsidRPr="00B23CD9" w:rsidRDefault="00524B3E" w:rsidP="0019014E">
      <w:pPr>
        <w:pStyle w:val="Odstavekseznama"/>
        <w:widowControl w:val="0"/>
        <w:numPr>
          <w:ilvl w:val="0"/>
          <w:numId w:val="5"/>
        </w:numPr>
        <w:tabs>
          <w:tab w:val="clear" w:pos="1070"/>
        </w:tabs>
        <w:ind w:left="720"/>
        <w:jc w:val="both"/>
        <w:rPr>
          <w:rFonts w:ascii="Open Sans" w:hAnsi="Open Sans" w:cs="Open Sans"/>
          <w:kern w:val="16"/>
        </w:rPr>
      </w:pPr>
      <w:r w:rsidRPr="00B23CD9">
        <w:rPr>
          <w:rFonts w:ascii="Open Sans" w:hAnsi="Open Sans" w:cs="Open Sans"/>
          <w:kern w:val="16"/>
        </w:rPr>
        <w:t xml:space="preserve">izpolnjene in podpisane </w:t>
      </w:r>
      <w:r w:rsidRPr="00B23CD9">
        <w:rPr>
          <w:rFonts w:ascii="Open Sans" w:hAnsi="Open Sans" w:cs="Open Sans"/>
          <w:b/>
          <w:kern w:val="16"/>
        </w:rPr>
        <w:t>priloge 3,</w:t>
      </w:r>
    </w:p>
    <w:p w14:paraId="21D53A98" w14:textId="071EFFE3" w:rsidR="00524B3E" w:rsidRDefault="00524B3E" w:rsidP="0019014E">
      <w:pPr>
        <w:pStyle w:val="Odstavekseznama"/>
        <w:widowControl w:val="0"/>
        <w:numPr>
          <w:ilvl w:val="0"/>
          <w:numId w:val="5"/>
        </w:numPr>
        <w:tabs>
          <w:tab w:val="clear" w:pos="1070"/>
        </w:tabs>
        <w:ind w:left="720"/>
        <w:jc w:val="both"/>
        <w:rPr>
          <w:rFonts w:ascii="Open Sans" w:hAnsi="Open Sans" w:cs="Open Sans"/>
          <w:kern w:val="16"/>
        </w:rPr>
      </w:pPr>
      <w:r w:rsidRPr="00B23CD9">
        <w:rPr>
          <w:rFonts w:ascii="Open Sans" w:hAnsi="Open Sans" w:cs="Open Sans"/>
          <w:kern w:val="16"/>
        </w:rPr>
        <w:t xml:space="preserve">izpolnjene in podpisane </w:t>
      </w:r>
      <w:r w:rsidRPr="00B23CD9">
        <w:rPr>
          <w:rFonts w:ascii="Open Sans" w:hAnsi="Open Sans" w:cs="Open Sans"/>
          <w:b/>
          <w:kern w:val="16"/>
        </w:rPr>
        <w:t xml:space="preserve">priloge </w:t>
      </w:r>
      <w:r>
        <w:rPr>
          <w:rFonts w:ascii="Open Sans" w:hAnsi="Open Sans" w:cs="Open Sans"/>
          <w:b/>
          <w:kern w:val="16"/>
        </w:rPr>
        <w:t>7/</w:t>
      </w:r>
      <w:r w:rsidR="0044229D">
        <w:rPr>
          <w:rFonts w:ascii="Open Sans" w:hAnsi="Open Sans" w:cs="Open Sans"/>
          <w:b/>
          <w:kern w:val="16"/>
        </w:rPr>
        <w:t>1</w:t>
      </w:r>
      <w:r w:rsidR="0044229D">
        <w:rPr>
          <w:rFonts w:ascii="Open Sans" w:hAnsi="Open Sans" w:cs="Open Sans"/>
          <w:kern w:val="16"/>
        </w:rPr>
        <w:t>,</w:t>
      </w:r>
    </w:p>
    <w:p w14:paraId="52BA624C" w14:textId="43C731AC" w:rsidR="0044229D" w:rsidRPr="00B23CD9" w:rsidRDefault="0044229D" w:rsidP="0019014E">
      <w:pPr>
        <w:pStyle w:val="Odstavekseznama"/>
        <w:widowControl w:val="0"/>
        <w:numPr>
          <w:ilvl w:val="0"/>
          <w:numId w:val="5"/>
        </w:numPr>
        <w:tabs>
          <w:tab w:val="clear" w:pos="1070"/>
        </w:tabs>
        <w:ind w:left="720"/>
        <w:jc w:val="both"/>
        <w:rPr>
          <w:rFonts w:ascii="Open Sans" w:hAnsi="Open Sans" w:cs="Open Sans"/>
          <w:kern w:val="16"/>
        </w:rPr>
      </w:pPr>
      <w:r w:rsidRPr="00B23CD9">
        <w:rPr>
          <w:rFonts w:ascii="Open Sans" w:hAnsi="Open Sans" w:cs="Open Sans"/>
          <w:kern w:val="16"/>
        </w:rPr>
        <w:t xml:space="preserve">izpolnjene in podpisane </w:t>
      </w:r>
      <w:r w:rsidRPr="00B23CD9">
        <w:rPr>
          <w:rFonts w:ascii="Open Sans" w:hAnsi="Open Sans" w:cs="Open Sans"/>
          <w:b/>
          <w:kern w:val="16"/>
        </w:rPr>
        <w:t xml:space="preserve">priloge </w:t>
      </w:r>
      <w:r>
        <w:rPr>
          <w:rFonts w:ascii="Open Sans" w:hAnsi="Open Sans" w:cs="Open Sans"/>
          <w:b/>
          <w:kern w:val="16"/>
        </w:rPr>
        <w:t>7/2</w:t>
      </w:r>
      <w:r>
        <w:rPr>
          <w:rFonts w:ascii="Open Sans" w:hAnsi="Open Sans" w:cs="Open Sans"/>
          <w:kern w:val="16"/>
        </w:rPr>
        <w:t>,</w:t>
      </w:r>
    </w:p>
    <w:p w14:paraId="7CD3859C" w14:textId="34FBD5DF" w:rsidR="0044229D" w:rsidRPr="00B23CD9" w:rsidRDefault="0044229D" w:rsidP="0019014E">
      <w:pPr>
        <w:pStyle w:val="Odstavekseznama"/>
        <w:widowControl w:val="0"/>
        <w:numPr>
          <w:ilvl w:val="0"/>
          <w:numId w:val="5"/>
        </w:numPr>
        <w:tabs>
          <w:tab w:val="clear" w:pos="1070"/>
        </w:tabs>
        <w:ind w:left="720"/>
        <w:jc w:val="both"/>
        <w:rPr>
          <w:rFonts w:ascii="Open Sans" w:hAnsi="Open Sans" w:cs="Open Sans"/>
          <w:kern w:val="16"/>
        </w:rPr>
      </w:pPr>
      <w:r w:rsidRPr="00B23CD9">
        <w:rPr>
          <w:rFonts w:ascii="Open Sans" w:hAnsi="Open Sans" w:cs="Open Sans"/>
          <w:kern w:val="16"/>
        </w:rPr>
        <w:t xml:space="preserve">izpolnjene in podpisane </w:t>
      </w:r>
      <w:r w:rsidRPr="00B23CD9">
        <w:rPr>
          <w:rFonts w:ascii="Open Sans" w:hAnsi="Open Sans" w:cs="Open Sans"/>
          <w:b/>
          <w:kern w:val="16"/>
        </w:rPr>
        <w:t xml:space="preserve">priloge </w:t>
      </w:r>
      <w:r>
        <w:rPr>
          <w:rFonts w:ascii="Open Sans" w:hAnsi="Open Sans" w:cs="Open Sans"/>
          <w:b/>
          <w:kern w:val="16"/>
        </w:rPr>
        <w:t>7/3.</w:t>
      </w:r>
    </w:p>
    <w:p w14:paraId="6B951E5A" w14:textId="13569D0C" w:rsidR="0044229D" w:rsidRPr="00F21BED" w:rsidRDefault="0044229D" w:rsidP="00F21BED">
      <w:pPr>
        <w:widowControl w:val="0"/>
        <w:jc w:val="both"/>
        <w:rPr>
          <w:rFonts w:ascii="Open Sans" w:hAnsi="Open Sans" w:cs="Open Sans"/>
          <w:kern w:val="16"/>
        </w:rPr>
      </w:pPr>
    </w:p>
    <w:p w14:paraId="6B64375B" w14:textId="19F2060C" w:rsidR="004C4CAD" w:rsidRPr="004C4CAD" w:rsidRDefault="004C4CAD" w:rsidP="0019014E">
      <w:pPr>
        <w:widowControl w:val="0"/>
        <w:numPr>
          <w:ilvl w:val="2"/>
          <w:numId w:val="10"/>
        </w:numPr>
        <w:jc w:val="both"/>
        <w:rPr>
          <w:rFonts w:ascii="Open Sans" w:hAnsi="Open Sans" w:cs="Open Sans"/>
          <w:b/>
        </w:rPr>
      </w:pPr>
      <w:r w:rsidRPr="004C4CAD">
        <w:rPr>
          <w:rFonts w:ascii="Open Sans" w:hAnsi="Open Sans" w:cs="Open Sans"/>
          <w:b/>
        </w:rPr>
        <w:t>Veljavno potrdilo o vpisu v evidenco pooblaščenih podjetij za namestitev, vzdrževanje, popravilo ali razgradnjo nepremične opreme za hlajenje in klimatizacijo in toplotnih črpalk</w:t>
      </w:r>
    </w:p>
    <w:p w14:paraId="7EAC8A67" w14:textId="74DEC74F" w:rsidR="004C4CAD" w:rsidRPr="004C4CAD" w:rsidRDefault="004C4CAD" w:rsidP="004C4CAD">
      <w:pPr>
        <w:keepNext/>
        <w:jc w:val="both"/>
        <w:rPr>
          <w:rFonts w:ascii="Open Sans" w:hAnsi="Open Sans" w:cs="Open Sans"/>
          <w:b/>
        </w:rPr>
      </w:pPr>
    </w:p>
    <w:p w14:paraId="3FFB4A21" w14:textId="49F9B7B6" w:rsidR="005B69B2" w:rsidRDefault="004C4CAD" w:rsidP="005B69B2">
      <w:pPr>
        <w:pStyle w:val="Odstavekseznama"/>
        <w:widowControl w:val="0"/>
        <w:ind w:left="0"/>
        <w:jc w:val="both"/>
        <w:rPr>
          <w:rStyle w:val="Hiperpovezava"/>
          <w:rFonts w:ascii="Open Sans" w:hAnsi="Open Sans" w:cs="Open Sans"/>
        </w:rPr>
      </w:pPr>
      <w:r w:rsidRPr="004C4CAD">
        <w:rPr>
          <w:rFonts w:ascii="Open Sans" w:hAnsi="Open Sans" w:cs="Open Sans"/>
        </w:rPr>
        <w:t>Ponudnik mora imeti</w:t>
      </w:r>
      <w:r w:rsidR="001C1C43">
        <w:rPr>
          <w:rFonts w:ascii="Open Sans" w:hAnsi="Open Sans" w:cs="Open Sans"/>
        </w:rPr>
        <w:t xml:space="preserve"> </w:t>
      </w:r>
      <w:r w:rsidRPr="004C4CAD">
        <w:rPr>
          <w:rFonts w:ascii="Open Sans" w:hAnsi="Open Sans" w:cs="Open Sans"/>
        </w:rPr>
        <w:t xml:space="preserve">stalno veljavno potrdilo o vpisu v evidenco pooblaščenih podjetij za namestitev, vzdrževanje, popravilo ali razgradnjo nepremične opreme za hlajenje in klimatizacijo in toplotnih črpalk, izdano s strani </w:t>
      </w:r>
      <w:r w:rsidR="001C1C43" w:rsidRPr="001C1C43">
        <w:rPr>
          <w:rFonts w:ascii="Open Sans" w:hAnsi="Open Sans" w:cs="Open Sans"/>
        </w:rPr>
        <w:t xml:space="preserve">Ministrstva za okolje, podnebje in energijo, Agencije RS za okolje, katerega evidenčna številka iz potrdila je tudi na </w:t>
      </w:r>
      <w:r w:rsidR="005B69B2" w:rsidRPr="001C1C43">
        <w:rPr>
          <w:rFonts w:ascii="Open Sans" w:hAnsi="Open Sans" w:cs="Open Sans"/>
        </w:rPr>
        <w:t>Seznamu pooblaščenih</w:t>
      </w:r>
      <w:r w:rsidR="005B69B2">
        <w:rPr>
          <w:rFonts w:ascii="Open Sans" w:hAnsi="Open Sans" w:cs="Open Sans"/>
        </w:rPr>
        <w:t xml:space="preserve"> podjetij</w:t>
      </w:r>
      <w:r w:rsidR="005B69B2" w:rsidRPr="00473882">
        <w:rPr>
          <w:rFonts w:ascii="Open Sans" w:hAnsi="Open Sans" w:cs="Open Sans"/>
        </w:rPr>
        <w:t xml:space="preserve">, </w:t>
      </w:r>
      <w:hyperlink r:id="rId16" w:history="1">
        <w:r w:rsidR="005B69B2" w:rsidRPr="00847F86">
          <w:rPr>
            <w:rStyle w:val="Hiperpovezava"/>
            <w:rFonts w:ascii="Open Sans" w:hAnsi="Open Sans" w:cs="Open Sans"/>
          </w:rPr>
          <w:t>PP-HKTC_zap-24-2-2025.xls</w:t>
        </w:r>
      </w:hyperlink>
      <w:r w:rsidR="005B69B2" w:rsidRPr="00473882">
        <w:rPr>
          <w:rStyle w:val="Hiperpovezava"/>
          <w:rFonts w:ascii="Open Sans" w:hAnsi="Open Sans" w:cs="Open Sans"/>
        </w:rPr>
        <w:t>.</w:t>
      </w:r>
    </w:p>
    <w:p w14:paraId="631A3496" w14:textId="2622D5FE" w:rsidR="00F21BED" w:rsidRDefault="00F21BED" w:rsidP="00F21BED">
      <w:pPr>
        <w:pStyle w:val="Odstavekseznama"/>
        <w:widowControl w:val="0"/>
        <w:ind w:left="0"/>
        <w:jc w:val="both"/>
        <w:rPr>
          <w:rStyle w:val="Hiperpovezava"/>
          <w:rFonts w:ascii="Open Sans" w:hAnsi="Open Sans" w:cs="Open Sans"/>
        </w:rPr>
      </w:pPr>
    </w:p>
    <w:p w14:paraId="21783C47" w14:textId="1CAD42D1" w:rsidR="00454A77" w:rsidRDefault="00454A77" w:rsidP="00F21BED">
      <w:pPr>
        <w:pStyle w:val="Odstavekseznama"/>
        <w:widowControl w:val="0"/>
        <w:ind w:left="0"/>
        <w:jc w:val="both"/>
        <w:rPr>
          <w:rStyle w:val="Hiperpovezava"/>
          <w:rFonts w:ascii="Open Sans" w:hAnsi="Open Sans" w:cs="Open Sans"/>
        </w:rPr>
      </w:pPr>
    </w:p>
    <w:p w14:paraId="3DE9094B" w14:textId="77777777" w:rsidR="00454A77" w:rsidRDefault="00454A77" w:rsidP="00F21BED">
      <w:pPr>
        <w:pStyle w:val="Odstavekseznama"/>
        <w:widowControl w:val="0"/>
        <w:ind w:left="0"/>
        <w:jc w:val="both"/>
        <w:rPr>
          <w:rStyle w:val="Hiperpovezava"/>
          <w:rFonts w:ascii="Open Sans" w:hAnsi="Open Sans" w:cs="Open Sans"/>
        </w:rPr>
      </w:pPr>
    </w:p>
    <w:p w14:paraId="5B288517" w14:textId="77777777" w:rsidR="00A92133" w:rsidRPr="00A92133" w:rsidRDefault="00A92133" w:rsidP="0019014E">
      <w:pPr>
        <w:widowControl w:val="0"/>
        <w:numPr>
          <w:ilvl w:val="2"/>
          <w:numId w:val="10"/>
        </w:numPr>
        <w:jc w:val="both"/>
        <w:rPr>
          <w:rFonts w:ascii="Open Sans" w:hAnsi="Open Sans" w:cs="Open Sans"/>
        </w:rPr>
      </w:pPr>
      <w:r w:rsidRPr="00A92133">
        <w:rPr>
          <w:rFonts w:ascii="Open Sans" w:hAnsi="Open Sans" w:cs="Open Sans"/>
          <w:b/>
        </w:rPr>
        <w:lastRenderedPageBreak/>
        <w:t xml:space="preserve">Pooblastilo za vlaganje in podpisovanje evidenčnih listov </w:t>
      </w:r>
    </w:p>
    <w:p w14:paraId="3C86A30A" w14:textId="77777777" w:rsidR="00A92133" w:rsidRPr="00A92133" w:rsidRDefault="00A92133" w:rsidP="00A92133">
      <w:pPr>
        <w:widowControl w:val="0"/>
        <w:shd w:val="clear" w:color="auto" w:fill="FFFFFF"/>
        <w:tabs>
          <w:tab w:val="left" w:pos="426"/>
          <w:tab w:val="left" w:pos="1702"/>
        </w:tabs>
        <w:jc w:val="both"/>
        <w:rPr>
          <w:rFonts w:ascii="Open Sans" w:hAnsi="Open Sans" w:cs="Open Sans"/>
        </w:rPr>
      </w:pPr>
    </w:p>
    <w:p w14:paraId="46E5333E" w14:textId="77777777" w:rsidR="00EE79F2" w:rsidRPr="00A92133" w:rsidRDefault="00EE79F2" w:rsidP="00EE79F2">
      <w:pPr>
        <w:widowControl w:val="0"/>
        <w:shd w:val="clear" w:color="auto" w:fill="FFFFFF"/>
        <w:tabs>
          <w:tab w:val="left" w:pos="426"/>
          <w:tab w:val="left" w:pos="1702"/>
        </w:tabs>
        <w:jc w:val="both"/>
        <w:rPr>
          <w:rFonts w:ascii="Open Sans" w:hAnsi="Open Sans" w:cs="Open Sans"/>
        </w:rPr>
      </w:pPr>
      <w:r w:rsidRPr="00A92133">
        <w:rPr>
          <w:rFonts w:ascii="Open Sans" w:hAnsi="Open Sans" w:cs="Open Sans"/>
        </w:rPr>
        <w:t xml:space="preserve">Ravnanje z odpadki, ki bodo nastali v okviru vzdrževanja klimatske naprave, se mora izvajati v skladu z zahtevami 5. in 6. člena Uredbe o uporabi </w:t>
      </w:r>
      <w:proofErr w:type="spellStart"/>
      <w:r w:rsidRPr="00A92133">
        <w:rPr>
          <w:rFonts w:ascii="Open Sans" w:hAnsi="Open Sans" w:cs="Open Sans"/>
        </w:rPr>
        <w:t>fluoriranih</w:t>
      </w:r>
      <w:proofErr w:type="spellEnd"/>
      <w:r w:rsidRPr="00A92133">
        <w:rPr>
          <w:rFonts w:ascii="Open Sans" w:hAnsi="Open Sans" w:cs="Open Sans"/>
        </w:rPr>
        <w:t xml:space="preserve"> toplogrednih plinov in ozonu škodljivih snoveh in sicer:</w:t>
      </w:r>
    </w:p>
    <w:p w14:paraId="61EBA8E3" w14:textId="77777777" w:rsidR="00EE79F2" w:rsidRPr="00A92133" w:rsidRDefault="00EE79F2" w:rsidP="0019014E">
      <w:pPr>
        <w:pStyle w:val="Odstavekseznama"/>
        <w:widowControl w:val="0"/>
        <w:numPr>
          <w:ilvl w:val="0"/>
          <w:numId w:val="63"/>
        </w:numPr>
        <w:jc w:val="both"/>
        <w:rPr>
          <w:rFonts w:ascii="Open Sans" w:eastAsia="Calibri" w:hAnsi="Open Sans" w:cs="Open Sans"/>
          <w:lang w:eastAsia="en-US"/>
        </w:rPr>
      </w:pPr>
      <w:r>
        <w:rPr>
          <w:rFonts w:ascii="Open Sans" w:hAnsi="Open Sans" w:cs="Open Sans"/>
          <w:color w:val="000000"/>
        </w:rPr>
        <w:t>ponudnik</w:t>
      </w:r>
      <w:r w:rsidRPr="00A92133">
        <w:rPr>
          <w:rFonts w:ascii="Open Sans" w:hAnsi="Open Sans" w:cs="Open Sans"/>
          <w:color w:val="000000"/>
        </w:rPr>
        <w:t xml:space="preserve"> mora zajete odpadne </w:t>
      </w:r>
      <w:proofErr w:type="spellStart"/>
      <w:r w:rsidRPr="00A92133">
        <w:rPr>
          <w:rFonts w:ascii="Open Sans" w:hAnsi="Open Sans" w:cs="Open Sans"/>
          <w:color w:val="000000"/>
        </w:rPr>
        <w:t>fluorirane</w:t>
      </w:r>
      <w:proofErr w:type="spellEnd"/>
      <w:r w:rsidRPr="00A92133">
        <w:rPr>
          <w:rFonts w:ascii="Open Sans" w:hAnsi="Open Sans" w:cs="Open Sans"/>
          <w:color w:val="000000"/>
        </w:rPr>
        <w:t xml:space="preserve"> toplogredne pline ali ozonu škodljive snovi iz opreme oddati zbiralcu iz predpisa, ki ureja odpadke;</w:t>
      </w:r>
    </w:p>
    <w:p w14:paraId="28BB04BA" w14:textId="77777777" w:rsidR="00EE79F2" w:rsidRPr="00A92133" w:rsidRDefault="00EE79F2" w:rsidP="0019014E">
      <w:pPr>
        <w:pStyle w:val="Odstavekseznama"/>
        <w:widowControl w:val="0"/>
        <w:numPr>
          <w:ilvl w:val="0"/>
          <w:numId w:val="63"/>
        </w:numPr>
        <w:jc w:val="both"/>
        <w:rPr>
          <w:rFonts w:ascii="Open Sans" w:eastAsia="Calibri" w:hAnsi="Open Sans" w:cs="Open Sans"/>
          <w:lang w:eastAsia="en-US"/>
        </w:rPr>
      </w:pPr>
      <w:r w:rsidRPr="00A92133">
        <w:rPr>
          <w:rFonts w:ascii="Open Sans" w:hAnsi="Open Sans" w:cs="Open Sans"/>
          <w:color w:val="000000"/>
        </w:rPr>
        <w:t xml:space="preserve">uničenje odpadnih </w:t>
      </w:r>
      <w:proofErr w:type="spellStart"/>
      <w:r w:rsidRPr="00A92133">
        <w:rPr>
          <w:rFonts w:ascii="Open Sans" w:hAnsi="Open Sans" w:cs="Open Sans"/>
          <w:color w:val="000000"/>
        </w:rPr>
        <w:t>fluoriranih</w:t>
      </w:r>
      <w:proofErr w:type="spellEnd"/>
      <w:r w:rsidRPr="00A92133">
        <w:rPr>
          <w:rFonts w:ascii="Open Sans" w:hAnsi="Open Sans" w:cs="Open Sans"/>
          <w:color w:val="000000"/>
        </w:rPr>
        <w:t xml:space="preserve"> toplogrednih plinov ali ozonu škodljivih snovi se šteje za postopek obdelave odpadkov po predpisu, ki ureja odpadke;</w:t>
      </w:r>
    </w:p>
    <w:p w14:paraId="29B11B81" w14:textId="77777777" w:rsidR="00EE79F2" w:rsidRPr="00A92133" w:rsidRDefault="00EE79F2" w:rsidP="0019014E">
      <w:pPr>
        <w:pStyle w:val="Odstavekseznama"/>
        <w:widowControl w:val="0"/>
        <w:numPr>
          <w:ilvl w:val="0"/>
          <w:numId w:val="63"/>
        </w:numPr>
        <w:jc w:val="both"/>
        <w:rPr>
          <w:rFonts w:ascii="Open Sans" w:eastAsia="Calibri" w:hAnsi="Open Sans" w:cs="Open Sans"/>
          <w:lang w:eastAsia="en-US"/>
        </w:rPr>
      </w:pPr>
      <w:r w:rsidRPr="00A92133">
        <w:rPr>
          <w:rFonts w:ascii="Open Sans" w:hAnsi="Open Sans" w:cs="Open Sans"/>
          <w:color w:val="000000"/>
        </w:rPr>
        <w:t xml:space="preserve">pravna oseba ali samostojni podjetnik posameznik, ki ravna z odpadno opremo, ki vsebuje </w:t>
      </w:r>
      <w:proofErr w:type="spellStart"/>
      <w:r w:rsidRPr="00A92133">
        <w:rPr>
          <w:rFonts w:ascii="Open Sans" w:hAnsi="Open Sans" w:cs="Open Sans"/>
          <w:color w:val="000000"/>
        </w:rPr>
        <w:t>fluorirane</w:t>
      </w:r>
      <w:proofErr w:type="spellEnd"/>
      <w:r w:rsidRPr="00A92133">
        <w:rPr>
          <w:rFonts w:ascii="Open Sans" w:hAnsi="Open Sans" w:cs="Open Sans"/>
          <w:color w:val="000000"/>
        </w:rPr>
        <w:t xml:space="preserve"> toplogredne pline ali ozonu škodljive snovi, v skladu s predpisom, ki ureja odpadke, mora zagotoviti zajem iz odpadne opreme, ki ga izvede </w:t>
      </w:r>
      <w:r>
        <w:rPr>
          <w:rFonts w:ascii="Open Sans" w:hAnsi="Open Sans" w:cs="Open Sans"/>
          <w:color w:val="000000"/>
        </w:rPr>
        <w:t>ponudnik</w:t>
      </w:r>
      <w:r w:rsidRPr="00A92133">
        <w:rPr>
          <w:rFonts w:ascii="Open Sans" w:hAnsi="Open Sans" w:cs="Open Sans"/>
          <w:color w:val="000000"/>
        </w:rPr>
        <w:t xml:space="preserve"> v skladu z določbami Uredbe </w:t>
      </w:r>
      <w:r w:rsidRPr="00A92133">
        <w:rPr>
          <w:rFonts w:ascii="Open Sans" w:hAnsi="Open Sans" w:cs="Open Sans"/>
        </w:rPr>
        <w:t xml:space="preserve">o uporabi </w:t>
      </w:r>
      <w:proofErr w:type="spellStart"/>
      <w:r w:rsidRPr="00A92133">
        <w:rPr>
          <w:rFonts w:ascii="Open Sans" w:hAnsi="Open Sans" w:cs="Open Sans"/>
        </w:rPr>
        <w:t>fluoriranih</w:t>
      </w:r>
      <w:proofErr w:type="spellEnd"/>
      <w:r w:rsidRPr="00A92133">
        <w:rPr>
          <w:rFonts w:ascii="Open Sans" w:hAnsi="Open Sans" w:cs="Open Sans"/>
        </w:rPr>
        <w:t xml:space="preserve"> toplogrednih plinov in ozonu škodljivih snoveh  </w:t>
      </w:r>
      <w:r w:rsidRPr="00A92133">
        <w:rPr>
          <w:rFonts w:ascii="Open Sans" w:hAnsi="Open Sans" w:cs="Open Sans"/>
          <w:color w:val="000000"/>
        </w:rPr>
        <w:t xml:space="preserve">in </w:t>
      </w:r>
      <w:r w:rsidRPr="00A92133">
        <w:rPr>
          <w:rFonts w:ascii="Open Sans" w:hAnsi="Open Sans" w:cs="Open Sans"/>
          <w:bCs/>
          <w:color w:val="000000"/>
        </w:rPr>
        <w:t>Uredbe (EU) 2024/573</w:t>
      </w:r>
      <w:r w:rsidRPr="00A92133">
        <w:rPr>
          <w:rFonts w:ascii="Open Sans" w:hAnsi="Open Sans" w:cs="Open Sans"/>
          <w:color w:val="000000"/>
        </w:rPr>
        <w:t>,</w:t>
      </w:r>
    </w:p>
    <w:p w14:paraId="0A78E5BB" w14:textId="77777777" w:rsidR="00EE79F2" w:rsidRPr="00A92133" w:rsidRDefault="00EE79F2" w:rsidP="0019014E">
      <w:pPr>
        <w:pStyle w:val="Odstavekseznama"/>
        <w:widowControl w:val="0"/>
        <w:numPr>
          <w:ilvl w:val="0"/>
          <w:numId w:val="63"/>
        </w:numPr>
        <w:jc w:val="both"/>
        <w:rPr>
          <w:rFonts w:ascii="Open Sans" w:eastAsia="Calibri" w:hAnsi="Open Sans" w:cs="Open Sans"/>
          <w:b/>
        </w:rPr>
      </w:pPr>
      <w:r w:rsidRPr="00A92133">
        <w:rPr>
          <w:rFonts w:ascii="Open Sans" w:hAnsi="Open Sans" w:cs="Open Sans"/>
          <w:color w:val="000000"/>
        </w:rPr>
        <w:t xml:space="preserve">zajem </w:t>
      </w:r>
      <w:proofErr w:type="spellStart"/>
      <w:r w:rsidRPr="00A92133">
        <w:rPr>
          <w:rFonts w:ascii="Open Sans" w:hAnsi="Open Sans" w:cs="Open Sans"/>
          <w:color w:val="000000"/>
        </w:rPr>
        <w:t>fluoriranih</w:t>
      </w:r>
      <w:proofErr w:type="spellEnd"/>
      <w:r w:rsidRPr="00A92133">
        <w:rPr>
          <w:rFonts w:ascii="Open Sans" w:hAnsi="Open Sans" w:cs="Open Sans"/>
          <w:color w:val="000000"/>
        </w:rPr>
        <w:t xml:space="preserve"> toplogrednih plinov ali ozonu škodljivih snovi iz odpadnih izdelkov mora, če je to tehnično izvedljivo in ne povzroča nesorazmernih stroškov, v skladu z določbami </w:t>
      </w:r>
      <w:r w:rsidRPr="00A92133">
        <w:rPr>
          <w:rFonts w:ascii="Open Sans" w:hAnsi="Open Sans" w:cs="Open Sans"/>
          <w:bCs/>
          <w:color w:val="000000"/>
        </w:rPr>
        <w:t>Uredbe (EU) 2024/573</w:t>
      </w:r>
      <w:r w:rsidRPr="00A92133">
        <w:rPr>
          <w:rFonts w:ascii="Open Sans" w:hAnsi="Open Sans" w:cs="Open Sans"/>
          <w:color w:val="000000"/>
        </w:rPr>
        <w:t xml:space="preserve"> pred njihovo obdelavo ali v okviru predelave zagotoviti zbiralec ali izvajalec obdelave odpadkov, tako da zajem izvede </w:t>
      </w:r>
      <w:proofErr w:type="spellStart"/>
      <w:r>
        <w:rPr>
          <w:rFonts w:ascii="Open Sans" w:hAnsi="Open Sans" w:cs="Open Sans"/>
          <w:color w:val="000000"/>
        </w:rPr>
        <w:t>ponudnik</w:t>
      </w:r>
      <w:r w:rsidRPr="00A92133">
        <w:rPr>
          <w:rFonts w:ascii="Open Sans" w:hAnsi="Open Sans" w:cs="Open Sans"/>
          <w:color w:val="000000"/>
        </w:rPr>
        <w:t>r</w:t>
      </w:r>
      <w:proofErr w:type="spellEnd"/>
      <w:r w:rsidRPr="00A92133">
        <w:rPr>
          <w:rFonts w:ascii="Open Sans" w:eastAsia="Calibri" w:hAnsi="Open Sans" w:cs="Open Sans"/>
          <w:lang w:eastAsia="en-US"/>
        </w:rPr>
        <w:t>.</w:t>
      </w:r>
    </w:p>
    <w:p w14:paraId="5B11DD72" w14:textId="77777777" w:rsidR="00EE79F2" w:rsidRDefault="00EE79F2" w:rsidP="00EE79F2">
      <w:pPr>
        <w:widowControl w:val="0"/>
        <w:jc w:val="both"/>
        <w:rPr>
          <w:rFonts w:ascii="Open Sans" w:eastAsia="Calibri" w:hAnsi="Open Sans" w:cs="Open Sans"/>
          <w:b/>
        </w:rPr>
      </w:pPr>
    </w:p>
    <w:p w14:paraId="57694630" w14:textId="77777777" w:rsidR="00EE79F2" w:rsidRDefault="00EE79F2" w:rsidP="00EE79F2">
      <w:pPr>
        <w:widowControl w:val="0"/>
        <w:jc w:val="both"/>
        <w:rPr>
          <w:rFonts w:ascii="Open Sans" w:eastAsia="Calibri" w:hAnsi="Open Sans" w:cs="Open Sans"/>
          <w:bCs/>
        </w:rPr>
      </w:pPr>
      <w:r>
        <w:rPr>
          <w:rFonts w:ascii="Open Sans" w:eastAsia="Calibri" w:hAnsi="Open Sans" w:cs="Open Sans"/>
          <w:bCs/>
        </w:rPr>
        <w:t>Ponudnik mora z</w:t>
      </w:r>
      <w:r w:rsidRPr="00881AFA">
        <w:rPr>
          <w:rFonts w:ascii="Open Sans" w:eastAsia="Calibri" w:hAnsi="Open Sans" w:cs="Open Sans"/>
          <w:bCs/>
        </w:rPr>
        <w:t>agotoviti vodenje evidence</w:t>
      </w:r>
      <w:r>
        <w:rPr>
          <w:rFonts w:ascii="Open Sans" w:eastAsia="Calibri" w:hAnsi="Open Sans" w:cs="Open Sans"/>
          <w:bCs/>
        </w:rPr>
        <w:t xml:space="preserve"> za naročnika skladno z 7.členom Uredbe 2024/573.</w:t>
      </w:r>
    </w:p>
    <w:p w14:paraId="7CB68F3A" w14:textId="77777777" w:rsidR="00EE79F2" w:rsidRPr="00881AFA" w:rsidRDefault="00EE79F2" w:rsidP="00EE79F2">
      <w:pPr>
        <w:widowControl w:val="0"/>
        <w:jc w:val="both"/>
        <w:rPr>
          <w:rFonts w:ascii="Open Sans" w:eastAsia="Calibri" w:hAnsi="Open Sans" w:cs="Open Sans"/>
          <w:bCs/>
        </w:rPr>
      </w:pPr>
    </w:p>
    <w:p w14:paraId="02A1A494" w14:textId="77777777" w:rsidR="00EE79F2" w:rsidRPr="00A92133" w:rsidRDefault="00EE79F2" w:rsidP="00EE79F2">
      <w:pPr>
        <w:widowControl w:val="0"/>
        <w:shd w:val="clear" w:color="auto" w:fill="FFFFFF"/>
        <w:tabs>
          <w:tab w:val="left" w:pos="426"/>
          <w:tab w:val="left" w:pos="1702"/>
        </w:tabs>
        <w:jc w:val="both"/>
        <w:rPr>
          <w:rFonts w:ascii="Open Sans" w:hAnsi="Open Sans" w:cs="Open Sans"/>
        </w:rPr>
      </w:pPr>
      <w:r w:rsidRPr="00A92133">
        <w:rPr>
          <w:rFonts w:ascii="Open Sans" w:hAnsi="Open Sans" w:cs="Open Sans"/>
        </w:rPr>
        <w:t xml:space="preserve">Na podlagi izdanega pooblastila naročnika (Pooblastilo za vlaganje in podpisovanje evidenčnih listov v sistemu IS-ODPADKI, </w:t>
      </w:r>
      <w:r w:rsidRPr="003637F9">
        <w:rPr>
          <w:rFonts w:ascii="Open Sans" w:hAnsi="Open Sans" w:cs="Open Sans"/>
          <w:b/>
          <w:bCs/>
        </w:rPr>
        <w:t>Priloga 1</w:t>
      </w:r>
      <w:r>
        <w:rPr>
          <w:rFonts w:ascii="Open Sans" w:hAnsi="Open Sans" w:cs="Open Sans"/>
          <w:b/>
          <w:bCs/>
        </w:rPr>
        <w:t>2</w:t>
      </w:r>
      <w:r w:rsidRPr="00A92133">
        <w:rPr>
          <w:rFonts w:ascii="Open Sans" w:hAnsi="Open Sans" w:cs="Open Sans"/>
        </w:rPr>
        <w:t xml:space="preserve">), bo moral ponudnik poskrbeti za vnos evidenčnih listov v elektronski sistem o ravnanju z odpadki (IS-Odpadki). Evidenčne liste mora v imenu povzročitelja (naročnika) izpolniti in elektronsko podpisati ponudnik. </w:t>
      </w:r>
    </w:p>
    <w:p w14:paraId="50B3B72E" w14:textId="77777777" w:rsidR="00A92133" w:rsidRPr="00A92133" w:rsidRDefault="00A92133" w:rsidP="004C4CAD">
      <w:pPr>
        <w:keepNext/>
        <w:jc w:val="both"/>
        <w:rPr>
          <w:rFonts w:ascii="Open Sans" w:hAnsi="Open Sans" w:cs="Open Sans"/>
        </w:rPr>
      </w:pPr>
    </w:p>
    <w:p w14:paraId="5ED78EF0" w14:textId="52B3C4DD" w:rsidR="0030270C" w:rsidRPr="004C4CAD" w:rsidRDefault="0030270C" w:rsidP="0019014E">
      <w:pPr>
        <w:keepNext/>
        <w:numPr>
          <w:ilvl w:val="1"/>
          <w:numId w:val="10"/>
        </w:numPr>
        <w:jc w:val="both"/>
        <w:rPr>
          <w:rFonts w:ascii="Tahoma" w:hAnsi="Tahoma" w:cs="Tahoma"/>
          <w:b/>
          <w:sz w:val="22"/>
          <w:szCs w:val="22"/>
        </w:rPr>
      </w:pPr>
      <w:r w:rsidRPr="004C4CAD">
        <w:rPr>
          <w:rFonts w:ascii="Open Sans" w:hAnsi="Open Sans" w:cs="Open Sans"/>
          <w:b/>
        </w:rPr>
        <w:t>Ostale zahteve in pogoji naročnika</w:t>
      </w:r>
    </w:p>
    <w:p w14:paraId="0E937EC8" w14:textId="77777777" w:rsidR="0030270C" w:rsidRPr="00FD240D" w:rsidRDefault="0030270C" w:rsidP="004449C9">
      <w:pPr>
        <w:widowControl w:val="0"/>
        <w:rPr>
          <w:rFonts w:ascii="Open Sans" w:hAnsi="Open Sans" w:cs="Open Sans"/>
          <w:b/>
        </w:rPr>
      </w:pPr>
    </w:p>
    <w:p w14:paraId="5A14FB63" w14:textId="2C60B4B8" w:rsidR="0042556B" w:rsidRPr="00FD240D" w:rsidRDefault="0042556B" w:rsidP="004449C9">
      <w:pPr>
        <w:widowControl w:val="0"/>
        <w:tabs>
          <w:tab w:val="left" w:pos="-1560"/>
        </w:tabs>
        <w:jc w:val="both"/>
        <w:rPr>
          <w:rFonts w:ascii="Open Sans" w:hAnsi="Open Sans" w:cs="Open Sans"/>
        </w:rPr>
      </w:pPr>
      <w:r w:rsidRPr="00FD240D">
        <w:rPr>
          <w:rFonts w:ascii="Open Sans" w:hAnsi="Open Sans" w:cs="Open Sans"/>
          <w:b/>
        </w:rPr>
        <w:t xml:space="preserve">A. </w:t>
      </w:r>
      <w:r w:rsidRPr="00FD240D">
        <w:rPr>
          <w:rFonts w:ascii="Open Sans" w:hAnsi="Open Sans" w:cs="Open Sans"/>
        </w:rPr>
        <w:t xml:space="preserve">Ponudnik, skupina ponudnikov v okviru skupne ponudbe ali podizvajalec ali subjekt, katerih zmogljivosti uporablja ponudnik, ne sme biti uvrščen na seznam poslovnih subjektov, s katerimi na podlagi 35. člena Zakona o integriteti in preprečevanju korupcije (Ur. l. RS, št. 69/11-UPB2 </w:t>
      </w:r>
      <w:r w:rsidR="00570350" w:rsidRPr="00FD240D">
        <w:rPr>
          <w:rFonts w:ascii="Open Sans" w:eastAsiaTheme="minorEastAsia" w:hAnsi="Open Sans" w:cs="Open Sans"/>
        </w:rPr>
        <w:t>s spremembami</w:t>
      </w:r>
      <w:r w:rsidRPr="00FD240D">
        <w:rPr>
          <w:rFonts w:ascii="Open Sans" w:hAnsi="Open Sans" w:cs="Open Sans"/>
        </w:rPr>
        <w:t xml:space="preserve">, v nadaljevanju: </w:t>
      </w:r>
      <w:proofErr w:type="spellStart"/>
      <w:r w:rsidRPr="00FD240D">
        <w:rPr>
          <w:rFonts w:ascii="Open Sans" w:hAnsi="Open Sans" w:cs="Open Sans"/>
        </w:rPr>
        <w:t>ZIntPK</w:t>
      </w:r>
      <w:proofErr w:type="spellEnd"/>
      <w:r w:rsidRPr="00FD240D">
        <w:rPr>
          <w:rFonts w:ascii="Open Sans" w:hAnsi="Open Sans" w:cs="Open Sans"/>
        </w:rPr>
        <w:t>), naročniki ne smejo sodelovati.</w:t>
      </w:r>
    </w:p>
    <w:p w14:paraId="71FCE445" w14:textId="77777777" w:rsidR="0042556B" w:rsidRPr="00FD240D" w:rsidRDefault="0042556B" w:rsidP="004449C9">
      <w:pPr>
        <w:widowControl w:val="0"/>
        <w:jc w:val="both"/>
        <w:rPr>
          <w:rFonts w:ascii="Open Sans" w:hAnsi="Open Sans" w:cs="Open Sans"/>
        </w:rPr>
      </w:pPr>
    </w:p>
    <w:p w14:paraId="0DCE2D12" w14:textId="77777777" w:rsidR="0042556B" w:rsidRPr="00FD240D" w:rsidRDefault="0042556B" w:rsidP="004449C9">
      <w:pPr>
        <w:widowControl w:val="0"/>
        <w:tabs>
          <w:tab w:val="left" w:pos="284"/>
        </w:tabs>
        <w:jc w:val="both"/>
        <w:rPr>
          <w:rFonts w:ascii="Open Sans" w:hAnsi="Open Sans" w:cs="Open Sans"/>
        </w:rPr>
      </w:pPr>
      <w:r w:rsidRPr="00FD240D">
        <w:rPr>
          <w:rFonts w:ascii="Open Sans" w:hAnsi="Open Sans" w:cs="Open Sans"/>
          <w:b/>
        </w:rPr>
        <w:t xml:space="preserve">B. </w:t>
      </w:r>
      <w:r w:rsidRPr="00FD240D">
        <w:rPr>
          <w:rFonts w:ascii="Open Sans" w:hAnsi="Open Sans" w:cs="Open Sans"/>
        </w:rPr>
        <w:t xml:space="preserve">Ponudnik, skupina ponudnikov v okviru skupne ponudbe, vsi v ponudbi navedeni podizvajalci in vsi v ponudbi navedeni subjekti, katerih zmogljivosti uporablja ponudnik, morajo v skladu s šestim odstavkom 14. člena </w:t>
      </w:r>
      <w:proofErr w:type="spellStart"/>
      <w:r w:rsidRPr="00FD240D">
        <w:rPr>
          <w:rFonts w:ascii="Open Sans" w:hAnsi="Open Sans" w:cs="Open Sans"/>
        </w:rPr>
        <w:t>ZIntPK</w:t>
      </w:r>
      <w:proofErr w:type="spellEnd"/>
      <w:r w:rsidRPr="00FD240D">
        <w:rPr>
          <w:rFonts w:ascii="Open Sans" w:hAnsi="Open Sans" w:cs="Open Sans"/>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w:t>
      </w:r>
    </w:p>
    <w:p w14:paraId="39A3C4B6" w14:textId="77777777" w:rsidR="0042556B" w:rsidRPr="00FD240D" w:rsidRDefault="0042556B" w:rsidP="004449C9">
      <w:pPr>
        <w:widowControl w:val="0"/>
        <w:jc w:val="both"/>
        <w:rPr>
          <w:rFonts w:ascii="Open Sans" w:hAnsi="Open Sans" w:cs="Open Sans"/>
        </w:rPr>
      </w:pPr>
    </w:p>
    <w:p w14:paraId="5ABE444B" w14:textId="1BDBD636" w:rsidR="0042556B" w:rsidRPr="00FD240D" w:rsidRDefault="0042556B" w:rsidP="004449C9">
      <w:pPr>
        <w:widowControl w:val="0"/>
        <w:jc w:val="both"/>
        <w:rPr>
          <w:rFonts w:ascii="Open Sans" w:hAnsi="Open Sans" w:cs="Open Sans"/>
        </w:rPr>
      </w:pPr>
      <w:r w:rsidRPr="00FD240D">
        <w:rPr>
          <w:rFonts w:ascii="Open Sans" w:hAnsi="Open Sans" w:cs="Open Sans"/>
        </w:rPr>
        <w:t>Gospodarski subjekt izpolni zahtevo s predložitvijo:</w:t>
      </w:r>
    </w:p>
    <w:p w14:paraId="504EEAB4" w14:textId="77777777" w:rsidR="0042556B" w:rsidRPr="00FD240D" w:rsidRDefault="0042556B" w:rsidP="0019014E">
      <w:pPr>
        <w:widowControl w:val="0"/>
        <w:numPr>
          <w:ilvl w:val="0"/>
          <w:numId w:val="14"/>
        </w:numPr>
        <w:ind w:left="284" w:hanging="284"/>
        <w:jc w:val="both"/>
        <w:rPr>
          <w:rFonts w:ascii="Open Sans" w:hAnsi="Open Sans" w:cs="Open Sans"/>
          <w:kern w:val="16"/>
        </w:rPr>
      </w:pPr>
      <w:r w:rsidRPr="00FD240D">
        <w:rPr>
          <w:rFonts w:ascii="Open Sans" w:hAnsi="Open Sans" w:cs="Open Sans"/>
          <w:kern w:val="16"/>
        </w:rPr>
        <w:t xml:space="preserve">izpolnjene in podpisane </w:t>
      </w:r>
      <w:r w:rsidRPr="00FD240D">
        <w:rPr>
          <w:rFonts w:ascii="Open Sans" w:hAnsi="Open Sans" w:cs="Open Sans"/>
          <w:b/>
          <w:kern w:val="16"/>
        </w:rPr>
        <w:t>priloge 3</w:t>
      </w:r>
      <w:r w:rsidRPr="00FD240D">
        <w:rPr>
          <w:rFonts w:ascii="Open Sans" w:hAnsi="Open Sans" w:cs="Open Sans"/>
          <w:kern w:val="16"/>
        </w:rPr>
        <w:t>,</w:t>
      </w:r>
    </w:p>
    <w:p w14:paraId="7E8EE616" w14:textId="49ED360F" w:rsidR="0042556B" w:rsidRPr="00FD240D" w:rsidRDefault="0042556B" w:rsidP="0019014E">
      <w:pPr>
        <w:widowControl w:val="0"/>
        <w:numPr>
          <w:ilvl w:val="0"/>
          <w:numId w:val="14"/>
        </w:numPr>
        <w:ind w:left="284" w:hanging="284"/>
        <w:jc w:val="both"/>
        <w:rPr>
          <w:rFonts w:ascii="Open Sans" w:hAnsi="Open Sans" w:cs="Open Sans"/>
        </w:rPr>
      </w:pPr>
      <w:r w:rsidRPr="00FD240D">
        <w:rPr>
          <w:rFonts w:ascii="Open Sans" w:hAnsi="Open Sans" w:cs="Open Sans"/>
        </w:rPr>
        <w:t xml:space="preserve">izpolnjene in podpisane </w:t>
      </w:r>
      <w:r w:rsidRPr="00FD240D">
        <w:rPr>
          <w:rFonts w:ascii="Open Sans" w:hAnsi="Open Sans" w:cs="Open Sans"/>
          <w:b/>
          <w:kern w:val="16"/>
        </w:rPr>
        <w:t>priloge 3/1</w:t>
      </w:r>
      <w:r w:rsidRPr="00FD240D">
        <w:rPr>
          <w:rFonts w:ascii="Open Sans" w:hAnsi="Open Sans" w:cs="Open Sans"/>
          <w:kern w:val="16"/>
        </w:rPr>
        <w:t>.</w:t>
      </w:r>
    </w:p>
    <w:p w14:paraId="6C7759D0" w14:textId="13269D3E" w:rsidR="00570350" w:rsidRPr="00FD240D" w:rsidRDefault="00570350" w:rsidP="00024A7A">
      <w:pPr>
        <w:widowControl w:val="0"/>
        <w:tabs>
          <w:tab w:val="left" w:pos="3398"/>
        </w:tabs>
        <w:jc w:val="both"/>
        <w:rPr>
          <w:rFonts w:ascii="Open Sans" w:hAnsi="Open Sans" w:cs="Open Sans"/>
          <w:kern w:val="16"/>
        </w:rPr>
      </w:pPr>
    </w:p>
    <w:p w14:paraId="514E98AC" w14:textId="77777777" w:rsidR="0042556B" w:rsidRPr="00FD240D" w:rsidRDefault="0042556B" w:rsidP="0019014E">
      <w:pPr>
        <w:keepNext/>
        <w:numPr>
          <w:ilvl w:val="1"/>
          <w:numId w:val="10"/>
        </w:numPr>
        <w:jc w:val="both"/>
        <w:rPr>
          <w:rFonts w:ascii="Open Sans" w:hAnsi="Open Sans" w:cs="Open Sans"/>
          <w:b/>
        </w:rPr>
      </w:pPr>
      <w:r w:rsidRPr="00FD240D">
        <w:rPr>
          <w:rFonts w:ascii="Open Sans" w:hAnsi="Open Sans" w:cs="Open Sans"/>
          <w:b/>
        </w:rPr>
        <w:t>Preveritev ponudbe</w:t>
      </w:r>
    </w:p>
    <w:p w14:paraId="4F43DB3F" w14:textId="77777777" w:rsidR="0042556B" w:rsidRPr="00FD240D" w:rsidRDefault="0042556B" w:rsidP="004449C9">
      <w:pPr>
        <w:widowControl w:val="0"/>
        <w:jc w:val="both"/>
        <w:rPr>
          <w:rFonts w:ascii="Open Sans" w:hAnsi="Open Sans" w:cs="Open Sans"/>
          <w:b/>
        </w:rPr>
      </w:pPr>
    </w:p>
    <w:p w14:paraId="793ED4C7" w14:textId="77777777" w:rsidR="0042556B" w:rsidRPr="00FD240D" w:rsidRDefault="0042556B" w:rsidP="004449C9">
      <w:pPr>
        <w:widowControl w:val="0"/>
        <w:jc w:val="both"/>
        <w:rPr>
          <w:rFonts w:ascii="Open Sans" w:hAnsi="Open Sans" w:cs="Open Sans"/>
        </w:rPr>
      </w:pPr>
      <w:r w:rsidRPr="00FD240D">
        <w:rPr>
          <w:rFonts w:ascii="Open Sans" w:hAnsi="Open Sans" w:cs="Open Sans"/>
        </w:rPr>
        <w:t>V skladu s 3. odstavkom 47. člena ZJN-3 naročniku ni treba preveriti obstoja in vsebine navedb v ponudbi, razen če dvomi o resničnosti ponudnikovih izjav.</w:t>
      </w:r>
    </w:p>
    <w:p w14:paraId="7A75CEC6" w14:textId="77777777" w:rsidR="0042556B" w:rsidRPr="00FD240D" w:rsidRDefault="0042556B" w:rsidP="004449C9">
      <w:pPr>
        <w:widowControl w:val="0"/>
        <w:jc w:val="both"/>
        <w:rPr>
          <w:rFonts w:ascii="Open Sans" w:hAnsi="Open Sans" w:cs="Open Sans"/>
          <w:b/>
        </w:rPr>
      </w:pPr>
    </w:p>
    <w:p w14:paraId="148A8522" w14:textId="19B4F956" w:rsidR="0042556B" w:rsidRPr="00FD240D" w:rsidRDefault="0042556B" w:rsidP="004449C9">
      <w:pPr>
        <w:widowControl w:val="0"/>
        <w:jc w:val="both"/>
        <w:rPr>
          <w:rFonts w:ascii="Open Sans" w:hAnsi="Open Sans" w:cs="Open Sans"/>
        </w:rPr>
      </w:pPr>
      <w:r w:rsidRPr="00FD240D">
        <w:rPr>
          <w:rFonts w:ascii="Open Sans" w:hAnsi="Open Sans" w:cs="Open Sans"/>
        </w:rPr>
        <w:t>Naročnik bo v tem primeru preveril ponudbo ponudnika v skladu z določili ZJN-3, od ponudnika pa ima pravico zahtevati dokazila ali soglasja, ki bodo izkazovala, da je obstoj in vsebina navedb v ponudbi ponudnika resnična.</w:t>
      </w:r>
    </w:p>
    <w:p w14:paraId="15A26E89" w14:textId="0DC9A4D8" w:rsidR="001C1C43" w:rsidRDefault="001C1C43">
      <w:pPr>
        <w:rPr>
          <w:rFonts w:ascii="Open Sans" w:hAnsi="Open Sans" w:cs="Open Sans"/>
          <w:b/>
        </w:rPr>
      </w:pPr>
    </w:p>
    <w:p w14:paraId="3E2EF604" w14:textId="1C94DB01" w:rsidR="00C33751" w:rsidRPr="00FD240D" w:rsidRDefault="00C33751" w:rsidP="0019014E">
      <w:pPr>
        <w:widowControl w:val="0"/>
        <w:numPr>
          <w:ilvl w:val="0"/>
          <w:numId w:val="10"/>
        </w:numPr>
        <w:jc w:val="both"/>
        <w:rPr>
          <w:rFonts w:ascii="Open Sans" w:hAnsi="Open Sans" w:cs="Open Sans"/>
          <w:b/>
        </w:rPr>
      </w:pPr>
      <w:r w:rsidRPr="00FD240D">
        <w:rPr>
          <w:rFonts w:ascii="Open Sans" w:hAnsi="Open Sans" w:cs="Open Sans"/>
          <w:b/>
        </w:rPr>
        <w:lastRenderedPageBreak/>
        <w:t xml:space="preserve">MERILA IN KRITERIJI OCENJEVANJA </w:t>
      </w:r>
    </w:p>
    <w:p w14:paraId="2AA0CF1F" w14:textId="0032BDE1" w:rsidR="00C33751" w:rsidRDefault="00C33751" w:rsidP="00C33751">
      <w:pPr>
        <w:widowControl w:val="0"/>
        <w:jc w:val="both"/>
        <w:rPr>
          <w:rFonts w:ascii="Open Sans" w:hAnsi="Open Sans" w:cs="Open Sans"/>
          <w:b/>
        </w:rPr>
      </w:pPr>
    </w:p>
    <w:p w14:paraId="4CA3D0E0" w14:textId="77777777" w:rsidR="004735BD" w:rsidRPr="001B0209" w:rsidRDefault="004735BD" w:rsidP="0019014E">
      <w:pPr>
        <w:pStyle w:val="Odstavekseznama"/>
        <w:widowControl w:val="0"/>
        <w:numPr>
          <w:ilvl w:val="1"/>
          <w:numId w:val="60"/>
        </w:numPr>
        <w:tabs>
          <w:tab w:val="left" w:pos="540"/>
        </w:tabs>
        <w:jc w:val="both"/>
        <w:rPr>
          <w:rFonts w:ascii="Open Sans" w:hAnsi="Open Sans" w:cs="Open Sans"/>
          <w:b/>
        </w:rPr>
      </w:pPr>
      <w:r w:rsidRPr="001B0209">
        <w:rPr>
          <w:rFonts w:ascii="Open Sans" w:hAnsi="Open Sans" w:cs="Open Sans"/>
          <w:b/>
        </w:rPr>
        <w:t>Izbira ponudnika in merila</w:t>
      </w:r>
    </w:p>
    <w:p w14:paraId="43910DF2" w14:textId="77777777" w:rsidR="004735BD" w:rsidRPr="001B0209" w:rsidRDefault="004735BD" w:rsidP="004735BD">
      <w:pPr>
        <w:widowControl w:val="0"/>
        <w:tabs>
          <w:tab w:val="left" w:pos="540"/>
          <w:tab w:val="left" w:pos="720"/>
        </w:tabs>
        <w:jc w:val="both"/>
        <w:rPr>
          <w:rFonts w:ascii="Open Sans" w:hAnsi="Open Sans" w:cs="Open Sans"/>
          <w:b/>
        </w:rPr>
      </w:pPr>
    </w:p>
    <w:p w14:paraId="63C7D028" w14:textId="77777777" w:rsidR="008776EF" w:rsidRPr="008776EF" w:rsidRDefault="008776EF" w:rsidP="008776EF">
      <w:pPr>
        <w:pStyle w:val="Telobesedila"/>
        <w:widowControl w:val="0"/>
        <w:rPr>
          <w:rFonts w:ascii="Open Sans" w:hAnsi="Open Sans" w:cs="Open Sans"/>
          <w:b/>
          <w:sz w:val="20"/>
        </w:rPr>
      </w:pPr>
      <w:r w:rsidRPr="008776EF">
        <w:rPr>
          <w:rFonts w:ascii="Open Sans" w:hAnsi="Open Sans" w:cs="Open Sans"/>
          <w:sz w:val="20"/>
        </w:rPr>
        <w:t>Naročnik bo razvrstil ponudnike od najugodnejšega do najmanj ugodnega na podlagi naslednjih meril:</w:t>
      </w:r>
    </w:p>
    <w:p w14:paraId="03897663" w14:textId="77777777" w:rsidR="008776EF" w:rsidRPr="008776EF" w:rsidRDefault="008776EF" w:rsidP="008776EF">
      <w:pPr>
        <w:widowControl w:val="0"/>
        <w:jc w:val="both"/>
        <w:rPr>
          <w:rFonts w:ascii="Open Sans" w:hAnsi="Open Sans" w:cs="Open San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
        <w:gridCol w:w="5338"/>
        <w:gridCol w:w="1094"/>
        <w:gridCol w:w="2268"/>
      </w:tblGrid>
      <w:tr w:rsidR="008776EF" w:rsidRPr="008776EF" w14:paraId="7E7C3874" w14:textId="77777777" w:rsidTr="00E72246">
        <w:trPr>
          <w:trHeight w:val="527"/>
        </w:trPr>
        <w:tc>
          <w:tcPr>
            <w:tcW w:w="372" w:type="dxa"/>
            <w:vAlign w:val="center"/>
          </w:tcPr>
          <w:p w14:paraId="4B8F5E00" w14:textId="77777777" w:rsidR="008776EF" w:rsidRPr="008776EF" w:rsidRDefault="008776EF" w:rsidP="00181CE3">
            <w:pPr>
              <w:widowControl w:val="0"/>
              <w:tabs>
                <w:tab w:val="left" w:pos="0"/>
              </w:tabs>
              <w:ind w:left="1418"/>
              <w:jc w:val="center"/>
              <w:rPr>
                <w:rFonts w:ascii="Open Sans" w:hAnsi="Open Sans" w:cs="Open Sans"/>
                <w:b/>
              </w:rPr>
            </w:pPr>
          </w:p>
        </w:tc>
        <w:tc>
          <w:tcPr>
            <w:tcW w:w="5338" w:type="dxa"/>
            <w:vAlign w:val="center"/>
          </w:tcPr>
          <w:p w14:paraId="5615FC04" w14:textId="77777777" w:rsidR="008776EF" w:rsidRPr="008776EF" w:rsidRDefault="008776EF" w:rsidP="00181CE3">
            <w:pPr>
              <w:widowControl w:val="0"/>
              <w:jc w:val="center"/>
              <w:rPr>
                <w:rFonts w:ascii="Open Sans" w:hAnsi="Open Sans" w:cs="Open Sans"/>
              </w:rPr>
            </w:pPr>
            <w:r w:rsidRPr="008776EF">
              <w:rPr>
                <w:rFonts w:ascii="Open Sans" w:hAnsi="Open Sans" w:cs="Open Sans"/>
              </w:rPr>
              <w:t>Merilo</w:t>
            </w:r>
          </w:p>
        </w:tc>
        <w:tc>
          <w:tcPr>
            <w:tcW w:w="1094" w:type="dxa"/>
            <w:vAlign w:val="center"/>
          </w:tcPr>
          <w:p w14:paraId="24721360" w14:textId="77777777" w:rsidR="008776EF" w:rsidRPr="008776EF" w:rsidRDefault="008776EF" w:rsidP="00181CE3">
            <w:pPr>
              <w:widowControl w:val="0"/>
              <w:jc w:val="center"/>
              <w:rPr>
                <w:rFonts w:ascii="Open Sans" w:hAnsi="Open Sans" w:cs="Open Sans"/>
              </w:rPr>
            </w:pPr>
            <w:r w:rsidRPr="008776EF">
              <w:rPr>
                <w:rFonts w:ascii="Open Sans" w:hAnsi="Open Sans" w:cs="Open Sans"/>
              </w:rPr>
              <w:t>Oznaka</w:t>
            </w:r>
          </w:p>
        </w:tc>
        <w:tc>
          <w:tcPr>
            <w:tcW w:w="2268" w:type="dxa"/>
            <w:vAlign w:val="center"/>
          </w:tcPr>
          <w:p w14:paraId="475E0F42" w14:textId="77777777" w:rsidR="008776EF" w:rsidRPr="008776EF" w:rsidRDefault="008776EF" w:rsidP="00181CE3">
            <w:pPr>
              <w:widowControl w:val="0"/>
              <w:jc w:val="center"/>
              <w:rPr>
                <w:rFonts w:ascii="Open Sans" w:hAnsi="Open Sans" w:cs="Open Sans"/>
              </w:rPr>
            </w:pPr>
            <w:r w:rsidRPr="008776EF">
              <w:rPr>
                <w:rFonts w:ascii="Open Sans" w:hAnsi="Open Sans" w:cs="Open Sans"/>
              </w:rPr>
              <w:t>Max. število točk</w:t>
            </w:r>
          </w:p>
        </w:tc>
      </w:tr>
      <w:tr w:rsidR="008776EF" w:rsidRPr="008776EF" w14:paraId="3041B4D8" w14:textId="77777777" w:rsidTr="00E72246">
        <w:trPr>
          <w:trHeight w:val="257"/>
        </w:trPr>
        <w:tc>
          <w:tcPr>
            <w:tcW w:w="372" w:type="dxa"/>
          </w:tcPr>
          <w:p w14:paraId="7E8EC667" w14:textId="77777777" w:rsidR="008776EF" w:rsidRPr="008776EF" w:rsidRDefault="008776EF" w:rsidP="00E72246">
            <w:pPr>
              <w:widowControl w:val="0"/>
              <w:jc w:val="center"/>
              <w:rPr>
                <w:rFonts w:ascii="Open Sans" w:hAnsi="Open Sans" w:cs="Open Sans"/>
              </w:rPr>
            </w:pPr>
            <w:r w:rsidRPr="008776EF">
              <w:rPr>
                <w:rFonts w:ascii="Open Sans" w:hAnsi="Open Sans" w:cs="Open Sans"/>
              </w:rPr>
              <w:t>1</w:t>
            </w:r>
          </w:p>
        </w:tc>
        <w:tc>
          <w:tcPr>
            <w:tcW w:w="5338" w:type="dxa"/>
            <w:vAlign w:val="bottom"/>
          </w:tcPr>
          <w:p w14:paraId="465E5ED2" w14:textId="0A0FF5AE" w:rsidR="008776EF" w:rsidRPr="008776EF" w:rsidRDefault="008776EF" w:rsidP="00181CE3">
            <w:pPr>
              <w:widowControl w:val="0"/>
              <w:rPr>
                <w:rFonts w:ascii="Open Sans" w:hAnsi="Open Sans" w:cs="Open Sans"/>
              </w:rPr>
            </w:pPr>
            <w:r w:rsidRPr="008776EF">
              <w:rPr>
                <w:rFonts w:ascii="Open Sans" w:hAnsi="Open Sans" w:cs="Open Sans"/>
              </w:rPr>
              <w:t xml:space="preserve">Skupna ponudbena vrednost za obdobje 2 </w:t>
            </w:r>
            <w:r w:rsidR="00E72246">
              <w:rPr>
                <w:rFonts w:ascii="Open Sans" w:hAnsi="Open Sans" w:cs="Open Sans"/>
              </w:rPr>
              <w:t>(dveh) let</w:t>
            </w:r>
            <w:r w:rsidRPr="008776EF">
              <w:rPr>
                <w:rFonts w:ascii="Open Sans" w:hAnsi="Open Sans" w:cs="Open Sans"/>
              </w:rPr>
              <w:t xml:space="preserve"> </w:t>
            </w:r>
            <w:r w:rsidR="00E72246">
              <w:rPr>
                <w:rFonts w:ascii="Open Sans" w:hAnsi="Open Sans" w:cs="Open Sans"/>
              </w:rPr>
              <w:t xml:space="preserve">v EUR </w:t>
            </w:r>
            <w:r w:rsidRPr="008776EF">
              <w:rPr>
                <w:rFonts w:ascii="Open Sans" w:hAnsi="Open Sans" w:cs="Open Sans"/>
              </w:rPr>
              <w:t>brez DDV</w:t>
            </w:r>
          </w:p>
        </w:tc>
        <w:tc>
          <w:tcPr>
            <w:tcW w:w="1094" w:type="dxa"/>
            <w:vAlign w:val="center"/>
          </w:tcPr>
          <w:p w14:paraId="2D686C71" w14:textId="77777777" w:rsidR="008776EF" w:rsidRPr="008776EF" w:rsidRDefault="008776EF" w:rsidP="00181CE3">
            <w:pPr>
              <w:widowControl w:val="0"/>
              <w:jc w:val="center"/>
              <w:rPr>
                <w:rFonts w:ascii="Open Sans" w:hAnsi="Open Sans" w:cs="Open Sans"/>
              </w:rPr>
            </w:pPr>
            <w:r w:rsidRPr="008776EF">
              <w:rPr>
                <w:rFonts w:ascii="Open Sans" w:hAnsi="Open Sans" w:cs="Open Sans"/>
              </w:rPr>
              <w:t>Tc</w:t>
            </w:r>
          </w:p>
        </w:tc>
        <w:tc>
          <w:tcPr>
            <w:tcW w:w="2268" w:type="dxa"/>
            <w:vAlign w:val="center"/>
          </w:tcPr>
          <w:p w14:paraId="1A14EFD6" w14:textId="77777777" w:rsidR="008776EF" w:rsidRPr="008776EF" w:rsidRDefault="008776EF" w:rsidP="00181CE3">
            <w:pPr>
              <w:widowControl w:val="0"/>
              <w:jc w:val="center"/>
              <w:rPr>
                <w:rFonts w:ascii="Open Sans" w:hAnsi="Open Sans" w:cs="Open Sans"/>
              </w:rPr>
            </w:pPr>
            <w:r w:rsidRPr="008776EF">
              <w:rPr>
                <w:rFonts w:ascii="Open Sans" w:hAnsi="Open Sans" w:cs="Open Sans"/>
              </w:rPr>
              <w:t>95</w:t>
            </w:r>
          </w:p>
        </w:tc>
      </w:tr>
      <w:tr w:rsidR="008776EF" w:rsidRPr="008776EF" w14:paraId="6C86D71B" w14:textId="77777777" w:rsidTr="00E72246">
        <w:trPr>
          <w:trHeight w:val="289"/>
        </w:trPr>
        <w:tc>
          <w:tcPr>
            <w:tcW w:w="372" w:type="dxa"/>
          </w:tcPr>
          <w:p w14:paraId="63C37C9C" w14:textId="77777777" w:rsidR="008776EF" w:rsidRPr="008776EF" w:rsidRDefault="008776EF" w:rsidP="00E72246">
            <w:pPr>
              <w:widowControl w:val="0"/>
              <w:jc w:val="center"/>
              <w:rPr>
                <w:rFonts w:ascii="Open Sans" w:hAnsi="Open Sans" w:cs="Open Sans"/>
              </w:rPr>
            </w:pPr>
            <w:r w:rsidRPr="008776EF">
              <w:rPr>
                <w:rFonts w:ascii="Open Sans" w:hAnsi="Open Sans" w:cs="Open Sans"/>
              </w:rPr>
              <w:t>2</w:t>
            </w:r>
          </w:p>
        </w:tc>
        <w:tc>
          <w:tcPr>
            <w:tcW w:w="5338" w:type="dxa"/>
            <w:vAlign w:val="bottom"/>
          </w:tcPr>
          <w:p w14:paraId="5D906B13" w14:textId="77777777" w:rsidR="008776EF" w:rsidRPr="008776EF" w:rsidRDefault="008776EF" w:rsidP="00181CE3">
            <w:pPr>
              <w:widowControl w:val="0"/>
              <w:rPr>
                <w:rFonts w:ascii="Open Sans" w:hAnsi="Open Sans" w:cs="Open Sans"/>
              </w:rPr>
            </w:pPr>
            <w:r w:rsidRPr="008776EF">
              <w:rPr>
                <w:rFonts w:ascii="Open Sans" w:hAnsi="Open Sans" w:cs="Open Sans"/>
              </w:rPr>
              <w:t>Kolektivna pogodba delodajalca</w:t>
            </w:r>
          </w:p>
        </w:tc>
        <w:tc>
          <w:tcPr>
            <w:tcW w:w="1094" w:type="dxa"/>
            <w:vAlign w:val="center"/>
          </w:tcPr>
          <w:p w14:paraId="0868A228" w14:textId="77777777" w:rsidR="008776EF" w:rsidRPr="008776EF" w:rsidRDefault="008776EF" w:rsidP="00181CE3">
            <w:pPr>
              <w:widowControl w:val="0"/>
              <w:jc w:val="center"/>
              <w:rPr>
                <w:rFonts w:ascii="Open Sans" w:hAnsi="Open Sans" w:cs="Open Sans"/>
              </w:rPr>
            </w:pPr>
            <w:proofErr w:type="spellStart"/>
            <w:r w:rsidRPr="008776EF">
              <w:rPr>
                <w:rFonts w:ascii="Open Sans" w:hAnsi="Open Sans" w:cs="Open Sans"/>
              </w:rPr>
              <w:t>Tkp</w:t>
            </w:r>
            <w:proofErr w:type="spellEnd"/>
          </w:p>
        </w:tc>
        <w:tc>
          <w:tcPr>
            <w:tcW w:w="2268" w:type="dxa"/>
            <w:vAlign w:val="center"/>
          </w:tcPr>
          <w:p w14:paraId="31217B60" w14:textId="77777777" w:rsidR="008776EF" w:rsidRPr="008776EF" w:rsidRDefault="008776EF" w:rsidP="00181CE3">
            <w:pPr>
              <w:widowControl w:val="0"/>
              <w:jc w:val="center"/>
              <w:rPr>
                <w:rFonts w:ascii="Open Sans" w:hAnsi="Open Sans" w:cs="Open Sans"/>
              </w:rPr>
            </w:pPr>
            <w:r w:rsidRPr="008776EF">
              <w:rPr>
                <w:rFonts w:ascii="Open Sans" w:hAnsi="Open Sans" w:cs="Open Sans"/>
              </w:rPr>
              <w:t>5</w:t>
            </w:r>
          </w:p>
        </w:tc>
      </w:tr>
    </w:tbl>
    <w:p w14:paraId="0BF720B8" w14:textId="77777777" w:rsidR="008776EF" w:rsidRPr="008776EF" w:rsidRDefault="008776EF" w:rsidP="008776EF">
      <w:pPr>
        <w:pStyle w:val="Default"/>
        <w:widowControl w:val="0"/>
        <w:rPr>
          <w:rFonts w:ascii="Open Sans" w:hAnsi="Open Sans" w:cs="Open Sans"/>
          <w:sz w:val="20"/>
        </w:rPr>
      </w:pPr>
    </w:p>
    <w:p w14:paraId="22AEFAB4" w14:textId="77777777" w:rsidR="008776EF" w:rsidRPr="008776EF" w:rsidRDefault="008776EF" w:rsidP="008776EF">
      <w:pPr>
        <w:widowControl w:val="0"/>
        <w:ind w:right="-2"/>
        <w:jc w:val="both"/>
        <w:rPr>
          <w:rFonts w:ascii="Open Sans" w:hAnsi="Open Sans" w:cs="Open Sans"/>
        </w:rPr>
      </w:pPr>
      <w:r w:rsidRPr="008776EF">
        <w:rPr>
          <w:rFonts w:ascii="Open Sans" w:hAnsi="Open Sans" w:cs="Open Sans"/>
        </w:rPr>
        <w:t>Maksimalno številko točk je 100. Doseženo skupno število točk je enako vsoti doseženega števila točk pri posameznem merilu (</w:t>
      </w:r>
      <w:proofErr w:type="spellStart"/>
      <w:r w:rsidRPr="008776EF">
        <w:rPr>
          <w:rFonts w:ascii="Open Sans" w:hAnsi="Open Sans" w:cs="Open Sans"/>
        </w:rPr>
        <w:t>Tc+Tkp</w:t>
      </w:r>
      <w:proofErr w:type="spellEnd"/>
      <w:r w:rsidRPr="008776EF">
        <w:rPr>
          <w:rFonts w:ascii="Open Sans" w:hAnsi="Open Sans" w:cs="Open Sans"/>
        </w:rPr>
        <w:t>).</w:t>
      </w:r>
      <w:r w:rsidRPr="008776EF">
        <w:rPr>
          <w:rFonts w:ascii="Open Sans" w:hAnsi="Open Sans" w:cs="Open Sans"/>
          <w:b/>
        </w:rPr>
        <w:t xml:space="preserve"> </w:t>
      </w:r>
      <w:r w:rsidRPr="008776EF">
        <w:rPr>
          <w:rFonts w:ascii="Open Sans" w:hAnsi="Open Sans" w:cs="Open Sans"/>
        </w:rPr>
        <w:t xml:space="preserve">Ekonomsko najugodnejša je tista ponudba, ki doseže najvišje skupno število točk. </w:t>
      </w:r>
    </w:p>
    <w:p w14:paraId="2DD48649" w14:textId="77777777" w:rsidR="008776EF" w:rsidRPr="008776EF" w:rsidRDefault="008776EF" w:rsidP="008776EF">
      <w:pPr>
        <w:widowControl w:val="0"/>
        <w:jc w:val="both"/>
        <w:rPr>
          <w:rFonts w:ascii="Open Sans" w:hAnsi="Open Sans" w:cs="Open Sans"/>
        </w:rPr>
      </w:pPr>
    </w:p>
    <w:p w14:paraId="4D306F84" w14:textId="79BA26E1" w:rsidR="008776EF" w:rsidRPr="008776EF" w:rsidRDefault="008776EF" w:rsidP="008776EF">
      <w:pPr>
        <w:widowControl w:val="0"/>
        <w:jc w:val="both"/>
        <w:rPr>
          <w:rFonts w:ascii="Open Sans" w:hAnsi="Open Sans" w:cs="Open Sans"/>
          <w:b/>
          <w:i/>
          <w:u w:val="single"/>
        </w:rPr>
      </w:pPr>
      <w:r w:rsidRPr="008776EF">
        <w:rPr>
          <w:rFonts w:ascii="Open Sans" w:hAnsi="Open Sans" w:cs="Open Sans"/>
          <w:b/>
          <w:i/>
          <w:u w:val="single"/>
        </w:rPr>
        <w:t>Merilo »Skupna ponudbena vrednost za obdobje 2</w:t>
      </w:r>
      <w:r w:rsidR="00E72246">
        <w:rPr>
          <w:rFonts w:ascii="Open Sans" w:hAnsi="Open Sans" w:cs="Open Sans"/>
          <w:b/>
          <w:i/>
          <w:u w:val="single"/>
        </w:rPr>
        <w:t xml:space="preserve"> (dveh)</w:t>
      </w:r>
      <w:r w:rsidRPr="008776EF">
        <w:rPr>
          <w:rFonts w:ascii="Open Sans" w:hAnsi="Open Sans" w:cs="Open Sans"/>
          <w:b/>
          <w:i/>
          <w:u w:val="single"/>
        </w:rPr>
        <w:t xml:space="preserve"> </w:t>
      </w:r>
      <w:r w:rsidR="00E72246">
        <w:rPr>
          <w:rFonts w:ascii="Open Sans" w:hAnsi="Open Sans" w:cs="Open Sans"/>
          <w:b/>
          <w:i/>
          <w:u w:val="single"/>
        </w:rPr>
        <w:t>let</w:t>
      </w:r>
      <w:r w:rsidRPr="008776EF">
        <w:rPr>
          <w:rFonts w:ascii="Open Sans" w:hAnsi="Open Sans" w:cs="Open Sans"/>
          <w:b/>
          <w:i/>
          <w:u w:val="single"/>
        </w:rPr>
        <w:t xml:space="preserve"> </w:t>
      </w:r>
      <w:r w:rsidR="00E72246">
        <w:rPr>
          <w:rFonts w:ascii="Open Sans" w:hAnsi="Open Sans" w:cs="Open Sans"/>
          <w:b/>
          <w:i/>
          <w:u w:val="single"/>
        </w:rPr>
        <w:t xml:space="preserve">v EUR </w:t>
      </w:r>
      <w:r w:rsidRPr="008776EF">
        <w:rPr>
          <w:rFonts w:ascii="Open Sans" w:hAnsi="Open Sans" w:cs="Open Sans"/>
          <w:b/>
          <w:i/>
          <w:u w:val="single"/>
        </w:rPr>
        <w:t>brez DDV«</w:t>
      </w:r>
    </w:p>
    <w:p w14:paraId="5633025A" w14:textId="77777777" w:rsidR="008776EF" w:rsidRPr="008776EF" w:rsidRDefault="008776EF" w:rsidP="008776EF">
      <w:pPr>
        <w:widowControl w:val="0"/>
        <w:jc w:val="both"/>
        <w:rPr>
          <w:rFonts w:ascii="Open Sans" w:hAnsi="Open Sans" w:cs="Open Sans"/>
        </w:rPr>
      </w:pPr>
    </w:p>
    <w:p w14:paraId="7DEE2A02" w14:textId="62975B4C" w:rsidR="008776EF" w:rsidRPr="008776EF" w:rsidRDefault="008776EF" w:rsidP="008776EF">
      <w:pPr>
        <w:widowControl w:val="0"/>
        <w:jc w:val="both"/>
        <w:rPr>
          <w:rFonts w:ascii="Open Sans" w:hAnsi="Open Sans" w:cs="Open Sans"/>
        </w:rPr>
      </w:pPr>
      <w:r w:rsidRPr="008776EF">
        <w:rPr>
          <w:rFonts w:ascii="Open Sans" w:hAnsi="Open Sans" w:cs="Open Sans"/>
        </w:rPr>
        <w:t xml:space="preserve">Ponudbena vrednost ponudnika (navedena v ponudbi ponudnika Priloga 2), ki v primerjavi z ostalimi ponudbami izkazuje najnižjo skupno ponudbeno vrednost za obdobje 2 </w:t>
      </w:r>
      <w:r w:rsidR="00E72246">
        <w:rPr>
          <w:rFonts w:ascii="Open Sans" w:hAnsi="Open Sans" w:cs="Open Sans"/>
        </w:rPr>
        <w:t>(dveh) let</w:t>
      </w:r>
      <w:r w:rsidRPr="008776EF">
        <w:rPr>
          <w:rFonts w:ascii="Open Sans" w:hAnsi="Open Sans" w:cs="Open Sans"/>
        </w:rPr>
        <w:t xml:space="preserve"> prejme maksimalno število točk. Ponudba, katere ponudbena vrednost </w:t>
      </w:r>
      <w:r w:rsidR="00E72246">
        <w:rPr>
          <w:rFonts w:ascii="Open Sans" w:hAnsi="Open Sans" w:cs="Open Sans"/>
        </w:rPr>
        <w:t xml:space="preserve">v EUR </w:t>
      </w:r>
      <w:r w:rsidRPr="008776EF">
        <w:rPr>
          <w:rFonts w:ascii="Open Sans" w:hAnsi="Open Sans" w:cs="Open Sans"/>
        </w:rPr>
        <w:t>brez DDV je glede na najnižjo ponudbe višja, pa prejme sorazmerno število točk. Najvišje število točk za navedeno merilo je 95.</w:t>
      </w:r>
    </w:p>
    <w:p w14:paraId="34CE7D79" w14:textId="77777777" w:rsidR="008776EF" w:rsidRPr="008776EF" w:rsidRDefault="008776EF" w:rsidP="008776EF">
      <w:pPr>
        <w:widowControl w:val="0"/>
        <w:jc w:val="both"/>
        <w:rPr>
          <w:rFonts w:ascii="Open Sans" w:hAnsi="Open Sans" w:cs="Open Sans"/>
        </w:rPr>
      </w:pPr>
    </w:p>
    <w:p w14:paraId="70B0506A" w14:textId="77777777" w:rsidR="008776EF" w:rsidRPr="008776EF" w:rsidRDefault="008776EF" w:rsidP="008776EF">
      <w:pPr>
        <w:widowControl w:val="0"/>
        <w:jc w:val="both"/>
        <w:rPr>
          <w:rFonts w:ascii="Open Sans" w:hAnsi="Open Sans" w:cs="Open Sans"/>
        </w:rPr>
      </w:pPr>
      <w:r w:rsidRPr="008776EF">
        <w:rPr>
          <w:rFonts w:ascii="Open Sans" w:hAnsi="Open Sans" w:cs="Open Sans"/>
        </w:rPr>
        <w:t xml:space="preserve">Število točk se izračuna po formuli: </w:t>
      </w:r>
      <w:proofErr w:type="spellStart"/>
      <w:r w:rsidRPr="008776EF">
        <w:rPr>
          <w:rFonts w:ascii="Open Sans" w:hAnsi="Open Sans" w:cs="Open Sans"/>
        </w:rPr>
        <w:t>Tcx</w:t>
      </w:r>
      <w:proofErr w:type="spellEnd"/>
      <w:r w:rsidRPr="008776EF">
        <w:rPr>
          <w:rFonts w:ascii="Open Sans" w:hAnsi="Open Sans" w:cs="Open Sans"/>
        </w:rPr>
        <w:t xml:space="preserve"> = 95 x </w:t>
      </w:r>
      <w:proofErr w:type="spellStart"/>
      <w:r w:rsidRPr="008776EF">
        <w:rPr>
          <w:rFonts w:ascii="Open Sans" w:hAnsi="Open Sans" w:cs="Open Sans"/>
        </w:rPr>
        <w:t>Cmin</w:t>
      </w:r>
      <w:proofErr w:type="spellEnd"/>
      <w:r w:rsidRPr="008776EF">
        <w:rPr>
          <w:rFonts w:ascii="Open Sans" w:hAnsi="Open Sans" w:cs="Open Sans"/>
        </w:rPr>
        <w:t xml:space="preserve"> / </w:t>
      </w:r>
      <w:proofErr w:type="spellStart"/>
      <w:r w:rsidRPr="008776EF">
        <w:rPr>
          <w:rFonts w:ascii="Open Sans" w:hAnsi="Open Sans" w:cs="Open Sans"/>
        </w:rPr>
        <w:t>Cx</w:t>
      </w:r>
      <w:proofErr w:type="spellEnd"/>
      <w:r w:rsidRPr="008776EF">
        <w:rPr>
          <w:rFonts w:ascii="Open Sans" w:hAnsi="Open Sans" w:cs="Open Sans"/>
        </w:rPr>
        <w:t>, pri čemer je:</w:t>
      </w:r>
    </w:p>
    <w:p w14:paraId="3709DAF5" w14:textId="77777777" w:rsidR="008776EF" w:rsidRPr="008776EF" w:rsidRDefault="008776EF" w:rsidP="008776EF">
      <w:pPr>
        <w:widowControl w:val="0"/>
        <w:jc w:val="both"/>
        <w:rPr>
          <w:rFonts w:ascii="Open Sans" w:hAnsi="Open Sans" w:cs="Open Sans"/>
        </w:rPr>
      </w:pPr>
    </w:p>
    <w:p w14:paraId="1021CAF0" w14:textId="7EC687B7" w:rsidR="008776EF" w:rsidRPr="008776EF" w:rsidRDefault="008776EF" w:rsidP="008776EF">
      <w:pPr>
        <w:widowControl w:val="0"/>
        <w:jc w:val="both"/>
        <w:rPr>
          <w:rFonts w:ascii="Open Sans" w:hAnsi="Open Sans" w:cs="Open Sans"/>
        </w:rPr>
      </w:pPr>
      <w:proofErr w:type="spellStart"/>
      <w:r w:rsidRPr="008776EF">
        <w:rPr>
          <w:rFonts w:ascii="Open Sans" w:hAnsi="Open Sans" w:cs="Open Sans"/>
        </w:rPr>
        <w:t>Tcx</w:t>
      </w:r>
      <w:proofErr w:type="spellEnd"/>
      <w:r w:rsidRPr="008776EF">
        <w:rPr>
          <w:rFonts w:ascii="Open Sans" w:hAnsi="Open Sans" w:cs="Open Sans"/>
        </w:rPr>
        <w:tab/>
        <w:t xml:space="preserve">= število točk vrednotene ponudbe za ponudbeno vrednost </w:t>
      </w:r>
      <w:r w:rsidR="00E72246">
        <w:rPr>
          <w:rFonts w:ascii="Open Sans" w:hAnsi="Open Sans" w:cs="Open Sans"/>
        </w:rPr>
        <w:t xml:space="preserve">v EUR </w:t>
      </w:r>
      <w:r w:rsidRPr="008776EF">
        <w:rPr>
          <w:rFonts w:ascii="Open Sans" w:hAnsi="Open Sans" w:cs="Open Sans"/>
        </w:rPr>
        <w:t>brez DDV,</w:t>
      </w:r>
    </w:p>
    <w:p w14:paraId="7B731C2C" w14:textId="77777777" w:rsidR="008776EF" w:rsidRPr="008776EF" w:rsidRDefault="008776EF" w:rsidP="008776EF">
      <w:pPr>
        <w:widowControl w:val="0"/>
        <w:jc w:val="both"/>
        <w:rPr>
          <w:rFonts w:ascii="Open Sans" w:hAnsi="Open Sans" w:cs="Open Sans"/>
        </w:rPr>
      </w:pPr>
      <w:r w:rsidRPr="008776EF">
        <w:rPr>
          <w:rFonts w:ascii="Open Sans" w:hAnsi="Open Sans" w:cs="Open Sans"/>
        </w:rPr>
        <w:t>95</w:t>
      </w:r>
      <w:r w:rsidRPr="008776EF">
        <w:rPr>
          <w:rFonts w:ascii="Open Sans" w:hAnsi="Open Sans" w:cs="Open Sans"/>
        </w:rPr>
        <w:tab/>
        <w:t>= največje možno število točk,</w:t>
      </w:r>
    </w:p>
    <w:p w14:paraId="0A0CACAA" w14:textId="4456AF4A" w:rsidR="008776EF" w:rsidRPr="008776EF" w:rsidRDefault="008776EF" w:rsidP="008776EF">
      <w:pPr>
        <w:widowControl w:val="0"/>
        <w:jc w:val="both"/>
        <w:rPr>
          <w:rFonts w:ascii="Open Sans" w:hAnsi="Open Sans" w:cs="Open Sans"/>
        </w:rPr>
      </w:pPr>
      <w:proofErr w:type="spellStart"/>
      <w:r w:rsidRPr="008776EF">
        <w:rPr>
          <w:rFonts w:ascii="Open Sans" w:hAnsi="Open Sans" w:cs="Open Sans"/>
        </w:rPr>
        <w:t>Cmin</w:t>
      </w:r>
      <w:proofErr w:type="spellEnd"/>
      <w:r w:rsidRPr="008776EF">
        <w:rPr>
          <w:rFonts w:ascii="Open Sans" w:hAnsi="Open Sans" w:cs="Open Sans"/>
        </w:rPr>
        <w:tab/>
        <w:t xml:space="preserve">= najnižja ponudbena vrednost </w:t>
      </w:r>
      <w:r w:rsidR="00E72246">
        <w:rPr>
          <w:rFonts w:ascii="Open Sans" w:hAnsi="Open Sans" w:cs="Open Sans"/>
        </w:rPr>
        <w:t xml:space="preserve">v EUR </w:t>
      </w:r>
      <w:r w:rsidRPr="008776EF">
        <w:rPr>
          <w:rFonts w:ascii="Open Sans" w:hAnsi="Open Sans" w:cs="Open Sans"/>
        </w:rPr>
        <w:t>brez DDV izmed vseh vrednotenih ponudb,</w:t>
      </w:r>
    </w:p>
    <w:p w14:paraId="23489FCB" w14:textId="7AD3086F" w:rsidR="008776EF" w:rsidRPr="008776EF" w:rsidRDefault="008776EF" w:rsidP="008776EF">
      <w:pPr>
        <w:widowControl w:val="0"/>
        <w:jc w:val="both"/>
        <w:rPr>
          <w:rFonts w:ascii="Open Sans" w:hAnsi="Open Sans" w:cs="Open Sans"/>
        </w:rPr>
      </w:pPr>
      <w:proofErr w:type="spellStart"/>
      <w:r w:rsidRPr="008776EF">
        <w:rPr>
          <w:rFonts w:ascii="Open Sans" w:hAnsi="Open Sans" w:cs="Open Sans"/>
        </w:rPr>
        <w:t>Cx</w:t>
      </w:r>
      <w:proofErr w:type="spellEnd"/>
      <w:r w:rsidRPr="008776EF">
        <w:rPr>
          <w:rFonts w:ascii="Open Sans" w:hAnsi="Open Sans" w:cs="Open Sans"/>
        </w:rPr>
        <w:tab/>
        <w:t xml:space="preserve">= ponudbena vrednost </w:t>
      </w:r>
      <w:r w:rsidR="00E72246">
        <w:rPr>
          <w:rFonts w:ascii="Open Sans" w:hAnsi="Open Sans" w:cs="Open Sans"/>
        </w:rPr>
        <w:t xml:space="preserve">v EUR </w:t>
      </w:r>
      <w:r w:rsidRPr="008776EF">
        <w:rPr>
          <w:rFonts w:ascii="Open Sans" w:hAnsi="Open Sans" w:cs="Open Sans"/>
        </w:rPr>
        <w:t>brez DDV vrednotene ponudbe.</w:t>
      </w:r>
    </w:p>
    <w:p w14:paraId="342704C4" w14:textId="77777777" w:rsidR="008776EF" w:rsidRPr="008776EF" w:rsidRDefault="008776EF" w:rsidP="008776EF">
      <w:pPr>
        <w:widowControl w:val="0"/>
        <w:jc w:val="both"/>
        <w:rPr>
          <w:rFonts w:ascii="Open Sans" w:hAnsi="Open Sans" w:cs="Open Sans"/>
        </w:rPr>
      </w:pPr>
    </w:p>
    <w:p w14:paraId="57EE9AC2" w14:textId="3BEADB4D" w:rsidR="008776EF" w:rsidRPr="008776EF" w:rsidRDefault="008776EF" w:rsidP="008776EF">
      <w:pPr>
        <w:widowControl w:val="0"/>
        <w:jc w:val="both"/>
        <w:rPr>
          <w:rFonts w:ascii="Open Sans" w:hAnsi="Open Sans" w:cs="Open Sans"/>
        </w:rPr>
      </w:pPr>
      <w:r w:rsidRPr="008776EF">
        <w:rPr>
          <w:rFonts w:ascii="Open Sans" w:hAnsi="Open Sans" w:cs="Open Sans"/>
        </w:rPr>
        <w:t xml:space="preserve">Ponudbena vrednost </w:t>
      </w:r>
      <w:r w:rsidR="00E72246">
        <w:rPr>
          <w:rFonts w:ascii="Open Sans" w:hAnsi="Open Sans" w:cs="Open Sans"/>
        </w:rPr>
        <w:t xml:space="preserve">v EUR </w:t>
      </w:r>
      <w:r w:rsidRPr="008776EF">
        <w:rPr>
          <w:rFonts w:ascii="Open Sans" w:hAnsi="Open Sans" w:cs="Open Sans"/>
        </w:rPr>
        <w:t xml:space="preserve">brez DDV je vrednost, navedena v ponudbi ponudnika (Priloga 2). </w:t>
      </w:r>
    </w:p>
    <w:p w14:paraId="77B3F038" w14:textId="77777777" w:rsidR="008776EF" w:rsidRPr="008776EF" w:rsidRDefault="008776EF" w:rsidP="008776EF">
      <w:pPr>
        <w:widowControl w:val="0"/>
        <w:jc w:val="both"/>
        <w:rPr>
          <w:rFonts w:ascii="Open Sans" w:hAnsi="Open Sans" w:cs="Open Sans"/>
        </w:rPr>
      </w:pPr>
    </w:p>
    <w:p w14:paraId="4D139C30" w14:textId="77777777" w:rsidR="008776EF" w:rsidRPr="008776EF" w:rsidRDefault="008776EF" w:rsidP="008776EF">
      <w:pPr>
        <w:widowControl w:val="0"/>
        <w:jc w:val="both"/>
        <w:rPr>
          <w:rFonts w:ascii="Open Sans" w:hAnsi="Open Sans" w:cs="Open Sans"/>
          <w:b/>
          <w:i/>
          <w:u w:val="single"/>
        </w:rPr>
      </w:pPr>
      <w:r w:rsidRPr="008776EF">
        <w:rPr>
          <w:rFonts w:ascii="Open Sans" w:hAnsi="Open Sans" w:cs="Open Sans"/>
          <w:b/>
          <w:i/>
          <w:u w:val="single"/>
        </w:rPr>
        <w:t xml:space="preserve">Merilo »Veljavna kolektivna pogodba delodajalca« </w:t>
      </w:r>
    </w:p>
    <w:p w14:paraId="045BC36B" w14:textId="77777777" w:rsidR="008776EF" w:rsidRPr="008776EF" w:rsidRDefault="008776EF" w:rsidP="008776EF">
      <w:pPr>
        <w:widowControl w:val="0"/>
        <w:jc w:val="both"/>
        <w:rPr>
          <w:rFonts w:ascii="Open Sans" w:hAnsi="Open Sans" w:cs="Open Sans"/>
          <w:b/>
          <w:i/>
          <w:u w:val="single"/>
        </w:rPr>
      </w:pPr>
    </w:p>
    <w:p w14:paraId="4F649B83" w14:textId="77777777" w:rsidR="008776EF" w:rsidRPr="008776EF" w:rsidRDefault="008776EF" w:rsidP="008776EF">
      <w:pPr>
        <w:widowControl w:val="0"/>
        <w:jc w:val="both"/>
        <w:rPr>
          <w:rFonts w:ascii="Open Sans" w:hAnsi="Open Sans" w:cs="Open Sans"/>
        </w:rPr>
      </w:pPr>
      <w:r w:rsidRPr="008776EF">
        <w:rPr>
          <w:rFonts w:ascii="Open Sans" w:hAnsi="Open Sans" w:cs="Open Sans"/>
        </w:rPr>
        <w:t>Gospodarski subjekt, ki ima veljavno kolektivno pogodbo delodajalca prejme za navedeno merilo (</w:t>
      </w:r>
      <w:proofErr w:type="spellStart"/>
      <w:r w:rsidRPr="008776EF">
        <w:rPr>
          <w:rFonts w:ascii="Open Sans" w:hAnsi="Open Sans" w:cs="Open Sans"/>
        </w:rPr>
        <w:t>Tkp</w:t>
      </w:r>
      <w:proofErr w:type="spellEnd"/>
      <w:r w:rsidRPr="008776EF">
        <w:rPr>
          <w:rFonts w:ascii="Open Sans" w:hAnsi="Open Sans" w:cs="Open Sans"/>
        </w:rPr>
        <w:t xml:space="preserve">) dodatnih 5 (pet) točk, v nasprotnem primeru pa 0 točk. </w:t>
      </w:r>
    </w:p>
    <w:p w14:paraId="61AEE0E8" w14:textId="77777777" w:rsidR="008776EF" w:rsidRPr="008776EF" w:rsidRDefault="008776EF" w:rsidP="008776EF">
      <w:pPr>
        <w:widowControl w:val="0"/>
        <w:jc w:val="both"/>
        <w:rPr>
          <w:rFonts w:ascii="Open Sans" w:hAnsi="Open Sans" w:cs="Open Sans"/>
        </w:rPr>
      </w:pPr>
    </w:p>
    <w:p w14:paraId="0CF708D7" w14:textId="77777777" w:rsidR="008776EF" w:rsidRPr="008776EF" w:rsidRDefault="008776EF" w:rsidP="008776EF">
      <w:pPr>
        <w:widowControl w:val="0"/>
        <w:jc w:val="both"/>
        <w:rPr>
          <w:rFonts w:ascii="Open Sans" w:hAnsi="Open Sans" w:cs="Open Sans"/>
        </w:rPr>
      </w:pPr>
      <w:r w:rsidRPr="008776EF">
        <w:rPr>
          <w:rFonts w:ascii="Open Sans" w:hAnsi="Open Sans" w:cs="Open Sans"/>
        </w:rPr>
        <w:t xml:space="preserve">V primeru skupne ponudbe, ponudbe s podizvajalci ali v primeru, da gospodarski subjekt uporabi zmogljivosti drugih gospodarskih subjektov, </w:t>
      </w:r>
      <w:r w:rsidRPr="008776EF">
        <w:rPr>
          <w:rFonts w:ascii="Open Sans" w:hAnsi="Open Sans" w:cs="Open Sans"/>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sklenjeno kolektivno pogodbo delodajalca </w:t>
      </w:r>
      <w:r w:rsidRPr="008776EF">
        <w:rPr>
          <w:rFonts w:ascii="Open Sans" w:hAnsi="Open Sans" w:cs="Open Sans"/>
        </w:rPr>
        <w:t xml:space="preserve">in kopijo predložijo k ponudbi. </w:t>
      </w:r>
    </w:p>
    <w:p w14:paraId="7C1ACA70" w14:textId="77777777" w:rsidR="008776EF" w:rsidRPr="008776EF" w:rsidRDefault="008776EF" w:rsidP="008776EF">
      <w:pPr>
        <w:widowControl w:val="0"/>
        <w:jc w:val="both"/>
        <w:rPr>
          <w:rFonts w:ascii="Open Sans" w:hAnsi="Open Sans" w:cs="Open Sans"/>
        </w:rPr>
      </w:pPr>
      <w:r w:rsidRPr="008776EF">
        <w:rPr>
          <w:rFonts w:ascii="Open Sans" w:hAnsi="Open Sans" w:cs="Open Sans"/>
          <w:color w:val="333333"/>
        </w:rPr>
        <w:br/>
      </w:r>
      <w:r w:rsidRPr="008776EF">
        <w:rPr>
          <w:rFonts w:ascii="Open Sans" w:hAnsi="Open Sans" w:cs="Open Sans"/>
        </w:rPr>
        <w:t>Če pri posameznem delodajalcu ni organiziranega sindikata, lahko ponudnik namesto kolektivne pogodbe delodajalca predloži splošni akt delodajalca, ki določa pravice, ki se v skladu z 10. členom ZDR-1 lahko urejajo v kolektivnih pogodbah, če so za delavca ugodnejše, kot jih določa zakon oziroma kolektivna pogodba, ki zavezuje delodajalca.</w:t>
      </w:r>
    </w:p>
    <w:p w14:paraId="2AD51C95" w14:textId="77777777" w:rsidR="008776EF" w:rsidRPr="008776EF" w:rsidRDefault="008776EF" w:rsidP="008776EF">
      <w:pPr>
        <w:widowControl w:val="0"/>
        <w:jc w:val="both"/>
        <w:rPr>
          <w:rFonts w:ascii="Open Sans" w:hAnsi="Open Sans" w:cs="Open Sans"/>
        </w:rPr>
      </w:pPr>
    </w:p>
    <w:p w14:paraId="6AA04259" w14:textId="0B871378" w:rsidR="001A5976" w:rsidRPr="008776EF" w:rsidRDefault="008776EF" w:rsidP="004735BD">
      <w:pPr>
        <w:widowControl w:val="0"/>
        <w:jc w:val="both"/>
        <w:rPr>
          <w:rFonts w:ascii="Tahoma" w:hAnsi="Tahoma" w:cs="Tahoma"/>
        </w:rPr>
      </w:pPr>
      <w:r w:rsidRPr="008776EF">
        <w:rPr>
          <w:rFonts w:ascii="Open Sans" w:hAnsi="Open Sans" w:cs="Open Sans"/>
        </w:rPr>
        <w:t>Kolektivna pogodba delodajalca oziroma splošni akt delodajalca mora biti veljavna v celotnem obdobju veljavnosti okvirnega sporazuma, ki ga bo izbrani ponudnik sklenil z naročnikom</w:t>
      </w:r>
      <w:r w:rsidRPr="00D93EE3">
        <w:rPr>
          <w:rFonts w:ascii="Tahoma" w:hAnsi="Tahoma" w:cs="Tahoma"/>
          <w:sz w:val="22"/>
          <w:szCs w:val="22"/>
        </w:rPr>
        <w:t>.</w:t>
      </w:r>
    </w:p>
    <w:p w14:paraId="7F5A8B05" w14:textId="77777777" w:rsidR="001A5976" w:rsidRPr="001B0209" w:rsidRDefault="001A5976" w:rsidP="0019014E">
      <w:pPr>
        <w:widowControl w:val="0"/>
        <w:numPr>
          <w:ilvl w:val="0"/>
          <w:numId w:val="10"/>
        </w:numPr>
        <w:jc w:val="both"/>
        <w:rPr>
          <w:rFonts w:ascii="Open Sans" w:hAnsi="Open Sans" w:cs="Open Sans"/>
          <w:b/>
        </w:rPr>
      </w:pPr>
      <w:r w:rsidRPr="001B0209">
        <w:rPr>
          <w:rFonts w:ascii="Open Sans" w:hAnsi="Open Sans" w:cs="Open Sans"/>
          <w:b/>
        </w:rPr>
        <w:lastRenderedPageBreak/>
        <w:t>NAVODILA PONUDNIKOM ZA IZDELAVO PONUDBE</w:t>
      </w:r>
    </w:p>
    <w:p w14:paraId="06224FCB" w14:textId="58C1B4AB" w:rsidR="001A5976" w:rsidRDefault="001A5976" w:rsidP="001A5976">
      <w:pPr>
        <w:widowControl w:val="0"/>
        <w:jc w:val="both"/>
        <w:rPr>
          <w:rFonts w:ascii="Open Sans" w:hAnsi="Open Sans" w:cs="Open Sans"/>
        </w:rPr>
      </w:pPr>
    </w:p>
    <w:p w14:paraId="5F185C00" w14:textId="77777777" w:rsidR="001A5976" w:rsidRPr="001B0209" w:rsidRDefault="001A5976" w:rsidP="0019014E">
      <w:pPr>
        <w:pStyle w:val="Odstavekseznama"/>
        <w:widowControl w:val="0"/>
        <w:numPr>
          <w:ilvl w:val="1"/>
          <w:numId w:val="10"/>
        </w:numPr>
        <w:jc w:val="both"/>
        <w:rPr>
          <w:rFonts w:ascii="Open Sans" w:hAnsi="Open Sans" w:cs="Open Sans"/>
          <w:b/>
        </w:rPr>
      </w:pPr>
      <w:r w:rsidRPr="001B0209">
        <w:rPr>
          <w:rFonts w:ascii="Open Sans" w:hAnsi="Open Sans" w:cs="Open Sans"/>
          <w:b/>
        </w:rPr>
        <w:t>Izdelava ponudbe</w:t>
      </w:r>
    </w:p>
    <w:p w14:paraId="770141D9" w14:textId="77777777" w:rsidR="001A5976" w:rsidRPr="00FD240D" w:rsidRDefault="001A5976" w:rsidP="001A5976">
      <w:pPr>
        <w:widowControl w:val="0"/>
        <w:jc w:val="both"/>
        <w:rPr>
          <w:rFonts w:ascii="Open Sans" w:hAnsi="Open Sans" w:cs="Open Sans"/>
        </w:rPr>
      </w:pPr>
    </w:p>
    <w:p w14:paraId="06482AE1" w14:textId="77777777" w:rsidR="001A5976" w:rsidRPr="00FD240D" w:rsidRDefault="001A5976" w:rsidP="001A5976">
      <w:pPr>
        <w:widowControl w:val="0"/>
        <w:jc w:val="both"/>
        <w:rPr>
          <w:rFonts w:ascii="Open Sans" w:hAnsi="Open Sans" w:cs="Open Sans"/>
        </w:rPr>
      </w:pPr>
      <w:r w:rsidRPr="00FD240D">
        <w:rPr>
          <w:rFonts w:ascii="Open Sans" w:hAnsi="Open Sans" w:cs="Open Sans"/>
        </w:rPr>
        <w:t>Ponudba naj bo izdelana tako, da:</w:t>
      </w:r>
    </w:p>
    <w:p w14:paraId="19A1B5C2" w14:textId="1A0BFFE8" w:rsidR="001A5976" w:rsidRPr="00FD240D" w:rsidRDefault="001A5976" w:rsidP="0019014E">
      <w:pPr>
        <w:widowControl w:val="0"/>
        <w:numPr>
          <w:ilvl w:val="0"/>
          <w:numId w:val="3"/>
        </w:numPr>
        <w:tabs>
          <w:tab w:val="clear" w:pos="360"/>
          <w:tab w:val="num" w:pos="180"/>
        </w:tabs>
        <w:ind w:left="180" w:hanging="180"/>
        <w:jc w:val="both"/>
        <w:rPr>
          <w:rFonts w:ascii="Open Sans" w:hAnsi="Open Sans" w:cs="Open Sans"/>
        </w:rPr>
      </w:pPr>
      <w:r w:rsidRPr="00FD240D">
        <w:rPr>
          <w:rFonts w:ascii="Open Sans" w:hAnsi="Open Sans" w:cs="Open Sans"/>
        </w:rPr>
        <w:t xml:space="preserve">vsebuje vse zahtevane dokumente in obrazce, navedene v </w:t>
      </w:r>
      <w:r w:rsidR="001C1C43">
        <w:rPr>
          <w:rFonts w:ascii="Open Sans" w:hAnsi="Open Sans" w:cs="Open Sans"/>
        </w:rPr>
        <w:t>5</w:t>
      </w:r>
      <w:r w:rsidRPr="00FD240D">
        <w:rPr>
          <w:rFonts w:ascii="Open Sans" w:hAnsi="Open Sans" w:cs="Open Sans"/>
        </w:rPr>
        <w:t>.2 poglavju razpisne dokumentacije,</w:t>
      </w:r>
    </w:p>
    <w:p w14:paraId="6BC699E8" w14:textId="77777777" w:rsidR="001A5976" w:rsidRPr="00FD240D" w:rsidRDefault="001A5976" w:rsidP="0019014E">
      <w:pPr>
        <w:widowControl w:val="0"/>
        <w:numPr>
          <w:ilvl w:val="0"/>
          <w:numId w:val="3"/>
        </w:numPr>
        <w:tabs>
          <w:tab w:val="clear" w:pos="360"/>
          <w:tab w:val="num" w:pos="180"/>
        </w:tabs>
        <w:ind w:left="180" w:hanging="180"/>
        <w:jc w:val="both"/>
        <w:rPr>
          <w:rFonts w:ascii="Open Sans" w:hAnsi="Open Sans" w:cs="Open Sans"/>
        </w:rPr>
      </w:pPr>
      <w:r w:rsidRPr="00FD240D">
        <w:rPr>
          <w:rFonts w:ascii="Open Sans" w:hAnsi="Open Sans" w:cs="Open Sans"/>
        </w:rPr>
        <w:t>je podpisana na mestih, kjer je to zahtevano.</w:t>
      </w:r>
    </w:p>
    <w:p w14:paraId="3D0B4F98" w14:textId="77777777" w:rsidR="001A5976" w:rsidRPr="00FD240D" w:rsidRDefault="001A5976" w:rsidP="001A5976">
      <w:pPr>
        <w:widowControl w:val="0"/>
        <w:jc w:val="both"/>
        <w:rPr>
          <w:rFonts w:ascii="Open Sans" w:hAnsi="Open Sans" w:cs="Open Sans"/>
        </w:rPr>
      </w:pPr>
    </w:p>
    <w:p w14:paraId="75F94CDD" w14:textId="77777777" w:rsidR="001A5976" w:rsidRPr="00FD240D" w:rsidRDefault="001A5976" w:rsidP="001A5976">
      <w:pPr>
        <w:widowControl w:val="0"/>
        <w:jc w:val="both"/>
        <w:rPr>
          <w:rFonts w:ascii="Open Sans" w:hAnsi="Open Sans" w:cs="Open Sans"/>
        </w:rPr>
      </w:pPr>
      <w:r w:rsidRPr="00FD240D">
        <w:rPr>
          <w:rFonts w:ascii="Open Sans" w:hAnsi="Open Sans" w:cs="Open Sans"/>
        </w:rPr>
        <w:t>Ponudnik s svojo ponudbo ne sme spreminjati vsebine te razpisne dokumentacije, saj bo v nasprotnem primeru takšna ponudba izključena iz nadaljnjega postopka oddaje predmetnega javnega naročila.</w:t>
      </w:r>
    </w:p>
    <w:p w14:paraId="7806A189" w14:textId="77777777" w:rsidR="001A5976" w:rsidRPr="00FD240D" w:rsidRDefault="001A5976" w:rsidP="001A5976">
      <w:pPr>
        <w:widowControl w:val="0"/>
        <w:jc w:val="both"/>
        <w:rPr>
          <w:rFonts w:ascii="Open Sans" w:hAnsi="Open Sans" w:cs="Open Sans"/>
          <w:b/>
        </w:rPr>
      </w:pPr>
    </w:p>
    <w:p w14:paraId="316FEA4C"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Priloge razpisne dokumentacije, ki jih morajo izpolniti ponudniki, so osnova za ugotavljanje popolnosti ponudbe in osnova za ugotavljanje sposobnosti ponudnikov, glede na zahteve in pogoje iz te razpisne dokumentacije. </w:t>
      </w:r>
    </w:p>
    <w:p w14:paraId="2D7C443F" w14:textId="77777777" w:rsidR="001A5976" w:rsidRPr="00FD240D" w:rsidRDefault="001A5976" w:rsidP="001A5976">
      <w:pPr>
        <w:widowControl w:val="0"/>
        <w:jc w:val="both"/>
        <w:rPr>
          <w:rFonts w:ascii="Open Sans" w:hAnsi="Open Sans" w:cs="Open Sans"/>
        </w:rPr>
      </w:pPr>
    </w:p>
    <w:p w14:paraId="1352E82D"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FD240D">
          <w:rPr>
            <w:rStyle w:val="Hiperpovezava"/>
            <w:rFonts w:ascii="Open Sans" w:hAnsi="Open Sans" w:cs="Open Sans"/>
          </w:rPr>
          <w:t>http://www.energetika.si/javna-narocila</w:t>
        </w:r>
      </w:hyperlink>
      <w:r w:rsidRPr="00FD240D">
        <w:rPr>
          <w:rFonts w:ascii="Open Sans" w:hAnsi="Open Sans" w:cs="Open Sans"/>
        </w:rPr>
        <w:t>, kjer je objavljena razpisna dokumentacija, ki jih morajo ponudniki upoštevati pri pripravi ponudbene dokumentacije.</w:t>
      </w:r>
    </w:p>
    <w:p w14:paraId="6EA1BE2B" w14:textId="77777777" w:rsidR="001A5976" w:rsidRPr="00FD240D" w:rsidRDefault="001A5976" w:rsidP="001A5976">
      <w:pPr>
        <w:widowControl w:val="0"/>
        <w:jc w:val="both"/>
        <w:rPr>
          <w:rFonts w:ascii="Open Sans" w:hAnsi="Open Sans" w:cs="Open Sans"/>
        </w:rPr>
      </w:pPr>
    </w:p>
    <w:p w14:paraId="4E095DD3" w14:textId="77777777" w:rsidR="001A5976" w:rsidRPr="00FD240D" w:rsidRDefault="001A5976" w:rsidP="001A5976">
      <w:pPr>
        <w:widowControl w:val="0"/>
        <w:jc w:val="both"/>
        <w:rPr>
          <w:rFonts w:ascii="Open Sans" w:hAnsi="Open Sans" w:cs="Open Sans"/>
        </w:rPr>
      </w:pPr>
      <w:r w:rsidRPr="00FD240D">
        <w:rPr>
          <w:rFonts w:ascii="Open Sans" w:hAnsi="Open Sans" w:cs="Open Sans"/>
        </w:rPr>
        <w:t>Ponudnik z oddajo ponudbe sprejema in se strinja z vsemi pogoji, navedenimi v razpisni dokumentaciji.</w:t>
      </w:r>
    </w:p>
    <w:p w14:paraId="58613833" w14:textId="77777777" w:rsidR="001A5976" w:rsidRPr="00FD240D" w:rsidRDefault="001A5976" w:rsidP="001A5976">
      <w:pPr>
        <w:widowControl w:val="0"/>
        <w:jc w:val="both"/>
        <w:rPr>
          <w:rFonts w:ascii="Open Sans" w:hAnsi="Open Sans" w:cs="Open Sans"/>
        </w:rPr>
      </w:pPr>
    </w:p>
    <w:p w14:paraId="24B5E07C" w14:textId="77777777" w:rsidR="001A5976" w:rsidRPr="00FD240D" w:rsidRDefault="001A5976" w:rsidP="0019014E">
      <w:pPr>
        <w:pStyle w:val="Odstavekseznama"/>
        <w:widowControl w:val="0"/>
        <w:numPr>
          <w:ilvl w:val="1"/>
          <w:numId w:val="10"/>
        </w:numPr>
        <w:jc w:val="both"/>
        <w:rPr>
          <w:rFonts w:ascii="Open Sans" w:hAnsi="Open Sans" w:cs="Open Sans"/>
          <w:b/>
        </w:rPr>
      </w:pPr>
      <w:r w:rsidRPr="00FD240D">
        <w:rPr>
          <w:rFonts w:ascii="Open Sans" w:hAnsi="Open Sans" w:cs="Open Sans"/>
          <w:b/>
        </w:rPr>
        <w:t>Vsebina ponudbene dokumentacije</w:t>
      </w:r>
    </w:p>
    <w:p w14:paraId="7071B45C" w14:textId="77777777" w:rsidR="001A5976" w:rsidRPr="00FD240D" w:rsidRDefault="001A5976" w:rsidP="001A5976">
      <w:pPr>
        <w:widowControl w:val="0"/>
        <w:jc w:val="both"/>
        <w:rPr>
          <w:rFonts w:ascii="Open Sans" w:hAnsi="Open Sans" w:cs="Open Sans"/>
        </w:rPr>
      </w:pPr>
    </w:p>
    <w:p w14:paraId="552119EB" w14:textId="77777777" w:rsidR="001A5976" w:rsidRPr="00FD240D" w:rsidRDefault="001A5976" w:rsidP="001A5976">
      <w:pPr>
        <w:widowControl w:val="0"/>
        <w:jc w:val="both"/>
        <w:rPr>
          <w:rFonts w:ascii="Open Sans" w:hAnsi="Open Sans" w:cs="Open Sans"/>
          <w:b/>
        </w:rPr>
      </w:pPr>
      <w:r w:rsidRPr="00FD240D">
        <w:rPr>
          <w:rFonts w:ascii="Open Sans" w:hAnsi="Open Sans" w:cs="Open Sans"/>
          <w:b/>
        </w:rPr>
        <w:t>Ponudnik, ki odda ponudbo, pod kazensko in materialno odgovornostjo jamči, da so vsi podatki in dokumenti, podani v ponudbi, resnični, in da priložene listine ustrezajo originalu. V nasprotnem primeru ponudnik naročniku odgovarja za vso škodo, ki mu je nastala.</w:t>
      </w:r>
    </w:p>
    <w:p w14:paraId="71EC26CF" w14:textId="77777777" w:rsidR="001A5976" w:rsidRPr="00FD240D" w:rsidRDefault="001A5976" w:rsidP="001A5976">
      <w:pPr>
        <w:widowControl w:val="0"/>
        <w:jc w:val="both"/>
        <w:rPr>
          <w:rFonts w:ascii="Open Sans" w:hAnsi="Open Sans" w:cs="Open Sans"/>
        </w:rPr>
      </w:pPr>
    </w:p>
    <w:p w14:paraId="0B99B642" w14:textId="77777777" w:rsidR="001A5976" w:rsidRPr="00FD240D" w:rsidRDefault="001A5976" w:rsidP="001A5976">
      <w:pPr>
        <w:widowControl w:val="0"/>
        <w:jc w:val="both"/>
        <w:rPr>
          <w:rFonts w:ascii="Open Sans" w:hAnsi="Open Sans" w:cs="Open Sans"/>
          <w:b/>
        </w:rPr>
      </w:pPr>
      <w:r w:rsidRPr="00FD240D">
        <w:rPr>
          <w:rFonts w:ascii="Open Sans" w:hAnsi="Open Sans" w:cs="Open Sans"/>
          <w:b/>
        </w:rPr>
        <w:t>Ponudbena dokumentacija, ki jo naročnik zahteva z javnim razpisom in jih mora ponudnik naložiti v informacijski sistem e-JN je navedena v nadaljevanju:</w:t>
      </w:r>
    </w:p>
    <w:p w14:paraId="22F1BA8D" w14:textId="77777777" w:rsidR="001A5976" w:rsidRPr="00FD240D" w:rsidRDefault="001A5976" w:rsidP="001A5976">
      <w:pPr>
        <w:widowControl w:val="0"/>
        <w:jc w:val="both"/>
        <w:rPr>
          <w:rFonts w:ascii="Open Sans" w:hAnsi="Open Sans" w:cs="Open Sans"/>
          <w:b/>
        </w:rPr>
      </w:pPr>
    </w:p>
    <w:p w14:paraId="2E8E6C05" w14:textId="77777777" w:rsidR="001A5976" w:rsidRPr="00FD240D" w:rsidRDefault="001A5976" w:rsidP="0019014E">
      <w:pPr>
        <w:widowControl w:val="0"/>
        <w:numPr>
          <w:ilvl w:val="0"/>
          <w:numId w:val="39"/>
        </w:numPr>
        <w:jc w:val="both"/>
        <w:rPr>
          <w:rFonts w:ascii="Open Sans" w:hAnsi="Open Sans" w:cs="Open Sans"/>
          <w:b/>
          <w:color w:val="FF0000"/>
        </w:rPr>
      </w:pPr>
      <w:r w:rsidRPr="00FD240D">
        <w:rPr>
          <w:rFonts w:ascii="Open Sans" w:hAnsi="Open Sans" w:cs="Open Sans"/>
          <w:b/>
          <w:color w:val="FF0000"/>
        </w:rPr>
        <w:t>Predračun</w:t>
      </w:r>
    </w:p>
    <w:p w14:paraId="28D2C985" w14:textId="77777777" w:rsidR="001A5976" w:rsidRPr="00FD240D" w:rsidRDefault="001A5976" w:rsidP="001A5976">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1A5976" w:rsidRPr="00FD240D" w14:paraId="3C63E709" w14:textId="77777777" w:rsidTr="006121C9">
        <w:trPr>
          <w:trHeight w:val="306"/>
        </w:trPr>
        <w:tc>
          <w:tcPr>
            <w:tcW w:w="7872" w:type="dxa"/>
            <w:tcBorders>
              <w:top w:val="single" w:sz="4" w:space="0" w:color="auto"/>
              <w:bottom w:val="single" w:sz="4" w:space="0" w:color="auto"/>
            </w:tcBorders>
          </w:tcPr>
          <w:p w14:paraId="3989B4A8" w14:textId="77777777" w:rsidR="001A5976" w:rsidRPr="00FD240D" w:rsidRDefault="001A5976" w:rsidP="006121C9">
            <w:pPr>
              <w:widowControl w:val="0"/>
              <w:jc w:val="both"/>
              <w:rPr>
                <w:rFonts w:ascii="Open Sans" w:hAnsi="Open Sans" w:cs="Open Sans"/>
              </w:rPr>
            </w:pPr>
            <w:r w:rsidRPr="00FD240D">
              <w:rPr>
                <w:rFonts w:ascii="Open Sans" w:hAnsi="Open Sans" w:cs="Open Sans"/>
              </w:rPr>
              <w:t xml:space="preserve">POVZETEK PONUDBENEGA PREDRAČUNA </w:t>
            </w:r>
          </w:p>
        </w:tc>
        <w:tc>
          <w:tcPr>
            <w:tcW w:w="1559" w:type="dxa"/>
            <w:tcBorders>
              <w:top w:val="single" w:sz="4" w:space="0" w:color="auto"/>
              <w:bottom w:val="single" w:sz="4" w:space="0" w:color="auto"/>
            </w:tcBorders>
          </w:tcPr>
          <w:p w14:paraId="72E4537D" w14:textId="77777777" w:rsidR="001A5976" w:rsidRPr="00FD240D" w:rsidRDefault="001A5976" w:rsidP="006121C9">
            <w:pPr>
              <w:widowControl w:val="0"/>
              <w:jc w:val="both"/>
              <w:rPr>
                <w:rFonts w:ascii="Open Sans" w:hAnsi="Open Sans" w:cs="Open Sans"/>
                <w:b/>
                <w:bCs/>
                <w:i/>
                <w:iCs/>
              </w:rPr>
            </w:pPr>
            <w:r w:rsidRPr="00FD240D">
              <w:rPr>
                <w:rFonts w:ascii="Open Sans" w:hAnsi="Open Sans" w:cs="Open Sans"/>
                <w:b/>
                <w:bCs/>
                <w:i/>
                <w:iCs/>
              </w:rPr>
              <w:t>Priloga 2/2</w:t>
            </w:r>
          </w:p>
        </w:tc>
      </w:tr>
    </w:tbl>
    <w:p w14:paraId="5FA30B3A"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Ponudnik priloži izpolnjen in podpisan povzetek ponudbenega predračuna (prilogo 2/2). </w:t>
      </w:r>
      <w:r w:rsidRPr="00FD240D">
        <w:rPr>
          <w:rFonts w:ascii="Open Sans" w:hAnsi="Open Sans" w:cs="Open Sans"/>
          <w:b/>
        </w:rPr>
        <w:t xml:space="preserve">Ponudnik v </w:t>
      </w:r>
      <w:r w:rsidRPr="00114167">
        <w:rPr>
          <w:rFonts w:ascii="Open Sans" w:hAnsi="Open Sans" w:cs="Open Sans"/>
          <w:b/>
          <w:shd w:val="clear" w:color="auto" w:fill="FFFFFF" w:themeFill="background1"/>
        </w:rPr>
        <w:t>informacijskem sistemu e-JN</w:t>
      </w:r>
      <w:r w:rsidRPr="00FD240D">
        <w:rPr>
          <w:rFonts w:ascii="Open Sans" w:hAnsi="Open Sans" w:cs="Open Sans"/>
          <w:b/>
        </w:rPr>
        <w:t xml:space="preserve"> v razdelek »Predračun« naloži izpolnjen obrazec »Povzetek ponudbenega predračuna« (prilogo 2/2)</w:t>
      </w:r>
      <w:r w:rsidRPr="00FD240D">
        <w:rPr>
          <w:rFonts w:ascii="Open Sans" w:hAnsi="Open Sans" w:cs="Open Sans"/>
        </w:rPr>
        <w:t xml:space="preserve"> </w:t>
      </w:r>
      <w:r w:rsidRPr="00FD240D">
        <w:rPr>
          <w:rFonts w:ascii="Open Sans" w:hAnsi="Open Sans" w:cs="Open Sans"/>
          <w:b/>
        </w:rPr>
        <w:t>v PDF formatu, ki bo dostopen/razkrit na javnem odpiranju ponudb</w:t>
      </w:r>
      <w:r w:rsidRPr="00FD240D">
        <w:rPr>
          <w:rFonts w:ascii="Open Sans" w:hAnsi="Open Sans" w:cs="Open Sans"/>
        </w:rPr>
        <w:t>.</w:t>
      </w:r>
    </w:p>
    <w:p w14:paraId="0CF28A70" w14:textId="77777777" w:rsidR="001A5976" w:rsidRPr="00FD240D" w:rsidRDefault="001A5976" w:rsidP="001A5976">
      <w:pPr>
        <w:widowControl w:val="0"/>
        <w:jc w:val="both"/>
        <w:rPr>
          <w:rFonts w:ascii="Open Sans" w:hAnsi="Open Sans" w:cs="Open Sans"/>
        </w:rPr>
      </w:pPr>
    </w:p>
    <w:p w14:paraId="4FB5A069" w14:textId="77777777" w:rsidR="001A5976" w:rsidRPr="00FD240D" w:rsidRDefault="001A5976" w:rsidP="001A5976">
      <w:pPr>
        <w:widowControl w:val="0"/>
        <w:jc w:val="both"/>
        <w:rPr>
          <w:rFonts w:ascii="Open Sans" w:hAnsi="Open Sans" w:cs="Open Sans"/>
          <w:b/>
        </w:rPr>
      </w:pPr>
      <w:r w:rsidRPr="00FD240D">
        <w:rPr>
          <w:rFonts w:ascii="Open Sans" w:hAnsi="Open Sans" w:cs="Open Sans"/>
          <w:b/>
        </w:rPr>
        <w:t xml:space="preserve">Izpolnjen ponudbeni predračun (priloga 2/1) v PDF in Excel formatu ponudnik naloži v razdelek »Druge priloge«. </w:t>
      </w:r>
    </w:p>
    <w:p w14:paraId="05D7BF0E" w14:textId="77777777" w:rsidR="001A5976" w:rsidRPr="00FD240D" w:rsidRDefault="001A5976" w:rsidP="001A5976">
      <w:pPr>
        <w:widowControl w:val="0"/>
        <w:jc w:val="both"/>
        <w:rPr>
          <w:rFonts w:ascii="Open Sans" w:hAnsi="Open Sans" w:cs="Open Sans"/>
          <w:b/>
        </w:rPr>
      </w:pPr>
    </w:p>
    <w:p w14:paraId="40C92692" w14:textId="77777777" w:rsidR="001A5976" w:rsidRPr="00FD240D" w:rsidRDefault="001A5976" w:rsidP="0019014E">
      <w:pPr>
        <w:widowControl w:val="0"/>
        <w:numPr>
          <w:ilvl w:val="0"/>
          <w:numId w:val="39"/>
        </w:numPr>
        <w:jc w:val="both"/>
        <w:rPr>
          <w:rFonts w:ascii="Open Sans" w:hAnsi="Open Sans" w:cs="Open Sans"/>
          <w:b/>
          <w:color w:val="FF0000"/>
        </w:rPr>
      </w:pPr>
      <w:r w:rsidRPr="00FD240D">
        <w:rPr>
          <w:rFonts w:ascii="Open Sans" w:hAnsi="Open Sans" w:cs="Open Sans"/>
          <w:b/>
          <w:color w:val="FF0000"/>
        </w:rPr>
        <w:t>Izjava – ponudnik, Izjava – ostali sodelujoči</w:t>
      </w:r>
    </w:p>
    <w:p w14:paraId="7FD98880" w14:textId="77777777" w:rsidR="001A5976" w:rsidRPr="00FD240D" w:rsidRDefault="001A5976" w:rsidP="001A5976">
      <w:pPr>
        <w:widowControl w:val="0"/>
        <w:jc w:val="both"/>
        <w:rPr>
          <w:rFonts w:ascii="Open Sans" w:hAnsi="Open Sans" w:cs="Open Sans"/>
          <w:bC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1A5976" w:rsidRPr="00FD240D" w14:paraId="1554FEDB" w14:textId="77777777" w:rsidTr="006121C9">
        <w:tc>
          <w:tcPr>
            <w:tcW w:w="7872" w:type="dxa"/>
            <w:tcBorders>
              <w:top w:val="single" w:sz="4" w:space="0" w:color="auto"/>
              <w:bottom w:val="single" w:sz="4" w:space="0" w:color="auto"/>
            </w:tcBorders>
          </w:tcPr>
          <w:p w14:paraId="5756920E" w14:textId="77777777" w:rsidR="001A5976" w:rsidRPr="00FD240D" w:rsidRDefault="001A5976" w:rsidP="006121C9">
            <w:pPr>
              <w:widowControl w:val="0"/>
              <w:jc w:val="both"/>
              <w:rPr>
                <w:rFonts w:ascii="Open Sans" w:hAnsi="Open Sans" w:cs="Open Sans"/>
              </w:rPr>
            </w:pPr>
            <w:r w:rsidRPr="00FD240D">
              <w:rPr>
                <w:rFonts w:ascii="Open Sans" w:hAnsi="Open Sans" w:cs="Open Sans"/>
              </w:rPr>
              <w:t>UGOTAVLJANJE SPOSOBNOSTI IN IZJAVA O SPREJEMANJU POGOJEV RAZPISNE DOKUMENTACIJE</w:t>
            </w:r>
          </w:p>
        </w:tc>
        <w:tc>
          <w:tcPr>
            <w:tcW w:w="1559" w:type="dxa"/>
            <w:tcBorders>
              <w:top w:val="single" w:sz="4" w:space="0" w:color="auto"/>
              <w:bottom w:val="single" w:sz="4" w:space="0" w:color="auto"/>
            </w:tcBorders>
          </w:tcPr>
          <w:p w14:paraId="2F2E1128" w14:textId="77777777" w:rsidR="001A5976" w:rsidRPr="00FD240D" w:rsidRDefault="001A5976" w:rsidP="006121C9">
            <w:pPr>
              <w:widowControl w:val="0"/>
              <w:jc w:val="both"/>
              <w:rPr>
                <w:rFonts w:ascii="Open Sans" w:hAnsi="Open Sans" w:cs="Open Sans"/>
                <w:b/>
                <w:bCs/>
                <w:i/>
                <w:iCs/>
              </w:rPr>
            </w:pPr>
            <w:r w:rsidRPr="00FD240D">
              <w:rPr>
                <w:rFonts w:ascii="Open Sans" w:hAnsi="Open Sans" w:cs="Open Sans"/>
                <w:b/>
                <w:bCs/>
                <w:i/>
                <w:iCs/>
              </w:rPr>
              <w:t>Priloga 3</w:t>
            </w:r>
          </w:p>
        </w:tc>
      </w:tr>
    </w:tbl>
    <w:p w14:paraId="78C1CA6F" w14:textId="77777777" w:rsidR="001A5976" w:rsidRPr="00FD240D" w:rsidRDefault="001A5976" w:rsidP="001A5976">
      <w:pPr>
        <w:widowControl w:val="0"/>
        <w:jc w:val="both"/>
        <w:rPr>
          <w:rFonts w:ascii="Open Sans" w:hAnsi="Open Sans" w:cs="Open Sans"/>
          <w:bCs/>
        </w:rPr>
      </w:pPr>
      <w:r w:rsidRPr="00FD240D">
        <w:rPr>
          <w:rFonts w:ascii="Open Sans" w:hAnsi="Open Sans" w:cs="Open Sans"/>
          <w:bCs/>
        </w:rPr>
        <w:t>Gospodarski subjekt v informacijskem sistemu e-JN</w:t>
      </w:r>
      <w:r w:rsidRPr="00FD240D">
        <w:rPr>
          <w:rFonts w:ascii="Open Sans" w:hAnsi="Open Sans" w:cs="Open Sans"/>
          <w:b/>
          <w:bCs/>
        </w:rPr>
        <w:t xml:space="preserve"> v razdelek »Izjava - ponudnik« </w:t>
      </w:r>
      <w:r w:rsidRPr="00FD240D">
        <w:rPr>
          <w:rFonts w:ascii="Open Sans" w:hAnsi="Open Sans" w:cs="Open Sans"/>
          <w:bCs/>
        </w:rPr>
        <w:t xml:space="preserve">naloži izpolnjeno prilogo z vsemi zahtevanimi obrazci, ki je v razpisni dokumentaciji označena kot Priloga 3 </w:t>
      </w:r>
      <w:r w:rsidRPr="00FD240D">
        <w:rPr>
          <w:rFonts w:ascii="Open Sans" w:hAnsi="Open Sans" w:cs="Open Sans"/>
        </w:rPr>
        <w:t>UGOTAVLJANJE SPOSOBNOSTI IN IZJAVA O SPREJEMANJU POGOJEV RAZPISNE DOKUMENTACIJE</w:t>
      </w:r>
      <w:r w:rsidRPr="00FD240D">
        <w:rPr>
          <w:rFonts w:ascii="Open Sans" w:hAnsi="Open Sans" w:cs="Open Sans"/>
          <w:bCs/>
        </w:rPr>
        <w:t xml:space="preserve">. </w:t>
      </w:r>
    </w:p>
    <w:p w14:paraId="3D7FEAFA" w14:textId="77777777" w:rsidR="001A5976" w:rsidRPr="00FD240D" w:rsidRDefault="001A5976" w:rsidP="001A5976">
      <w:pPr>
        <w:widowControl w:val="0"/>
        <w:jc w:val="both"/>
        <w:rPr>
          <w:rFonts w:ascii="Open Sans" w:hAnsi="Open Sans" w:cs="Open Sans"/>
          <w:bCs/>
        </w:rPr>
      </w:pPr>
    </w:p>
    <w:p w14:paraId="6F664CF6" w14:textId="77777777" w:rsidR="001A5976" w:rsidRPr="00FD240D" w:rsidRDefault="001A5976" w:rsidP="001A5976">
      <w:pPr>
        <w:widowControl w:val="0"/>
        <w:jc w:val="both"/>
        <w:rPr>
          <w:rFonts w:ascii="Open Sans" w:hAnsi="Open Sans" w:cs="Open Sans"/>
          <w:bCs/>
        </w:rPr>
      </w:pPr>
      <w:r w:rsidRPr="00FD240D">
        <w:rPr>
          <w:rFonts w:ascii="Open Sans" w:hAnsi="Open Sans" w:cs="Open Sans"/>
          <w:bCs/>
        </w:rPr>
        <w:lastRenderedPageBreak/>
        <w:t>V primeru skupne ponudbe, uporabe zmogljivosti drugih subjektov in/ali podizvajalcev mora ponudnik v informacijskem sistemu e-JN</w:t>
      </w:r>
      <w:r w:rsidRPr="00FD240D">
        <w:rPr>
          <w:rFonts w:ascii="Open Sans" w:hAnsi="Open Sans" w:cs="Open Sans"/>
          <w:b/>
          <w:bCs/>
        </w:rPr>
        <w:t xml:space="preserve"> v razdelek »Izjava – ostali sodelujoči« </w:t>
      </w:r>
      <w:r w:rsidRPr="00FD240D">
        <w:rPr>
          <w:rFonts w:ascii="Open Sans" w:hAnsi="Open Sans" w:cs="Open Sans"/>
          <w:bCs/>
        </w:rPr>
        <w:t xml:space="preserve">naložiti prilogo z vsemi zahtevanimi obrazci, ki je v razpisni dokumentaciji označena kot Priloga 3 </w:t>
      </w:r>
      <w:r w:rsidRPr="00FD240D">
        <w:rPr>
          <w:rFonts w:ascii="Open Sans" w:hAnsi="Open Sans" w:cs="Open Sans"/>
        </w:rPr>
        <w:t>UGOTAVLJANJE SPOSOBNOSTI IN IZJAVA O SPREJEMANJU POGOJEV RAZPISNE DOKUMENTACIJE za vsakega od ostalih sodelujočih</w:t>
      </w:r>
      <w:r w:rsidRPr="00FD240D">
        <w:rPr>
          <w:rFonts w:ascii="Open Sans" w:hAnsi="Open Sans" w:cs="Open Sans"/>
          <w:bCs/>
        </w:rPr>
        <w:t>. »Izjavo – ostali sodelujoči« je potrebno izpolniti, podpisati, žigosati in priložiti v PDF formatu.</w:t>
      </w:r>
    </w:p>
    <w:p w14:paraId="42A378E5" w14:textId="77777777" w:rsidR="001A5976" w:rsidRPr="00FD240D" w:rsidRDefault="001A5976" w:rsidP="001A5976">
      <w:pPr>
        <w:widowControl w:val="0"/>
        <w:jc w:val="both"/>
        <w:rPr>
          <w:rFonts w:ascii="Open Sans" w:hAnsi="Open Sans" w:cs="Open Sans"/>
          <w:bCs/>
        </w:rPr>
      </w:pPr>
    </w:p>
    <w:p w14:paraId="1461C907" w14:textId="77777777" w:rsidR="001A5976" w:rsidRPr="00FD240D" w:rsidRDefault="001A5976" w:rsidP="0019014E">
      <w:pPr>
        <w:widowControl w:val="0"/>
        <w:numPr>
          <w:ilvl w:val="0"/>
          <w:numId w:val="39"/>
        </w:numPr>
        <w:jc w:val="both"/>
        <w:rPr>
          <w:rFonts w:ascii="Open Sans" w:hAnsi="Open Sans" w:cs="Open Sans"/>
          <w:b/>
          <w:color w:val="FF0000"/>
        </w:rPr>
      </w:pPr>
      <w:r w:rsidRPr="00FD240D">
        <w:rPr>
          <w:rFonts w:ascii="Open Sans" w:hAnsi="Open Sans" w:cs="Open Sans"/>
          <w:b/>
          <w:color w:val="FF0000"/>
        </w:rPr>
        <w:t>Ostala ponudbena dokumentacija</w:t>
      </w:r>
    </w:p>
    <w:p w14:paraId="0669D13C" w14:textId="77777777" w:rsidR="001A5976" w:rsidRPr="00FD240D" w:rsidRDefault="001A5976" w:rsidP="001A5976">
      <w:pPr>
        <w:widowControl w:val="0"/>
        <w:jc w:val="both"/>
        <w:rPr>
          <w:rFonts w:ascii="Open Sans" w:hAnsi="Open Sans" w:cs="Open Sans"/>
          <w:b/>
        </w:rPr>
      </w:pPr>
    </w:p>
    <w:p w14:paraId="248CAD69" w14:textId="77777777" w:rsidR="001A5976" w:rsidRPr="00FD240D" w:rsidRDefault="001A5976" w:rsidP="001A5976">
      <w:pPr>
        <w:widowControl w:val="0"/>
        <w:jc w:val="both"/>
        <w:rPr>
          <w:rFonts w:ascii="Open Sans" w:hAnsi="Open Sans" w:cs="Open Sans"/>
        </w:rPr>
      </w:pPr>
      <w:r w:rsidRPr="00FD240D">
        <w:rPr>
          <w:rFonts w:ascii="Open Sans" w:hAnsi="Open Sans" w:cs="Open Sans"/>
        </w:rPr>
        <w:t>Ponudnik v informacijskem sistemu e-JN</w:t>
      </w:r>
      <w:r w:rsidRPr="00FD240D">
        <w:rPr>
          <w:rFonts w:ascii="Open Sans" w:hAnsi="Open Sans" w:cs="Open Sans"/>
          <w:b/>
        </w:rPr>
        <w:t xml:space="preserve"> v razdelek »Druge priloge« </w:t>
      </w:r>
      <w:r w:rsidRPr="00FD240D">
        <w:rPr>
          <w:rFonts w:ascii="Open Sans" w:hAnsi="Open Sans" w:cs="Open Sans"/>
        </w:rPr>
        <w:t>naloži ostalo ponudbeno dokumentacijo, ki je zahtevana s to razpisno dokumentacijo.</w:t>
      </w:r>
    </w:p>
    <w:p w14:paraId="43E55AFA" w14:textId="77777777" w:rsidR="001A5976" w:rsidRPr="00FD240D" w:rsidRDefault="001A5976" w:rsidP="001A5976">
      <w:pPr>
        <w:widowControl w:val="0"/>
        <w:jc w:val="both"/>
        <w:rPr>
          <w:rFonts w:ascii="Open Sans" w:hAnsi="Open Sans" w:cs="Open Sans"/>
          <w:b/>
        </w:rPr>
      </w:pPr>
    </w:p>
    <w:p w14:paraId="50E00DBF"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Spodaj zahtevana ponudbena dokumentacija mora biti </w:t>
      </w:r>
      <w:r w:rsidRPr="00F21BED">
        <w:rPr>
          <w:rFonts w:ascii="Open Sans" w:hAnsi="Open Sans" w:cs="Open Sans"/>
          <w:b/>
        </w:rPr>
        <w:t xml:space="preserve">priložena v </w:t>
      </w:r>
      <w:r w:rsidRPr="00F21BED">
        <w:rPr>
          <w:rFonts w:ascii="Open Sans" w:hAnsi="Open Sans" w:cs="Open Sans"/>
          <w:b/>
          <w:u w:color="000000"/>
        </w:rPr>
        <w:t>PDF</w:t>
      </w:r>
      <w:r w:rsidRPr="00F21BED">
        <w:rPr>
          <w:rFonts w:ascii="Open Sans" w:hAnsi="Open Sans" w:cs="Open Sans"/>
          <w:b/>
          <w:spacing w:val="-6"/>
          <w:u w:color="000000"/>
        </w:rPr>
        <w:t xml:space="preserve"> </w:t>
      </w:r>
      <w:r w:rsidRPr="00F21BED">
        <w:rPr>
          <w:rFonts w:ascii="Open Sans" w:hAnsi="Open Sans" w:cs="Open Sans"/>
          <w:b/>
        </w:rPr>
        <w:t>formatu</w:t>
      </w:r>
      <w:r w:rsidRPr="00FD240D">
        <w:rPr>
          <w:rFonts w:ascii="Open Sans" w:hAnsi="Open Sans" w:cs="Open Sans"/>
        </w:rPr>
        <w:t xml:space="preserve"> </w:t>
      </w:r>
      <w:r w:rsidRPr="00FD240D">
        <w:rPr>
          <w:rFonts w:ascii="Open Sans" w:hAnsi="Open Sans" w:cs="Open Sans"/>
          <w:b/>
        </w:rPr>
        <w:t>in ponudbeni predračun tudi v Excel formatu</w:t>
      </w:r>
      <w:r w:rsidRPr="00FD240D">
        <w:rPr>
          <w:rFonts w:ascii="Open Sans" w:hAnsi="Open Sans" w:cs="Open Sans"/>
        </w:rPr>
        <w:t xml:space="preserve"> (z izpolnjenimi, podpisanimi in žigosanimi ponudbenimi listinami). </w:t>
      </w:r>
    </w:p>
    <w:p w14:paraId="3E7C4BED" w14:textId="77777777" w:rsidR="001A5976" w:rsidRPr="00FD240D" w:rsidRDefault="001A5976" w:rsidP="001A5976">
      <w:pPr>
        <w:widowControl w:val="0"/>
        <w:jc w:val="both"/>
        <w:rPr>
          <w:rFonts w:ascii="Open Sans" w:hAnsi="Open Sans" w:cs="Open Sans"/>
          <w:b/>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1EE4FC49" w14:textId="77777777" w:rsidTr="00ED5A6F">
        <w:tc>
          <w:tcPr>
            <w:tcW w:w="8080" w:type="dxa"/>
            <w:tcBorders>
              <w:top w:val="single" w:sz="4" w:space="0" w:color="auto"/>
              <w:bottom w:val="single" w:sz="4" w:space="0" w:color="auto"/>
            </w:tcBorders>
          </w:tcPr>
          <w:p w14:paraId="4179A062" w14:textId="77777777" w:rsidR="001A5976" w:rsidRPr="00FD240D" w:rsidRDefault="001A5976" w:rsidP="006121C9">
            <w:pPr>
              <w:widowControl w:val="0"/>
              <w:jc w:val="both"/>
              <w:rPr>
                <w:rFonts w:ascii="Open Sans" w:hAnsi="Open Sans" w:cs="Open Sans"/>
              </w:rPr>
            </w:pPr>
            <w:r w:rsidRPr="00FD240D">
              <w:rPr>
                <w:rFonts w:ascii="Open Sans" w:hAnsi="Open Sans" w:cs="Open Sans"/>
              </w:rPr>
              <w:t xml:space="preserve">PODATKI O PONUDNIKU </w:t>
            </w:r>
          </w:p>
        </w:tc>
        <w:tc>
          <w:tcPr>
            <w:tcW w:w="1351" w:type="dxa"/>
            <w:tcBorders>
              <w:top w:val="single" w:sz="4" w:space="0" w:color="auto"/>
              <w:bottom w:val="single" w:sz="4" w:space="0" w:color="auto"/>
            </w:tcBorders>
          </w:tcPr>
          <w:p w14:paraId="720AAEE8" w14:textId="77777777" w:rsidR="001A5976" w:rsidRPr="00FD240D" w:rsidRDefault="001A5976" w:rsidP="00F1170A">
            <w:pPr>
              <w:widowControl w:val="0"/>
              <w:jc w:val="right"/>
              <w:rPr>
                <w:rFonts w:ascii="Open Sans" w:hAnsi="Open Sans" w:cs="Open Sans"/>
                <w:b/>
                <w:bCs/>
                <w:i/>
                <w:iCs/>
              </w:rPr>
            </w:pPr>
            <w:r w:rsidRPr="00FD240D">
              <w:rPr>
                <w:rFonts w:ascii="Open Sans" w:hAnsi="Open Sans" w:cs="Open Sans"/>
                <w:b/>
                <w:bCs/>
                <w:i/>
                <w:iCs/>
              </w:rPr>
              <w:t xml:space="preserve">Priloga 1 </w:t>
            </w:r>
          </w:p>
        </w:tc>
      </w:tr>
    </w:tbl>
    <w:p w14:paraId="51AF35B0"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Prilogo je potrebno izpolniti, podpisati in žigosati. V primeru, da odda več ponudnikov skupno ponudbo, morajo razmnožen obrazec priloge 1 izpolniti vsi ponudniki. </w:t>
      </w:r>
    </w:p>
    <w:p w14:paraId="2A91F3E3" w14:textId="77777777" w:rsidR="001A5976" w:rsidRPr="00FD240D" w:rsidRDefault="001A5976" w:rsidP="001A5976">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12571C82" w14:textId="77777777" w:rsidTr="00ED5A6F">
        <w:trPr>
          <w:trHeight w:val="306"/>
        </w:trPr>
        <w:tc>
          <w:tcPr>
            <w:tcW w:w="8080" w:type="dxa"/>
            <w:tcBorders>
              <w:top w:val="single" w:sz="4" w:space="0" w:color="auto"/>
              <w:bottom w:val="single" w:sz="4" w:space="0" w:color="auto"/>
            </w:tcBorders>
          </w:tcPr>
          <w:p w14:paraId="3C46247B" w14:textId="77777777" w:rsidR="001A5976" w:rsidRPr="00FD240D" w:rsidRDefault="001A5976" w:rsidP="006121C9">
            <w:pPr>
              <w:widowControl w:val="0"/>
              <w:jc w:val="both"/>
              <w:rPr>
                <w:rFonts w:ascii="Open Sans" w:hAnsi="Open Sans" w:cs="Open Sans"/>
              </w:rPr>
            </w:pPr>
            <w:r w:rsidRPr="00FD240D">
              <w:rPr>
                <w:rFonts w:ascii="Open Sans" w:hAnsi="Open Sans" w:cs="Open Sans"/>
              </w:rPr>
              <w:t>PONUDBA</w:t>
            </w:r>
          </w:p>
        </w:tc>
        <w:tc>
          <w:tcPr>
            <w:tcW w:w="1351" w:type="dxa"/>
            <w:tcBorders>
              <w:top w:val="single" w:sz="4" w:space="0" w:color="auto"/>
              <w:bottom w:val="single" w:sz="4" w:space="0" w:color="auto"/>
            </w:tcBorders>
          </w:tcPr>
          <w:p w14:paraId="69F25FEE" w14:textId="77777777" w:rsidR="001A5976" w:rsidRPr="00FD240D" w:rsidRDefault="001A5976" w:rsidP="00F1170A">
            <w:pPr>
              <w:widowControl w:val="0"/>
              <w:jc w:val="right"/>
              <w:rPr>
                <w:rFonts w:ascii="Open Sans" w:hAnsi="Open Sans" w:cs="Open Sans"/>
                <w:b/>
                <w:bCs/>
                <w:i/>
                <w:iCs/>
              </w:rPr>
            </w:pPr>
            <w:r w:rsidRPr="00FD240D">
              <w:rPr>
                <w:rFonts w:ascii="Open Sans" w:hAnsi="Open Sans" w:cs="Open Sans"/>
                <w:b/>
                <w:bCs/>
                <w:i/>
                <w:iCs/>
              </w:rPr>
              <w:t>Priloga 2</w:t>
            </w:r>
          </w:p>
        </w:tc>
      </w:tr>
    </w:tbl>
    <w:p w14:paraId="32ED620C"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Ponudnik mora obrazec ponudbe izpolniti in podpisati. </w:t>
      </w:r>
    </w:p>
    <w:p w14:paraId="57D73063" w14:textId="77777777" w:rsidR="001A5976" w:rsidRPr="00FD240D" w:rsidRDefault="001A5976" w:rsidP="001A5976">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4DAC39F6" w14:textId="77777777" w:rsidTr="00ED5A6F">
        <w:trPr>
          <w:trHeight w:val="306"/>
        </w:trPr>
        <w:tc>
          <w:tcPr>
            <w:tcW w:w="8080" w:type="dxa"/>
            <w:tcBorders>
              <w:top w:val="single" w:sz="4" w:space="0" w:color="auto"/>
              <w:bottom w:val="single" w:sz="4" w:space="0" w:color="auto"/>
            </w:tcBorders>
          </w:tcPr>
          <w:p w14:paraId="7568317C" w14:textId="77777777" w:rsidR="001A5976" w:rsidRPr="00FD240D" w:rsidRDefault="001A5976" w:rsidP="006121C9">
            <w:pPr>
              <w:widowControl w:val="0"/>
              <w:jc w:val="both"/>
              <w:rPr>
                <w:rFonts w:ascii="Open Sans" w:hAnsi="Open Sans" w:cs="Open Sans"/>
              </w:rPr>
            </w:pPr>
            <w:r w:rsidRPr="00FD240D">
              <w:rPr>
                <w:rFonts w:ascii="Open Sans" w:hAnsi="Open Sans" w:cs="Open Sans"/>
              </w:rPr>
              <w:t>PONUDBENI PREDRAČUN</w:t>
            </w:r>
          </w:p>
        </w:tc>
        <w:tc>
          <w:tcPr>
            <w:tcW w:w="1351" w:type="dxa"/>
            <w:tcBorders>
              <w:top w:val="single" w:sz="4" w:space="0" w:color="auto"/>
              <w:bottom w:val="single" w:sz="4" w:space="0" w:color="auto"/>
            </w:tcBorders>
          </w:tcPr>
          <w:p w14:paraId="393F54FD" w14:textId="77777777" w:rsidR="001A5976" w:rsidRPr="00FD240D" w:rsidRDefault="001A5976" w:rsidP="00F1170A">
            <w:pPr>
              <w:widowControl w:val="0"/>
              <w:jc w:val="right"/>
              <w:rPr>
                <w:rFonts w:ascii="Open Sans" w:hAnsi="Open Sans" w:cs="Open Sans"/>
                <w:b/>
                <w:bCs/>
                <w:i/>
                <w:iCs/>
              </w:rPr>
            </w:pPr>
            <w:r w:rsidRPr="00FD240D">
              <w:rPr>
                <w:rFonts w:ascii="Open Sans" w:hAnsi="Open Sans" w:cs="Open Sans"/>
                <w:b/>
                <w:bCs/>
                <w:i/>
                <w:iCs/>
              </w:rPr>
              <w:t>Priloga 2/1</w:t>
            </w:r>
          </w:p>
        </w:tc>
      </w:tr>
    </w:tbl>
    <w:p w14:paraId="63387A37" w14:textId="77777777" w:rsidR="001A5976" w:rsidRPr="00FD240D" w:rsidRDefault="001A5976" w:rsidP="001A5976">
      <w:pPr>
        <w:widowControl w:val="0"/>
        <w:jc w:val="both"/>
        <w:rPr>
          <w:rFonts w:ascii="Open Sans" w:hAnsi="Open Sans" w:cs="Open Sans"/>
        </w:rPr>
      </w:pPr>
      <w:r w:rsidRPr="00FD240D">
        <w:rPr>
          <w:rFonts w:ascii="Open Sans" w:hAnsi="Open Sans" w:cs="Open Sans"/>
        </w:rPr>
        <w:t xml:space="preserve">Ponudbeni predračun je k razpisni dokumentaciji priložen v Excel formatu. Ponudnik mora ponudbeni predračun izpolniti, podpisati in žigosati ter ga v PDF formatu predložiti k ponudbi. Poleg PDF formata predračuna mora ponudnik k ponudbi predložiti izpolnjen ponudbeni predračun v Excel formatu. </w:t>
      </w:r>
      <w:r w:rsidRPr="00FD240D">
        <w:rPr>
          <w:rFonts w:ascii="Open Sans" w:hAnsi="Open Sans" w:cs="Open Sans"/>
          <w:b/>
        </w:rPr>
        <w:t>Predložena ponudbena predračuna morata biti vsebinsko identična.</w:t>
      </w:r>
      <w:r w:rsidRPr="00FD240D">
        <w:rPr>
          <w:rFonts w:ascii="Open Sans" w:hAnsi="Open Sans" w:cs="Open Sans"/>
        </w:rPr>
        <w:t xml:space="preserve"> </w:t>
      </w:r>
    </w:p>
    <w:p w14:paraId="08B586BF" w14:textId="77777777" w:rsidR="001A5976" w:rsidRPr="00FD240D" w:rsidRDefault="001A5976" w:rsidP="001A5976">
      <w:pPr>
        <w:widowControl w:val="0"/>
        <w:jc w:val="both"/>
        <w:rPr>
          <w:rFonts w:ascii="Open Sans" w:hAnsi="Open Sans" w:cs="Open Sans"/>
          <w:b/>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458B4AF8" w14:textId="77777777" w:rsidTr="00ED5A6F">
        <w:tc>
          <w:tcPr>
            <w:tcW w:w="8080" w:type="dxa"/>
            <w:tcBorders>
              <w:top w:val="single" w:sz="4" w:space="0" w:color="auto"/>
              <w:bottom w:val="single" w:sz="4" w:space="0" w:color="auto"/>
            </w:tcBorders>
          </w:tcPr>
          <w:p w14:paraId="36FEFD0B" w14:textId="77777777" w:rsidR="001A5976" w:rsidRPr="00FD240D" w:rsidRDefault="001A5976" w:rsidP="006121C9">
            <w:pPr>
              <w:widowControl w:val="0"/>
              <w:jc w:val="both"/>
              <w:rPr>
                <w:rFonts w:ascii="Open Sans" w:hAnsi="Open Sans" w:cs="Open Sans"/>
              </w:rPr>
            </w:pPr>
            <w:r w:rsidRPr="00FD240D">
              <w:rPr>
                <w:rFonts w:ascii="Open Sans" w:hAnsi="Open Sans" w:cs="Open Sans"/>
              </w:rPr>
              <w:t>IZJAVA O UDELEŽBI FIZIČNIH IN PRAVNIH OSEB V LASTNIŠTVU GOSPODARSKEGA SUBJEKTA</w:t>
            </w:r>
          </w:p>
        </w:tc>
        <w:tc>
          <w:tcPr>
            <w:tcW w:w="1351" w:type="dxa"/>
            <w:tcBorders>
              <w:top w:val="single" w:sz="4" w:space="0" w:color="auto"/>
              <w:bottom w:val="single" w:sz="4" w:space="0" w:color="auto"/>
            </w:tcBorders>
          </w:tcPr>
          <w:p w14:paraId="6F3E568D" w14:textId="77777777" w:rsidR="001A5976" w:rsidRPr="00FD240D" w:rsidRDefault="001A5976" w:rsidP="00F1170A">
            <w:pPr>
              <w:widowControl w:val="0"/>
              <w:jc w:val="right"/>
              <w:rPr>
                <w:rFonts w:ascii="Open Sans" w:hAnsi="Open Sans" w:cs="Open Sans"/>
                <w:b/>
                <w:i/>
              </w:rPr>
            </w:pPr>
            <w:r w:rsidRPr="00FD240D">
              <w:rPr>
                <w:rFonts w:ascii="Open Sans" w:hAnsi="Open Sans" w:cs="Open Sans"/>
                <w:b/>
                <w:i/>
              </w:rPr>
              <w:t>Priloga 3/1</w:t>
            </w:r>
          </w:p>
        </w:tc>
      </w:tr>
    </w:tbl>
    <w:p w14:paraId="0BC7EDBB" w14:textId="77777777" w:rsidR="001A5976" w:rsidRPr="00FD240D" w:rsidRDefault="001A5976" w:rsidP="001A5976">
      <w:pPr>
        <w:widowControl w:val="0"/>
        <w:jc w:val="both"/>
        <w:rPr>
          <w:rFonts w:ascii="Open Sans" w:hAnsi="Open Sans" w:cs="Open Sans"/>
        </w:rPr>
      </w:pPr>
      <w:r w:rsidRPr="00FD240D">
        <w:rPr>
          <w:rFonts w:ascii="Open Sans" w:hAnsi="Open Sans" w:cs="Open Sans"/>
        </w:rPr>
        <w:t>Gospodarski subjekt mora obrazec izjave izpolniti in podpisati.</w:t>
      </w:r>
    </w:p>
    <w:p w14:paraId="0FF7C60D" w14:textId="77777777" w:rsidR="001A5976" w:rsidRPr="00FD240D" w:rsidRDefault="001A5976" w:rsidP="001A5976">
      <w:pPr>
        <w:widowControl w:val="0"/>
        <w:jc w:val="both"/>
        <w:rPr>
          <w:rFonts w:ascii="Open Sans" w:hAnsi="Open Sans" w:cs="Open Sans"/>
          <w:b/>
          <w:i/>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7AC1AE31" w14:textId="77777777" w:rsidTr="00ED5A6F">
        <w:tc>
          <w:tcPr>
            <w:tcW w:w="8080" w:type="dxa"/>
            <w:tcBorders>
              <w:top w:val="single" w:sz="4" w:space="0" w:color="auto"/>
              <w:bottom w:val="single" w:sz="4" w:space="0" w:color="auto"/>
            </w:tcBorders>
          </w:tcPr>
          <w:p w14:paraId="2F758D28" w14:textId="77777777" w:rsidR="001A5976" w:rsidRPr="00FD240D" w:rsidRDefault="001A5976" w:rsidP="006121C9">
            <w:pPr>
              <w:widowControl w:val="0"/>
              <w:jc w:val="both"/>
              <w:rPr>
                <w:rFonts w:ascii="Open Sans" w:hAnsi="Open Sans" w:cs="Open Sans"/>
              </w:rPr>
            </w:pPr>
            <w:r w:rsidRPr="00FD240D">
              <w:rPr>
                <w:rFonts w:ascii="Open Sans" w:hAnsi="Open Sans" w:cs="Open Sans"/>
              </w:rPr>
              <w:t>POOBLASTILO ZA PRIDOBITEV DOKAZILA IZ URADNIH EVIDENC – ZA FIZIČNE OSEBE</w:t>
            </w:r>
          </w:p>
        </w:tc>
        <w:tc>
          <w:tcPr>
            <w:tcW w:w="1351" w:type="dxa"/>
            <w:tcBorders>
              <w:top w:val="single" w:sz="4" w:space="0" w:color="auto"/>
              <w:bottom w:val="single" w:sz="4" w:space="0" w:color="auto"/>
            </w:tcBorders>
          </w:tcPr>
          <w:p w14:paraId="4BB5065B" w14:textId="77777777" w:rsidR="001A5976" w:rsidRPr="00FD240D" w:rsidRDefault="001A5976" w:rsidP="00F1170A">
            <w:pPr>
              <w:widowControl w:val="0"/>
              <w:jc w:val="right"/>
              <w:rPr>
                <w:rFonts w:ascii="Open Sans" w:hAnsi="Open Sans" w:cs="Open Sans"/>
                <w:b/>
                <w:bCs/>
                <w:i/>
                <w:iCs/>
              </w:rPr>
            </w:pPr>
            <w:r w:rsidRPr="00FD240D">
              <w:rPr>
                <w:rFonts w:ascii="Open Sans" w:hAnsi="Open Sans" w:cs="Open Sans"/>
                <w:b/>
                <w:bCs/>
                <w:i/>
                <w:iCs/>
              </w:rPr>
              <w:t>Priloga 4</w:t>
            </w:r>
          </w:p>
        </w:tc>
      </w:tr>
    </w:tbl>
    <w:p w14:paraId="73448589" w14:textId="77777777" w:rsidR="001A5976" w:rsidRPr="00FD240D" w:rsidRDefault="001A5976" w:rsidP="00463155">
      <w:pPr>
        <w:widowControl w:val="0"/>
        <w:jc w:val="both"/>
        <w:rPr>
          <w:rFonts w:ascii="Open Sans" w:hAnsi="Open Sans" w:cs="Open Sans"/>
        </w:rPr>
      </w:pPr>
      <w:r w:rsidRPr="00FD240D">
        <w:rPr>
          <w:rFonts w:ascii="Open Sans" w:hAnsi="Open Sans" w:cs="Open Sans"/>
        </w:rPr>
        <w:t>Fizične osebe, ki so člani upravnega, vodstvenega ali nadzornega organa gospodarskega subjekta ali ki imajo pooblastila za njegovo zastopanje ali odločanje ali nadzor v njem obrazec pooblastila izpolnijo in podpišejo.</w:t>
      </w:r>
    </w:p>
    <w:p w14:paraId="26C3BCCD" w14:textId="77777777" w:rsidR="001A5976" w:rsidRPr="00FD240D" w:rsidRDefault="001A5976" w:rsidP="001A5976">
      <w:pPr>
        <w:widowControl w:val="0"/>
        <w:jc w:val="both"/>
        <w:rPr>
          <w:rFonts w:ascii="Open Sans" w:hAnsi="Open Sans" w:cs="Open Sans"/>
          <w:b/>
          <w:i/>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30EE9E1D" w14:textId="77777777" w:rsidTr="00ED5A6F">
        <w:tc>
          <w:tcPr>
            <w:tcW w:w="8080" w:type="dxa"/>
            <w:tcBorders>
              <w:top w:val="single" w:sz="4" w:space="0" w:color="auto"/>
              <w:bottom w:val="single" w:sz="4" w:space="0" w:color="auto"/>
            </w:tcBorders>
          </w:tcPr>
          <w:p w14:paraId="3E2ECAD5" w14:textId="77777777" w:rsidR="001A5976" w:rsidRPr="00FD240D" w:rsidRDefault="001A5976" w:rsidP="006121C9">
            <w:pPr>
              <w:widowControl w:val="0"/>
              <w:jc w:val="both"/>
              <w:rPr>
                <w:rFonts w:ascii="Open Sans" w:hAnsi="Open Sans" w:cs="Open Sans"/>
              </w:rPr>
            </w:pPr>
            <w:r w:rsidRPr="00FD240D">
              <w:rPr>
                <w:rFonts w:ascii="Open Sans" w:hAnsi="Open Sans" w:cs="Open Sans"/>
              </w:rPr>
              <w:t>IZJAVA O SODELOVANJU S PODIZVAJALCEM IN POOBLASTILO PONUDNIKA</w:t>
            </w:r>
          </w:p>
        </w:tc>
        <w:tc>
          <w:tcPr>
            <w:tcW w:w="1351" w:type="dxa"/>
            <w:tcBorders>
              <w:top w:val="single" w:sz="4" w:space="0" w:color="auto"/>
              <w:bottom w:val="single" w:sz="4" w:space="0" w:color="auto"/>
            </w:tcBorders>
          </w:tcPr>
          <w:p w14:paraId="2428165C" w14:textId="77777777" w:rsidR="001A5976" w:rsidRPr="00FD240D" w:rsidRDefault="001A5976" w:rsidP="00F1170A">
            <w:pPr>
              <w:widowControl w:val="0"/>
              <w:jc w:val="right"/>
              <w:rPr>
                <w:rFonts w:ascii="Open Sans" w:hAnsi="Open Sans" w:cs="Open Sans"/>
                <w:b/>
                <w:i/>
              </w:rPr>
            </w:pPr>
            <w:r w:rsidRPr="00FD240D">
              <w:rPr>
                <w:rFonts w:ascii="Open Sans" w:hAnsi="Open Sans" w:cs="Open Sans"/>
                <w:b/>
                <w:i/>
              </w:rPr>
              <w:t>Priloga 5</w:t>
            </w:r>
          </w:p>
        </w:tc>
      </w:tr>
    </w:tbl>
    <w:p w14:paraId="4D349E71" w14:textId="77777777" w:rsidR="001A5976" w:rsidRPr="00FD240D" w:rsidRDefault="001A5976" w:rsidP="001A5976">
      <w:pPr>
        <w:widowControl w:val="0"/>
        <w:ind w:right="142"/>
        <w:jc w:val="both"/>
        <w:rPr>
          <w:rFonts w:ascii="Open Sans" w:hAnsi="Open Sans" w:cs="Open Sans"/>
        </w:rPr>
      </w:pPr>
      <w:r w:rsidRPr="00FD240D">
        <w:rPr>
          <w:rFonts w:ascii="Open Sans" w:hAnsi="Open Sans" w:cs="Open Sans"/>
        </w:rPr>
        <w:t>Ponudnik obrazec priloge izpolni, podpiše in žigosa. V kolikor ponudnik na razpisu ne nastopa z nobenim podizvajalcem, priloge ne predloži k ponudbi.</w:t>
      </w:r>
    </w:p>
    <w:p w14:paraId="76AF4212" w14:textId="77777777" w:rsidR="001A5976" w:rsidRPr="00FD240D" w:rsidRDefault="001A5976" w:rsidP="001A5976">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267D39B4" w14:textId="77777777" w:rsidTr="00ED5A6F">
        <w:tc>
          <w:tcPr>
            <w:tcW w:w="8080" w:type="dxa"/>
            <w:tcBorders>
              <w:top w:val="single" w:sz="4" w:space="0" w:color="auto"/>
              <w:bottom w:val="single" w:sz="4" w:space="0" w:color="auto"/>
            </w:tcBorders>
          </w:tcPr>
          <w:p w14:paraId="3C869165" w14:textId="77777777" w:rsidR="001A5976" w:rsidRPr="00FD240D" w:rsidRDefault="001A5976" w:rsidP="006121C9">
            <w:pPr>
              <w:widowControl w:val="0"/>
              <w:jc w:val="both"/>
              <w:rPr>
                <w:rFonts w:ascii="Open Sans" w:hAnsi="Open Sans" w:cs="Open Sans"/>
              </w:rPr>
            </w:pPr>
            <w:r w:rsidRPr="00FD240D">
              <w:rPr>
                <w:rFonts w:ascii="Open Sans" w:hAnsi="Open Sans" w:cs="Open Sans"/>
              </w:rPr>
              <w:t>PODATKI PODIZVAJALCA</w:t>
            </w:r>
          </w:p>
        </w:tc>
        <w:tc>
          <w:tcPr>
            <w:tcW w:w="1351" w:type="dxa"/>
            <w:tcBorders>
              <w:top w:val="single" w:sz="4" w:space="0" w:color="auto"/>
              <w:bottom w:val="single" w:sz="4" w:space="0" w:color="auto"/>
            </w:tcBorders>
          </w:tcPr>
          <w:p w14:paraId="1184960D" w14:textId="77777777" w:rsidR="001A5976" w:rsidRPr="00FD240D" w:rsidRDefault="001A5976" w:rsidP="00F1170A">
            <w:pPr>
              <w:widowControl w:val="0"/>
              <w:jc w:val="right"/>
              <w:rPr>
                <w:rFonts w:ascii="Open Sans" w:hAnsi="Open Sans" w:cs="Open Sans"/>
                <w:b/>
                <w:i/>
              </w:rPr>
            </w:pPr>
            <w:r w:rsidRPr="00FD240D">
              <w:rPr>
                <w:rFonts w:ascii="Open Sans" w:hAnsi="Open Sans" w:cs="Open Sans"/>
                <w:b/>
                <w:i/>
              </w:rPr>
              <w:t>Priloga 5/1</w:t>
            </w:r>
          </w:p>
        </w:tc>
      </w:tr>
    </w:tbl>
    <w:p w14:paraId="2D1B8516" w14:textId="77777777" w:rsidR="001A5976" w:rsidRDefault="001A5976" w:rsidP="00463155">
      <w:pPr>
        <w:widowControl w:val="0"/>
        <w:jc w:val="both"/>
        <w:rPr>
          <w:rFonts w:ascii="Open Sans" w:hAnsi="Open Sans" w:cs="Open Sans"/>
        </w:rPr>
      </w:pPr>
      <w:r w:rsidRPr="00FD240D">
        <w:rPr>
          <w:rFonts w:ascii="Open Sans" w:hAnsi="Open Sans" w:cs="Open Sans"/>
        </w:rPr>
        <w:t>Podizvajalec obrazec priloge izpolni in podpiše. V kolikor ponudnik na razpisu ne nastopa z nobenim podizvajalcem, priloge ne predloži k ponudbi.</w:t>
      </w:r>
    </w:p>
    <w:p w14:paraId="13CD568A" w14:textId="77777777" w:rsidR="001A5976" w:rsidRPr="00FD240D" w:rsidRDefault="001A5976" w:rsidP="001A5976">
      <w:pPr>
        <w:widowControl w:val="0"/>
        <w:ind w:right="142"/>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1E1AEE5F" w14:textId="77777777" w:rsidTr="00ED5A6F">
        <w:tc>
          <w:tcPr>
            <w:tcW w:w="8080" w:type="dxa"/>
            <w:tcBorders>
              <w:top w:val="single" w:sz="4" w:space="0" w:color="auto"/>
              <w:bottom w:val="single" w:sz="4" w:space="0" w:color="auto"/>
            </w:tcBorders>
          </w:tcPr>
          <w:p w14:paraId="477DB2CA" w14:textId="77777777" w:rsidR="001A5976" w:rsidRPr="00FD240D" w:rsidRDefault="001A5976" w:rsidP="006121C9">
            <w:pPr>
              <w:widowControl w:val="0"/>
              <w:jc w:val="both"/>
              <w:rPr>
                <w:rFonts w:ascii="Open Sans" w:hAnsi="Open Sans" w:cs="Open Sans"/>
              </w:rPr>
            </w:pP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b/>
              </w:rPr>
              <w:br w:type="page"/>
            </w:r>
            <w:r w:rsidRPr="00FD240D">
              <w:rPr>
                <w:rFonts w:ascii="Open Sans" w:hAnsi="Open Sans" w:cs="Open Sans"/>
              </w:rPr>
              <w:t xml:space="preserve">SEZNAM SUBJEKTOV, KATERIH ZMOGLJIVOST UPORABLJA PONUDNIK  </w:t>
            </w:r>
          </w:p>
        </w:tc>
        <w:tc>
          <w:tcPr>
            <w:tcW w:w="1351" w:type="dxa"/>
            <w:tcBorders>
              <w:top w:val="single" w:sz="4" w:space="0" w:color="auto"/>
              <w:bottom w:val="single" w:sz="4" w:space="0" w:color="auto"/>
            </w:tcBorders>
          </w:tcPr>
          <w:p w14:paraId="3C40D43D" w14:textId="77777777" w:rsidR="001A5976" w:rsidRPr="00FD240D" w:rsidRDefault="001A5976" w:rsidP="00F1170A">
            <w:pPr>
              <w:widowControl w:val="0"/>
              <w:jc w:val="right"/>
              <w:rPr>
                <w:rFonts w:ascii="Open Sans" w:hAnsi="Open Sans" w:cs="Open Sans"/>
                <w:b/>
                <w:i/>
              </w:rPr>
            </w:pPr>
            <w:r w:rsidRPr="00FD240D">
              <w:rPr>
                <w:rFonts w:ascii="Open Sans" w:hAnsi="Open Sans" w:cs="Open Sans"/>
                <w:b/>
                <w:i/>
              </w:rPr>
              <w:t>Priloga 6</w:t>
            </w:r>
          </w:p>
        </w:tc>
      </w:tr>
    </w:tbl>
    <w:p w14:paraId="0A376D8F" w14:textId="77777777" w:rsidR="001A5976" w:rsidRPr="00FD240D" w:rsidRDefault="001A5976" w:rsidP="00463155">
      <w:pPr>
        <w:widowControl w:val="0"/>
        <w:jc w:val="both"/>
        <w:rPr>
          <w:rFonts w:ascii="Open Sans" w:hAnsi="Open Sans" w:cs="Open Sans"/>
        </w:rPr>
      </w:pPr>
      <w:r w:rsidRPr="00FD240D">
        <w:rPr>
          <w:rFonts w:ascii="Open Sans" w:hAnsi="Open Sans" w:cs="Open Sans"/>
        </w:rPr>
        <w:t>Ponudnik mora prilogo izpolniti in podpisati, v kolikor uporabi zmogljivost drugih subjektov za izvedbo javnega naročila. V kolikor ponudnik na razpisu ne uporabi zmogljivosti drugih subjektov za izvedbo javnega naročila, priloge ne predloži k ponudbi.</w:t>
      </w:r>
    </w:p>
    <w:p w14:paraId="0B72BF86" w14:textId="42C8B618" w:rsidR="001A5976" w:rsidRDefault="001A5976" w:rsidP="001A5976">
      <w:pPr>
        <w:widowControl w:val="0"/>
        <w:jc w:val="both"/>
        <w:rPr>
          <w:rFonts w:ascii="Open Sans" w:hAnsi="Open Sans" w:cs="Open San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69"/>
      </w:tblGrid>
      <w:tr w:rsidR="00114167" w:rsidRPr="00114167" w14:paraId="439044C5" w14:textId="77777777" w:rsidTr="00571D4E">
        <w:tc>
          <w:tcPr>
            <w:tcW w:w="8080" w:type="dxa"/>
            <w:shd w:val="clear" w:color="auto" w:fill="auto"/>
          </w:tcPr>
          <w:p w14:paraId="48E590A8" w14:textId="5D5C8B02" w:rsidR="00114167" w:rsidRPr="00114167" w:rsidRDefault="005549E7" w:rsidP="006121C9">
            <w:pPr>
              <w:keepNext/>
              <w:jc w:val="both"/>
              <w:rPr>
                <w:rFonts w:ascii="Open Sans" w:hAnsi="Open Sans" w:cs="Open Sans"/>
              </w:rPr>
            </w:pPr>
            <w:r w:rsidRPr="005549E7">
              <w:rPr>
                <w:rFonts w:ascii="Open Sans" w:hAnsi="Open Sans" w:cs="Open Sans"/>
              </w:rPr>
              <w:lastRenderedPageBreak/>
              <w:t>REFERENCE ZA SERVISIRANJE KONVEKTORJEV</w:t>
            </w:r>
            <w:r w:rsidR="00933CBF">
              <w:rPr>
                <w:rFonts w:ascii="Open Sans" w:hAnsi="Open Sans" w:cs="Open Sans"/>
              </w:rPr>
              <w:t xml:space="preserve"> </w:t>
            </w:r>
            <w:r w:rsidR="00933CBF" w:rsidRPr="004C4CAD">
              <w:rPr>
                <w:rFonts w:ascii="Open Sans" w:hAnsi="Open Sans" w:cs="Open Sans"/>
              </w:rPr>
              <w:t>AIRWELL, EURAPO</w:t>
            </w:r>
          </w:p>
        </w:tc>
        <w:tc>
          <w:tcPr>
            <w:tcW w:w="1269" w:type="dxa"/>
            <w:shd w:val="clear" w:color="auto" w:fill="auto"/>
          </w:tcPr>
          <w:p w14:paraId="29EB5107" w14:textId="30D3FF17" w:rsidR="00114167" w:rsidRPr="00114167" w:rsidRDefault="00114167" w:rsidP="00114167">
            <w:pPr>
              <w:keepNext/>
              <w:jc w:val="right"/>
              <w:rPr>
                <w:rFonts w:ascii="Open Sans" w:hAnsi="Open Sans" w:cs="Open Sans"/>
                <w:b/>
                <w:i/>
              </w:rPr>
            </w:pPr>
            <w:r w:rsidRPr="00114167">
              <w:rPr>
                <w:rFonts w:ascii="Open Sans" w:hAnsi="Open Sans" w:cs="Open Sans"/>
                <w:b/>
                <w:i/>
              </w:rPr>
              <w:t>Priloga 7/1</w:t>
            </w:r>
          </w:p>
        </w:tc>
      </w:tr>
    </w:tbl>
    <w:p w14:paraId="6615E39F" w14:textId="621C9DED" w:rsidR="00E42707" w:rsidRPr="00801D9E" w:rsidRDefault="00E42707" w:rsidP="00801D9E">
      <w:pPr>
        <w:keepLines/>
        <w:widowControl w:val="0"/>
        <w:jc w:val="both"/>
        <w:rPr>
          <w:rFonts w:ascii="Open Sans" w:hAnsi="Open Sans" w:cs="Open Sans"/>
        </w:rPr>
      </w:pPr>
      <w:r w:rsidRPr="00801D9E">
        <w:rPr>
          <w:rFonts w:ascii="Open Sans" w:hAnsi="Open Sans" w:cs="Open Sans"/>
        </w:rPr>
        <w:t xml:space="preserve">Ponudnik mora priložiti izpolnjene </w:t>
      </w:r>
      <w:r>
        <w:rPr>
          <w:rFonts w:ascii="Open Sans" w:hAnsi="Open Sans" w:cs="Open Sans"/>
        </w:rPr>
        <w:t xml:space="preserve">in podpisane </w:t>
      </w:r>
      <w:r w:rsidRPr="00801D9E">
        <w:rPr>
          <w:rFonts w:ascii="Open Sans" w:hAnsi="Open Sans" w:cs="Open Sans"/>
        </w:rPr>
        <w:t>obrazce za reference. Ponudnik razmnoži potrebno število izvodov priloge.</w:t>
      </w:r>
    </w:p>
    <w:p w14:paraId="28FE8FF6" w14:textId="543189DB" w:rsidR="00114167" w:rsidRDefault="00114167" w:rsidP="001A5976">
      <w:pPr>
        <w:widowControl w:val="0"/>
        <w:jc w:val="both"/>
        <w:rPr>
          <w:rFonts w:ascii="Open Sans" w:hAnsi="Open Sans" w:cs="Open San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69"/>
      </w:tblGrid>
      <w:tr w:rsidR="00FD40D1" w:rsidRPr="00114167" w14:paraId="1CE5E317" w14:textId="77777777" w:rsidTr="00F17F3C">
        <w:tc>
          <w:tcPr>
            <w:tcW w:w="8080" w:type="dxa"/>
            <w:shd w:val="clear" w:color="auto" w:fill="auto"/>
          </w:tcPr>
          <w:p w14:paraId="6B3540E0" w14:textId="338AA0B9" w:rsidR="00FD40D1" w:rsidRPr="00114167" w:rsidRDefault="00FD40D1" w:rsidP="00F17F3C">
            <w:pPr>
              <w:keepNext/>
              <w:jc w:val="both"/>
              <w:rPr>
                <w:rFonts w:ascii="Open Sans" w:hAnsi="Open Sans" w:cs="Open Sans"/>
              </w:rPr>
            </w:pPr>
            <w:r w:rsidRPr="005549E7">
              <w:rPr>
                <w:rFonts w:ascii="Open Sans" w:hAnsi="Open Sans" w:cs="Open Sans"/>
              </w:rPr>
              <w:t xml:space="preserve">REFERENCE </w:t>
            </w:r>
            <w:r w:rsidR="00E42707">
              <w:rPr>
                <w:rFonts w:ascii="Open Sans" w:hAnsi="Open Sans" w:cs="Open Sans"/>
              </w:rPr>
              <w:t xml:space="preserve">ZA </w:t>
            </w:r>
            <w:r w:rsidRPr="002E4EED">
              <w:rPr>
                <w:rFonts w:ascii="Open Sans" w:hAnsi="Open Sans" w:cs="Open Sans"/>
              </w:rPr>
              <w:t>VZDRŽEVANJE IN SERVISIRANJE HLADILNEGA AGREGATA TRANE</w:t>
            </w:r>
          </w:p>
        </w:tc>
        <w:tc>
          <w:tcPr>
            <w:tcW w:w="1269" w:type="dxa"/>
            <w:shd w:val="clear" w:color="auto" w:fill="auto"/>
          </w:tcPr>
          <w:p w14:paraId="7506B1F4" w14:textId="4A27A8E7" w:rsidR="00FD40D1" w:rsidRPr="00114167" w:rsidRDefault="00FD40D1" w:rsidP="00F17F3C">
            <w:pPr>
              <w:keepNext/>
              <w:jc w:val="right"/>
              <w:rPr>
                <w:rFonts w:ascii="Open Sans" w:hAnsi="Open Sans" w:cs="Open Sans"/>
                <w:b/>
                <w:i/>
              </w:rPr>
            </w:pPr>
            <w:r w:rsidRPr="00114167">
              <w:rPr>
                <w:rFonts w:ascii="Open Sans" w:hAnsi="Open Sans" w:cs="Open Sans"/>
                <w:b/>
                <w:i/>
              </w:rPr>
              <w:t>Priloga 7/</w:t>
            </w:r>
            <w:r>
              <w:rPr>
                <w:rFonts w:ascii="Open Sans" w:hAnsi="Open Sans" w:cs="Open Sans"/>
                <w:b/>
                <w:i/>
              </w:rPr>
              <w:t>2</w:t>
            </w:r>
          </w:p>
        </w:tc>
      </w:tr>
    </w:tbl>
    <w:p w14:paraId="44A616FF" w14:textId="77777777" w:rsidR="00E42707" w:rsidRPr="004D065C" w:rsidRDefault="00E42707" w:rsidP="00E42707">
      <w:pPr>
        <w:keepLines/>
        <w:widowControl w:val="0"/>
        <w:jc w:val="both"/>
        <w:rPr>
          <w:rFonts w:ascii="Open Sans" w:hAnsi="Open Sans" w:cs="Open Sans"/>
        </w:rPr>
      </w:pPr>
      <w:r w:rsidRPr="004D065C">
        <w:rPr>
          <w:rFonts w:ascii="Open Sans" w:hAnsi="Open Sans" w:cs="Open Sans"/>
        </w:rPr>
        <w:t xml:space="preserve">Ponudnik mora priložiti izpolnjene </w:t>
      </w:r>
      <w:r>
        <w:rPr>
          <w:rFonts w:ascii="Open Sans" w:hAnsi="Open Sans" w:cs="Open Sans"/>
        </w:rPr>
        <w:t xml:space="preserve">in podpisane </w:t>
      </w:r>
      <w:r w:rsidRPr="004D065C">
        <w:rPr>
          <w:rFonts w:ascii="Open Sans" w:hAnsi="Open Sans" w:cs="Open Sans"/>
        </w:rPr>
        <w:t>obrazce za reference. Ponudnik razmnoži potrebno število izvodov priloge.</w:t>
      </w:r>
    </w:p>
    <w:p w14:paraId="0B826AA2" w14:textId="77777777" w:rsidR="00FD40D1" w:rsidRDefault="00FD40D1" w:rsidP="001A5976">
      <w:pPr>
        <w:widowControl w:val="0"/>
        <w:jc w:val="both"/>
        <w:rPr>
          <w:rFonts w:ascii="Open Sans" w:hAnsi="Open Sans" w:cs="Open San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69"/>
      </w:tblGrid>
      <w:tr w:rsidR="000B2FCB" w:rsidRPr="00114167" w14:paraId="58320745" w14:textId="77777777" w:rsidTr="00571D4E">
        <w:tc>
          <w:tcPr>
            <w:tcW w:w="8080" w:type="dxa"/>
            <w:shd w:val="clear" w:color="auto" w:fill="auto"/>
          </w:tcPr>
          <w:p w14:paraId="3E1A9B6D" w14:textId="55C8758F" w:rsidR="000B2FCB" w:rsidRPr="00114167" w:rsidRDefault="000B2FCB" w:rsidP="00610E1F">
            <w:pPr>
              <w:keepNext/>
              <w:jc w:val="both"/>
              <w:rPr>
                <w:rFonts w:ascii="Open Sans" w:hAnsi="Open Sans" w:cs="Open Sans"/>
              </w:rPr>
            </w:pPr>
            <w:r w:rsidRPr="005549E7">
              <w:rPr>
                <w:rFonts w:ascii="Open Sans" w:hAnsi="Open Sans" w:cs="Open Sans"/>
              </w:rPr>
              <w:t xml:space="preserve">REFERENCE ZA </w:t>
            </w:r>
            <w:r w:rsidRPr="002E4EED">
              <w:rPr>
                <w:rFonts w:ascii="Open Sans" w:hAnsi="Open Sans" w:cs="Open Sans"/>
              </w:rPr>
              <w:t>VZDRŽEVANJE IN SERVISIRANJE TOPLOTNE ČRPALKE YOSHI-AISIN S PLINSKIM MOTORJEM</w:t>
            </w:r>
          </w:p>
        </w:tc>
        <w:tc>
          <w:tcPr>
            <w:tcW w:w="1269" w:type="dxa"/>
            <w:shd w:val="clear" w:color="auto" w:fill="auto"/>
          </w:tcPr>
          <w:p w14:paraId="1DC98CFA" w14:textId="607C18CB" w:rsidR="000B2FCB" w:rsidRPr="00114167" w:rsidRDefault="000B2FCB" w:rsidP="00610E1F">
            <w:pPr>
              <w:keepNext/>
              <w:jc w:val="right"/>
              <w:rPr>
                <w:rFonts w:ascii="Open Sans" w:hAnsi="Open Sans" w:cs="Open Sans"/>
                <w:b/>
                <w:i/>
              </w:rPr>
            </w:pPr>
            <w:r w:rsidRPr="00114167">
              <w:rPr>
                <w:rFonts w:ascii="Open Sans" w:hAnsi="Open Sans" w:cs="Open Sans"/>
                <w:b/>
                <w:i/>
              </w:rPr>
              <w:t>Priloga 7/</w:t>
            </w:r>
            <w:r w:rsidR="00FD40D1">
              <w:rPr>
                <w:rFonts w:ascii="Open Sans" w:hAnsi="Open Sans" w:cs="Open Sans"/>
                <w:b/>
                <w:i/>
              </w:rPr>
              <w:t>3</w:t>
            </w:r>
          </w:p>
        </w:tc>
      </w:tr>
    </w:tbl>
    <w:p w14:paraId="46889317" w14:textId="77777777" w:rsidR="00E42707" w:rsidRPr="004D065C" w:rsidRDefault="00E42707" w:rsidP="00E42707">
      <w:pPr>
        <w:keepLines/>
        <w:widowControl w:val="0"/>
        <w:jc w:val="both"/>
        <w:rPr>
          <w:rFonts w:ascii="Open Sans" w:hAnsi="Open Sans" w:cs="Open Sans"/>
        </w:rPr>
      </w:pPr>
      <w:r w:rsidRPr="004D065C">
        <w:rPr>
          <w:rFonts w:ascii="Open Sans" w:hAnsi="Open Sans" w:cs="Open Sans"/>
        </w:rPr>
        <w:t xml:space="preserve">Ponudnik mora priložiti izpolnjene </w:t>
      </w:r>
      <w:r>
        <w:rPr>
          <w:rFonts w:ascii="Open Sans" w:hAnsi="Open Sans" w:cs="Open Sans"/>
        </w:rPr>
        <w:t xml:space="preserve">in podpisane </w:t>
      </w:r>
      <w:r w:rsidRPr="004D065C">
        <w:rPr>
          <w:rFonts w:ascii="Open Sans" w:hAnsi="Open Sans" w:cs="Open Sans"/>
        </w:rPr>
        <w:t>obrazce za reference. Ponudnik razmnoži potrebno število izvodov priloge.</w:t>
      </w:r>
    </w:p>
    <w:p w14:paraId="778CB55B" w14:textId="77777777" w:rsidR="000B2FCB" w:rsidRPr="00FD240D" w:rsidRDefault="000B2FCB" w:rsidP="001A5976">
      <w:pPr>
        <w:widowControl w:val="0"/>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351"/>
      </w:tblGrid>
      <w:tr w:rsidR="001A5976" w:rsidRPr="00FD240D" w14:paraId="6A10053A" w14:textId="77777777" w:rsidTr="00571D4E">
        <w:tc>
          <w:tcPr>
            <w:tcW w:w="8075" w:type="dxa"/>
            <w:tcBorders>
              <w:top w:val="single" w:sz="4" w:space="0" w:color="auto"/>
              <w:bottom w:val="single" w:sz="4" w:space="0" w:color="auto"/>
            </w:tcBorders>
          </w:tcPr>
          <w:p w14:paraId="69A3D764" w14:textId="77777777" w:rsidR="001A5976" w:rsidRPr="00FD240D" w:rsidRDefault="001A5976" w:rsidP="006121C9">
            <w:pPr>
              <w:widowControl w:val="0"/>
              <w:rPr>
                <w:rFonts w:ascii="Open Sans" w:hAnsi="Open Sans" w:cs="Open Sans"/>
              </w:rPr>
            </w:pPr>
            <w:r w:rsidRPr="00FD240D">
              <w:rPr>
                <w:rFonts w:ascii="Open Sans" w:hAnsi="Open Sans" w:cs="Open Sans"/>
              </w:rPr>
              <w:t>POTRDILO NAROČNIKA O OGLEDU OBJEKTA</w:t>
            </w:r>
          </w:p>
        </w:tc>
        <w:tc>
          <w:tcPr>
            <w:tcW w:w="1351" w:type="dxa"/>
            <w:tcBorders>
              <w:top w:val="single" w:sz="4" w:space="0" w:color="auto"/>
              <w:bottom w:val="single" w:sz="4" w:space="0" w:color="auto"/>
            </w:tcBorders>
          </w:tcPr>
          <w:p w14:paraId="4D8B0A1E" w14:textId="77777777" w:rsidR="001A5976" w:rsidRPr="00FD240D" w:rsidRDefault="001A5976" w:rsidP="007E7085">
            <w:pPr>
              <w:widowControl w:val="0"/>
              <w:jc w:val="right"/>
              <w:rPr>
                <w:rFonts w:ascii="Open Sans" w:hAnsi="Open Sans" w:cs="Open Sans"/>
                <w:b/>
                <w:i/>
              </w:rPr>
            </w:pPr>
            <w:r w:rsidRPr="00FD240D">
              <w:rPr>
                <w:rFonts w:ascii="Open Sans" w:hAnsi="Open Sans" w:cs="Open Sans"/>
                <w:b/>
                <w:i/>
              </w:rPr>
              <w:t xml:space="preserve">Priloga </w:t>
            </w:r>
            <w:r>
              <w:rPr>
                <w:rFonts w:ascii="Open Sans" w:hAnsi="Open Sans" w:cs="Open Sans"/>
                <w:b/>
                <w:i/>
              </w:rPr>
              <w:t>8</w:t>
            </w:r>
          </w:p>
        </w:tc>
      </w:tr>
    </w:tbl>
    <w:p w14:paraId="03A5643B" w14:textId="77777777" w:rsidR="001A5976" w:rsidRPr="00FD240D" w:rsidRDefault="001A5976" w:rsidP="001A5976">
      <w:pPr>
        <w:widowControl w:val="0"/>
        <w:rPr>
          <w:rFonts w:ascii="Open Sans" w:hAnsi="Open Sans" w:cs="Open Sans"/>
        </w:rPr>
      </w:pPr>
      <w:r w:rsidRPr="00FD240D">
        <w:rPr>
          <w:rFonts w:ascii="Open Sans" w:hAnsi="Open Sans" w:cs="Open Sans"/>
        </w:rPr>
        <w:t>Ponudnik mora potrdilo, ki ga naročnik podpiše ob ogledu objektov, priložiti v ponudbi.</w:t>
      </w:r>
    </w:p>
    <w:p w14:paraId="7B02DCF5" w14:textId="77777777" w:rsidR="001A5976" w:rsidRPr="00FD240D" w:rsidRDefault="001A5976" w:rsidP="001A5976">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1A5976" w:rsidRPr="00FD240D" w14:paraId="4BAC78E1" w14:textId="77777777" w:rsidTr="00571D4E">
        <w:tc>
          <w:tcPr>
            <w:tcW w:w="8080" w:type="dxa"/>
            <w:tcBorders>
              <w:top w:val="single" w:sz="4" w:space="0" w:color="auto"/>
              <w:bottom w:val="single" w:sz="4" w:space="0" w:color="auto"/>
            </w:tcBorders>
          </w:tcPr>
          <w:p w14:paraId="37E3A5AE" w14:textId="77777777" w:rsidR="001A5976" w:rsidRPr="00FD240D" w:rsidRDefault="001A5976" w:rsidP="006121C9">
            <w:pPr>
              <w:widowControl w:val="0"/>
              <w:jc w:val="both"/>
              <w:rPr>
                <w:rFonts w:ascii="Open Sans" w:hAnsi="Open Sans" w:cs="Open Sans"/>
              </w:rPr>
            </w:pPr>
            <w:r w:rsidRPr="00FD240D">
              <w:rPr>
                <w:rFonts w:ascii="Open Sans" w:hAnsi="Open Sans" w:cs="Open Sans"/>
              </w:rPr>
              <w:t>ZAGOTAVLJANJE VARNOSTI IN ZDRAVJA PRI DELU</w:t>
            </w:r>
          </w:p>
        </w:tc>
        <w:tc>
          <w:tcPr>
            <w:tcW w:w="1351" w:type="dxa"/>
            <w:tcBorders>
              <w:top w:val="single" w:sz="4" w:space="0" w:color="auto"/>
              <w:bottom w:val="single" w:sz="4" w:space="0" w:color="auto"/>
            </w:tcBorders>
          </w:tcPr>
          <w:p w14:paraId="3357D5A9" w14:textId="77777777" w:rsidR="001A5976" w:rsidRPr="00FD240D" w:rsidRDefault="001A5976" w:rsidP="007E7085">
            <w:pPr>
              <w:widowControl w:val="0"/>
              <w:jc w:val="right"/>
              <w:rPr>
                <w:rFonts w:ascii="Open Sans" w:hAnsi="Open Sans" w:cs="Open Sans"/>
                <w:b/>
                <w:i/>
              </w:rPr>
            </w:pPr>
            <w:r w:rsidRPr="00FD240D">
              <w:rPr>
                <w:rFonts w:ascii="Open Sans" w:hAnsi="Open Sans" w:cs="Open Sans"/>
                <w:b/>
                <w:i/>
              </w:rPr>
              <w:t xml:space="preserve">Priloga </w:t>
            </w:r>
            <w:r>
              <w:rPr>
                <w:rFonts w:ascii="Open Sans" w:hAnsi="Open Sans" w:cs="Open Sans"/>
                <w:b/>
                <w:i/>
              </w:rPr>
              <w:t>9</w:t>
            </w:r>
          </w:p>
        </w:tc>
      </w:tr>
    </w:tbl>
    <w:p w14:paraId="4A6890B6" w14:textId="77777777" w:rsidR="00B06619" w:rsidRPr="00FD240D" w:rsidRDefault="00B06619" w:rsidP="00B06619">
      <w:pPr>
        <w:widowControl w:val="0"/>
        <w:jc w:val="both"/>
        <w:rPr>
          <w:rFonts w:ascii="Open Sans" w:hAnsi="Open Sans" w:cs="Open Sans"/>
        </w:rPr>
      </w:pPr>
      <w:r w:rsidRPr="00FD240D">
        <w:rPr>
          <w:rFonts w:ascii="Open Sans" w:hAnsi="Open Sans" w:cs="Open Sans"/>
        </w:rPr>
        <w:t>Ponudnik mora obrazec izjave izpolniti in podpisati.</w:t>
      </w:r>
    </w:p>
    <w:p w14:paraId="37E3AD71" w14:textId="77777777" w:rsidR="00B06619" w:rsidRDefault="00B06619" w:rsidP="00466699">
      <w:pPr>
        <w:keepNext/>
        <w:rPr>
          <w:rFonts w:ascii="Tahoma" w:hAnsi="Tahoma" w:cs="Tahoma"/>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73882" w:rsidRPr="008B5815" w14:paraId="23FA8B7F" w14:textId="77777777" w:rsidTr="00F00D46">
        <w:tc>
          <w:tcPr>
            <w:tcW w:w="8080" w:type="dxa"/>
            <w:tcBorders>
              <w:top w:val="single" w:sz="4" w:space="0" w:color="auto"/>
              <w:bottom w:val="single" w:sz="4" w:space="0" w:color="auto"/>
            </w:tcBorders>
          </w:tcPr>
          <w:p w14:paraId="5F643E5F" w14:textId="1873FA7A" w:rsidR="00473882" w:rsidRPr="008B5815" w:rsidRDefault="005549E7" w:rsidP="006121C9">
            <w:pPr>
              <w:widowControl w:val="0"/>
              <w:jc w:val="both"/>
              <w:rPr>
                <w:rFonts w:ascii="Open Sans" w:hAnsi="Open Sans" w:cs="Open Sans"/>
              </w:rPr>
            </w:pPr>
            <w:r w:rsidRPr="008B5815">
              <w:rPr>
                <w:rFonts w:ascii="Open Sans" w:hAnsi="Open Sans" w:cs="Open Sans"/>
              </w:rPr>
              <w:t>POTRDILO O VPISU V EVIDENCO POOBLAŠČENIH PODJETIJ</w:t>
            </w:r>
          </w:p>
        </w:tc>
        <w:tc>
          <w:tcPr>
            <w:tcW w:w="1418" w:type="dxa"/>
            <w:tcBorders>
              <w:top w:val="single" w:sz="4" w:space="0" w:color="auto"/>
              <w:bottom w:val="single" w:sz="4" w:space="0" w:color="auto"/>
            </w:tcBorders>
          </w:tcPr>
          <w:p w14:paraId="23B9A4F8" w14:textId="77777777" w:rsidR="00473882" w:rsidRPr="008B5815" w:rsidRDefault="00473882" w:rsidP="006121C9">
            <w:pPr>
              <w:widowControl w:val="0"/>
              <w:jc w:val="both"/>
              <w:rPr>
                <w:rFonts w:ascii="Open Sans" w:hAnsi="Open Sans" w:cs="Open Sans"/>
                <w:b/>
                <w:i/>
              </w:rPr>
            </w:pPr>
          </w:p>
        </w:tc>
      </w:tr>
    </w:tbl>
    <w:p w14:paraId="1F8C26FC" w14:textId="77777777" w:rsidR="00B06619" w:rsidRPr="00473882" w:rsidRDefault="00473882" w:rsidP="00B06619">
      <w:pPr>
        <w:pStyle w:val="Odstavekseznama"/>
        <w:widowControl w:val="0"/>
        <w:ind w:left="0"/>
        <w:jc w:val="both"/>
        <w:rPr>
          <w:rFonts w:ascii="Open Sans" w:hAnsi="Open Sans" w:cs="Open Sans"/>
        </w:rPr>
      </w:pPr>
      <w:r w:rsidRPr="008B5815">
        <w:rPr>
          <w:rFonts w:ascii="Open Sans" w:hAnsi="Open Sans" w:cs="Open Sans"/>
        </w:rPr>
        <w:t xml:space="preserve">Ponudnik mora k ponudbi priložiti veljavno potrdilo o vpisu v evidenco pooblaščenih podjetij za namestitev, vzdrževanje, popravilo ali razgradnjo nepremične opreme za hlajenje in klimatizacijo in toplotnih črpalk, izdano s strani Ministrstva za okolje, podnebje in energijo, Agencije RS za okolje, katerega evidenčna številka iz potrdila je tudi na </w:t>
      </w:r>
      <w:r w:rsidR="00B06619" w:rsidRPr="008B5815">
        <w:rPr>
          <w:rFonts w:ascii="Open Sans" w:hAnsi="Open Sans" w:cs="Open Sans"/>
        </w:rPr>
        <w:t>Seznamu pooblaščenih podjetij</w:t>
      </w:r>
      <w:r w:rsidR="00B06619" w:rsidRPr="00473882">
        <w:rPr>
          <w:rFonts w:ascii="Open Sans" w:hAnsi="Open Sans" w:cs="Open Sans"/>
        </w:rPr>
        <w:t xml:space="preserve">, </w:t>
      </w:r>
      <w:hyperlink r:id="rId18" w:history="1">
        <w:r w:rsidR="00B06619" w:rsidRPr="00847F86">
          <w:rPr>
            <w:rStyle w:val="Hiperpovezava"/>
            <w:rFonts w:ascii="Open Sans" w:hAnsi="Open Sans" w:cs="Open Sans"/>
          </w:rPr>
          <w:t>PP-HKTC_zap-24-2-2025.xls</w:t>
        </w:r>
      </w:hyperlink>
      <w:r w:rsidR="00B06619" w:rsidRPr="00473882">
        <w:rPr>
          <w:rStyle w:val="Hiperpovezava"/>
          <w:rFonts w:ascii="Open Sans" w:hAnsi="Open Sans" w:cs="Open Sans"/>
        </w:rPr>
        <w:t>.</w:t>
      </w:r>
    </w:p>
    <w:p w14:paraId="1DD66AE0" w14:textId="5EC04D7D" w:rsidR="00B06619" w:rsidRDefault="00B06619" w:rsidP="00473882">
      <w:pPr>
        <w:pStyle w:val="Odstavekseznama"/>
        <w:widowControl w:val="0"/>
        <w:ind w:left="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8A40C4" w:rsidRPr="008A40C4" w14:paraId="0E0CA3C2" w14:textId="77777777" w:rsidTr="00181CE3">
        <w:tc>
          <w:tcPr>
            <w:tcW w:w="7872" w:type="dxa"/>
            <w:tcBorders>
              <w:top w:val="single" w:sz="4" w:space="0" w:color="auto"/>
              <w:bottom w:val="single" w:sz="4" w:space="0" w:color="auto"/>
            </w:tcBorders>
          </w:tcPr>
          <w:p w14:paraId="5A8F4431" w14:textId="77777777" w:rsidR="008A40C4" w:rsidRPr="008A40C4" w:rsidRDefault="008A40C4" w:rsidP="00181CE3">
            <w:pPr>
              <w:widowControl w:val="0"/>
              <w:rPr>
                <w:rFonts w:ascii="Open Sans" w:hAnsi="Open Sans" w:cs="Open Sans"/>
              </w:rPr>
            </w:pPr>
            <w:r w:rsidRPr="008A40C4">
              <w:rPr>
                <w:rFonts w:ascii="Open Sans" w:hAnsi="Open Sans" w:cs="Open Sans"/>
              </w:rPr>
              <w:t>VELJAVNA KOLEKTIVNA POGODBA DELODAJALCA OZ. OZIROMA SPLOŠNI AKT DELODAJALCA, SKLADNO Z 10. ČLENOM ZDR-1</w:t>
            </w:r>
          </w:p>
        </w:tc>
        <w:tc>
          <w:tcPr>
            <w:tcW w:w="1559" w:type="dxa"/>
            <w:tcBorders>
              <w:top w:val="single" w:sz="4" w:space="0" w:color="auto"/>
              <w:bottom w:val="single" w:sz="4" w:space="0" w:color="auto"/>
            </w:tcBorders>
          </w:tcPr>
          <w:p w14:paraId="4537F05B" w14:textId="77777777" w:rsidR="008A40C4" w:rsidRPr="008A40C4" w:rsidRDefault="008A40C4" w:rsidP="00181CE3">
            <w:pPr>
              <w:widowControl w:val="0"/>
              <w:jc w:val="both"/>
              <w:rPr>
                <w:rFonts w:ascii="Open Sans" w:hAnsi="Open Sans" w:cs="Open Sans"/>
                <w:b/>
                <w:i/>
              </w:rPr>
            </w:pPr>
          </w:p>
        </w:tc>
      </w:tr>
    </w:tbl>
    <w:p w14:paraId="15F31502" w14:textId="77777777" w:rsidR="008A40C4" w:rsidRPr="008A40C4" w:rsidRDefault="008A40C4" w:rsidP="008A40C4">
      <w:pPr>
        <w:widowControl w:val="0"/>
        <w:jc w:val="both"/>
        <w:rPr>
          <w:rFonts w:ascii="Open Sans" w:hAnsi="Open Sans" w:cs="Open Sans"/>
        </w:rPr>
      </w:pPr>
      <w:r w:rsidRPr="008A40C4">
        <w:rPr>
          <w:rFonts w:ascii="Open Sans" w:hAnsi="Open Sans" w:cs="Open Sans"/>
        </w:rPr>
        <w:t>Gospodarski subjekt k ponudbi priloži veljavno kolektivno pogodbo delodajalca oziroma splošni akt delodajalca,  skladno z 10. členom ZDR-1 (</w:t>
      </w:r>
      <w:r w:rsidRPr="008A40C4">
        <w:rPr>
          <w:rFonts w:ascii="Open Sans" w:hAnsi="Open Sans" w:cs="Open Sans"/>
          <w:b/>
        </w:rPr>
        <w:t>samo v primeru, če želi ponudnik predložiti veljavno kolektivno pogodbo delodajalca</w:t>
      </w:r>
      <w:r w:rsidRPr="008A40C4">
        <w:rPr>
          <w:rFonts w:ascii="Open Sans" w:hAnsi="Open Sans" w:cs="Open Sans"/>
        </w:rPr>
        <w:t xml:space="preserve"> </w:t>
      </w:r>
      <w:r w:rsidRPr="008A40C4">
        <w:rPr>
          <w:rFonts w:ascii="Open Sans" w:hAnsi="Open Sans" w:cs="Open Sans"/>
          <w:b/>
        </w:rPr>
        <w:t>kot merilo pri ocenjevanju ekonomsko najugodnejše ponudbe</w:t>
      </w:r>
      <w:r w:rsidRPr="008A40C4">
        <w:rPr>
          <w:rFonts w:ascii="Open Sans" w:hAnsi="Open Sans" w:cs="Open Sans"/>
        </w:rPr>
        <w:t xml:space="preserve">). V primeru skupne ponudbe, ponudbe s podizvajalci ali v primeru, da gospodarski subjekt uporabi zmogljivosti drugih gospodarskih subjektov, </w:t>
      </w:r>
      <w:r w:rsidRPr="008A40C4">
        <w:rPr>
          <w:rFonts w:ascii="Open Sans" w:hAnsi="Open Sans" w:cs="Open Sans"/>
          <w:bCs/>
        </w:rPr>
        <w:t xml:space="preserve">morajo </w:t>
      </w:r>
      <w:r w:rsidRPr="008A40C4">
        <w:rPr>
          <w:rFonts w:ascii="Open Sans" w:hAnsi="Open Sans" w:cs="Open Sans"/>
        </w:rPr>
        <w:t>priloži veljavno kolektivno pogodbo delodajalca</w:t>
      </w:r>
      <w:r w:rsidRPr="008A40C4">
        <w:rPr>
          <w:rFonts w:ascii="Open Sans" w:hAnsi="Open Sans" w:cs="Open Sans"/>
          <w:bCs/>
        </w:rPr>
        <w:t xml:space="preserve"> </w:t>
      </w:r>
      <w:r w:rsidRPr="008A40C4">
        <w:rPr>
          <w:rFonts w:ascii="Open Sans" w:hAnsi="Open Sans" w:cs="Open Sans"/>
        </w:rPr>
        <w:t>oziroma splošni akt delodajalca, skladno z 10. členom ZDR-1</w:t>
      </w:r>
      <w:r w:rsidRPr="008A40C4">
        <w:rPr>
          <w:rFonts w:ascii="Open Sans" w:hAnsi="Open Sans" w:cs="Open Sans"/>
          <w:bCs/>
        </w:rPr>
        <w:t xml:space="preserve"> vsi gospodarski subjekti, navedeni v ponudbi, ki bodo izvajali storitve, ki so predmet javnega naročila (ponudnik, posamezni član iz skupine ponudnikov, podizvajalec in drug subjekt, katere zmogljivosti bo pri izvedbi javnega naročila uporabljal ponudnik).</w:t>
      </w:r>
    </w:p>
    <w:p w14:paraId="2A6FD6B2" w14:textId="77777777" w:rsidR="00B06619" w:rsidRDefault="00B06619" w:rsidP="00473882">
      <w:pPr>
        <w:pStyle w:val="Odstavekseznama"/>
        <w:widowControl w:val="0"/>
        <w:ind w:left="0"/>
        <w:jc w:val="both"/>
        <w:rPr>
          <w:rFonts w:ascii="Open Sans" w:hAnsi="Open Sans" w:cs="Open Sans"/>
        </w:rPr>
      </w:pPr>
    </w:p>
    <w:p w14:paraId="1C69A0AE" w14:textId="3FEB83B9" w:rsidR="00473882" w:rsidRDefault="00473882" w:rsidP="00473882">
      <w:pPr>
        <w:widowControl w:val="0"/>
        <w:jc w:val="both"/>
        <w:rPr>
          <w:rFonts w:ascii="Open Sans" w:hAnsi="Open Sans" w:cs="Open Sans"/>
        </w:rPr>
      </w:pPr>
    </w:p>
    <w:p w14:paraId="49291D3C" w14:textId="49535625" w:rsidR="003B133A" w:rsidRDefault="003B133A" w:rsidP="00473882">
      <w:pPr>
        <w:widowControl w:val="0"/>
        <w:jc w:val="both"/>
        <w:rPr>
          <w:rFonts w:ascii="Open Sans" w:hAnsi="Open Sans" w:cs="Open Sans"/>
        </w:rPr>
      </w:pPr>
    </w:p>
    <w:p w14:paraId="1D1CB0FF" w14:textId="70BEDB29" w:rsidR="003B133A" w:rsidRDefault="003B133A" w:rsidP="00473882">
      <w:pPr>
        <w:widowControl w:val="0"/>
        <w:jc w:val="both"/>
        <w:rPr>
          <w:rFonts w:ascii="Open Sans" w:hAnsi="Open Sans" w:cs="Open Sans"/>
        </w:rPr>
      </w:pPr>
    </w:p>
    <w:p w14:paraId="64EA9A65" w14:textId="1732011E" w:rsidR="003B133A" w:rsidRDefault="003B133A" w:rsidP="00473882">
      <w:pPr>
        <w:widowControl w:val="0"/>
        <w:jc w:val="both"/>
        <w:rPr>
          <w:rFonts w:ascii="Open Sans" w:hAnsi="Open Sans" w:cs="Open Sans"/>
        </w:rPr>
      </w:pPr>
    </w:p>
    <w:p w14:paraId="74618901" w14:textId="5CD1D28A" w:rsidR="003B133A" w:rsidRDefault="003B133A" w:rsidP="00473882">
      <w:pPr>
        <w:widowControl w:val="0"/>
        <w:jc w:val="both"/>
        <w:rPr>
          <w:rFonts w:ascii="Open Sans" w:hAnsi="Open Sans" w:cs="Open Sans"/>
        </w:rPr>
      </w:pPr>
    </w:p>
    <w:p w14:paraId="7886D69D" w14:textId="67E4471C" w:rsidR="003B133A" w:rsidRDefault="003B133A" w:rsidP="00473882">
      <w:pPr>
        <w:widowControl w:val="0"/>
        <w:jc w:val="both"/>
        <w:rPr>
          <w:rFonts w:ascii="Open Sans" w:hAnsi="Open Sans" w:cs="Open Sans"/>
        </w:rPr>
      </w:pPr>
    </w:p>
    <w:p w14:paraId="3B88E399" w14:textId="0D904A0A" w:rsidR="003B133A" w:rsidRDefault="003B133A" w:rsidP="00473882">
      <w:pPr>
        <w:widowControl w:val="0"/>
        <w:jc w:val="both"/>
        <w:rPr>
          <w:rFonts w:ascii="Open Sans" w:hAnsi="Open Sans" w:cs="Open Sans"/>
        </w:rPr>
      </w:pPr>
    </w:p>
    <w:p w14:paraId="737512DC" w14:textId="6D6168B9" w:rsidR="003B133A" w:rsidRDefault="003B133A" w:rsidP="00473882">
      <w:pPr>
        <w:widowControl w:val="0"/>
        <w:jc w:val="both"/>
        <w:rPr>
          <w:rFonts w:ascii="Open Sans" w:hAnsi="Open Sans" w:cs="Open Sans"/>
        </w:rPr>
      </w:pPr>
    </w:p>
    <w:p w14:paraId="4CFB6323" w14:textId="63171F23" w:rsidR="003B133A" w:rsidRDefault="003B133A" w:rsidP="00473882">
      <w:pPr>
        <w:widowControl w:val="0"/>
        <w:jc w:val="both"/>
        <w:rPr>
          <w:rFonts w:ascii="Open Sans" w:hAnsi="Open Sans" w:cs="Open Sans"/>
        </w:rPr>
      </w:pPr>
    </w:p>
    <w:p w14:paraId="0912715D" w14:textId="2393A2A0" w:rsidR="003B133A" w:rsidRDefault="003B133A" w:rsidP="00473882">
      <w:pPr>
        <w:widowControl w:val="0"/>
        <w:jc w:val="both"/>
        <w:rPr>
          <w:rFonts w:ascii="Open Sans" w:hAnsi="Open Sans" w:cs="Open Sans"/>
        </w:rPr>
      </w:pPr>
    </w:p>
    <w:p w14:paraId="71D2A38C" w14:textId="38D92061" w:rsidR="003B133A" w:rsidRDefault="003B133A" w:rsidP="00473882">
      <w:pPr>
        <w:widowControl w:val="0"/>
        <w:jc w:val="both"/>
        <w:rPr>
          <w:rFonts w:ascii="Open Sans" w:hAnsi="Open Sans" w:cs="Open Sans"/>
        </w:rPr>
      </w:pPr>
    </w:p>
    <w:p w14:paraId="7CBC0014" w14:textId="77777777" w:rsidR="003B133A" w:rsidRPr="00473882" w:rsidRDefault="003B133A" w:rsidP="00473882">
      <w:pPr>
        <w:widowControl w:val="0"/>
        <w:jc w:val="both"/>
        <w:rPr>
          <w:rFonts w:ascii="Open Sans" w:hAnsi="Open Sans" w:cs="Open Sans"/>
        </w:rPr>
      </w:pPr>
    </w:p>
    <w:p w14:paraId="7F2998FB" w14:textId="77777777" w:rsidR="001A5976" w:rsidRPr="00473882" w:rsidRDefault="001A5976" w:rsidP="001A5976">
      <w:pPr>
        <w:widowControl w:val="0"/>
        <w:jc w:val="both"/>
        <w:rPr>
          <w:rFonts w:ascii="Open Sans" w:hAnsi="Open Sans" w:cs="Open Sans"/>
        </w:rPr>
      </w:pPr>
    </w:p>
    <w:p w14:paraId="0092409E" w14:textId="78170F0B" w:rsidR="007439F7" w:rsidRPr="00FD240D" w:rsidRDefault="007439F7" w:rsidP="0019014E">
      <w:pPr>
        <w:widowControl w:val="0"/>
        <w:numPr>
          <w:ilvl w:val="0"/>
          <w:numId w:val="10"/>
        </w:numPr>
        <w:jc w:val="both"/>
        <w:rPr>
          <w:rFonts w:ascii="Open Sans" w:hAnsi="Open Sans" w:cs="Open Sans"/>
          <w:b/>
        </w:rPr>
      </w:pPr>
      <w:r w:rsidRPr="00FD240D">
        <w:rPr>
          <w:rFonts w:ascii="Open Sans" w:hAnsi="Open Sans" w:cs="Open Sans"/>
          <w:b/>
        </w:rPr>
        <w:lastRenderedPageBreak/>
        <w:t>ZAHTEVE IZ VARSTVA PRI DELU</w:t>
      </w:r>
      <w:r w:rsidR="00816B13" w:rsidRPr="00FD240D">
        <w:rPr>
          <w:rFonts w:ascii="Open Sans" w:hAnsi="Open Sans" w:cs="Open Sans"/>
          <w:b/>
        </w:rPr>
        <w:t>,</w:t>
      </w:r>
      <w:r w:rsidRPr="00FD240D">
        <w:rPr>
          <w:rFonts w:ascii="Open Sans" w:hAnsi="Open Sans" w:cs="Open Sans"/>
          <w:b/>
        </w:rPr>
        <w:t xml:space="preserve"> POŽARNEGA VARSTVA</w:t>
      </w:r>
      <w:r w:rsidR="00816B13" w:rsidRPr="00FD240D">
        <w:rPr>
          <w:rFonts w:ascii="Open Sans" w:hAnsi="Open Sans" w:cs="Open Sans"/>
          <w:b/>
        </w:rPr>
        <w:t xml:space="preserve"> IN VAROVANJA OKOLJA</w:t>
      </w:r>
    </w:p>
    <w:p w14:paraId="05C5A9B8" w14:textId="77777777" w:rsidR="007439F7" w:rsidRPr="00FD240D" w:rsidRDefault="007439F7" w:rsidP="004449C9">
      <w:pPr>
        <w:widowControl w:val="0"/>
        <w:jc w:val="both"/>
        <w:rPr>
          <w:rFonts w:ascii="Open Sans" w:hAnsi="Open Sans" w:cs="Open Sans"/>
          <w:b/>
        </w:rPr>
      </w:pPr>
    </w:p>
    <w:p w14:paraId="5B676DA4" w14:textId="77777777" w:rsidR="00F10A9A" w:rsidRPr="00FD240D" w:rsidRDefault="00F10A9A" w:rsidP="00F10A9A">
      <w:pPr>
        <w:widowControl w:val="0"/>
        <w:rPr>
          <w:rFonts w:ascii="Open Sans" w:hAnsi="Open Sans" w:cs="Open Sans"/>
          <w:b/>
        </w:rPr>
      </w:pPr>
      <w:r w:rsidRPr="00FD240D">
        <w:rPr>
          <w:rFonts w:ascii="Open Sans" w:hAnsi="Open Sans" w:cs="Open Sans"/>
          <w:b/>
        </w:rPr>
        <w:t>Zahteve glede izvajanja ukrepov na skupnih deloviščih pri naročniku</w:t>
      </w:r>
    </w:p>
    <w:p w14:paraId="29E60AD7" w14:textId="77777777" w:rsidR="00F10A9A" w:rsidRPr="00FD240D" w:rsidRDefault="00F10A9A" w:rsidP="00F10A9A">
      <w:pPr>
        <w:widowControl w:val="0"/>
        <w:rPr>
          <w:rFonts w:ascii="Open Sans" w:hAnsi="Open Sans" w:cs="Open Sans"/>
          <w:u w:val="single"/>
        </w:rPr>
      </w:pPr>
    </w:p>
    <w:p w14:paraId="793AA0E9"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Usposobljenost delavcev za varno izvajanje dela</w:t>
      </w:r>
    </w:p>
    <w:p w14:paraId="593BFD6F" w14:textId="77777777" w:rsidR="00F10A9A" w:rsidRPr="00FD240D" w:rsidRDefault="00F10A9A" w:rsidP="00F10A9A">
      <w:pPr>
        <w:widowControl w:val="0"/>
        <w:jc w:val="both"/>
        <w:rPr>
          <w:rFonts w:ascii="Open Sans" w:hAnsi="Open Sans" w:cs="Open Sans"/>
        </w:rPr>
      </w:pPr>
      <w:r w:rsidRPr="00FD240D">
        <w:rPr>
          <w:rFonts w:ascii="Open Sans" w:hAnsi="Open Sans" w:cs="Open Sans"/>
        </w:rPr>
        <w:t>Na skupnih deloviščih se bodo izvajala tudi dela, kjer obstaja večje tveganje za nastanek poškodb in okvar zdravja delavcev.</w:t>
      </w:r>
    </w:p>
    <w:p w14:paraId="6D766FA7" w14:textId="77777777" w:rsidR="00F10A9A" w:rsidRPr="00FD240D" w:rsidRDefault="00F10A9A" w:rsidP="00F10A9A">
      <w:pPr>
        <w:widowControl w:val="0"/>
        <w:jc w:val="both"/>
        <w:rPr>
          <w:rFonts w:ascii="Open Sans" w:hAnsi="Open Sans" w:cs="Open Sans"/>
        </w:rPr>
      </w:pPr>
    </w:p>
    <w:p w14:paraId="73A63BD2" w14:textId="77777777" w:rsidR="00F10A9A" w:rsidRPr="00FD240D" w:rsidRDefault="00F10A9A" w:rsidP="00F10A9A">
      <w:pPr>
        <w:widowControl w:val="0"/>
        <w:jc w:val="both"/>
        <w:rPr>
          <w:rFonts w:ascii="Open Sans" w:hAnsi="Open Sans" w:cs="Open Sans"/>
        </w:rPr>
      </w:pPr>
      <w:r w:rsidRPr="00FD240D">
        <w:rPr>
          <w:rFonts w:ascii="Open Sans" w:hAnsi="Open Sans" w:cs="Open Sans"/>
        </w:rPr>
        <w:t>Zato morajo biti delavci izvajalca usposobljeni za varno izvajanje dela po programu, ki zajema najmanj naslednje dejavnike tveganja za poškodbe in okvare zdravja na skupnih deloviščih:</w:t>
      </w:r>
    </w:p>
    <w:p w14:paraId="4B51E5B1"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 xml:space="preserve">poznavanje temeljnih zakonskih določb, </w:t>
      </w:r>
    </w:p>
    <w:p w14:paraId="1FE5A1A0" w14:textId="77777777" w:rsidR="00F10A9A" w:rsidRPr="00FD240D" w:rsidRDefault="00F10A9A" w:rsidP="0019014E">
      <w:pPr>
        <w:widowControl w:val="0"/>
        <w:numPr>
          <w:ilvl w:val="0"/>
          <w:numId w:val="18"/>
        </w:numPr>
        <w:jc w:val="both"/>
        <w:rPr>
          <w:rFonts w:ascii="Open Sans" w:hAnsi="Open Sans" w:cs="Open Sans"/>
        </w:rPr>
      </w:pPr>
      <w:r w:rsidRPr="00FD240D">
        <w:rPr>
          <w:rFonts w:ascii="Open Sans" w:hAnsi="Open Sans" w:cs="Open Sans"/>
        </w:rPr>
        <w:t>poznavanje (internih) predpisov glede: prijavljanje poškodb pri delu, preizkus alkoholiziranosti, prva pomoč,</w:t>
      </w:r>
    </w:p>
    <w:p w14:paraId="4776474C"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poznavanje osnov o varnostnih znakih,</w:t>
      </w:r>
    </w:p>
    <w:p w14:paraId="1F9A1616"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poznavanje osnov iz požarnega varstva,</w:t>
      </w:r>
    </w:p>
    <w:p w14:paraId="754E1DE9"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poznavanje osnov varnega dela z nevarnimi snovmi,</w:t>
      </w:r>
    </w:p>
    <w:p w14:paraId="50DE5E44"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osnove urejenosti delovnih mest,</w:t>
      </w:r>
    </w:p>
    <w:p w14:paraId="7DD342D2"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osnove varne uporabe delovne opreme,</w:t>
      </w:r>
    </w:p>
    <w:p w14:paraId="2CB7769D"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osnove varstva pri delu pred nevarnostjo električnega toka,</w:t>
      </w:r>
    </w:p>
    <w:p w14:paraId="154E367C"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osnove uporabe osebne varovalne opreme,</w:t>
      </w:r>
    </w:p>
    <w:p w14:paraId="748CF787"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osnove varnega dvigovanja in prenašanja bremen,</w:t>
      </w:r>
    </w:p>
    <w:p w14:paraId="5F00F6FE" w14:textId="77777777" w:rsidR="00F10A9A" w:rsidRPr="00FD240D" w:rsidRDefault="00F10A9A" w:rsidP="0019014E">
      <w:pPr>
        <w:widowControl w:val="0"/>
        <w:numPr>
          <w:ilvl w:val="0"/>
          <w:numId w:val="18"/>
        </w:numPr>
        <w:rPr>
          <w:rFonts w:ascii="Open Sans" w:hAnsi="Open Sans" w:cs="Open Sans"/>
        </w:rPr>
      </w:pPr>
      <w:r w:rsidRPr="00FD240D">
        <w:rPr>
          <w:rFonts w:ascii="Open Sans" w:hAnsi="Open Sans" w:cs="Open Sans"/>
        </w:rPr>
        <w:t>osnove varnega dela na deloviščih.</w:t>
      </w:r>
    </w:p>
    <w:p w14:paraId="43105F57" w14:textId="77777777" w:rsidR="00F10A9A" w:rsidRPr="00FD240D" w:rsidRDefault="00F10A9A" w:rsidP="00F10A9A">
      <w:pPr>
        <w:widowControl w:val="0"/>
        <w:rPr>
          <w:rFonts w:ascii="Open Sans" w:hAnsi="Open Sans" w:cs="Open Sans"/>
          <w:u w:val="single"/>
        </w:rPr>
      </w:pPr>
    </w:p>
    <w:p w14:paraId="66266A1D"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Posebne usposobljenosti</w:t>
      </w:r>
    </w:p>
    <w:p w14:paraId="6AC1CEBF" w14:textId="77777777" w:rsidR="00F10A9A" w:rsidRPr="00FD240D" w:rsidRDefault="00F10A9A" w:rsidP="00F10A9A">
      <w:pPr>
        <w:widowControl w:val="0"/>
        <w:rPr>
          <w:rFonts w:ascii="Open Sans" w:hAnsi="Open Sans" w:cs="Open Sans"/>
          <w:b/>
        </w:rPr>
      </w:pPr>
    </w:p>
    <w:p w14:paraId="28256B07" w14:textId="77777777" w:rsidR="00F10A9A" w:rsidRPr="00FD240D" w:rsidRDefault="00F10A9A" w:rsidP="00F10A9A">
      <w:pPr>
        <w:widowControl w:val="0"/>
        <w:jc w:val="both"/>
        <w:rPr>
          <w:rFonts w:ascii="Open Sans" w:hAnsi="Open Sans" w:cs="Open Sans"/>
          <w:color w:val="FF0000"/>
        </w:rPr>
      </w:pPr>
      <w:r w:rsidRPr="00FD240D">
        <w:rPr>
          <w:rFonts w:ascii="Open Sans" w:hAnsi="Open Sans" w:cs="Open Sans"/>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storitev okvirnega sporazuma.</w:t>
      </w:r>
    </w:p>
    <w:p w14:paraId="3E87A5C3" w14:textId="77777777" w:rsidR="00F10A9A" w:rsidRPr="00FD240D" w:rsidRDefault="00F10A9A" w:rsidP="00F10A9A">
      <w:pPr>
        <w:widowControl w:val="0"/>
        <w:rPr>
          <w:rFonts w:ascii="Open Sans" w:hAnsi="Open Sans" w:cs="Open Sans"/>
          <w:b/>
        </w:rPr>
      </w:pPr>
    </w:p>
    <w:p w14:paraId="74EF08D9"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Zdravstvena sposobnost delavcev</w:t>
      </w:r>
    </w:p>
    <w:p w14:paraId="113352F6" w14:textId="77777777" w:rsidR="00F10A9A" w:rsidRPr="00FD240D" w:rsidRDefault="00F10A9A" w:rsidP="00F10A9A">
      <w:pPr>
        <w:widowControl w:val="0"/>
        <w:rPr>
          <w:rFonts w:ascii="Open Sans" w:hAnsi="Open Sans" w:cs="Open Sans"/>
          <w:b/>
        </w:rPr>
      </w:pPr>
    </w:p>
    <w:p w14:paraId="79027105" w14:textId="77777777" w:rsidR="00F10A9A" w:rsidRPr="00FD240D" w:rsidRDefault="00F10A9A" w:rsidP="00F10A9A">
      <w:pPr>
        <w:widowControl w:val="0"/>
        <w:jc w:val="both"/>
        <w:rPr>
          <w:rFonts w:ascii="Open Sans" w:hAnsi="Open Sans" w:cs="Open Sans"/>
          <w:dstrike/>
          <w:color w:val="FF0000"/>
        </w:rPr>
      </w:pPr>
      <w:r w:rsidRPr="00FD240D">
        <w:rPr>
          <w:rFonts w:ascii="Open Sans" w:hAnsi="Open Sans" w:cs="Open Sans"/>
        </w:rPr>
        <w:t xml:space="preserve">Delavci izvajalca morajo biti zdravstveno sposobni za opravljanje dela. Zato morajo imeti zdravniško spričevalo o opravljenem preventivnem zdravstvenem pregledu, kjer ni navedenih omejitev pri delih, ki jih bodo opravljali. </w:t>
      </w:r>
    </w:p>
    <w:p w14:paraId="6DB6BBDC" w14:textId="77777777" w:rsidR="00F10A9A" w:rsidRPr="00FD240D" w:rsidRDefault="00F10A9A" w:rsidP="00F10A9A">
      <w:pPr>
        <w:widowControl w:val="0"/>
        <w:jc w:val="both"/>
        <w:rPr>
          <w:rFonts w:ascii="Open Sans" w:hAnsi="Open Sans" w:cs="Open Sans"/>
        </w:rPr>
      </w:pPr>
      <w:r w:rsidRPr="00FD240D">
        <w:rPr>
          <w:rFonts w:ascii="Open Sans" w:hAnsi="Open Sans" w:cs="Open Sans"/>
        </w:rPr>
        <w:t>Napotnica za zdravstveni pregled mora vsebovati dela in izpostavljenost tveganjem, ki se pričakujejo pri izvajanju storitev okvirnega sporazuma.</w:t>
      </w:r>
    </w:p>
    <w:p w14:paraId="1651C842" w14:textId="77777777" w:rsidR="00F10A9A" w:rsidRPr="00FD240D" w:rsidRDefault="00F10A9A" w:rsidP="00F10A9A">
      <w:pPr>
        <w:widowControl w:val="0"/>
        <w:rPr>
          <w:rFonts w:ascii="Open Sans" w:hAnsi="Open Sans" w:cs="Open Sans"/>
          <w:b/>
        </w:rPr>
      </w:pPr>
    </w:p>
    <w:p w14:paraId="5A7C3DA7"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Pisni sporazum na skupnih deloviščih</w:t>
      </w:r>
    </w:p>
    <w:p w14:paraId="6B5619EA" w14:textId="77777777" w:rsidR="00F10A9A" w:rsidRPr="00FD240D" w:rsidRDefault="00F10A9A" w:rsidP="00F10A9A">
      <w:pPr>
        <w:widowControl w:val="0"/>
        <w:rPr>
          <w:rFonts w:ascii="Open Sans" w:hAnsi="Open Sans" w:cs="Open Sans"/>
        </w:rPr>
      </w:pPr>
    </w:p>
    <w:p w14:paraId="612D1593" w14:textId="77777777" w:rsidR="00F10A9A" w:rsidRPr="00FD240D" w:rsidRDefault="00F10A9A" w:rsidP="00F10A9A">
      <w:pPr>
        <w:widowControl w:val="0"/>
        <w:jc w:val="both"/>
        <w:rPr>
          <w:rFonts w:ascii="Open Sans" w:hAnsi="Open Sans" w:cs="Open Sans"/>
        </w:rPr>
      </w:pPr>
      <w:r w:rsidRPr="00FD240D">
        <w:rPr>
          <w:rFonts w:ascii="Open Sans" w:hAnsi="Open Sans" w:cs="Open Sans"/>
        </w:rPr>
        <w:t>Na skupnih deloviščih določita naročnik in izvajalec skupne ukrepe za zagotavljanje varnosti in zdravja pri delu v smislu 39. člena Zakona o varnosti in zdravju pri delu.</w:t>
      </w:r>
    </w:p>
    <w:p w14:paraId="19A19414" w14:textId="77777777" w:rsidR="00F10A9A" w:rsidRPr="00FD240D" w:rsidRDefault="00F10A9A" w:rsidP="00F10A9A">
      <w:pPr>
        <w:widowControl w:val="0"/>
        <w:jc w:val="both"/>
        <w:rPr>
          <w:rFonts w:ascii="Open Sans" w:hAnsi="Open Sans" w:cs="Open Sans"/>
        </w:rPr>
      </w:pPr>
    </w:p>
    <w:p w14:paraId="66BA776A" w14:textId="77777777" w:rsidR="00F10A9A" w:rsidRPr="00FD240D" w:rsidRDefault="00F10A9A" w:rsidP="00F10A9A">
      <w:pPr>
        <w:widowControl w:val="0"/>
        <w:jc w:val="both"/>
        <w:rPr>
          <w:rFonts w:ascii="Open Sans" w:hAnsi="Open Sans" w:cs="Open Sans"/>
        </w:rPr>
      </w:pPr>
      <w:r w:rsidRPr="00FD240D">
        <w:rPr>
          <w:rFonts w:ascii="Open Sans" w:hAnsi="Open Sans" w:cs="Open Sans"/>
        </w:rPr>
        <w:t xml:space="preserve">S Pisnim sporazumom o skupnih varnostnih ukrepih in ravnanju z okoljem naročnik in izvajalec določita tudi delavce za zagotovitev varnosti svojih delavcev na skupnem delovišču. </w:t>
      </w:r>
    </w:p>
    <w:p w14:paraId="1A840789" w14:textId="77777777" w:rsidR="00F10A9A" w:rsidRPr="00FD240D" w:rsidRDefault="00F10A9A" w:rsidP="00F10A9A">
      <w:pPr>
        <w:widowControl w:val="0"/>
        <w:jc w:val="both"/>
        <w:rPr>
          <w:rFonts w:ascii="Open Sans" w:hAnsi="Open Sans" w:cs="Open Sans"/>
        </w:rPr>
      </w:pPr>
    </w:p>
    <w:p w14:paraId="5621C712" w14:textId="77777777" w:rsidR="00F10A9A" w:rsidRPr="00FD240D" w:rsidRDefault="00F10A9A" w:rsidP="00F10A9A">
      <w:pPr>
        <w:widowControl w:val="0"/>
        <w:jc w:val="both"/>
        <w:rPr>
          <w:rFonts w:ascii="Open Sans" w:hAnsi="Open Sans" w:cs="Open Sans"/>
        </w:rPr>
      </w:pPr>
      <w:r w:rsidRPr="00FD240D">
        <w:rPr>
          <w:rFonts w:ascii="Open Sans" w:hAnsi="Open Sans" w:cs="Open Sans"/>
        </w:rPr>
        <w:t>Za usklajeno izvajanje ukrepov, določenih s pisnim sporazumom, določita odgovorno osebo naročnika, to je skrbnika okvirnega sporazuma.</w:t>
      </w:r>
    </w:p>
    <w:p w14:paraId="20F3C231" w14:textId="77777777" w:rsidR="00F10A9A" w:rsidRPr="00FD240D" w:rsidRDefault="00F10A9A" w:rsidP="00F10A9A">
      <w:pPr>
        <w:widowControl w:val="0"/>
        <w:rPr>
          <w:rFonts w:ascii="Open Sans" w:hAnsi="Open Sans" w:cs="Open Sans"/>
          <w:u w:val="single"/>
        </w:rPr>
      </w:pPr>
    </w:p>
    <w:p w14:paraId="426DA14D"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Interni predpisi</w:t>
      </w:r>
    </w:p>
    <w:p w14:paraId="02D1D61A" w14:textId="77777777" w:rsidR="00F10A9A" w:rsidRPr="00FD240D" w:rsidRDefault="00F10A9A" w:rsidP="00F10A9A">
      <w:pPr>
        <w:widowControl w:val="0"/>
        <w:rPr>
          <w:rFonts w:ascii="Open Sans" w:hAnsi="Open Sans" w:cs="Open Sans"/>
        </w:rPr>
      </w:pPr>
    </w:p>
    <w:p w14:paraId="470F4FBA" w14:textId="77777777" w:rsidR="00F10A9A" w:rsidRPr="00FD240D" w:rsidRDefault="00F10A9A" w:rsidP="00F10A9A">
      <w:pPr>
        <w:widowControl w:val="0"/>
        <w:jc w:val="both"/>
        <w:rPr>
          <w:rFonts w:ascii="Open Sans" w:hAnsi="Open Sans" w:cs="Open Sans"/>
        </w:rPr>
      </w:pPr>
      <w:r w:rsidRPr="00FD240D">
        <w:rPr>
          <w:rFonts w:ascii="Open Sans" w:hAnsi="Open Sans" w:cs="Open Sans"/>
        </w:rPr>
        <w:t>Na skupnih deloviščih pri naročniku se, poleg veljavne zakonodaje, smiselno upošteva tudi interne predpise naročnika. Tako se mora izvajalec del seznaniti z določili:</w:t>
      </w:r>
    </w:p>
    <w:p w14:paraId="317279D3" w14:textId="77777777" w:rsidR="00F10A9A" w:rsidRPr="00FD240D" w:rsidRDefault="00F10A9A" w:rsidP="00F10A9A">
      <w:pPr>
        <w:widowControl w:val="0"/>
        <w:rPr>
          <w:rFonts w:ascii="Open Sans" w:hAnsi="Open Sans" w:cs="Open Sans"/>
        </w:rPr>
      </w:pPr>
      <w:r w:rsidRPr="00FD240D">
        <w:rPr>
          <w:rFonts w:ascii="Open Sans" w:hAnsi="Open Sans" w:cs="Open Sans"/>
        </w:rPr>
        <w:lastRenderedPageBreak/>
        <w:t>Požarnega reda:</w:t>
      </w:r>
    </w:p>
    <w:p w14:paraId="0FB869AC" w14:textId="77777777" w:rsidR="00F10A9A" w:rsidRPr="00FD240D" w:rsidRDefault="00F10A9A" w:rsidP="0019014E">
      <w:pPr>
        <w:widowControl w:val="0"/>
        <w:numPr>
          <w:ilvl w:val="0"/>
          <w:numId w:val="41"/>
        </w:numPr>
        <w:ind w:left="426" w:hanging="426"/>
        <w:jc w:val="both"/>
        <w:rPr>
          <w:rFonts w:ascii="Open Sans" w:hAnsi="Open Sans" w:cs="Open Sans"/>
        </w:rPr>
      </w:pPr>
      <w:r w:rsidRPr="00FD240D">
        <w:rPr>
          <w:rFonts w:ascii="Open Sans" w:hAnsi="Open Sans" w:cs="Open Sans"/>
        </w:rPr>
        <w:t>seznanitev z organizacijo varstva pred požarom pri naročniku (odgovorne osebe, osebe za izvajanje strokovnih nalog iz požarnega varstva…),</w:t>
      </w:r>
    </w:p>
    <w:p w14:paraId="30BAB30B" w14:textId="77777777" w:rsidR="00F10A9A" w:rsidRPr="00FD240D" w:rsidRDefault="00F10A9A" w:rsidP="0019014E">
      <w:pPr>
        <w:widowControl w:val="0"/>
        <w:numPr>
          <w:ilvl w:val="0"/>
          <w:numId w:val="41"/>
        </w:numPr>
        <w:ind w:left="426" w:hanging="426"/>
        <w:jc w:val="both"/>
        <w:rPr>
          <w:rFonts w:ascii="Open Sans" w:hAnsi="Open Sans" w:cs="Open Sans"/>
        </w:rPr>
      </w:pPr>
      <w:r w:rsidRPr="00FD240D">
        <w:rPr>
          <w:rFonts w:ascii="Open Sans" w:hAnsi="Open Sans" w:cs="Open Sans"/>
        </w:rPr>
        <w:t>izvajanje preventivnih ukrepov iz požarnega varstva (izvajanje požarnih straž – izdaja »Dovoljenja za delo z odprtim ognjem in orodjem, ki iskri«, skladiščenje in delo z vnetljivimi in eksplozivnimi snovmi…),</w:t>
      </w:r>
    </w:p>
    <w:p w14:paraId="05737262" w14:textId="77777777" w:rsidR="00F10A9A" w:rsidRPr="00FD240D" w:rsidRDefault="00F10A9A" w:rsidP="0019014E">
      <w:pPr>
        <w:widowControl w:val="0"/>
        <w:numPr>
          <w:ilvl w:val="0"/>
          <w:numId w:val="41"/>
        </w:numPr>
        <w:ind w:left="426" w:hanging="426"/>
        <w:jc w:val="both"/>
        <w:rPr>
          <w:rFonts w:ascii="Open Sans" w:hAnsi="Open Sans" w:cs="Open Sans"/>
        </w:rPr>
      </w:pPr>
      <w:r w:rsidRPr="00FD240D">
        <w:rPr>
          <w:rFonts w:ascii="Open Sans" w:hAnsi="Open Sans" w:cs="Open Sans"/>
        </w:rPr>
        <w:t>seznanitev z izvlečki iz požarnih redov (načrtom evakuacije),</w:t>
      </w:r>
    </w:p>
    <w:p w14:paraId="38F7D4B9" w14:textId="77777777" w:rsidR="00F10A9A" w:rsidRPr="00FD240D" w:rsidRDefault="00F10A9A" w:rsidP="0019014E">
      <w:pPr>
        <w:widowControl w:val="0"/>
        <w:numPr>
          <w:ilvl w:val="0"/>
          <w:numId w:val="41"/>
        </w:numPr>
        <w:ind w:left="426" w:hanging="426"/>
        <w:jc w:val="both"/>
        <w:rPr>
          <w:rFonts w:ascii="Open Sans" w:hAnsi="Open Sans" w:cs="Open Sans"/>
        </w:rPr>
      </w:pPr>
      <w:r w:rsidRPr="00FD240D">
        <w:rPr>
          <w:rFonts w:ascii="Open Sans" w:hAnsi="Open Sans" w:cs="Open Sans"/>
        </w:rPr>
        <w:t>seznanitev z ukrepi v primeru požara (javljanje, gašenje začetnih požarov, evakuacija…).</w:t>
      </w:r>
    </w:p>
    <w:p w14:paraId="16A87CC0" w14:textId="77777777" w:rsidR="00F10A9A" w:rsidRPr="00FD240D" w:rsidRDefault="00F10A9A" w:rsidP="00F10A9A">
      <w:pPr>
        <w:widowControl w:val="0"/>
        <w:rPr>
          <w:rFonts w:ascii="Open Sans" w:hAnsi="Open Sans" w:cs="Open Sans"/>
        </w:rPr>
      </w:pPr>
    </w:p>
    <w:p w14:paraId="58C6866C" w14:textId="77777777" w:rsidR="00F10A9A" w:rsidRPr="00FD240D" w:rsidRDefault="00F10A9A" w:rsidP="00F10A9A">
      <w:pPr>
        <w:widowControl w:val="0"/>
        <w:rPr>
          <w:rFonts w:ascii="Open Sans" w:hAnsi="Open Sans" w:cs="Open Sans"/>
        </w:rPr>
      </w:pPr>
      <w:r w:rsidRPr="00FD240D">
        <w:rPr>
          <w:rFonts w:ascii="Open Sans" w:hAnsi="Open Sans" w:cs="Open Sans"/>
        </w:rPr>
        <w:t>Redi (ukrepi za varno delo) v delovnih prostorih naročnika:</w:t>
      </w:r>
    </w:p>
    <w:p w14:paraId="531FD1AC" w14:textId="77777777" w:rsidR="00F10A9A" w:rsidRPr="00FD240D" w:rsidRDefault="00F10A9A" w:rsidP="00F10A9A">
      <w:pPr>
        <w:widowControl w:val="0"/>
        <w:rPr>
          <w:rFonts w:ascii="Open Sans" w:hAnsi="Open Sans" w:cs="Open Sans"/>
        </w:rPr>
      </w:pPr>
    </w:p>
    <w:p w14:paraId="06BB97AB" w14:textId="77777777" w:rsidR="00F10A9A" w:rsidRPr="00FD240D" w:rsidRDefault="00F10A9A" w:rsidP="00F10A9A">
      <w:pPr>
        <w:widowControl w:val="0"/>
        <w:jc w:val="both"/>
        <w:rPr>
          <w:rFonts w:ascii="Open Sans" w:hAnsi="Open Sans" w:cs="Open Sans"/>
        </w:rPr>
      </w:pPr>
      <w:r w:rsidRPr="00FD240D">
        <w:rPr>
          <w:rFonts w:ascii="Open Sans" w:hAnsi="Open Sans" w:cs="Open Sans"/>
        </w:rPr>
        <w:t>Pri izvajanju storitev okvirnega sporazuma v posameznih delovnih prostorih mora izvajalec striktno upoštevati določila:</w:t>
      </w:r>
    </w:p>
    <w:p w14:paraId="65B628FA" w14:textId="77777777" w:rsidR="00F10A9A" w:rsidRPr="00FD240D" w:rsidRDefault="00F10A9A" w:rsidP="0019014E">
      <w:pPr>
        <w:widowControl w:val="0"/>
        <w:numPr>
          <w:ilvl w:val="0"/>
          <w:numId w:val="40"/>
        </w:numPr>
        <w:ind w:left="426" w:hanging="426"/>
        <w:jc w:val="both"/>
        <w:rPr>
          <w:rFonts w:ascii="Open Sans" w:hAnsi="Open Sans" w:cs="Open Sans"/>
        </w:rPr>
      </w:pPr>
      <w:r w:rsidRPr="00FD240D">
        <w:rPr>
          <w:rFonts w:ascii="Open Sans" w:hAnsi="Open Sans" w:cs="Open Sans"/>
        </w:rPr>
        <w:t>obratovalnih redov,</w:t>
      </w:r>
    </w:p>
    <w:p w14:paraId="184EDEF5" w14:textId="77777777" w:rsidR="00F10A9A" w:rsidRPr="00FD240D" w:rsidRDefault="00F10A9A" w:rsidP="0019014E">
      <w:pPr>
        <w:widowControl w:val="0"/>
        <w:numPr>
          <w:ilvl w:val="0"/>
          <w:numId w:val="40"/>
        </w:numPr>
        <w:ind w:left="426" w:hanging="426"/>
        <w:jc w:val="both"/>
        <w:rPr>
          <w:rFonts w:ascii="Open Sans" w:hAnsi="Open Sans" w:cs="Open Sans"/>
        </w:rPr>
      </w:pPr>
      <w:r w:rsidRPr="00FD240D">
        <w:rPr>
          <w:rFonts w:ascii="Open Sans" w:hAnsi="Open Sans" w:cs="Open Sans"/>
        </w:rPr>
        <w:t>dvoriščnih redov,</w:t>
      </w:r>
    </w:p>
    <w:p w14:paraId="24CC1234" w14:textId="77777777" w:rsidR="00F10A9A" w:rsidRPr="00FD240D" w:rsidRDefault="00F10A9A" w:rsidP="0019014E">
      <w:pPr>
        <w:widowControl w:val="0"/>
        <w:numPr>
          <w:ilvl w:val="0"/>
          <w:numId w:val="40"/>
        </w:numPr>
        <w:ind w:left="426" w:hanging="426"/>
        <w:jc w:val="both"/>
        <w:rPr>
          <w:rFonts w:ascii="Open Sans" w:hAnsi="Open Sans" w:cs="Open Sans"/>
        </w:rPr>
      </w:pPr>
      <w:r w:rsidRPr="00FD240D">
        <w:rPr>
          <w:rFonts w:ascii="Open Sans" w:hAnsi="Open Sans" w:cs="Open Sans"/>
        </w:rPr>
        <w:t>delavniških in drugih redov, ki so izobešeni na vidnih mestih.</w:t>
      </w:r>
    </w:p>
    <w:p w14:paraId="43E32D62" w14:textId="77777777" w:rsidR="00F10A9A" w:rsidRPr="00FD240D" w:rsidRDefault="00F10A9A" w:rsidP="00F10A9A">
      <w:pPr>
        <w:widowControl w:val="0"/>
        <w:ind w:left="720"/>
        <w:rPr>
          <w:rFonts w:ascii="Open Sans" w:hAnsi="Open Sans" w:cs="Open Sans"/>
        </w:rPr>
      </w:pPr>
    </w:p>
    <w:p w14:paraId="7D50CFEE"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Navodila za varno delo</w:t>
      </w:r>
    </w:p>
    <w:p w14:paraId="2045DAAB" w14:textId="77777777" w:rsidR="00F10A9A" w:rsidRPr="00FD240D" w:rsidRDefault="00F10A9A" w:rsidP="00F10A9A">
      <w:pPr>
        <w:widowControl w:val="0"/>
        <w:rPr>
          <w:rFonts w:ascii="Open Sans" w:hAnsi="Open Sans" w:cs="Open Sans"/>
        </w:rPr>
      </w:pPr>
    </w:p>
    <w:p w14:paraId="32E299AE" w14:textId="77777777" w:rsidR="00F10A9A" w:rsidRPr="00FD240D" w:rsidRDefault="00F10A9A" w:rsidP="00F10A9A">
      <w:pPr>
        <w:widowControl w:val="0"/>
        <w:jc w:val="both"/>
        <w:rPr>
          <w:rFonts w:ascii="Open Sans" w:hAnsi="Open Sans" w:cs="Open Sans"/>
        </w:rPr>
      </w:pPr>
      <w:r w:rsidRPr="00FD240D">
        <w:rPr>
          <w:rFonts w:ascii="Open Sans" w:hAnsi="Open Sans" w:cs="Open Sans"/>
        </w:rPr>
        <w:t>Pri izvajanju storitev okvirnega sporazuma v posameznih delovnih prostorih mora izvajalec striktno upoštevati varnostna določila in navodila:</w:t>
      </w:r>
    </w:p>
    <w:p w14:paraId="3A2E6D98" w14:textId="77777777" w:rsidR="00F10A9A" w:rsidRPr="00FD240D" w:rsidRDefault="00F10A9A" w:rsidP="0019014E">
      <w:pPr>
        <w:widowControl w:val="0"/>
        <w:numPr>
          <w:ilvl w:val="0"/>
          <w:numId w:val="40"/>
        </w:numPr>
        <w:ind w:left="426" w:hanging="426"/>
        <w:jc w:val="both"/>
        <w:rPr>
          <w:rFonts w:ascii="Open Sans" w:hAnsi="Open Sans" w:cs="Open Sans"/>
        </w:rPr>
      </w:pPr>
      <w:r w:rsidRPr="00FD240D">
        <w:rPr>
          <w:rFonts w:ascii="Open Sans" w:hAnsi="Open Sans" w:cs="Open Sans"/>
        </w:rPr>
        <w:t xml:space="preserve">obratovalne in druge rede (dvoriščni red, delavniški red, remontni red…), </w:t>
      </w:r>
    </w:p>
    <w:p w14:paraId="222F41B4" w14:textId="77777777" w:rsidR="00F10A9A" w:rsidRPr="00FD240D" w:rsidRDefault="00F10A9A" w:rsidP="0019014E">
      <w:pPr>
        <w:widowControl w:val="0"/>
        <w:numPr>
          <w:ilvl w:val="0"/>
          <w:numId w:val="40"/>
        </w:numPr>
        <w:ind w:left="426" w:hanging="426"/>
        <w:jc w:val="both"/>
        <w:rPr>
          <w:rFonts w:ascii="Open Sans" w:hAnsi="Open Sans" w:cs="Open Sans"/>
        </w:rPr>
      </w:pPr>
      <w:r w:rsidRPr="00FD240D">
        <w:rPr>
          <w:rFonts w:ascii="Open Sans" w:hAnsi="Open Sans" w:cs="Open Sans"/>
        </w:rPr>
        <w:t>varno delo z delovno opremo,</w:t>
      </w:r>
    </w:p>
    <w:p w14:paraId="09F855EF" w14:textId="77777777" w:rsidR="00F10A9A" w:rsidRPr="00FD240D" w:rsidRDefault="00F10A9A" w:rsidP="0019014E">
      <w:pPr>
        <w:widowControl w:val="0"/>
        <w:numPr>
          <w:ilvl w:val="0"/>
          <w:numId w:val="40"/>
        </w:numPr>
        <w:ind w:left="426" w:hanging="426"/>
        <w:jc w:val="both"/>
        <w:rPr>
          <w:rFonts w:ascii="Open Sans" w:hAnsi="Open Sans" w:cs="Open Sans"/>
        </w:rPr>
      </w:pPr>
      <w:r w:rsidRPr="00FD240D">
        <w:rPr>
          <w:rFonts w:ascii="Open Sans" w:hAnsi="Open Sans" w:cs="Open Sans"/>
        </w:rPr>
        <w:t>druga varnostna navodila.</w:t>
      </w:r>
    </w:p>
    <w:p w14:paraId="17056680" w14:textId="77777777" w:rsidR="00F10A9A" w:rsidRPr="00FD240D" w:rsidRDefault="00F10A9A" w:rsidP="00F10A9A">
      <w:pPr>
        <w:widowControl w:val="0"/>
        <w:rPr>
          <w:rFonts w:ascii="Open Sans" w:hAnsi="Open Sans" w:cs="Open Sans"/>
        </w:rPr>
      </w:pPr>
    </w:p>
    <w:p w14:paraId="453A0A93"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Varnostni znaki</w:t>
      </w:r>
    </w:p>
    <w:p w14:paraId="5EB48D94" w14:textId="77777777" w:rsidR="00F10A9A" w:rsidRPr="00FD240D" w:rsidRDefault="00F10A9A" w:rsidP="00F10A9A">
      <w:pPr>
        <w:widowControl w:val="0"/>
        <w:rPr>
          <w:rFonts w:ascii="Open Sans" w:hAnsi="Open Sans" w:cs="Open Sans"/>
        </w:rPr>
      </w:pPr>
    </w:p>
    <w:p w14:paraId="4FA86159" w14:textId="77777777" w:rsidR="00F10A9A" w:rsidRPr="00FD240D" w:rsidRDefault="00F10A9A" w:rsidP="00F10A9A">
      <w:pPr>
        <w:widowControl w:val="0"/>
        <w:jc w:val="both"/>
        <w:rPr>
          <w:rFonts w:ascii="Open Sans" w:hAnsi="Open Sans" w:cs="Open Sans"/>
        </w:rPr>
      </w:pPr>
      <w:r w:rsidRPr="00FD240D">
        <w:rPr>
          <w:rFonts w:ascii="Open Sans" w:hAnsi="Open Sans" w:cs="Open Sans"/>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9AB7378" w14:textId="77777777" w:rsidR="00F10A9A" w:rsidRPr="00FD240D" w:rsidRDefault="00F10A9A" w:rsidP="00F10A9A">
      <w:pPr>
        <w:widowControl w:val="0"/>
        <w:rPr>
          <w:rFonts w:ascii="Open Sans" w:hAnsi="Open Sans" w:cs="Open Sans"/>
        </w:rPr>
      </w:pPr>
    </w:p>
    <w:p w14:paraId="117977CC"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Osebna varovalna oprema</w:t>
      </w:r>
    </w:p>
    <w:p w14:paraId="7BF57F3C" w14:textId="77777777" w:rsidR="00F10A9A" w:rsidRPr="00FD240D" w:rsidRDefault="00F10A9A" w:rsidP="00F10A9A">
      <w:pPr>
        <w:widowControl w:val="0"/>
        <w:rPr>
          <w:rFonts w:ascii="Open Sans" w:hAnsi="Open Sans" w:cs="Open Sans"/>
          <w:b/>
        </w:rPr>
      </w:pPr>
    </w:p>
    <w:p w14:paraId="141F0E7F" w14:textId="77777777" w:rsidR="00F10A9A" w:rsidRPr="00FD240D" w:rsidRDefault="00F10A9A" w:rsidP="00F10A9A">
      <w:pPr>
        <w:widowControl w:val="0"/>
        <w:jc w:val="both"/>
        <w:rPr>
          <w:rFonts w:ascii="Open Sans" w:hAnsi="Open Sans" w:cs="Open Sans"/>
          <w:color w:val="FF0000"/>
        </w:rPr>
      </w:pPr>
      <w:r w:rsidRPr="00FD240D">
        <w:rPr>
          <w:rFonts w:ascii="Open Sans" w:hAnsi="Open Sans" w:cs="Open Sans"/>
        </w:rPr>
        <w:t>Delavci izvajalca so dolžni na skupnih deloviščih namensko, glede na vrsto tveganja za poškodbe oziroma okvare zdravja, uporabljati lastno osebno varovalno opremo, ki je skladna z veljavnimi standardi in redno pregledana.</w:t>
      </w:r>
    </w:p>
    <w:p w14:paraId="067BCE9F" w14:textId="77777777" w:rsidR="00F10A9A" w:rsidRPr="00FD240D" w:rsidRDefault="00F10A9A" w:rsidP="00F10A9A">
      <w:pPr>
        <w:widowControl w:val="0"/>
        <w:rPr>
          <w:rFonts w:ascii="Open Sans" w:hAnsi="Open Sans" w:cs="Open Sans"/>
        </w:rPr>
      </w:pPr>
    </w:p>
    <w:p w14:paraId="56B24AE1"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Delovna oprema</w:t>
      </w:r>
    </w:p>
    <w:p w14:paraId="10EF7E85" w14:textId="77777777" w:rsidR="00F10A9A" w:rsidRPr="00FD240D" w:rsidRDefault="00F10A9A" w:rsidP="00F10A9A">
      <w:pPr>
        <w:widowControl w:val="0"/>
        <w:rPr>
          <w:rFonts w:ascii="Open Sans" w:hAnsi="Open Sans" w:cs="Open Sans"/>
        </w:rPr>
      </w:pPr>
    </w:p>
    <w:p w14:paraId="4ED5738E" w14:textId="77777777" w:rsidR="00F10A9A" w:rsidRPr="00FD240D" w:rsidRDefault="00F10A9A" w:rsidP="00F10A9A">
      <w:pPr>
        <w:widowControl w:val="0"/>
        <w:jc w:val="both"/>
        <w:rPr>
          <w:rFonts w:ascii="Open Sans" w:hAnsi="Open Sans" w:cs="Open Sans"/>
        </w:rPr>
      </w:pPr>
      <w:r w:rsidRPr="00FD240D">
        <w:rPr>
          <w:rFonts w:ascii="Open Sans" w:hAnsi="Open Sans" w:cs="Open Sans"/>
        </w:rPr>
        <w:t>Delovna oprema, ki bo uporabljena za izvedbo storitev po okvirnem sporazumu mora biti skladna s predpisi.</w:t>
      </w:r>
    </w:p>
    <w:p w14:paraId="6DBEF41C" w14:textId="77777777" w:rsidR="00F10A9A" w:rsidRPr="00FD240D" w:rsidRDefault="00F10A9A" w:rsidP="00F10A9A">
      <w:pPr>
        <w:widowControl w:val="0"/>
        <w:rPr>
          <w:rFonts w:ascii="Open Sans" w:hAnsi="Open Sans" w:cs="Open Sans"/>
          <w:u w:val="single"/>
        </w:rPr>
      </w:pPr>
    </w:p>
    <w:p w14:paraId="51A7DB18" w14:textId="77777777" w:rsidR="00F10A9A" w:rsidRPr="00FD240D" w:rsidRDefault="00F10A9A" w:rsidP="00F10A9A">
      <w:pPr>
        <w:widowControl w:val="0"/>
        <w:rPr>
          <w:rFonts w:ascii="Open Sans" w:hAnsi="Open Sans" w:cs="Open Sans"/>
          <w:u w:val="single"/>
        </w:rPr>
      </w:pPr>
      <w:r w:rsidRPr="00FD240D">
        <w:rPr>
          <w:rFonts w:ascii="Open Sans" w:hAnsi="Open Sans" w:cs="Open Sans"/>
          <w:u w:val="single"/>
        </w:rPr>
        <w:t xml:space="preserve">Delo na višini </w:t>
      </w:r>
    </w:p>
    <w:p w14:paraId="2F8D0A8D" w14:textId="77777777" w:rsidR="00F10A9A" w:rsidRPr="00FD240D" w:rsidRDefault="00F10A9A" w:rsidP="00F10A9A">
      <w:pPr>
        <w:widowControl w:val="0"/>
        <w:rPr>
          <w:rFonts w:ascii="Open Sans" w:hAnsi="Open Sans" w:cs="Open Sans"/>
          <w:u w:val="single"/>
        </w:rPr>
      </w:pPr>
    </w:p>
    <w:p w14:paraId="50DA8D1A" w14:textId="77777777" w:rsidR="00F10A9A" w:rsidRPr="00FD240D" w:rsidRDefault="00F10A9A" w:rsidP="00F10A9A">
      <w:pPr>
        <w:widowControl w:val="0"/>
        <w:jc w:val="both"/>
        <w:rPr>
          <w:rFonts w:ascii="Open Sans" w:hAnsi="Open Sans" w:cs="Open Sans"/>
        </w:rPr>
      </w:pPr>
      <w:r w:rsidRPr="00FD240D">
        <w:rPr>
          <w:rFonts w:ascii="Open Sans" w:hAnsi="Open Sans" w:cs="Open Sans"/>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w:t>
      </w:r>
    </w:p>
    <w:p w14:paraId="6B63FC07" w14:textId="77777777" w:rsidR="00F10A9A" w:rsidRPr="00FD240D" w:rsidRDefault="00F10A9A" w:rsidP="00F10A9A">
      <w:pPr>
        <w:widowControl w:val="0"/>
        <w:jc w:val="both"/>
        <w:rPr>
          <w:rFonts w:ascii="Open Sans" w:hAnsi="Open Sans" w:cs="Open Sans"/>
        </w:rPr>
      </w:pPr>
      <w:r w:rsidRPr="00FD240D">
        <w:rPr>
          <w:rFonts w:ascii="Open Sans" w:hAnsi="Open Sans" w:cs="Open Sans"/>
        </w:rPr>
        <w:t xml:space="preserve">dolžan ustrezno fizično zavarovati in označiti območje pod izvajanjem dela na višini, nevarne odprtine je potrebno ustrezno pokriti. Izvajalec mora na nezavarovanih višinah, oz. kjer je to potrebno, za </w:t>
      </w:r>
      <w:r w:rsidRPr="00FD240D">
        <w:rPr>
          <w:rFonts w:ascii="Open Sans" w:hAnsi="Open Sans" w:cs="Open Sans"/>
        </w:rPr>
        <w:lastRenderedPageBreak/>
        <w:t>vsakega delavca zagotoviti uporabo ustreznega varnostnega pasu za delo na višini z ustreznim privezom.</w:t>
      </w:r>
    </w:p>
    <w:p w14:paraId="62E6E233" w14:textId="77777777" w:rsidR="001B17D2" w:rsidRPr="00FD240D" w:rsidRDefault="001B17D2" w:rsidP="00F10A9A">
      <w:pPr>
        <w:widowControl w:val="0"/>
        <w:jc w:val="both"/>
        <w:rPr>
          <w:rFonts w:ascii="Open Sans" w:hAnsi="Open Sans" w:cs="Open Sans"/>
          <w:u w:val="single"/>
        </w:rPr>
      </w:pPr>
    </w:p>
    <w:p w14:paraId="75C893B9" w14:textId="03976ABF" w:rsidR="00F10A9A" w:rsidRPr="00FD240D" w:rsidRDefault="00F10A9A" w:rsidP="00F10A9A">
      <w:pPr>
        <w:widowControl w:val="0"/>
        <w:jc w:val="both"/>
        <w:rPr>
          <w:rFonts w:ascii="Open Sans" w:hAnsi="Open Sans" w:cs="Open Sans"/>
          <w:u w:val="single"/>
        </w:rPr>
      </w:pPr>
      <w:r w:rsidRPr="00FD240D">
        <w:rPr>
          <w:rFonts w:ascii="Open Sans" w:hAnsi="Open Sans" w:cs="Open Sans"/>
          <w:u w:val="single"/>
        </w:rPr>
        <w:t>Odri</w:t>
      </w:r>
    </w:p>
    <w:p w14:paraId="2AD811BA" w14:textId="77777777" w:rsidR="00F10A9A" w:rsidRPr="00FD240D" w:rsidRDefault="00F10A9A" w:rsidP="00F10A9A">
      <w:pPr>
        <w:widowControl w:val="0"/>
        <w:rPr>
          <w:rFonts w:ascii="Open Sans" w:hAnsi="Open Sans" w:cs="Open Sans"/>
        </w:rPr>
      </w:pPr>
    </w:p>
    <w:p w14:paraId="3E2CC73D" w14:textId="77777777" w:rsidR="00F10A9A" w:rsidRPr="00FD240D" w:rsidRDefault="00F10A9A" w:rsidP="00F10A9A">
      <w:pPr>
        <w:widowControl w:val="0"/>
        <w:jc w:val="both"/>
        <w:rPr>
          <w:rFonts w:ascii="Open Sans" w:hAnsi="Open Sans" w:cs="Open Sans"/>
        </w:rPr>
      </w:pPr>
      <w:r w:rsidRPr="00FD240D">
        <w:rPr>
          <w:rFonts w:ascii="Open Sans" w:hAnsi="Open Sans" w:cs="Open Sans"/>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6E4519D" w14:textId="77777777" w:rsidR="00F10A9A" w:rsidRPr="00FD240D" w:rsidRDefault="00F10A9A" w:rsidP="00F10A9A">
      <w:pPr>
        <w:widowControl w:val="0"/>
        <w:jc w:val="both"/>
        <w:rPr>
          <w:rFonts w:ascii="Open Sans" w:hAnsi="Open Sans" w:cs="Open Sans"/>
        </w:rPr>
      </w:pPr>
    </w:p>
    <w:p w14:paraId="101BE7CD" w14:textId="77777777" w:rsidR="00F10A9A" w:rsidRPr="00FD240D" w:rsidRDefault="00F10A9A" w:rsidP="00F10A9A">
      <w:pPr>
        <w:widowControl w:val="0"/>
        <w:jc w:val="both"/>
        <w:rPr>
          <w:rFonts w:ascii="Open Sans" w:hAnsi="Open Sans" w:cs="Open Sans"/>
          <w:u w:val="single"/>
        </w:rPr>
      </w:pPr>
      <w:r w:rsidRPr="00FD240D">
        <w:rPr>
          <w:rFonts w:ascii="Open Sans" w:hAnsi="Open Sans" w:cs="Open Sans"/>
          <w:u w:val="single"/>
        </w:rPr>
        <w:t>Izkopi in nevarne odprtine</w:t>
      </w:r>
    </w:p>
    <w:p w14:paraId="19986F4E" w14:textId="77777777" w:rsidR="00F10A9A" w:rsidRPr="00FD240D" w:rsidRDefault="00F10A9A" w:rsidP="00F10A9A">
      <w:pPr>
        <w:widowControl w:val="0"/>
        <w:jc w:val="both"/>
        <w:rPr>
          <w:rFonts w:ascii="Open Sans" w:hAnsi="Open Sans" w:cs="Open Sans"/>
          <w:u w:val="single"/>
        </w:rPr>
      </w:pPr>
    </w:p>
    <w:p w14:paraId="07F2AFEC" w14:textId="77777777" w:rsidR="00F10A9A" w:rsidRPr="00FD240D" w:rsidRDefault="00F10A9A" w:rsidP="00F10A9A">
      <w:pPr>
        <w:widowControl w:val="0"/>
        <w:jc w:val="both"/>
        <w:rPr>
          <w:rFonts w:ascii="Open Sans" w:hAnsi="Open Sans" w:cs="Open Sans"/>
        </w:rPr>
      </w:pPr>
      <w:r w:rsidRPr="00FD240D">
        <w:rPr>
          <w:rFonts w:ascii="Open Sans" w:hAnsi="Open Sans" w:cs="Open Sans"/>
        </w:rPr>
        <w:t>Izkope in nevarne odprtine mora izvajalec, skladno z uredbo, ustrezno zavarovati s postavitvijo ustrezno trdnih in visokih varovalnih ograj, ki preprečujejo padce.</w:t>
      </w:r>
    </w:p>
    <w:p w14:paraId="0453A723" w14:textId="77777777" w:rsidR="00F10A9A" w:rsidRPr="00FD240D" w:rsidRDefault="00F10A9A" w:rsidP="00F10A9A">
      <w:pPr>
        <w:widowControl w:val="0"/>
        <w:jc w:val="both"/>
        <w:rPr>
          <w:rFonts w:ascii="Open Sans" w:hAnsi="Open Sans" w:cs="Open Sans"/>
        </w:rPr>
      </w:pPr>
    </w:p>
    <w:p w14:paraId="183F9840" w14:textId="77777777" w:rsidR="00F10A9A" w:rsidRPr="00FD240D" w:rsidRDefault="00F10A9A" w:rsidP="00F10A9A">
      <w:pPr>
        <w:widowControl w:val="0"/>
        <w:jc w:val="both"/>
        <w:rPr>
          <w:rFonts w:ascii="Open Sans" w:hAnsi="Open Sans" w:cs="Open Sans"/>
        </w:rPr>
      </w:pPr>
      <w:r w:rsidRPr="00FD240D">
        <w:rPr>
          <w:rFonts w:ascii="Open Sans" w:hAnsi="Open Sans" w:cs="Open Sans"/>
        </w:rPr>
        <w:t xml:space="preserve">Izkope je potrebno ustrezno zavarovati pred zasutjem (razpiranje, </w:t>
      </w:r>
      <w:proofErr w:type="spellStart"/>
      <w:r w:rsidRPr="00FD240D">
        <w:rPr>
          <w:rFonts w:ascii="Open Sans" w:hAnsi="Open Sans" w:cs="Open Sans"/>
        </w:rPr>
        <w:t>zagatnice</w:t>
      </w:r>
      <w:proofErr w:type="spellEnd"/>
      <w:r w:rsidRPr="00FD240D">
        <w:rPr>
          <w:rFonts w:ascii="Open Sans" w:hAnsi="Open Sans" w:cs="Open Sans"/>
        </w:rPr>
        <w:t>, prepoved odlaganja 1 m od roba izkopa, itd.).</w:t>
      </w:r>
    </w:p>
    <w:p w14:paraId="5AC07B02" w14:textId="77777777" w:rsidR="00F10A9A" w:rsidRPr="00FD240D" w:rsidRDefault="00F10A9A" w:rsidP="00F10A9A">
      <w:pPr>
        <w:widowControl w:val="0"/>
        <w:rPr>
          <w:rFonts w:ascii="Open Sans" w:hAnsi="Open Sans" w:cs="Open Sans"/>
        </w:rPr>
      </w:pPr>
    </w:p>
    <w:p w14:paraId="253BD891" w14:textId="77777777" w:rsidR="00F10A9A" w:rsidRPr="00FD240D" w:rsidRDefault="00F10A9A" w:rsidP="00F10A9A">
      <w:pPr>
        <w:widowControl w:val="0"/>
        <w:rPr>
          <w:rFonts w:ascii="Open Sans" w:hAnsi="Open Sans" w:cs="Open Sans"/>
        </w:rPr>
      </w:pPr>
      <w:r w:rsidRPr="00FD240D">
        <w:rPr>
          <w:rFonts w:ascii="Open Sans" w:hAnsi="Open Sans" w:cs="Open Sans"/>
          <w:u w:val="single"/>
        </w:rPr>
        <w:t>Snovi in pripravki</w:t>
      </w:r>
    </w:p>
    <w:p w14:paraId="03EFE82E" w14:textId="77777777" w:rsidR="00F10A9A" w:rsidRPr="00FD240D" w:rsidRDefault="00F10A9A" w:rsidP="00F10A9A">
      <w:pPr>
        <w:widowControl w:val="0"/>
        <w:rPr>
          <w:rFonts w:ascii="Open Sans" w:hAnsi="Open Sans" w:cs="Open Sans"/>
        </w:rPr>
      </w:pPr>
    </w:p>
    <w:p w14:paraId="25AAD45A" w14:textId="77777777" w:rsidR="00F10A9A" w:rsidRPr="00FD240D" w:rsidRDefault="00F10A9A" w:rsidP="00F10A9A">
      <w:pPr>
        <w:widowControl w:val="0"/>
        <w:jc w:val="both"/>
        <w:rPr>
          <w:rFonts w:ascii="Open Sans" w:hAnsi="Open Sans" w:cs="Open Sans"/>
          <w:color w:val="FF0000"/>
        </w:rPr>
      </w:pPr>
      <w:r w:rsidRPr="00FD240D">
        <w:rPr>
          <w:rFonts w:ascii="Open Sans" w:hAnsi="Open Sans" w:cs="Open Sans"/>
        </w:rPr>
        <w:t>Pri uporabi kemičnih snovi in pripravkov mora izvajalec predložiti varnostne liste v slovenskem jeziku. Varnostne liste predloži skrbniku okvirnega sporazuma, ki po potrebi v sodelovanju s strokovnjakom za varstvo pri delu, določita varnostne ukrepe, ki izhajajo iz vsebine varnostnih listov.</w:t>
      </w:r>
    </w:p>
    <w:p w14:paraId="25A1378B" w14:textId="77777777" w:rsidR="00F10A9A" w:rsidRPr="00FD240D" w:rsidRDefault="00F10A9A" w:rsidP="00F10A9A">
      <w:pPr>
        <w:widowControl w:val="0"/>
        <w:rPr>
          <w:rFonts w:ascii="Open Sans" w:hAnsi="Open Sans" w:cs="Open Sans"/>
          <w:b/>
        </w:rPr>
      </w:pPr>
    </w:p>
    <w:p w14:paraId="34DCA7D6" w14:textId="77777777" w:rsidR="00F10A9A" w:rsidRPr="00FD240D" w:rsidRDefault="00F10A9A" w:rsidP="00F10A9A">
      <w:pPr>
        <w:widowControl w:val="0"/>
        <w:jc w:val="both"/>
        <w:rPr>
          <w:rFonts w:ascii="Open Sans" w:hAnsi="Open Sans" w:cs="Open Sans"/>
        </w:rPr>
      </w:pPr>
      <w:r w:rsidRPr="00FD240D">
        <w:rPr>
          <w:rFonts w:ascii="Open Sans" w:hAnsi="Open Sans" w:cs="Open Sans"/>
          <w:u w:val="single"/>
        </w:rPr>
        <w:t>Organizacija prve pomoči in reševanja poškodovanega/naglo obolelega delavca</w:t>
      </w:r>
    </w:p>
    <w:p w14:paraId="101F9C81" w14:textId="77777777" w:rsidR="00F10A9A" w:rsidRPr="00FD240D" w:rsidRDefault="00F10A9A" w:rsidP="00F10A9A">
      <w:pPr>
        <w:widowControl w:val="0"/>
        <w:jc w:val="both"/>
        <w:rPr>
          <w:rFonts w:ascii="Open Sans" w:hAnsi="Open Sans" w:cs="Open Sans"/>
        </w:rPr>
      </w:pPr>
    </w:p>
    <w:p w14:paraId="27C3B996" w14:textId="77777777" w:rsidR="00F10A9A" w:rsidRPr="00FD240D" w:rsidRDefault="00F10A9A" w:rsidP="00F10A9A">
      <w:pPr>
        <w:widowControl w:val="0"/>
        <w:jc w:val="both"/>
        <w:rPr>
          <w:rFonts w:ascii="Open Sans" w:hAnsi="Open Sans" w:cs="Open Sans"/>
        </w:rPr>
      </w:pPr>
      <w:r w:rsidRPr="00FD240D">
        <w:rPr>
          <w:rFonts w:ascii="Open Sans" w:hAnsi="Open Sans" w:cs="Open Sans"/>
        </w:rPr>
        <w:t>Izvajalec del mora imeti strokovno usposobljeno osebo za nudenje prve pomoči in obvezno količino materiala za prvo pomoč na delovišču.</w:t>
      </w:r>
    </w:p>
    <w:p w14:paraId="24F3CE12" w14:textId="619E91D3" w:rsidR="009F5B72" w:rsidRPr="00FD240D" w:rsidRDefault="009F5B72" w:rsidP="004449C9">
      <w:pPr>
        <w:widowControl w:val="0"/>
        <w:jc w:val="both"/>
        <w:rPr>
          <w:rFonts w:ascii="Open Sans" w:hAnsi="Open Sans" w:cs="Open Sans"/>
        </w:rPr>
      </w:pPr>
    </w:p>
    <w:p w14:paraId="1B4D3BE6" w14:textId="77777777" w:rsidR="00B47FE2" w:rsidRPr="00FD240D" w:rsidRDefault="00B47FE2" w:rsidP="004449C9">
      <w:pPr>
        <w:widowControl w:val="0"/>
        <w:jc w:val="both"/>
        <w:rPr>
          <w:rFonts w:ascii="Open Sans" w:hAnsi="Open Sans" w:cs="Open Sans"/>
        </w:rPr>
      </w:pPr>
    </w:p>
    <w:p w14:paraId="38355963" w14:textId="77777777" w:rsidR="009F5B72" w:rsidRPr="00FD240D" w:rsidRDefault="009F5B72" w:rsidP="004449C9">
      <w:pPr>
        <w:widowControl w:val="0"/>
        <w:jc w:val="both"/>
        <w:rPr>
          <w:rFonts w:ascii="Open Sans" w:hAnsi="Open Sans" w:cs="Open Sans"/>
        </w:rPr>
      </w:pPr>
    </w:p>
    <w:p w14:paraId="71B3046D" w14:textId="5FA82624" w:rsidR="009F5B72" w:rsidRPr="00FD240D" w:rsidRDefault="009F5B72" w:rsidP="004449C9">
      <w:pPr>
        <w:widowControl w:val="0"/>
        <w:jc w:val="both"/>
        <w:rPr>
          <w:rFonts w:ascii="Open Sans" w:hAnsi="Open Sans" w:cs="Open Sans"/>
        </w:rPr>
      </w:pPr>
    </w:p>
    <w:p w14:paraId="50CC2B30" w14:textId="59097610" w:rsidR="00F3348A" w:rsidRPr="00FD240D" w:rsidRDefault="00F3348A" w:rsidP="004449C9">
      <w:pPr>
        <w:widowControl w:val="0"/>
        <w:jc w:val="both"/>
        <w:rPr>
          <w:rFonts w:ascii="Open Sans" w:hAnsi="Open Sans" w:cs="Open Sans"/>
        </w:rPr>
      </w:pPr>
    </w:p>
    <w:p w14:paraId="5B033567" w14:textId="38184ABB" w:rsidR="005263CF" w:rsidRPr="00FD240D" w:rsidRDefault="005263CF" w:rsidP="004449C9">
      <w:pPr>
        <w:widowControl w:val="0"/>
        <w:jc w:val="both"/>
        <w:rPr>
          <w:rFonts w:ascii="Open Sans" w:hAnsi="Open Sans" w:cs="Open Sans"/>
        </w:rPr>
      </w:pPr>
    </w:p>
    <w:p w14:paraId="16F7C286" w14:textId="2473C93C" w:rsidR="005263CF" w:rsidRPr="00FD240D" w:rsidRDefault="005263CF" w:rsidP="004449C9">
      <w:pPr>
        <w:widowControl w:val="0"/>
        <w:jc w:val="both"/>
        <w:rPr>
          <w:rFonts w:ascii="Open Sans" w:hAnsi="Open Sans" w:cs="Open Sans"/>
        </w:rPr>
      </w:pPr>
    </w:p>
    <w:p w14:paraId="08FBB813" w14:textId="5252A94B" w:rsidR="00F10A9A" w:rsidRPr="00FD240D" w:rsidRDefault="00F10A9A" w:rsidP="004449C9">
      <w:pPr>
        <w:widowControl w:val="0"/>
        <w:jc w:val="both"/>
        <w:rPr>
          <w:rFonts w:ascii="Open Sans" w:hAnsi="Open Sans" w:cs="Open Sans"/>
        </w:rPr>
      </w:pPr>
    </w:p>
    <w:p w14:paraId="48357A70" w14:textId="5E7AAB05" w:rsidR="00F10A9A" w:rsidRPr="00FD240D" w:rsidRDefault="00F10A9A" w:rsidP="004449C9">
      <w:pPr>
        <w:widowControl w:val="0"/>
        <w:jc w:val="both"/>
        <w:rPr>
          <w:rFonts w:ascii="Open Sans" w:hAnsi="Open Sans" w:cs="Open Sans"/>
        </w:rPr>
      </w:pPr>
    </w:p>
    <w:p w14:paraId="22FFD91A" w14:textId="411E9CC5" w:rsidR="00F10A9A" w:rsidRPr="00FD240D" w:rsidRDefault="00F10A9A" w:rsidP="004449C9">
      <w:pPr>
        <w:widowControl w:val="0"/>
        <w:jc w:val="both"/>
        <w:rPr>
          <w:rFonts w:ascii="Open Sans" w:hAnsi="Open Sans" w:cs="Open Sans"/>
        </w:rPr>
      </w:pPr>
    </w:p>
    <w:p w14:paraId="4E71160B" w14:textId="4D959832" w:rsidR="00F10A9A" w:rsidRPr="00FD240D" w:rsidRDefault="00F10A9A" w:rsidP="004449C9">
      <w:pPr>
        <w:widowControl w:val="0"/>
        <w:jc w:val="both"/>
        <w:rPr>
          <w:rFonts w:ascii="Open Sans" w:hAnsi="Open Sans" w:cs="Open Sans"/>
        </w:rPr>
      </w:pPr>
    </w:p>
    <w:p w14:paraId="7EFC99D1" w14:textId="1B017115" w:rsidR="00F10A9A" w:rsidRPr="00FD240D" w:rsidRDefault="00F10A9A" w:rsidP="004449C9">
      <w:pPr>
        <w:widowControl w:val="0"/>
        <w:jc w:val="both"/>
        <w:rPr>
          <w:rFonts w:ascii="Open Sans" w:hAnsi="Open Sans" w:cs="Open Sans"/>
        </w:rPr>
      </w:pPr>
    </w:p>
    <w:p w14:paraId="215BE356" w14:textId="0B75C86F" w:rsidR="00F10A9A" w:rsidRPr="00FD240D" w:rsidRDefault="00F10A9A" w:rsidP="004449C9">
      <w:pPr>
        <w:widowControl w:val="0"/>
        <w:jc w:val="both"/>
        <w:rPr>
          <w:rFonts w:ascii="Open Sans" w:hAnsi="Open Sans" w:cs="Open Sans"/>
        </w:rPr>
      </w:pPr>
    </w:p>
    <w:p w14:paraId="4096F57C" w14:textId="1DAA38E7" w:rsidR="00F10A9A" w:rsidRPr="00FD240D" w:rsidRDefault="00F10A9A" w:rsidP="004449C9">
      <w:pPr>
        <w:widowControl w:val="0"/>
        <w:jc w:val="both"/>
        <w:rPr>
          <w:rFonts w:ascii="Open Sans" w:hAnsi="Open Sans" w:cs="Open Sans"/>
        </w:rPr>
      </w:pPr>
    </w:p>
    <w:p w14:paraId="2655A829" w14:textId="074024E1" w:rsidR="00F10A9A" w:rsidRPr="00FD240D" w:rsidRDefault="00F10A9A" w:rsidP="004449C9">
      <w:pPr>
        <w:widowControl w:val="0"/>
        <w:jc w:val="both"/>
        <w:rPr>
          <w:rFonts w:ascii="Open Sans" w:hAnsi="Open Sans" w:cs="Open Sans"/>
        </w:rPr>
      </w:pPr>
    </w:p>
    <w:p w14:paraId="42D3740D" w14:textId="3FE421FB" w:rsidR="00F10A9A" w:rsidRPr="00FD240D" w:rsidRDefault="00F10A9A" w:rsidP="004449C9">
      <w:pPr>
        <w:widowControl w:val="0"/>
        <w:jc w:val="both"/>
        <w:rPr>
          <w:rFonts w:ascii="Open Sans" w:hAnsi="Open Sans" w:cs="Open Sans"/>
        </w:rPr>
      </w:pPr>
    </w:p>
    <w:p w14:paraId="2DF86291" w14:textId="73D4B613" w:rsidR="00F10A9A" w:rsidRPr="00FD240D" w:rsidRDefault="00F10A9A" w:rsidP="004449C9">
      <w:pPr>
        <w:widowControl w:val="0"/>
        <w:jc w:val="both"/>
        <w:rPr>
          <w:rFonts w:ascii="Open Sans" w:hAnsi="Open Sans" w:cs="Open Sans"/>
        </w:rPr>
      </w:pPr>
    </w:p>
    <w:p w14:paraId="4259E679" w14:textId="67033564" w:rsidR="00F10A9A" w:rsidRPr="00FD240D" w:rsidRDefault="00F10A9A" w:rsidP="004449C9">
      <w:pPr>
        <w:widowControl w:val="0"/>
        <w:jc w:val="both"/>
        <w:rPr>
          <w:rFonts w:ascii="Open Sans" w:hAnsi="Open Sans" w:cs="Open Sans"/>
        </w:rPr>
      </w:pPr>
    </w:p>
    <w:p w14:paraId="01241BE4" w14:textId="5CB8AA84" w:rsidR="00F10A9A" w:rsidRPr="00FD240D" w:rsidRDefault="00F10A9A" w:rsidP="004449C9">
      <w:pPr>
        <w:widowControl w:val="0"/>
        <w:jc w:val="both"/>
        <w:rPr>
          <w:rFonts w:ascii="Open Sans" w:hAnsi="Open Sans" w:cs="Open Sans"/>
        </w:rPr>
      </w:pPr>
    </w:p>
    <w:p w14:paraId="33726E35" w14:textId="53520ABC" w:rsidR="00F10A9A" w:rsidRDefault="00F10A9A" w:rsidP="004449C9">
      <w:pPr>
        <w:widowControl w:val="0"/>
        <w:jc w:val="both"/>
        <w:rPr>
          <w:rFonts w:ascii="Open Sans" w:hAnsi="Open Sans" w:cs="Open Sans"/>
        </w:rPr>
      </w:pPr>
    </w:p>
    <w:p w14:paraId="0D72B986" w14:textId="77777777" w:rsidR="002D2490" w:rsidRPr="00FD240D" w:rsidRDefault="002D2490" w:rsidP="004449C9">
      <w:pPr>
        <w:widowControl w:val="0"/>
        <w:jc w:val="both"/>
        <w:rPr>
          <w:rFonts w:ascii="Open Sans" w:hAnsi="Open Sans" w:cs="Open Sans"/>
        </w:rPr>
      </w:pPr>
    </w:p>
    <w:p w14:paraId="747142A9" w14:textId="7F9F7FD5" w:rsidR="00F10A9A" w:rsidRPr="00FD240D" w:rsidRDefault="00F10A9A" w:rsidP="004449C9">
      <w:pPr>
        <w:widowControl w:val="0"/>
        <w:jc w:val="both"/>
        <w:rPr>
          <w:rFonts w:ascii="Open Sans" w:hAnsi="Open Sans" w:cs="Open Sans"/>
        </w:rPr>
      </w:pPr>
    </w:p>
    <w:p w14:paraId="24F80CC9" w14:textId="77777777" w:rsidR="00F10A9A" w:rsidRPr="00FD240D" w:rsidRDefault="00F10A9A" w:rsidP="004449C9">
      <w:pPr>
        <w:widowControl w:val="0"/>
        <w:jc w:val="both"/>
        <w:rPr>
          <w:rFonts w:ascii="Open Sans" w:hAnsi="Open Sans" w:cs="Open Sans"/>
        </w:rPr>
      </w:pPr>
    </w:p>
    <w:p w14:paraId="62D6B545" w14:textId="3E69DAAE" w:rsidR="005263CF" w:rsidRPr="00FD240D" w:rsidRDefault="005263CF" w:rsidP="004449C9">
      <w:pPr>
        <w:widowControl w:val="0"/>
        <w:jc w:val="both"/>
        <w:rPr>
          <w:rFonts w:ascii="Open Sans" w:hAnsi="Open Sans" w:cs="Open Sans"/>
        </w:rPr>
      </w:pPr>
    </w:p>
    <w:p w14:paraId="75F3281B" w14:textId="77777777" w:rsidR="00C33751" w:rsidRPr="00FD240D" w:rsidRDefault="00C33751" w:rsidP="0019014E">
      <w:pPr>
        <w:widowControl w:val="0"/>
        <w:numPr>
          <w:ilvl w:val="0"/>
          <w:numId w:val="10"/>
        </w:numPr>
        <w:jc w:val="both"/>
        <w:rPr>
          <w:rFonts w:ascii="Open Sans" w:hAnsi="Open Sans" w:cs="Open Sans"/>
          <w:b/>
        </w:rPr>
      </w:pPr>
      <w:r w:rsidRPr="00FD240D">
        <w:rPr>
          <w:rFonts w:ascii="Open Sans" w:hAnsi="Open Sans" w:cs="Open Sans"/>
          <w:b/>
        </w:rPr>
        <w:lastRenderedPageBreak/>
        <w:t>OPIS NAROČILA</w:t>
      </w:r>
    </w:p>
    <w:p w14:paraId="0C5698CF" w14:textId="77777777" w:rsidR="00C33751" w:rsidRPr="00FD240D" w:rsidRDefault="00C33751" w:rsidP="00C33751">
      <w:pPr>
        <w:widowControl w:val="0"/>
        <w:jc w:val="right"/>
        <w:rPr>
          <w:rFonts w:ascii="Open Sans" w:hAnsi="Open Sans" w:cs="Open Sans"/>
        </w:rPr>
      </w:pPr>
    </w:p>
    <w:p w14:paraId="7131008F" w14:textId="77777777" w:rsidR="00C33751" w:rsidRPr="00FD240D" w:rsidRDefault="00C33751" w:rsidP="00C33751">
      <w:pPr>
        <w:widowControl w:val="0"/>
        <w:jc w:val="right"/>
        <w:rPr>
          <w:rFonts w:ascii="Open Sans" w:hAnsi="Open Sans" w:cs="Open Sans"/>
        </w:rPr>
      </w:pPr>
      <w:r w:rsidRPr="00FD240D">
        <w:rPr>
          <w:rFonts w:ascii="Open Sans" w:hAnsi="Open Sans" w:cs="Open Sans"/>
        </w:rPr>
        <w:t xml:space="preserve">Priloga št. 3 k okvirnemu sporazumu št. </w:t>
      </w:r>
      <w:r>
        <w:rPr>
          <w:rFonts w:ascii="Open Sans" w:hAnsi="Open Sans" w:cs="Open Sans"/>
        </w:rPr>
        <w:t>ENLJ-SAL-80/25</w:t>
      </w:r>
    </w:p>
    <w:p w14:paraId="7FEF5319" w14:textId="77777777" w:rsidR="00C33751" w:rsidRPr="00FD240D" w:rsidRDefault="00C33751" w:rsidP="00C33751">
      <w:pPr>
        <w:widowControl w:val="0"/>
        <w:jc w:val="right"/>
        <w:rPr>
          <w:rFonts w:ascii="Open Sans" w:hAnsi="Open Sans" w:cs="Open Sans"/>
        </w:rPr>
      </w:pPr>
    </w:p>
    <w:p w14:paraId="1B53EEAE" w14:textId="77777777" w:rsidR="00C33751" w:rsidRPr="00FD240D" w:rsidRDefault="00C33751" w:rsidP="00C33751">
      <w:pPr>
        <w:widowControl w:val="0"/>
        <w:outlineLvl w:val="0"/>
        <w:rPr>
          <w:rFonts w:ascii="Open Sans" w:hAnsi="Open Sans" w:cs="Open Sans"/>
        </w:rPr>
      </w:pPr>
      <w:r w:rsidRPr="00FD240D">
        <w:rPr>
          <w:rFonts w:ascii="Open Sans" w:hAnsi="Open Sans" w:cs="Open Sans"/>
        </w:rPr>
        <w:t xml:space="preserve">Predmet javnega naročila je </w:t>
      </w:r>
      <w:r>
        <w:rPr>
          <w:rFonts w:ascii="Open Sans" w:hAnsi="Open Sans" w:cs="Open Sans"/>
        </w:rPr>
        <w:t xml:space="preserve">vzdrževanje in servisiranje </w:t>
      </w:r>
      <w:proofErr w:type="spellStart"/>
      <w:r>
        <w:rPr>
          <w:rFonts w:ascii="Open Sans" w:hAnsi="Open Sans" w:cs="Open Sans"/>
        </w:rPr>
        <w:t>konvektorjev</w:t>
      </w:r>
      <w:proofErr w:type="spellEnd"/>
      <w:r>
        <w:rPr>
          <w:rFonts w:ascii="Open Sans" w:hAnsi="Open Sans" w:cs="Open Sans"/>
        </w:rPr>
        <w:t xml:space="preserve"> za sistem ogrevanja in hlajenja</w:t>
      </w:r>
      <w:r w:rsidRPr="00FD240D">
        <w:rPr>
          <w:rFonts w:ascii="Open Sans" w:hAnsi="Open Sans" w:cs="Open Sans"/>
        </w:rPr>
        <w:t>, na lokacijah naročnika Verovškova ulica 62</w:t>
      </w:r>
      <w:r>
        <w:rPr>
          <w:rFonts w:ascii="Open Sans" w:hAnsi="Open Sans" w:cs="Open Sans"/>
        </w:rPr>
        <w:t xml:space="preserve"> in Verovškova ulica 70</w:t>
      </w:r>
      <w:r w:rsidRPr="00FD240D">
        <w:rPr>
          <w:rFonts w:ascii="Open Sans" w:hAnsi="Open Sans" w:cs="Open Sans"/>
        </w:rPr>
        <w:t>, oboje v Ljubljani, in sicer:</w:t>
      </w:r>
    </w:p>
    <w:p w14:paraId="7DF841C7" w14:textId="5C44E52D" w:rsidR="00C33751" w:rsidRDefault="00C33751" w:rsidP="00C33751">
      <w:pPr>
        <w:widowControl w:val="0"/>
        <w:tabs>
          <w:tab w:val="left" w:pos="709"/>
        </w:tabs>
        <w:jc w:val="both"/>
        <w:rPr>
          <w:rFonts w:ascii="Open Sans" w:hAnsi="Open Sans" w:cs="Open Sans"/>
        </w:rPr>
      </w:pPr>
    </w:p>
    <w:p w14:paraId="5A18E057" w14:textId="07634027" w:rsidR="007E680E" w:rsidRDefault="007E680E" w:rsidP="00C33751">
      <w:pPr>
        <w:widowControl w:val="0"/>
        <w:tabs>
          <w:tab w:val="left" w:pos="709"/>
        </w:tabs>
        <w:jc w:val="both"/>
        <w:rPr>
          <w:rFonts w:ascii="Open Sans" w:hAnsi="Open Sans" w:cs="Open Sans"/>
        </w:rPr>
      </w:pPr>
    </w:p>
    <w:p w14:paraId="4C1C3888" w14:textId="77412379" w:rsidR="007E680E" w:rsidRPr="000F7397" w:rsidRDefault="00927D1E" w:rsidP="0019014E">
      <w:pPr>
        <w:numPr>
          <w:ilvl w:val="0"/>
          <w:numId w:val="57"/>
        </w:numPr>
        <w:contextualSpacing/>
        <w:jc w:val="both"/>
        <w:rPr>
          <w:rFonts w:ascii="Open Sans" w:hAnsi="Open Sans" w:cs="Open Sans"/>
          <w:b/>
          <w:bCs/>
          <w:color w:val="000000"/>
        </w:rPr>
      </w:pPr>
      <w:r>
        <w:rPr>
          <w:rFonts w:ascii="Open Sans" w:hAnsi="Open Sans" w:cs="Open Sans"/>
          <w:b/>
          <w:bCs/>
          <w:color w:val="000000"/>
        </w:rPr>
        <w:t>S</w:t>
      </w:r>
      <w:r w:rsidR="007E680E" w:rsidRPr="000F7397">
        <w:rPr>
          <w:rFonts w:ascii="Open Sans" w:hAnsi="Open Sans" w:cs="Open Sans"/>
          <w:b/>
          <w:bCs/>
          <w:color w:val="000000"/>
        </w:rPr>
        <w:t xml:space="preserve">ervis </w:t>
      </w:r>
      <w:proofErr w:type="spellStart"/>
      <w:r w:rsidR="007E680E" w:rsidRPr="000F7397">
        <w:rPr>
          <w:rFonts w:ascii="Open Sans" w:hAnsi="Open Sans" w:cs="Open Sans"/>
          <w:b/>
          <w:bCs/>
          <w:color w:val="000000"/>
        </w:rPr>
        <w:t>konvektorja</w:t>
      </w:r>
      <w:proofErr w:type="spellEnd"/>
      <w:r w:rsidR="007E680E" w:rsidRPr="000F7397">
        <w:rPr>
          <w:rFonts w:ascii="Open Sans" w:hAnsi="Open Sans" w:cs="Open Sans"/>
          <w:b/>
          <w:bCs/>
          <w:color w:val="000000"/>
        </w:rPr>
        <w:t xml:space="preserve"> </w:t>
      </w:r>
      <w:r w:rsidR="00933CBF" w:rsidRPr="00D53AFA">
        <w:rPr>
          <w:rFonts w:ascii="Open Sans" w:hAnsi="Open Sans" w:cs="Open Sans"/>
          <w:b/>
          <w:bCs/>
        </w:rPr>
        <w:t>AIRWELL, EURAPO</w:t>
      </w:r>
      <w:r w:rsidR="00933CBF" w:rsidRPr="002E4EED">
        <w:rPr>
          <w:rFonts w:ascii="Open Sans" w:hAnsi="Open Sans" w:cs="Open Sans"/>
        </w:rPr>
        <w:t xml:space="preserve"> </w:t>
      </w:r>
      <w:r w:rsidR="007E680E" w:rsidRPr="000F7397">
        <w:rPr>
          <w:rFonts w:ascii="Open Sans" w:hAnsi="Open Sans" w:cs="Open Sans"/>
          <w:b/>
          <w:bCs/>
          <w:color w:val="000000"/>
        </w:rPr>
        <w:t>vključuje naslednje storitve:</w:t>
      </w:r>
    </w:p>
    <w:p w14:paraId="71B19DA8" w14:textId="77777777" w:rsidR="007E680E" w:rsidRPr="000F7397" w:rsidRDefault="007E680E" w:rsidP="007E680E">
      <w:pPr>
        <w:ind w:left="720" w:hanging="360"/>
        <w:rPr>
          <w:rFonts w:ascii="Open Sans" w:hAnsi="Open Sans" w:cs="Open Sans"/>
          <w:color w:val="000000"/>
        </w:rPr>
      </w:pPr>
    </w:p>
    <w:p w14:paraId="45FA3795"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 xml:space="preserve">čiščenje </w:t>
      </w:r>
      <w:proofErr w:type="spellStart"/>
      <w:r w:rsidRPr="000F7397">
        <w:rPr>
          <w:rFonts w:ascii="Open Sans" w:hAnsi="Open Sans" w:cs="Open Sans"/>
          <w:color w:val="000000"/>
        </w:rPr>
        <w:t>konvektorja</w:t>
      </w:r>
      <w:proofErr w:type="spellEnd"/>
      <w:r>
        <w:rPr>
          <w:rFonts w:ascii="Open Sans" w:hAnsi="Open Sans" w:cs="Open Sans"/>
          <w:color w:val="000000"/>
        </w:rPr>
        <w:t>,</w:t>
      </w:r>
    </w:p>
    <w:p w14:paraId="2B332B38"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 xml:space="preserve">kontrolo odvoda </w:t>
      </w:r>
      <w:proofErr w:type="spellStart"/>
      <w:r w:rsidRPr="000F7397">
        <w:rPr>
          <w:rFonts w:ascii="Open Sans" w:hAnsi="Open Sans" w:cs="Open Sans"/>
          <w:color w:val="000000"/>
        </w:rPr>
        <w:t>kondenza</w:t>
      </w:r>
      <w:proofErr w:type="spellEnd"/>
      <w:r>
        <w:rPr>
          <w:rFonts w:ascii="Open Sans" w:hAnsi="Open Sans" w:cs="Open Sans"/>
          <w:color w:val="000000"/>
        </w:rPr>
        <w:t>,</w:t>
      </w:r>
    </w:p>
    <w:p w14:paraId="650DBFE2"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in čiščenje filtrov</w:t>
      </w:r>
      <w:r>
        <w:rPr>
          <w:rFonts w:ascii="Open Sans" w:hAnsi="Open Sans" w:cs="Open Sans"/>
          <w:color w:val="000000"/>
        </w:rPr>
        <w:t>,</w:t>
      </w:r>
    </w:p>
    <w:p w14:paraId="5B873850"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delovanja ventilatorja</w:t>
      </w:r>
      <w:r>
        <w:rPr>
          <w:rFonts w:ascii="Open Sans" w:hAnsi="Open Sans" w:cs="Open Sans"/>
          <w:color w:val="000000"/>
        </w:rPr>
        <w:t>,</w:t>
      </w:r>
    </w:p>
    <w:p w14:paraId="6D882E86"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magnetnih ventilov</w:t>
      </w:r>
      <w:r>
        <w:rPr>
          <w:rFonts w:ascii="Open Sans" w:hAnsi="Open Sans" w:cs="Open Sans"/>
          <w:color w:val="000000"/>
        </w:rPr>
        <w:t>,</w:t>
      </w:r>
    </w:p>
    <w:p w14:paraId="1C6DC63D"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izmenjevalca</w:t>
      </w:r>
      <w:r>
        <w:rPr>
          <w:rFonts w:ascii="Open Sans" w:hAnsi="Open Sans" w:cs="Open Sans"/>
          <w:color w:val="000000"/>
        </w:rPr>
        <w:t>,</w:t>
      </w:r>
    </w:p>
    <w:p w14:paraId="3A5AD9DE"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delovanja termostata</w:t>
      </w:r>
      <w:r>
        <w:rPr>
          <w:rFonts w:ascii="Open Sans" w:hAnsi="Open Sans" w:cs="Open Sans"/>
          <w:color w:val="000000"/>
        </w:rPr>
        <w:t>,</w:t>
      </w:r>
    </w:p>
    <w:p w14:paraId="4A64ECF8"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tesnosti vodnega sistema</w:t>
      </w:r>
      <w:r>
        <w:rPr>
          <w:rFonts w:ascii="Open Sans" w:hAnsi="Open Sans" w:cs="Open Sans"/>
          <w:color w:val="000000"/>
        </w:rPr>
        <w:t>,</w:t>
      </w:r>
    </w:p>
    <w:p w14:paraId="1CE3BF56" w14:textId="77777777" w:rsidR="007E680E" w:rsidRPr="000F7397" w:rsidRDefault="007E680E" w:rsidP="0019014E">
      <w:pPr>
        <w:pStyle w:val="Odstavekseznama"/>
        <w:numPr>
          <w:ilvl w:val="0"/>
          <w:numId w:val="58"/>
        </w:numPr>
        <w:rPr>
          <w:rFonts w:ascii="Open Sans" w:hAnsi="Open Sans" w:cs="Open Sans"/>
          <w:color w:val="000000"/>
        </w:rPr>
      </w:pPr>
      <w:r w:rsidRPr="000F7397">
        <w:rPr>
          <w:rFonts w:ascii="Open Sans" w:hAnsi="Open Sans" w:cs="Open Sans"/>
          <w:color w:val="000000"/>
        </w:rPr>
        <w:t>kontrolo delovanja hitrosti</w:t>
      </w:r>
      <w:r>
        <w:rPr>
          <w:rFonts w:ascii="Open Sans" w:hAnsi="Open Sans" w:cs="Open Sans"/>
          <w:color w:val="000000"/>
        </w:rPr>
        <w:t>.</w:t>
      </w:r>
    </w:p>
    <w:p w14:paraId="68300687" w14:textId="77777777" w:rsidR="007E680E" w:rsidRPr="000F7397" w:rsidRDefault="007E680E" w:rsidP="007E680E">
      <w:pPr>
        <w:rPr>
          <w:rFonts w:ascii="Open Sans" w:hAnsi="Open Sans" w:cs="Open Sans"/>
          <w:color w:val="000000"/>
        </w:rPr>
      </w:pPr>
    </w:p>
    <w:p w14:paraId="15776367" w14:textId="1BCB2A89" w:rsidR="007E680E" w:rsidRPr="000F7397" w:rsidRDefault="00927D1E" w:rsidP="007E680E">
      <w:pPr>
        <w:ind w:left="360"/>
        <w:jc w:val="both"/>
        <w:rPr>
          <w:rFonts w:ascii="Open Sans" w:hAnsi="Open Sans" w:cs="Open Sans"/>
          <w:color w:val="000000"/>
        </w:rPr>
      </w:pPr>
      <w:r>
        <w:rPr>
          <w:rFonts w:ascii="Open Sans" w:hAnsi="Open Sans" w:cs="Open Sans"/>
          <w:color w:val="000000"/>
        </w:rPr>
        <w:t>S</w:t>
      </w:r>
      <w:r w:rsidR="007E680E" w:rsidRPr="000F7397">
        <w:rPr>
          <w:rFonts w:ascii="Open Sans" w:hAnsi="Open Sans" w:cs="Open Sans"/>
          <w:color w:val="000000"/>
        </w:rPr>
        <w:t xml:space="preserve">ervis </w:t>
      </w:r>
      <w:proofErr w:type="spellStart"/>
      <w:r w:rsidR="007E680E" w:rsidRPr="000F7397">
        <w:rPr>
          <w:rFonts w:ascii="Open Sans" w:hAnsi="Open Sans" w:cs="Open Sans"/>
          <w:color w:val="000000"/>
        </w:rPr>
        <w:t>konvektorjev</w:t>
      </w:r>
      <w:proofErr w:type="spellEnd"/>
      <w:r w:rsidR="007E680E" w:rsidRPr="000F7397">
        <w:rPr>
          <w:rFonts w:ascii="Open Sans" w:hAnsi="Open Sans" w:cs="Open Sans"/>
          <w:color w:val="000000"/>
        </w:rPr>
        <w:t xml:space="preserve"> se izvede po predhodnem dogovoru med naročnikom in izvajalcem. Naročnik se obvezuje zagotoviti nemoten dostop do </w:t>
      </w:r>
      <w:proofErr w:type="spellStart"/>
      <w:r w:rsidR="007E680E" w:rsidRPr="000F7397">
        <w:rPr>
          <w:rFonts w:ascii="Open Sans" w:hAnsi="Open Sans" w:cs="Open Sans"/>
          <w:color w:val="000000"/>
        </w:rPr>
        <w:t>konvektorjev</w:t>
      </w:r>
      <w:proofErr w:type="spellEnd"/>
      <w:r w:rsidR="007E680E" w:rsidRPr="000F7397">
        <w:rPr>
          <w:rFonts w:ascii="Open Sans" w:hAnsi="Open Sans" w:cs="Open Sans"/>
          <w:color w:val="000000"/>
        </w:rPr>
        <w:t>.</w:t>
      </w:r>
    </w:p>
    <w:p w14:paraId="202D31A6" w14:textId="77777777" w:rsidR="007E680E" w:rsidRPr="000F7397" w:rsidRDefault="007E680E" w:rsidP="007E680E">
      <w:pPr>
        <w:pStyle w:val="Odstavekseznama"/>
        <w:rPr>
          <w:rFonts w:ascii="Open Sans" w:hAnsi="Open Sans" w:cs="Open Sans"/>
        </w:rPr>
      </w:pPr>
      <w:r w:rsidRPr="000F7397">
        <w:rPr>
          <w:rFonts w:ascii="Open Sans" w:hAnsi="Open Sans" w:cs="Open Sans"/>
        </w:rPr>
        <w:t> </w:t>
      </w:r>
    </w:p>
    <w:p w14:paraId="05A0C3C8" w14:textId="77777777" w:rsidR="007E680E" w:rsidRPr="00FD240D" w:rsidRDefault="007E680E" w:rsidP="00C33751">
      <w:pPr>
        <w:widowControl w:val="0"/>
        <w:tabs>
          <w:tab w:val="left" w:pos="709"/>
        </w:tabs>
        <w:jc w:val="both"/>
        <w:rPr>
          <w:rFonts w:ascii="Open Sans" w:hAnsi="Open Sans" w:cs="Open Sans"/>
        </w:rPr>
      </w:pPr>
    </w:p>
    <w:p w14:paraId="380074D1" w14:textId="77777777" w:rsidR="00C33751" w:rsidRPr="000F7397" w:rsidRDefault="00C33751" w:rsidP="0019014E">
      <w:pPr>
        <w:numPr>
          <w:ilvl w:val="0"/>
          <w:numId w:val="57"/>
        </w:numPr>
        <w:contextualSpacing/>
        <w:jc w:val="both"/>
        <w:rPr>
          <w:rFonts w:ascii="Open Sans" w:hAnsi="Open Sans" w:cs="Open Sans"/>
          <w:b/>
          <w:color w:val="000000"/>
        </w:rPr>
      </w:pPr>
      <w:r w:rsidRPr="000F7397">
        <w:rPr>
          <w:rFonts w:ascii="Open Sans" w:hAnsi="Open Sans" w:cs="Open Sans"/>
          <w:b/>
          <w:bCs/>
          <w:color w:val="000000"/>
        </w:rPr>
        <w:t xml:space="preserve">Hladilni agregat in ločen zračno hlajen kondenzator - </w:t>
      </w:r>
      <w:proofErr w:type="spellStart"/>
      <w:r w:rsidRPr="000F7397">
        <w:rPr>
          <w:rFonts w:ascii="Open Sans" w:hAnsi="Open Sans" w:cs="Open Sans"/>
          <w:b/>
          <w:bCs/>
          <w:color w:val="000000"/>
        </w:rPr>
        <w:t>Trane</w:t>
      </w:r>
      <w:proofErr w:type="spellEnd"/>
    </w:p>
    <w:p w14:paraId="048E43C8" w14:textId="77777777" w:rsidR="00C33751" w:rsidRPr="000F7397" w:rsidRDefault="00C33751" w:rsidP="00C33751">
      <w:pPr>
        <w:ind w:left="720"/>
        <w:rPr>
          <w:rFonts w:ascii="Open Sans" w:eastAsia="Calibri" w:hAnsi="Open Sans" w:cs="Open Sans"/>
          <w:color w:val="000000"/>
        </w:rPr>
      </w:pPr>
      <w:r w:rsidRPr="000F7397">
        <w:rPr>
          <w:rFonts w:ascii="Open Sans" w:hAnsi="Open Sans" w:cs="Open Sans"/>
          <w:b/>
          <w:bCs/>
          <w:color w:val="000000"/>
        </w:rPr>
        <w:t> </w:t>
      </w:r>
    </w:p>
    <w:p w14:paraId="60CAF891" w14:textId="4B1C6EC6" w:rsidR="00C33751" w:rsidRPr="000F7397" w:rsidRDefault="00C33751" w:rsidP="00C33751">
      <w:pPr>
        <w:ind w:left="360"/>
        <w:jc w:val="both"/>
        <w:rPr>
          <w:rFonts w:ascii="Open Sans" w:hAnsi="Open Sans" w:cs="Open Sans"/>
          <w:color w:val="000000"/>
        </w:rPr>
      </w:pPr>
      <w:r w:rsidRPr="000F7397">
        <w:rPr>
          <w:rFonts w:ascii="Open Sans" w:hAnsi="Open Sans" w:cs="Open Sans"/>
          <w:color w:val="000000"/>
        </w:rPr>
        <w:t>Pred zagonom hladilnega agregata je izvajalec dolžan opraviti servisni pregled, kot ga predpisuje proizvajalec:</w:t>
      </w:r>
    </w:p>
    <w:p w14:paraId="65AEB342"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vizualna kontrola hladilnega agregata in povezovalnih cevovodov,</w:t>
      </w:r>
    </w:p>
    <w:p w14:paraId="7A1FC9FB"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tesnosti in pretoka kondenzatorskega kroga,</w:t>
      </w:r>
    </w:p>
    <w:p w14:paraId="3094AEAD"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tesnosti in pretoka v hladilnem krogu,</w:t>
      </w:r>
    </w:p>
    <w:p w14:paraId="52FDEC80"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nivoja olja v kompresorju,</w:t>
      </w:r>
    </w:p>
    <w:p w14:paraId="7266D98A"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funkcionalnosti in tesnjenja vseh ventilov hladilnega agregata,</w:t>
      </w:r>
    </w:p>
    <w:p w14:paraId="6EB48AAD"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xml:space="preserve">-       kontrola stanja elektronskih komponent, stikal in </w:t>
      </w:r>
      <w:proofErr w:type="spellStart"/>
      <w:r w:rsidRPr="000F7397">
        <w:rPr>
          <w:rFonts w:ascii="Open Sans" w:hAnsi="Open Sans" w:cs="Open Sans"/>
          <w:color w:val="000000"/>
        </w:rPr>
        <w:t>kontaktorjev</w:t>
      </w:r>
      <w:proofErr w:type="spellEnd"/>
      <w:r w:rsidRPr="000F7397">
        <w:rPr>
          <w:rFonts w:ascii="Open Sans" w:hAnsi="Open Sans" w:cs="Open Sans"/>
          <w:color w:val="000000"/>
        </w:rPr>
        <w:t>,</w:t>
      </w:r>
    </w:p>
    <w:p w14:paraId="1F38FF51"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parametrov in nastavitev,</w:t>
      </w:r>
    </w:p>
    <w:p w14:paraId="68A792A0"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vizualna kontrola ločenega kondenzatorja,</w:t>
      </w:r>
    </w:p>
    <w:p w14:paraId="7FB0F9E9"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delovanja ventilatorjev kondenzatorja,</w:t>
      </w:r>
    </w:p>
    <w:p w14:paraId="43704E2A"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pretokov in tlačnih padcev,</w:t>
      </w:r>
    </w:p>
    <w:p w14:paraId="4673781A"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senzorjev in zaščit hladilcev,</w:t>
      </w:r>
    </w:p>
    <w:p w14:paraId="56D344ED"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in čiščenje satovja kondenzatorja.</w:t>
      </w:r>
    </w:p>
    <w:p w14:paraId="02081CE1" w14:textId="77777777" w:rsidR="00C33751" w:rsidRPr="000F7397" w:rsidRDefault="00C33751" w:rsidP="00C33751">
      <w:pPr>
        <w:ind w:left="360"/>
        <w:rPr>
          <w:rFonts w:ascii="Open Sans" w:hAnsi="Open Sans" w:cs="Open Sans"/>
          <w:color w:val="000000"/>
        </w:rPr>
      </w:pPr>
      <w:r w:rsidRPr="000F7397">
        <w:rPr>
          <w:rFonts w:ascii="Open Sans" w:hAnsi="Open Sans" w:cs="Open Sans"/>
          <w:color w:val="000000"/>
        </w:rPr>
        <w:t> </w:t>
      </w:r>
    </w:p>
    <w:p w14:paraId="0C48A2FB" w14:textId="52947275" w:rsidR="00C33751" w:rsidRPr="000F7397" w:rsidRDefault="00C33751" w:rsidP="00C33751">
      <w:pPr>
        <w:ind w:left="360"/>
        <w:jc w:val="both"/>
        <w:rPr>
          <w:rFonts w:ascii="Open Sans" w:eastAsia="Calibri" w:hAnsi="Open Sans" w:cs="Open Sans"/>
          <w:color w:val="000000"/>
        </w:rPr>
      </w:pPr>
      <w:r w:rsidRPr="000F7397">
        <w:rPr>
          <w:rFonts w:ascii="Open Sans" w:hAnsi="Open Sans" w:cs="Open Sans"/>
          <w:color w:val="000000"/>
        </w:rPr>
        <w:t>Po koncu hladilne sezone, se izvede, po predhodnem pisnem dogovoru med naročnikom in izvajalcem, servisni pregled kot ga predpisuje proizvajalec:</w:t>
      </w:r>
    </w:p>
    <w:p w14:paraId="59A13659"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vizualna kontrola hladilnega agregata,</w:t>
      </w:r>
    </w:p>
    <w:p w14:paraId="18AEE9E3"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tesnosti in pretoka kondenzatorskega kroga,</w:t>
      </w:r>
    </w:p>
    <w:p w14:paraId="094F73CC"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tesnosti in pretoka v hladilnem krogu,</w:t>
      </w:r>
    </w:p>
    <w:p w14:paraId="481A13C7"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nivoja olja v kompresorju,</w:t>
      </w:r>
    </w:p>
    <w:p w14:paraId="2B759BC0"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analiza olja kompresorja,</w:t>
      </w:r>
    </w:p>
    <w:p w14:paraId="59E4E226"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funkcionalnosti in tesnjenja vseh ventilov hladilnega agregata,</w:t>
      </w:r>
    </w:p>
    <w:p w14:paraId="3CC4BDFF"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stopnje glikola v tokokrogu.</w:t>
      </w:r>
    </w:p>
    <w:p w14:paraId="62B9B295" w14:textId="303661D0" w:rsidR="00C33751" w:rsidRDefault="00C33751" w:rsidP="00C33751">
      <w:pPr>
        <w:rPr>
          <w:rFonts w:ascii="Open Sans" w:hAnsi="Open Sans" w:cs="Open Sans"/>
          <w:color w:val="000000"/>
        </w:rPr>
      </w:pPr>
      <w:r w:rsidRPr="000F7397">
        <w:rPr>
          <w:rFonts w:ascii="Open Sans" w:hAnsi="Open Sans" w:cs="Open Sans"/>
          <w:color w:val="000000"/>
        </w:rPr>
        <w:t> </w:t>
      </w:r>
    </w:p>
    <w:p w14:paraId="315336DD" w14:textId="77777777" w:rsidR="007E680E" w:rsidRPr="000F7397" w:rsidRDefault="007E680E" w:rsidP="00C33751">
      <w:pPr>
        <w:rPr>
          <w:rFonts w:ascii="Open Sans" w:hAnsi="Open Sans" w:cs="Open Sans"/>
          <w:color w:val="000000"/>
        </w:rPr>
      </w:pPr>
    </w:p>
    <w:p w14:paraId="0904DAE5" w14:textId="77777777" w:rsidR="00C33751" w:rsidRPr="000F7397" w:rsidRDefault="00C33751" w:rsidP="0019014E">
      <w:pPr>
        <w:numPr>
          <w:ilvl w:val="0"/>
          <w:numId w:val="57"/>
        </w:numPr>
        <w:contextualSpacing/>
        <w:jc w:val="both"/>
        <w:rPr>
          <w:rFonts w:ascii="Open Sans" w:hAnsi="Open Sans" w:cs="Open Sans"/>
          <w:b/>
          <w:bCs/>
          <w:color w:val="000000"/>
        </w:rPr>
      </w:pPr>
      <w:r w:rsidRPr="000F7397">
        <w:rPr>
          <w:rFonts w:ascii="Open Sans" w:hAnsi="Open Sans" w:cs="Open Sans"/>
          <w:b/>
          <w:bCs/>
          <w:color w:val="000000"/>
        </w:rPr>
        <w:lastRenderedPageBreak/>
        <w:t xml:space="preserve">Plinska toplotna črpalka - </w:t>
      </w:r>
      <w:proofErr w:type="spellStart"/>
      <w:r w:rsidRPr="000F7397">
        <w:rPr>
          <w:rFonts w:ascii="Open Sans" w:hAnsi="Open Sans" w:cs="Open Sans"/>
          <w:b/>
          <w:bCs/>
          <w:color w:val="000000"/>
        </w:rPr>
        <w:t>Yosi</w:t>
      </w:r>
      <w:proofErr w:type="spellEnd"/>
      <w:r w:rsidRPr="000F7397">
        <w:rPr>
          <w:rFonts w:ascii="Open Sans" w:hAnsi="Open Sans" w:cs="Open Sans"/>
          <w:b/>
          <w:bCs/>
          <w:color w:val="000000"/>
        </w:rPr>
        <w:t xml:space="preserve"> </w:t>
      </w:r>
      <w:proofErr w:type="spellStart"/>
      <w:r w:rsidRPr="000F7397">
        <w:rPr>
          <w:rFonts w:ascii="Open Sans" w:hAnsi="Open Sans" w:cs="Open Sans"/>
          <w:b/>
          <w:bCs/>
          <w:color w:val="000000"/>
        </w:rPr>
        <w:t>Aisin</w:t>
      </w:r>
      <w:proofErr w:type="spellEnd"/>
    </w:p>
    <w:p w14:paraId="1A4E31B9" w14:textId="77777777" w:rsidR="00C33751" w:rsidRPr="000F7397" w:rsidRDefault="00C33751" w:rsidP="00C33751">
      <w:pPr>
        <w:ind w:left="720"/>
        <w:rPr>
          <w:rFonts w:ascii="Open Sans" w:eastAsia="Calibri" w:hAnsi="Open Sans" w:cs="Open Sans"/>
          <w:color w:val="000000"/>
        </w:rPr>
      </w:pPr>
      <w:r w:rsidRPr="000F7397">
        <w:rPr>
          <w:rFonts w:ascii="Open Sans" w:hAnsi="Open Sans" w:cs="Open Sans"/>
          <w:b/>
          <w:bCs/>
          <w:color w:val="000000"/>
        </w:rPr>
        <w:t> </w:t>
      </w:r>
    </w:p>
    <w:p w14:paraId="44D65854" w14:textId="77777777" w:rsidR="00C33751" w:rsidRPr="000F7397" w:rsidRDefault="00C33751" w:rsidP="00C33751">
      <w:pPr>
        <w:ind w:left="360"/>
        <w:jc w:val="both"/>
        <w:rPr>
          <w:rFonts w:ascii="Open Sans" w:hAnsi="Open Sans" w:cs="Open Sans"/>
          <w:color w:val="000000"/>
        </w:rPr>
      </w:pPr>
      <w:r w:rsidRPr="000F7397">
        <w:rPr>
          <w:rFonts w:ascii="Open Sans" w:hAnsi="Open Sans" w:cs="Open Sans"/>
          <w:color w:val="000000"/>
        </w:rPr>
        <w:t>Spomladanski preklop plinske toplotne črpalke – hlajenje in jesenski preklop plinske toplotne črpalke – gretje, se izvede po predhodnem pisnem dogovoru med naročnikom in izvajalcem.</w:t>
      </w:r>
    </w:p>
    <w:p w14:paraId="6E076B59" w14:textId="77777777" w:rsidR="00C33751" w:rsidRPr="000F7397" w:rsidRDefault="00C33751" w:rsidP="00C33751">
      <w:pPr>
        <w:ind w:left="360"/>
        <w:jc w:val="both"/>
        <w:rPr>
          <w:rFonts w:ascii="Open Sans" w:hAnsi="Open Sans" w:cs="Open Sans"/>
          <w:color w:val="000000"/>
        </w:rPr>
      </w:pPr>
      <w:r w:rsidRPr="000F7397">
        <w:rPr>
          <w:rFonts w:ascii="Open Sans" w:hAnsi="Open Sans" w:cs="Open Sans"/>
          <w:color w:val="000000"/>
        </w:rPr>
        <w:t> </w:t>
      </w:r>
    </w:p>
    <w:p w14:paraId="2DAE378F" w14:textId="23F7D171" w:rsidR="00C33751" w:rsidRPr="000F7397" w:rsidRDefault="00C33751" w:rsidP="00C33751">
      <w:pPr>
        <w:ind w:left="360"/>
        <w:jc w:val="both"/>
        <w:rPr>
          <w:rFonts w:ascii="Open Sans" w:hAnsi="Open Sans" w:cs="Open Sans"/>
          <w:color w:val="000000"/>
        </w:rPr>
      </w:pPr>
      <w:r w:rsidRPr="000F7397">
        <w:rPr>
          <w:rFonts w:ascii="Open Sans" w:hAnsi="Open Sans" w:cs="Open Sans"/>
          <w:color w:val="000000"/>
        </w:rPr>
        <w:t>Pred vsakim preklopom je izvajalec dolžan opraviti servisni pregled kot ga predpisuje proizvajalec:</w:t>
      </w:r>
    </w:p>
    <w:p w14:paraId="0F96371A"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vizualna kontrola toplotne črpalke,</w:t>
      </w:r>
    </w:p>
    <w:p w14:paraId="10CCA53C"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xml:space="preserve">-       kontrola tesnosti </w:t>
      </w:r>
      <w:proofErr w:type="spellStart"/>
      <w:r w:rsidRPr="000F7397">
        <w:rPr>
          <w:rFonts w:ascii="Open Sans" w:hAnsi="Open Sans" w:cs="Open Sans"/>
          <w:color w:val="000000"/>
        </w:rPr>
        <w:t>freonskih</w:t>
      </w:r>
      <w:proofErr w:type="spellEnd"/>
      <w:r w:rsidRPr="000F7397">
        <w:rPr>
          <w:rFonts w:ascii="Open Sans" w:hAnsi="Open Sans" w:cs="Open Sans"/>
          <w:color w:val="000000"/>
        </w:rPr>
        <w:t xml:space="preserve"> sklopov,</w:t>
      </w:r>
    </w:p>
    <w:p w14:paraId="15EB9889"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tesnosti in nivoja olja, hladilne tekočine in pogonskega goriva,</w:t>
      </w:r>
    </w:p>
    <w:p w14:paraId="0A4779EB"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stanja in napetosti jermenov,</w:t>
      </w:r>
    </w:p>
    <w:p w14:paraId="731CDE0C"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funkcionalnosti in tesnjenja ventilov,</w:t>
      </w:r>
    </w:p>
    <w:p w14:paraId="357F5C9C"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elektronskih komponent,</w:t>
      </w:r>
    </w:p>
    <w:p w14:paraId="72109606"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in nastavitev procesorja,</w:t>
      </w:r>
    </w:p>
    <w:p w14:paraId="01585DB8"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pogojev za vklop črpalke,</w:t>
      </w:r>
    </w:p>
    <w:p w14:paraId="361000EF"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delovanja ventilatorjev,</w:t>
      </w:r>
    </w:p>
    <w:p w14:paraId="1F00A74C"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pretoka in tlačnih padcev,</w:t>
      </w:r>
    </w:p>
    <w:p w14:paraId="771EBEB6"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senzorjev in zaščit,</w:t>
      </w:r>
    </w:p>
    <w:p w14:paraId="71873D7B"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črpalke,</w:t>
      </w:r>
    </w:p>
    <w:p w14:paraId="6C4E9124"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kontrola in čiščenje satovja kondenzatorja,</w:t>
      </w:r>
    </w:p>
    <w:p w14:paraId="1D22FCDA" w14:textId="77777777" w:rsidR="00C33751" w:rsidRPr="000F7397" w:rsidRDefault="00C33751" w:rsidP="00C33751">
      <w:pPr>
        <w:ind w:left="720" w:hanging="360"/>
        <w:rPr>
          <w:rFonts w:ascii="Open Sans" w:hAnsi="Open Sans" w:cs="Open Sans"/>
          <w:color w:val="000000"/>
        </w:rPr>
      </w:pPr>
      <w:r w:rsidRPr="000F7397">
        <w:rPr>
          <w:rFonts w:ascii="Open Sans" w:hAnsi="Open Sans" w:cs="Open Sans"/>
          <w:color w:val="000000"/>
        </w:rPr>
        <w:t>-       polnjenje s hladilnim medijem in odzračevanje.</w:t>
      </w:r>
    </w:p>
    <w:p w14:paraId="624B0AE3" w14:textId="77777777" w:rsidR="00C33751" w:rsidRPr="000F7397" w:rsidRDefault="00C33751" w:rsidP="00C33751">
      <w:pPr>
        <w:rPr>
          <w:rFonts w:ascii="Open Sans" w:hAnsi="Open Sans" w:cs="Open Sans"/>
          <w:color w:val="000000"/>
        </w:rPr>
      </w:pPr>
      <w:r w:rsidRPr="000F7397">
        <w:rPr>
          <w:rFonts w:ascii="Open Sans" w:hAnsi="Open Sans" w:cs="Open Sans"/>
          <w:color w:val="000000"/>
        </w:rPr>
        <w:t> </w:t>
      </w:r>
    </w:p>
    <w:p w14:paraId="0C85E861" w14:textId="77777777" w:rsidR="00C33751" w:rsidRPr="000F7397" w:rsidRDefault="00C33751" w:rsidP="00C33751">
      <w:pPr>
        <w:rPr>
          <w:rFonts w:ascii="Open Sans" w:hAnsi="Open Sans" w:cs="Open Sans"/>
          <w:b/>
        </w:rPr>
      </w:pPr>
    </w:p>
    <w:p w14:paraId="083085C4" w14:textId="77777777" w:rsidR="00C33751" w:rsidRPr="000F7397" w:rsidRDefault="00C33751" w:rsidP="00C33751">
      <w:pPr>
        <w:rPr>
          <w:rFonts w:ascii="Open Sans" w:hAnsi="Open Sans" w:cs="Open Sans"/>
          <w:b/>
        </w:rPr>
      </w:pPr>
    </w:p>
    <w:p w14:paraId="3CF74A88" w14:textId="56B0F1D8" w:rsidR="00C33751" w:rsidRDefault="00C33751" w:rsidP="00C33751">
      <w:pPr>
        <w:widowControl w:val="0"/>
        <w:jc w:val="both"/>
        <w:rPr>
          <w:rFonts w:ascii="Open Sans" w:hAnsi="Open Sans" w:cs="Open Sans"/>
          <w:b/>
        </w:rPr>
      </w:pPr>
    </w:p>
    <w:p w14:paraId="1510A49E" w14:textId="63704737" w:rsidR="00384F2B" w:rsidRPr="00FD240D" w:rsidRDefault="00384F2B" w:rsidP="004449C9">
      <w:pPr>
        <w:widowControl w:val="0"/>
        <w:jc w:val="both"/>
        <w:rPr>
          <w:rFonts w:ascii="Open Sans" w:hAnsi="Open Sans" w:cs="Open Sans"/>
        </w:rPr>
      </w:pPr>
    </w:p>
    <w:p w14:paraId="6568E7EA" w14:textId="53E73FA4" w:rsidR="00384F2B" w:rsidRPr="00FD240D" w:rsidRDefault="00384F2B" w:rsidP="004449C9">
      <w:pPr>
        <w:widowControl w:val="0"/>
        <w:jc w:val="both"/>
        <w:rPr>
          <w:rFonts w:ascii="Open Sans" w:hAnsi="Open Sans" w:cs="Open Sans"/>
        </w:rPr>
      </w:pPr>
    </w:p>
    <w:p w14:paraId="6981688B" w14:textId="076007DB" w:rsidR="00384F2B" w:rsidRPr="00FD240D" w:rsidRDefault="00384F2B" w:rsidP="004449C9">
      <w:pPr>
        <w:widowControl w:val="0"/>
        <w:jc w:val="both"/>
        <w:rPr>
          <w:rFonts w:ascii="Open Sans" w:hAnsi="Open Sans" w:cs="Open Sans"/>
        </w:rPr>
      </w:pPr>
    </w:p>
    <w:p w14:paraId="0A1A210C" w14:textId="71044DEF" w:rsidR="00384F2B" w:rsidRPr="00FD240D" w:rsidRDefault="00384F2B" w:rsidP="004449C9">
      <w:pPr>
        <w:widowControl w:val="0"/>
        <w:jc w:val="both"/>
        <w:rPr>
          <w:rFonts w:ascii="Open Sans" w:hAnsi="Open Sans" w:cs="Open Sans"/>
        </w:rPr>
      </w:pPr>
    </w:p>
    <w:p w14:paraId="4D2EC3CF" w14:textId="0EDE44E5" w:rsidR="00384F2B" w:rsidRPr="00FD240D" w:rsidRDefault="00384F2B" w:rsidP="004449C9">
      <w:pPr>
        <w:widowControl w:val="0"/>
        <w:jc w:val="both"/>
        <w:rPr>
          <w:rFonts w:ascii="Open Sans" w:hAnsi="Open Sans" w:cs="Open Sans"/>
        </w:rPr>
      </w:pPr>
    </w:p>
    <w:p w14:paraId="0005B05B" w14:textId="059EB76C" w:rsidR="00384F2B" w:rsidRPr="00FD240D" w:rsidRDefault="00384F2B" w:rsidP="004449C9">
      <w:pPr>
        <w:widowControl w:val="0"/>
        <w:jc w:val="both"/>
        <w:rPr>
          <w:rFonts w:ascii="Open Sans" w:hAnsi="Open Sans" w:cs="Open Sans"/>
        </w:rPr>
      </w:pPr>
    </w:p>
    <w:p w14:paraId="34EF6940" w14:textId="3CCB1278" w:rsidR="00384F2B" w:rsidRPr="00FD240D" w:rsidRDefault="00384F2B" w:rsidP="004449C9">
      <w:pPr>
        <w:widowControl w:val="0"/>
        <w:jc w:val="both"/>
        <w:rPr>
          <w:rFonts w:ascii="Open Sans" w:hAnsi="Open Sans" w:cs="Open Sans"/>
        </w:rPr>
      </w:pPr>
    </w:p>
    <w:p w14:paraId="55905B63" w14:textId="6044A052" w:rsidR="00384F2B" w:rsidRPr="00FD240D" w:rsidRDefault="00384F2B" w:rsidP="004449C9">
      <w:pPr>
        <w:widowControl w:val="0"/>
        <w:jc w:val="both"/>
        <w:rPr>
          <w:rFonts w:ascii="Open Sans" w:hAnsi="Open Sans" w:cs="Open Sans"/>
        </w:rPr>
      </w:pPr>
    </w:p>
    <w:p w14:paraId="43C74919" w14:textId="77777777" w:rsidR="00384F2B" w:rsidRPr="00FD240D" w:rsidRDefault="00384F2B" w:rsidP="004449C9">
      <w:pPr>
        <w:widowControl w:val="0"/>
        <w:jc w:val="both"/>
        <w:rPr>
          <w:rFonts w:ascii="Open Sans" w:hAnsi="Open Sans" w:cs="Open Sans"/>
        </w:rPr>
      </w:pPr>
    </w:p>
    <w:p w14:paraId="06BB1335" w14:textId="13CFD03A" w:rsidR="00716CA1" w:rsidRPr="00FD240D" w:rsidRDefault="00716CA1" w:rsidP="004449C9">
      <w:pPr>
        <w:widowControl w:val="0"/>
        <w:jc w:val="both"/>
        <w:rPr>
          <w:rFonts w:ascii="Open Sans" w:hAnsi="Open Sans" w:cs="Open Sans"/>
        </w:rPr>
      </w:pPr>
    </w:p>
    <w:p w14:paraId="26740A94" w14:textId="54A92E32" w:rsidR="00716CA1" w:rsidRPr="00FD240D" w:rsidRDefault="00716CA1" w:rsidP="004449C9">
      <w:pPr>
        <w:widowControl w:val="0"/>
        <w:jc w:val="both"/>
        <w:rPr>
          <w:rFonts w:ascii="Open Sans" w:hAnsi="Open Sans" w:cs="Open Sans"/>
        </w:rPr>
      </w:pPr>
    </w:p>
    <w:p w14:paraId="795E1737" w14:textId="0AB525ED" w:rsidR="00310CB3" w:rsidRPr="00FD240D" w:rsidRDefault="00310CB3" w:rsidP="004449C9">
      <w:pPr>
        <w:widowControl w:val="0"/>
        <w:jc w:val="both"/>
        <w:rPr>
          <w:rFonts w:ascii="Open Sans" w:hAnsi="Open Sans" w:cs="Open Sans"/>
        </w:rPr>
      </w:pPr>
    </w:p>
    <w:p w14:paraId="627C989D" w14:textId="77777777" w:rsidR="00310CB3" w:rsidRPr="00FD240D" w:rsidRDefault="00310CB3" w:rsidP="004449C9">
      <w:pPr>
        <w:widowControl w:val="0"/>
        <w:jc w:val="both"/>
        <w:rPr>
          <w:rFonts w:ascii="Open Sans" w:hAnsi="Open Sans" w:cs="Open Sans"/>
        </w:rPr>
      </w:pPr>
    </w:p>
    <w:p w14:paraId="2D3030E0" w14:textId="15CBA4BA" w:rsidR="00716CA1" w:rsidRPr="00FD240D" w:rsidRDefault="00716CA1" w:rsidP="004449C9">
      <w:pPr>
        <w:widowControl w:val="0"/>
        <w:jc w:val="both"/>
        <w:rPr>
          <w:rFonts w:ascii="Open Sans" w:hAnsi="Open Sans" w:cs="Open Sans"/>
        </w:rPr>
      </w:pPr>
    </w:p>
    <w:p w14:paraId="407B42D8" w14:textId="2016D2AC" w:rsidR="00716CA1" w:rsidRPr="00FD240D" w:rsidRDefault="00716CA1" w:rsidP="004449C9">
      <w:pPr>
        <w:widowControl w:val="0"/>
        <w:jc w:val="both"/>
        <w:rPr>
          <w:rFonts w:ascii="Open Sans" w:hAnsi="Open Sans" w:cs="Open Sans"/>
        </w:rPr>
      </w:pPr>
    </w:p>
    <w:p w14:paraId="269CC503" w14:textId="0FE485CF" w:rsidR="00716CA1" w:rsidRPr="00FD240D" w:rsidRDefault="00716CA1" w:rsidP="004449C9">
      <w:pPr>
        <w:widowControl w:val="0"/>
        <w:jc w:val="both"/>
        <w:rPr>
          <w:rFonts w:ascii="Open Sans" w:hAnsi="Open Sans" w:cs="Open Sans"/>
        </w:rPr>
      </w:pPr>
    </w:p>
    <w:p w14:paraId="4CEE1104" w14:textId="4AAD6254" w:rsidR="00716CA1" w:rsidRPr="00FD240D" w:rsidRDefault="00716CA1" w:rsidP="004449C9">
      <w:pPr>
        <w:widowControl w:val="0"/>
        <w:jc w:val="both"/>
        <w:rPr>
          <w:rFonts w:ascii="Open Sans" w:hAnsi="Open Sans" w:cs="Open Sans"/>
        </w:rPr>
      </w:pPr>
    </w:p>
    <w:p w14:paraId="78A2160A" w14:textId="2FD8B1D6" w:rsidR="00716CA1" w:rsidRPr="00FD240D" w:rsidRDefault="00716CA1" w:rsidP="004449C9">
      <w:pPr>
        <w:widowControl w:val="0"/>
        <w:jc w:val="both"/>
        <w:rPr>
          <w:rFonts w:ascii="Open Sans" w:hAnsi="Open Sans" w:cs="Open Sans"/>
        </w:rPr>
      </w:pPr>
    </w:p>
    <w:p w14:paraId="272B29D2" w14:textId="59A05EC7" w:rsidR="00716CA1" w:rsidRPr="00FD240D" w:rsidRDefault="00716CA1" w:rsidP="004449C9">
      <w:pPr>
        <w:widowControl w:val="0"/>
        <w:jc w:val="both"/>
        <w:rPr>
          <w:rFonts w:ascii="Open Sans" w:hAnsi="Open Sans" w:cs="Open Sans"/>
        </w:rPr>
      </w:pPr>
    </w:p>
    <w:p w14:paraId="7860EC81" w14:textId="4784FC31" w:rsidR="00F10A9A" w:rsidRPr="00FD240D" w:rsidRDefault="00F10A9A" w:rsidP="004449C9">
      <w:pPr>
        <w:widowControl w:val="0"/>
        <w:jc w:val="both"/>
        <w:rPr>
          <w:rFonts w:ascii="Open Sans" w:hAnsi="Open Sans" w:cs="Open Sans"/>
        </w:rPr>
      </w:pPr>
    </w:p>
    <w:p w14:paraId="53CBCA87" w14:textId="53534D5D" w:rsidR="00F10A9A" w:rsidRPr="00FD240D" w:rsidRDefault="00F10A9A" w:rsidP="004449C9">
      <w:pPr>
        <w:widowControl w:val="0"/>
        <w:jc w:val="both"/>
        <w:rPr>
          <w:rFonts w:ascii="Open Sans" w:hAnsi="Open Sans" w:cs="Open Sans"/>
        </w:rPr>
      </w:pPr>
    </w:p>
    <w:p w14:paraId="3DCBD714" w14:textId="546525DC" w:rsidR="00F10A9A" w:rsidRPr="00FD240D" w:rsidRDefault="00F10A9A" w:rsidP="004449C9">
      <w:pPr>
        <w:widowControl w:val="0"/>
        <w:jc w:val="both"/>
        <w:rPr>
          <w:rFonts w:ascii="Open Sans" w:hAnsi="Open Sans" w:cs="Open Sans"/>
        </w:rPr>
      </w:pPr>
    </w:p>
    <w:p w14:paraId="476A544B" w14:textId="3F0981D9" w:rsidR="00F10A9A" w:rsidRPr="00FD240D" w:rsidRDefault="00F10A9A" w:rsidP="004449C9">
      <w:pPr>
        <w:widowControl w:val="0"/>
        <w:jc w:val="both"/>
        <w:rPr>
          <w:rFonts w:ascii="Open Sans" w:hAnsi="Open Sans" w:cs="Open Sans"/>
        </w:rPr>
      </w:pPr>
    </w:p>
    <w:p w14:paraId="6AC73B5E" w14:textId="776344C8" w:rsidR="00F10A9A" w:rsidRDefault="00F10A9A" w:rsidP="004449C9">
      <w:pPr>
        <w:widowControl w:val="0"/>
        <w:jc w:val="both"/>
        <w:rPr>
          <w:rFonts w:ascii="Open Sans" w:hAnsi="Open Sans" w:cs="Open Sans"/>
        </w:rPr>
      </w:pPr>
    </w:p>
    <w:p w14:paraId="365298DB" w14:textId="77777777" w:rsidR="001B39D6" w:rsidRDefault="001B39D6" w:rsidP="004449C9">
      <w:pPr>
        <w:widowControl w:val="0"/>
        <w:jc w:val="both"/>
        <w:rPr>
          <w:rFonts w:ascii="Open Sans" w:hAnsi="Open Sans" w:cs="Open Sans"/>
        </w:rPr>
      </w:pPr>
    </w:p>
    <w:p w14:paraId="251864C6" w14:textId="600A3692" w:rsidR="00C54DD3" w:rsidRDefault="00BC01EB" w:rsidP="00BC01EB">
      <w:pPr>
        <w:widowControl w:val="0"/>
        <w:tabs>
          <w:tab w:val="left" w:pos="2535"/>
        </w:tabs>
        <w:jc w:val="both"/>
        <w:rPr>
          <w:rFonts w:ascii="Open Sans" w:hAnsi="Open Sans" w:cs="Open Sans"/>
        </w:rPr>
      </w:pPr>
      <w:r>
        <w:rPr>
          <w:rFonts w:ascii="Open Sans" w:hAnsi="Open Sans" w:cs="Open Sans"/>
        </w:rPr>
        <w:tab/>
      </w:r>
    </w:p>
    <w:p w14:paraId="3019D78B" w14:textId="6A6EB301" w:rsidR="00000E58" w:rsidRDefault="00000E58" w:rsidP="004449C9">
      <w:pPr>
        <w:widowControl w:val="0"/>
        <w:jc w:val="both"/>
        <w:rPr>
          <w:rFonts w:ascii="Open Sans" w:hAnsi="Open Sans" w:cs="Open Sans"/>
        </w:rPr>
      </w:pPr>
    </w:p>
    <w:p w14:paraId="1879479F" w14:textId="7E8FD658" w:rsidR="00F10A9A" w:rsidRPr="00FD240D" w:rsidRDefault="00F10A9A" w:rsidP="004449C9">
      <w:pPr>
        <w:widowControl w:val="0"/>
        <w:jc w:val="both"/>
        <w:rPr>
          <w:rFonts w:ascii="Open Sans" w:hAnsi="Open Sans" w:cs="Open Sans"/>
        </w:rPr>
      </w:pPr>
    </w:p>
    <w:p w14:paraId="4DAC1472" w14:textId="4B89928B" w:rsidR="008D1400" w:rsidRPr="00FD240D" w:rsidRDefault="008D1400" w:rsidP="0019014E">
      <w:pPr>
        <w:widowControl w:val="0"/>
        <w:numPr>
          <w:ilvl w:val="0"/>
          <w:numId w:val="49"/>
        </w:numPr>
        <w:jc w:val="both"/>
        <w:rPr>
          <w:rFonts w:ascii="Open Sans" w:hAnsi="Open Sans" w:cs="Open Sans"/>
          <w:b/>
        </w:rPr>
      </w:pPr>
      <w:r w:rsidRPr="00FD240D">
        <w:rPr>
          <w:rFonts w:ascii="Open Sans" w:hAnsi="Open Sans" w:cs="Open Sans"/>
          <w:b/>
        </w:rPr>
        <w:lastRenderedPageBreak/>
        <w:t>PRILOGE</w:t>
      </w:r>
    </w:p>
    <w:p w14:paraId="5D992C95" w14:textId="77777777" w:rsidR="00FA4D41" w:rsidRPr="00FD240D" w:rsidRDefault="00FA4D41" w:rsidP="004449C9">
      <w:pPr>
        <w:widowControl w:val="0"/>
        <w:tabs>
          <w:tab w:val="center" w:pos="7088"/>
        </w:tabs>
        <w:jc w:val="both"/>
        <w:rPr>
          <w:rFonts w:ascii="Open Sans" w:hAnsi="Open Sans" w:cs="Open Sans"/>
        </w:rPr>
      </w:pPr>
    </w:p>
    <w:p w14:paraId="0ED85557" w14:textId="77777777" w:rsidR="00FD02AE" w:rsidRPr="00FD240D" w:rsidRDefault="00FD02AE" w:rsidP="00FD02AE">
      <w:pPr>
        <w:widowControl w:val="0"/>
        <w:tabs>
          <w:tab w:val="center" w:pos="7088"/>
        </w:tabs>
        <w:ind w:left="360" w:firstLine="66"/>
        <w:jc w:val="both"/>
        <w:rPr>
          <w:rFonts w:ascii="Open Sans" w:hAnsi="Open Sans" w:cs="Open Sans"/>
        </w:rPr>
      </w:pPr>
      <w:r w:rsidRPr="00FD240D">
        <w:rPr>
          <w:rFonts w:ascii="Open Sans" w:hAnsi="Open Sans" w:cs="Open Sans"/>
        </w:rPr>
        <w:t>Podatki o ponudniku (Priloga 1)</w:t>
      </w:r>
    </w:p>
    <w:p w14:paraId="1060CE4D" w14:textId="77777777" w:rsidR="00FD02AE" w:rsidRPr="00FD240D" w:rsidRDefault="00FD02AE" w:rsidP="00FD02AE">
      <w:pPr>
        <w:widowControl w:val="0"/>
        <w:tabs>
          <w:tab w:val="center" w:pos="7088"/>
        </w:tabs>
        <w:ind w:left="360" w:firstLine="66"/>
        <w:jc w:val="both"/>
        <w:rPr>
          <w:rFonts w:ascii="Open Sans" w:hAnsi="Open Sans" w:cs="Open Sans"/>
        </w:rPr>
      </w:pPr>
      <w:r w:rsidRPr="00FD240D">
        <w:rPr>
          <w:rFonts w:ascii="Open Sans" w:hAnsi="Open Sans" w:cs="Open Sans"/>
        </w:rPr>
        <w:t>Ponudba (Priloga 2)</w:t>
      </w:r>
    </w:p>
    <w:p w14:paraId="6CD727AD" w14:textId="014E34CE" w:rsidR="00FD02AE" w:rsidRPr="00FD240D" w:rsidRDefault="00FD02AE" w:rsidP="00FD02AE">
      <w:pPr>
        <w:widowControl w:val="0"/>
        <w:tabs>
          <w:tab w:val="center" w:pos="7088"/>
        </w:tabs>
        <w:ind w:left="360" w:firstLine="66"/>
        <w:jc w:val="both"/>
        <w:rPr>
          <w:rFonts w:ascii="Open Sans" w:hAnsi="Open Sans" w:cs="Open Sans"/>
        </w:rPr>
      </w:pPr>
      <w:r w:rsidRPr="00FD240D">
        <w:rPr>
          <w:rFonts w:ascii="Open Sans" w:hAnsi="Open Sans" w:cs="Open Sans"/>
        </w:rPr>
        <w:t xml:space="preserve">Ponudbeni predračun </w:t>
      </w:r>
      <w:r w:rsidR="009D6CE9" w:rsidRPr="00FD240D">
        <w:rPr>
          <w:rFonts w:ascii="Open Sans" w:hAnsi="Open Sans" w:cs="Open Sans"/>
        </w:rPr>
        <w:t xml:space="preserve">Excel format </w:t>
      </w:r>
      <w:r w:rsidRPr="00FD240D">
        <w:rPr>
          <w:rFonts w:ascii="Open Sans" w:hAnsi="Open Sans" w:cs="Open Sans"/>
        </w:rPr>
        <w:t>(Priloga 2/1)</w:t>
      </w:r>
    </w:p>
    <w:p w14:paraId="151A1189" w14:textId="5DA40614" w:rsidR="00FD02AE" w:rsidRPr="00FD240D" w:rsidRDefault="00FD02AE" w:rsidP="00FD02AE">
      <w:pPr>
        <w:widowControl w:val="0"/>
        <w:tabs>
          <w:tab w:val="center" w:pos="7088"/>
        </w:tabs>
        <w:ind w:left="360" w:firstLine="66"/>
        <w:jc w:val="both"/>
        <w:rPr>
          <w:rFonts w:ascii="Open Sans" w:hAnsi="Open Sans" w:cs="Open Sans"/>
        </w:rPr>
      </w:pPr>
      <w:r w:rsidRPr="00FD240D">
        <w:rPr>
          <w:rFonts w:ascii="Open Sans" w:hAnsi="Open Sans" w:cs="Open Sans"/>
        </w:rPr>
        <w:t xml:space="preserve">Povzetek ponudbenega </w:t>
      </w:r>
      <w:r w:rsidR="00474463" w:rsidRPr="00FD240D">
        <w:rPr>
          <w:rFonts w:ascii="Open Sans" w:hAnsi="Open Sans" w:cs="Open Sans"/>
        </w:rPr>
        <w:t>predračuna (P</w:t>
      </w:r>
      <w:r w:rsidRPr="00FD240D">
        <w:rPr>
          <w:rFonts w:ascii="Open Sans" w:hAnsi="Open Sans" w:cs="Open Sans"/>
        </w:rPr>
        <w:t>riloga 2/2)</w:t>
      </w:r>
    </w:p>
    <w:p w14:paraId="5D265CFE" w14:textId="7D1D6DBC" w:rsidR="00F10A9A" w:rsidRPr="00FD240D" w:rsidRDefault="00FD02AE" w:rsidP="00F10A9A">
      <w:pPr>
        <w:widowControl w:val="0"/>
        <w:tabs>
          <w:tab w:val="center" w:pos="7088"/>
        </w:tabs>
        <w:ind w:left="426" w:hanging="426"/>
        <w:jc w:val="both"/>
        <w:rPr>
          <w:rFonts w:ascii="Open Sans" w:hAnsi="Open Sans" w:cs="Open Sans"/>
        </w:rPr>
      </w:pPr>
      <w:r w:rsidRPr="00FD240D">
        <w:rPr>
          <w:rFonts w:ascii="Open Sans" w:hAnsi="Open Sans" w:cs="Open Sans"/>
        </w:rPr>
        <w:t xml:space="preserve">      </w:t>
      </w:r>
      <w:r w:rsidR="00000E58">
        <w:rPr>
          <w:rFonts w:ascii="Open Sans" w:hAnsi="Open Sans" w:cs="Open Sans"/>
        </w:rPr>
        <w:t xml:space="preserve">  </w:t>
      </w:r>
      <w:r w:rsidR="00F10A9A" w:rsidRPr="00FD240D">
        <w:rPr>
          <w:rFonts w:ascii="Open Sans" w:hAnsi="Open Sans" w:cs="Open Sans"/>
        </w:rPr>
        <w:t>Ugotavljanje sposobnosti in izjava o sprejemanju pogojev razpisne dokumentacije (Priloga 3)</w:t>
      </w:r>
    </w:p>
    <w:p w14:paraId="23CA5B82" w14:textId="77777777" w:rsidR="00F10A9A" w:rsidRPr="00FD240D" w:rsidRDefault="00F10A9A" w:rsidP="00F10A9A">
      <w:pPr>
        <w:widowControl w:val="0"/>
        <w:tabs>
          <w:tab w:val="center" w:pos="7088"/>
        </w:tabs>
        <w:ind w:left="426"/>
        <w:jc w:val="both"/>
        <w:rPr>
          <w:rFonts w:ascii="Open Sans" w:hAnsi="Open Sans" w:cs="Open Sans"/>
        </w:rPr>
      </w:pPr>
      <w:r w:rsidRPr="00FD240D">
        <w:rPr>
          <w:rFonts w:ascii="Open Sans" w:hAnsi="Open Sans" w:cs="Open Sans"/>
        </w:rPr>
        <w:t>Izjava o udeležbi fizičnih in pravnih oseb v lastništvu gospodarskega subjekta (Priloga 3/1)</w:t>
      </w:r>
    </w:p>
    <w:p w14:paraId="25255EE6" w14:textId="77777777" w:rsidR="00F10A9A" w:rsidRPr="00FD240D" w:rsidRDefault="00F10A9A" w:rsidP="00F10A9A">
      <w:pPr>
        <w:widowControl w:val="0"/>
        <w:tabs>
          <w:tab w:val="center" w:pos="7088"/>
        </w:tabs>
        <w:ind w:left="426"/>
        <w:jc w:val="both"/>
        <w:rPr>
          <w:rFonts w:ascii="Open Sans" w:hAnsi="Open Sans" w:cs="Open Sans"/>
        </w:rPr>
      </w:pPr>
      <w:r w:rsidRPr="00FD240D">
        <w:rPr>
          <w:rFonts w:ascii="Open Sans" w:hAnsi="Open Sans" w:cs="Open Sans"/>
        </w:rPr>
        <w:t>Pooblastilo za pridobitev dokazila iz uradnih evidenc – za fizične osebe (Priloga 4)</w:t>
      </w:r>
    </w:p>
    <w:p w14:paraId="25B65AC6" w14:textId="77777777" w:rsidR="00F10A9A" w:rsidRPr="00FD240D" w:rsidRDefault="00F10A9A" w:rsidP="00F10A9A">
      <w:pPr>
        <w:widowControl w:val="0"/>
        <w:ind w:firstLine="426"/>
        <w:jc w:val="both"/>
        <w:rPr>
          <w:rFonts w:ascii="Open Sans" w:hAnsi="Open Sans" w:cs="Open Sans"/>
        </w:rPr>
      </w:pPr>
      <w:r w:rsidRPr="00FD240D">
        <w:rPr>
          <w:rFonts w:ascii="Open Sans" w:hAnsi="Open Sans" w:cs="Open Sans"/>
        </w:rPr>
        <w:t>Izjava o sodelovanju s podizvajalcem in pooblastilo ponudnika (Priloga 5)</w:t>
      </w:r>
    </w:p>
    <w:p w14:paraId="5FC520C4" w14:textId="77777777" w:rsidR="00F10A9A" w:rsidRPr="00FD240D" w:rsidRDefault="00F10A9A" w:rsidP="00F10A9A">
      <w:pPr>
        <w:widowControl w:val="0"/>
        <w:tabs>
          <w:tab w:val="center" w:pos="7088"/>
        </w:tabs>
        <w:ind w:left="360" w:firstLine="66"/>
        <w:jc w:val="both"/>
        <w:rPr>
          <w:rFonts w:ascii="Open Sans" w:hAnsi="Open Sans" w:cs="Open Sans"/>
        </w:rPr>
      </w:pPr>
      <w:r w:rsidRPr="00FD240D">
        <w:rPr>
          <w:rFonts w:ascii="Open Sans" w:hAnsi="Open Sans" w:cs="Open Sans"/>
        </w:rPr>
        <w:t>Podatki podizvajalca (Priloga 5/1)</w:t>
      </w:r>
    </w:p>
    <w:p w14:paraId="41C32D89" w14:textId="06985479" w:rsidR="00FD02AE" w:rsidRPr="00FD240D" w:rsidRDefault="00F10A9A" w:rsidP="00000E58">
      <w:pPr>
        <w:widowControl w:val="0"/>
        <w:tabs>
          <w:tab w:val="center" w:pos="7088"/>
        </w:tabs>
        <w:ind w:left="360" w:firstLine="66"/>
        <w:jc w:val="both"/>
        <w:rPr>
          <w:rFonts w:ascii="Open Sans" w:hAnsi="Open Sans" w:cs="Open Sans"/>
        </w:rPr>
      </w:pPr>
      <w:r w:rsidRPr="00FD240D">
        <w:rPr>
          <w:rFonts w:ascii="Open Sans" w:hAnsi="Open Sans" w:cs="Open Sans"/>
        </w:rPr>
        <w:t>Seznam subjektov, katerih zmogljivost uporablja ponudnik (Priloga 6)</w:t>
      </w:r>
      <w:r w:rsidR="00FD02AE" w:rsidRPr="00FD240D">
        <w:rPr>
          <w:rFonts w:ascii="Open Sans" w:hAnsi="Open Sans" w:cs="Open Sans"/>
        </w:rPr>
        <w:t xml:space="preserve"> </w:t>
      </w:r>
    </w:p>
    <w:p w14:paraId="2046AD80" w14:textId="06EA7E84" w:rsidR="00B93EF7" w:rsidRDefault="00BF215A" w:rsidP="00B93EF7">
      <w:pPr>
        <w:keepNext/>
        <w:tabs>
          <w:tab w:val="center" w:pos="7088"/>
        </w:tabs>
        <w:ind w:left="426"/>
        <w:jc w:val="both"/>
        <w:rPr>
          <w:rFonts w:ascii="Open Sans" w:hAnsi="Open Sans" w:cs="Open Sans"/>
        </w:rPr>
      </w:pPr>
      <w:r>
        <w:rPr>
          <w:rFonts w:ascii="Open Sans" w:hAnsi="Open Sans" w:cs="Open Sans"/>
        </w:rPr>
        <w:t>R</w:t>
      </w:r>
      <w:r w:rsidR="00B93EF7" w:rsidRPr="00BF215A">
        <w:rPr>
          <w:rFonts w:ascii="Open Sans" w:hAnsi="Open Sans" w:cs="Open Sans"/>
        </w:rPr>
        <w:t>eferenc</w:t>
      </w:r>
      <w:r>
        <w:rPr>
          <w:rFonts w:ascii="Open Sans" w:hAnsi="Open Sans" w:cs="Open Sans"/>
        </w:rPr>
        <w:t>e</w:t>
      </w:r>
      <w:r w:rsidR="00B93EF7" w:rsidRPr="00F21BED">
        <w:rPr>
          <w:rFonts w:ascii="Open Sans" w:hAnsi="Open Sans" w:cs="Open Sans"/>
        </w:rPr>
        <w:t xml:space="preserve"> za servisiranje </w:t>
      </w:r>
      <w:proofErr w:type="spellStart"/>
      <w:r w:rsidR="00B93EF7" w:rsidRPr="00F21BED">
        <w:rPr>
          <w:rFonts w:ascii="Open Sans" w:hAnsi="Open Sans" w:cs="Open Sans"/>
        </w:rPr>
        <w:t>konvektorjev</w:t>
      </w:r>
      <w:proofErr w:type="spellEnd"/>
      <w:r w:rsidR="00B93EF7" w:rsidRPr="00F21BED">
        <w:rPr>
          <w:rFonts w:ascii="Open Sans" w:hAnsi="Open Sans" w:cs="Open Sans"/>
        </w:rPr>
        <w:t xml:space="preserve"> (Priloga 7/1)</w:t>
      </w:r>
    </w:p>
    <w:p w14:paraId="02ACC3B2" w14:textId="59659294" w:rsidR="009E321E" w:rsidRPr="00F21BED" w:rsidRDefault="009E321E" w:rsidP="009E321E">
      <w:pPr>
        <w:keepNext/>
        <w:tabs>
          <w:tab w:val="center" w:pos="7088"/>
        </w:tabs>
        <w:ind w:left="426"/>
        <w:jc w:val="both"/>
        <w:rPr>
          <w:rFonts w:ascii="Open Sans" w:hAnsi="Open Sans" w:cs="Open Sans"/>
        </w:rPr>
      </w:pPr>
      <w:r>
        <w:rPr>
          <w:rFonts w:ascii="Open Sans" w:hAnsi="Open Sans" w:cs="Open Sans"/>
        </w:rPr>
        <w:t>R</w:t>
      </w:r>
      <w:r w:rsidRPr="00F21BED">
        <w:rPr>
          <w:rFonts w:ascii="Open Sans" w:hAnsi="Open Sans" w:cs="Open Sans"/>
        </w:rPr>
        <w:t>eferenc</w:t>
      </w:r>
      <w:r>
        <w:rPr>
          <w:rFonts w:ascii="Open Sans" w:hAnsi="Open Sans" w:cs="Open Sans"/>
        </w:rPr>
        <w:t xml:space="preserve">e </w:t>
      </w:r>
      <w:r w:rsidRPr="00F21BED">
        <w:rPr>
          <w:rFonts w:ascii="Open Sans" w:hAnsi="Open Sans" w:cs="Open Sans"/>
        </w:rPr>
        <w:t>za vzdrževanje in servisiranje hladilnega agregata TRANE (Priloga 7/</w:t>
      </w:r>
      <w:r>
        <w:rPr>
          <w:rFonts w:ascii="Open Sans" w:hAnsi="Open Sans" w:cs="Open Sans"/>
        </w:rPr>
        <w:t>2</w:t>
      </w:r>
      <w:r w:rsidRPr="00F21BED">
        <w:rPr>
          <w:rFonts w:ascii="Open Sans" w:hAnsi="Open Sans" w:cs="Open Sans"/>
        </w:rPr>
        <w:t>)</w:t>
      </w:r>
    </w:p>
    <w:p w14:paraId="527AD4FA" w14:textId="28B511E8" w:rsidR="00B93EF7" w:rsidRPr="00F21BED" w:rsidRDefault="00BF215A" w:rsidP="00B93EF7">
      <w:pPr>
        <w:keepNext/>
        <w:tabs>
          <w:tab w:val="center" w:pos="7088"/>
        </w:tabs>
        <w:ind w:left="426"/>
        <w:jc w:val="both"/>
        <w:rPr>
          <w:rFonts w:ascii="Open Sans" w:hAnsi="Open Sans" w:cs="Open Sans"/>
        </w:rPr>
      </w:pPr>
      <w:r>
        <w:rPr>
          <w:rFonts w:ascii="Open Sans" w:hAnsi="Open Sans" w:cs="Open Sans"/>
        </w:rPr>
        <w:t>R</w:t>
      </w:r>
      <w:r w:rsidR="00B93EF7" w:rsidRPr="00F21BED">
        <w:rPr>
          <w:rFonts w:ascii="Open Sans" w:hAnsi="Open Sans" w:cs="Open Sans"/>
        </w:rPr>
        <w:t>eferenc</w:t>
      </w:r>
      <w:r>
        <w:rPr>
          <w:rFonts w:ascii="Open Sans" w:hAnsi="Open Sans" w:cs="Open Sans"/>
        </w:rPr>
        <w:t>e</w:t>
      </w:r>
      <w:r w:rsidR="00B93EF7" w:rsidRPr="00F21BED">
        <w:rPr>
          <w:rFonts w:ascii="Open Sans" w:hAnsi="Open Sans" w:cs="Open Sans"/>
        </w:rPr>
        <w:t xml:space="preserve"> za vzdrževanje in servisiranje toplotne črpalke </w:t>
      </w:r>
      <w:proofErr w:type="spellStart"/>
      <w:r w:rsidR="00B93EF7" w:rsidRPr="00F21BED">
        <w:rPr>
          <w:rFonts w:ascii="Open Sans" w:hAnsi="Open Sans" w:cs="Open Sans"/>
        </w:rPr>
        <w:t>Yoshi-Aisin</w:t>
      </w:r>
      <w:proofErr w:type="spellEnd"/>
      <w:r w:rsidR="00B93EF7" w:rsidRPr="00F21BED">
        <w:rPr>
          <w:rFonts w:ascii="Open Sans" w:hAnsi="Open Sans" w:cs="Open Sans"/>
        </w:rPr>
        <w:t xml:space="preserve"> s plinskim motorjem (Priloga 7/</w:t>
      </w:r>
      <w:r w:rsidR="009E321E">
        <w:rPr>
          <w:rFonts w:ascii="Open Sans" w:hAnsi="Open Sans" w:cs="Open Sans"/>
        </w:rPr>
        <w:t>3</w:t>
      </w:r>
      <w:r w:rsidR="00B93EF7" w:rsidRPr="00F21BED">
        <w:rPr>
          <w:rFonts w:ascii="Open Sans" w:hAnsi="Open Sans" w:cs="Open Sans"/>
        </w:rPr>
        <w:t>)</w:t>
      </w:r>
    </w:p>
    <w:p w14:paraId="6CC42AF2" w14:textId="6EBAD19D" w:rsidR="00B3380D" w:rsidRPr="00FD240D" w:rsidRDefault="00B3380D" w:rsidP="00B3380D">
      <w:pPr>
        <w:widowControl w:val="0"/>
        <w:tabs>
          <w:tab w:val="center" w:pos="7088"/>
        </w:tabs>
        <w:ind w:left="360" w:firstLine="66"/>
        <w:jc w:val="both"/>
        <w:rPr>
          <w:rFonts w:ascii="Open Sans" w:hAnsi="Open Sans" w:cs="Open Sans"/>
        </w:rPr>
      </w:pPr>
      <w:r w:rsidRPr="00FD240D">
        <w:rPr>
          <w:rFonts w:ascii="Open Sans" w:hAnsi="Open Sans" w:cs="Open Sans"/>
        </w:rPr>
        <w:t>Potrdilo</w:t>
      </w:r>
      <w:r w:rsidR="005549E7">
        <w:rPr>
          <w:rFonts w:ascii="Open Sans" w:hAnsi="Open Sans" w:cs="Open Sans"/>
        </w:rPr>
        <w:t xml:space="preserve"> naročnika</w:t>
      </w:r>
      <w:r w:rsidRPr="00FD240D">
        <w:rPr>
          <w:rFonts w:ascii="Open Sans" w:hAnsi="Open Sans" w:cs="Open Sans"/>
        </w:rPr>
        <w:t xml:space="preserve"> o ogledu objekta (Priloga </w:t>
      </w:r>
      <w:r w:rsidR="00000E58">
        <w:rPr>
          <w:rFonts w:ascii="Open Sans" w:hAnsi="Open Sans" w:cs="Open Sans"/>
        </w:rPr>
        <w:t>8</w:t>
      </w:r>
      <w:r w:rsidRPr="00FD240D">
        <w:rPr>
          <w:rFonts w:ascii="Open Sans" w:hAnsi="Open Sans" w:cs="Open Sans"/>
        </w:rPr>
        <w:t>)</w:t>
      </w:r>
    </w:p>
    <w:p w14:paraId="3CB081EC" w14:textId="4793BFFA" w:rsidR="00B3380D" w:rsidRPr="00FD240D" w:rsidRDefault="00B3380D" w:rsidP="00B3380D">
      <w:pPr>
        <w:widowControl w:val="0"/>
        <w:tabs>
          <w:tab w:val="center" w:pos="7088"/>
        </w:tabs>
        <w:ind w:left="426"/>
        <w:jc w:val="both"/>
        <w:rPr>
          <w:rFonts w:ascii="Open Sans" w:hAnsi="Open Sans" w:cs="Open Sans"/>
        </w:rPr>
      </w:pPr>
      <w:r w:rsidRPr="00FD240D">
        <w:rPr>
          <w:rFonts w:ascii="Open Sans" w:hAnsi="Open Sans" w:cs="Open Sans"/>
        </w:rPr>
        <w:t xml:space="preserve">Zagotavljanje varnosti in zdravja pri delu (Priloga </w:t>
      </w:r>
      <w:r w:rsidR="00000E58">
        <w:rPr>
          <w:rFonts w:ascii="Open Sans" w:hAnsi="Open Sans" w:cs="Open Sans"/>
        </w:rPr>
        <w:t>9</w:t>
      </w:r>
      <w:r w:rsidRPr="00FD240D">
        <w:rPr>
          <w:rFonts w:ascii="Open Sans" w:hAnsi="Open Sans" w:cs="Open Sans"/>
        </w:rPr>
        <w:t xml:space="preserve">) </w:t>
      </w:r>
    </w:p>
    <w:p w14:paraId="5A7505E3" w14:textId="3F4DC9AB" w:rsidR="00B3380D" w:rsidRPr="00FD240D" w:rsidRDefault="00B3380D" w:rsidP="00B3380D">
      <w:pPr>
        <w:widowControl w:val="0"/>
        <w:tabs>
          <w:tab w:val="center" w:pos="7088"/>
        </w:tabs>
        <w:ind w:left="426"/>
        <w:jc w:val="both"/>
        <w:rPr>
          <w:rFonts w:ascii="Open Sans" w:hAnsi="Open Sans" w:cs="Open Sans"/>
        </w:rPr>
      </w:pPr>
      <w:r w:rsidRPr="00FD240D">
        <w:rPr>
          <w:rFonts w:ascii="Open Sans" w:hAnsi="Open Sans" w:cs="Open Sans"/>
        </w:rPr>
        <w:t>Vzorec pisnega sporazuma o skupnih varnostnih ukrepih in ravnanju z okoljem (Priloga 1</w:t>
      </w:r>
      <w:r w:rsidR="00000E58">
        <w:rPr>
          <w:rFonts w:ascii="Open Sans" w:hAnsi="Open Sans" w:cs="Open Sans"/>
        </w:rPr>
        <w:t>0</w:t>
      </w:r>
      <w:r w:rsidRPr="00FD240D">
        <w:rPr>
          <w:rFonts w:ascii="Open Sans" w:hAnsi="Open Sans" w:cs="Open Sans"/>
        </w:rPr>
        <w:t>)</w:t>
      </w:r>
    </w:p>
    <w:p w14:paraId="566FB66C" w14:textId="433B1BD6" w:rsidR="00B3380D" w:rsidRPr="00FD240D" w:rsidRDefault="00B3380D" w:rsidP="00B3380D">
      <w:pPr>
        <w:widowControl w:val="0"/>
        <w:tabs>
          <w:tab w:val="center" w:pos="7088"/>
        </w:tabs>
        <w:ind w:left="360" w:firstLine="66"/>
        <w:jc w:val="both"/>
        <w:rPr>
          <w:rFonts w:ascii="Open Sans" w:hAnsi="Open Sans" w:cs="Open Sans"/>
        </w:rPr>
      </w:pPr>
      <w:r w:rsidRPr="00FD240D">
        <w:rPr>
          <w:rFonts w:ascii="Open Sans" w:hAnsi="Open Sans" w:cs="Open Sans"/>
        </w:rPr>
        <w:t>Vzorec okvirnega sporazuma (Priloga 1</w:t>
      </w:r>
      <w:r w:rsidR="00000E58">
        <w:rPr>
          <w:rFonts w:ascii="Open Sans" w:hAnsi="Open Sans" w:cs="Open Sans"/>
        </w:rPr>
        <w:t>1</w:t>
      </w:r>
      <w:r w:rsidRPr="00FD240D">
        <w:rPr>
          <w:rFonts w:ascii="Open Sans" w:hAnsi="Open Sans" w:cs="Open Sans"/>
        </w:rPr>
        <w:t>)</w:t>
      </w:r>
    </w:p>
    <w:p w14:paraId="1AF819B0" w14:textId="63DE3EA4" w:rsidR="00615021" w:rsidRPr="00615021" w:rsidRDefault="00615021" w:rsidP="00615021">
      <w:pPr>
        <w:widowControl w:val="0"/>
        <w:tabs>
          <w:tab w:val="center" w:pos="7088"/>
        </w:tabs>
        <w:ind w:left="426"/>
        <w:jc w:val="both"/>
        <w:rPr>
          <w:rFonts w:ascii="Open Sans" w:hAnsi="Open Sans" w:cs="Open Sans"/>
          <w:szCs w:val="22"/>
        </w:rPr>
      </w:pPr>
      <w:r w:rsidRPr="00615021">
        <w:rPr>
          <w:rFonts w:ascii="Open Sans" w:hAnsi="Open Sans" w:cs="Open Sans"/>
          <w:szCs w:val="22"/>
        </w:rPr>
        <w:t xml:space="preserve">Pooblastilo za vlaganje in podpisovanje evidenčnih listov v sistemu IS-ODPADKI (Priloga </w:t>
      </w:r>
      <w:r>
        <w:rPr>
          <w:rFonts w:ascii="Open Sans" w:hAnsi="Open Sans" w:cs="Open Sans"/>
          <w:szCs w:val="22"/>
        </w:rPr>
        <w:t>12</w:t>
      </w:r>
      <w:r w:rsidRPr="00615021">
        <w:rPr>
          <w:rFonts w:ascii="Open Sans" w:hAnsi="Open Sans" w:cs="Open Sans"/>
          <w:szCs w:val="22"/>
        </w:rPr>
        <w:t>)</w:t>
      </w:r>
    </w:p>
    <w:p w14:paraId="5D2FCAAF" w14:textId="77777777" w:rsidR="00FA4D41" w:rsidRPr="00615021" w:rsidRDefault="00FA4D41" w:rsidP="004449C9">
      <w:pPr>
        <w:widowControl w:val="0"/>
        <w:tabs>
          <w:tab w:val="center" w:pos="7088"/>
        </w:tabs>
        <w:jc w:val="both"/>
        <w:rPr>
          <w:rFonts w:ascii="Open Sans" w:hAnsi="Open Sans" w:cs="Open Sans"/>
        </w:rPr>
      </w:pPr>
    </w:p>
    <w:p w14:paraId="0D7F721F" w14:textId="77777777" w:rsidR="00FA4D41" w:rsidRPr="00FD240D" w:rsidRDefault="00FA4D41" w:rsidP="004449C9">
      <w:pPr>
        <w:widowControl w:val="0"/>
        <w:tabs>
          <w:tab w:val="center" w:pos="7088"/>
        </w:tabs>
        <w:jc w:val="both"/>
        <w:rPr>
          <w:rFonts w:ascii="Open Sans" w:hAnsi="Open Sans" w:cs="Open Sans"/>
        </w:rPr>
      </w:pPr>
    </w:p>
    <w:p w14:paraId="6D49BADE" w14:textId="77777777" w:rsidR="00FA4D41" w:rsidRPr="00FD240D" w:rsidRDefault="00FA4D41" w:rsidP="004449C9">
      <w:pPr>
        <w:widowControl w:val="0"/>
        <w:tabs>
          <w:tab w:val="center" w:pos="7088"/>
        </w:tabs>
        <w:jc w:val="both"/>
        <w:rPr>
          <w:rFonts w:ascii="Open Sans" w:hAnsi="Open Sans" w:cs="Open Sans"/>
        </w:rPr>
      </w:pPr>
    </w:p>
    <w:p w14:paraId="4092CBE9" w14:textId="77777777" w:rsidR="00FA4D41" w:rsidRPr="00FD240D" w:rsidRDefault="00FA4D41" w:rsidP="004449C9">
      <w:pPr>
        <w:widowControl w:val="0"/>
        <w:tabs>
          <w:tab w:val="center" w:pos="7088"/>
        </w:tabs>
        <w:jc w:val="both"/>
        <w:rPr>
          <w:rFonts w:ascii="Open Sans" w:hAnsi="Open Sans" w:cs="Open Sans"/>
        </w:rPr>
      </w:pPr>
    </w:p>
    <w:p w14:paraId="5AA58DD3" w14:textId="77777777" w:rsidR="00FA4D41" w:rsidRPr="00FD240D" w:rsidRDefault="00FA4D41" w:rsidP="004449C9">
      <w:pPr>
        <w:widowControl w:val="0"/>
        <w:tabs>
          <w:tab w:val="center" w:pos="7088"/>
        </w:tabs>
        <w:jc w:val="both"/>
        <w:rPr>
          <w:rFonts w:ascii="Open Sans" w:hAnsi="Open Sans" w:cs="Open Sans"/>
        </w:rPr>
      </w:pPr>
    </w:p>
    <w:p w14:paraId="1C3EABE0" w14:textId="77777777" w:rsidR="00FA4D41" w:rsidRPr="00FD240D" w:rsidRDefault="00FA4D41" w:rsidP="004449C9">
      <w:pPr>
        <w:widowControl w:val="0"/>
        <w:tabs>
          <w:tab w:val="center" w:pos="7088"/>
        </w:tabs>
        <w:jc w:val="both"/>
        <w:rPr>
          <w:rFonts w:ascii="Open Sans" w:hAnsi="Open Sans" w:cs="Open Sans"/>
        </w:rPr>
      </w:pPr>
    </w:p>
    <w:p w14:paraId="2B546A25" w14:textId="77777777" w:rsidR="00FA4D41" w:rsidRPr="00FD240D" w:rsidRDefault="00FA4D41" w:rsidP="004449C9">
      <w:pPr>
        <w:widowControl w:val="0"/>
        <w:tabs>
          <w:tab w:val="center" w:pos="7088"/>
        </w:tabs>
        <w:jc w:val="both"/>
        <w:rPr>
          <w:rFonts w:ascii="Open Sans" w:hAnsi="Open Sans" w:cs="Open Sans"/>
        </w:rPr>
      </w:pPr>
    </w:p>
    <w:p w14:paraId="6078E901" w14:textId="77777777" w:rsidR="00FA4D41" w:rsidRPr="00FD240D" w:rsidRDefault="00FA4D41" w:rsidP="004449C9">
      <w:pPr>
        <w:widowControl w:val="0"/>
        <w:tabs>
          <w:tab w:val="center" w:pos="7088"/>
        </w:tabs>
        <w:jc w:val="both"/>
        <w:rPr>
          <w:rFonts w:ascii="Open Sans" w:hAnsi="Open Sans" w:cs="Open Sans"/>
        </w:rPr>
      </w:pPr>
    </w:p>
    <w:p w14:paraId="198FA3DB" w14:textId="77777777" w:rsidR="00DF2905" w:rsidRPr="00FD240D" w:rsidRDefault="00DF2905" w:rsidP="004449C9">
      <w:pPr>
        <w:widowControl w:val="0"/>
        <w:jc w:val="both"/>
        <w:rPr>
          <w:rFonts w:ascii="Open Sans" w:hAnsi="Open Sans" w:cs="Open Sans"/>
        </w:rPr>
      </w:pPr>
    </w:p>
    <w:p w14:paraId="368DCFE4" w14:textId="77777777" w:rsidR="00C95B94" w:rsidRPr="00FD240D" w:rsidRDefault="00C95B94" w:rsidP="004449C9">
      <w:pPr>
        <w:widowControl w:val="0"/>
        <w:jc w:val="both"/>
        <w:rPr>
          <w:rFonts w:ascii="Open Sans" w:hAnsi="Open Sans" w:cs="Open Sans"/>
        </w:rPr>
      </w:pPr>
    </w:p>
    <w:p w14:paraId="796D34AB" w14:textId="77777777" w:rsidR="00C95B94" w:rsidRPr="00FD240D" w:rsidRDefault="00C95B94" w:rsidP="004449C9">
      <w:pPr>
        <w:widowControl w:val="0"/>
        <w:jc w:val="both"/>
        <w:rPr>
          <w:rFonts w:ascii="Open Sans" w:hAnsi="Open Sans" w:cs="Open Sans"/>
        </w:rPr>
      </w:pPr>
    </w:p>
    <w:p w14:paraId="6D8A71F7" w14:textId="77777777" w:rsidR="0018102F" w:rsidRPr="00FD240D" w:rsidRDefault="0018102F" w:rsidP="004449C9">
      <w:pPr>
        <w:widowControl w:val="0"/>
        <w:jc w:val="both"/>
        <w:rPr>
          <w:rFonts w:ascii="Open Sans" w:hAnsi="Open Sans" w:cs="Open Sans"/>
        </w:rPr>
      </w:pPr>
    </w:p>
    <w:p w14:paraId="7342F5A8" w14:textId="77777777" w:rsidR="0018102F" w:rsidRPr="00FD240D" w:rsidRDefault="0018102F" w:rsidP="004449C9">
      <w:pPr>
        <w:widowControl w:val="0"/>
        <w:jc w:val="both"/>
        <w:rPr>
          <w:rFonts w:ascii="Open Sans" w:hAnsi="Open Sans" w:cs="Open Sans"/>
        </w:rPr>
      </w:pPr>
    </w:p>
    <w:p w14:paraId="6AD721A5" w14:textId="77777777" w:rsidR="0018102F" w:rsidRPr="00FD240D" w:rsidRDefault="0018102F" w:rsidP="004449C9">
      <w:pPr>
        <w:widowControl w:val="0"/>
        <w:jc w:val="both"/>
        <w:rPr>
          <w:rFonts w:ascii="Open Sans" w:hAnsi="Open Sans" w:cs="Open Sans"/>
        </w:rPr>
      </w:pPr>
    </w:p>
    <w:p w14:paraId="5A329B45" w14:textId="77777777" w:rsidR="0018102F" w:rsidRPr="00FD240D" w:rsidRDefault="0018102F" w:rsidP="004449C9">
      <w:pPr>
        <w:widowControl w:val="0"/>
        <w:jc w:val="both"/>
        <w:rPr>
          <w:rFonts w:ascii="Open Sans" w:hAnsi="Open Sans" w:cs="Open Sans"/>
        </w:rPr>
      </w:pPr>
    </w:p>
    <w:p w14:paraId="627B884C" w14:textId="77777777" w:rsidR="0018102F" w:rsidRPr="00FD240D" w:rsidRDefault="0018102F" w:rsidP="004449C9">
      <w:pPr>
        <w:widowControl w:val="0"/>
        <w:jc w:val="both"/>
        <w:rPr>
          <w:rFonts w:ascii="Open Sans" w:hAnsi="Open Sans" w:cs="Open Sans"/>
        </w:rPr>
      </w:pPr>
    </w:p>
    <w:p w14:paraId="3828AA78" w14:textId="77777777" w:rsidR="0018102F" w:rsidRPr="00FD240D" w:rsidRDefault="0018102F" w:rsidP="004449C9">
      <w:pPr>
        <w:widowControl w:val="0"/>
        <w:jc w:val="both"/>
        <w:rPr>
          <w:rFonts w:ascii="Open Sans" w:hAnsi="Open Sans" w:cs="Open Sans"/>
        </w:rPr>
      </w:pPr>
    </w:p>
    <w:p w14:paraId="0B2095CA" w14:textId="77777777" w:rsidR="0018102F" w:rsidRPr="00FD240D" w:rsidRDefault="0018102F" w:rsidP="004449C9">
      <w:pPr>
        <w:widowControl w:val="0"/>
        <w:jc w:val="both"/>
        <w:rPr>
          <w:rFonts w:ascii="Open Sans" w:hAnsi="Open Sans" w:cs="Open Sans"/>
        </w:rPr>
      </w:pPr>
    </w:p>
    <w:p w14:paraId="7C1F11D6" w14:textId="77777777" w:rsidR="0018102F" w:rsidRPr="00FD240D" w:rsidRDefault="0018102F" w:rsidP="004449C9">
      <w:pPr>
        <w:widowControl w:val="0"/>
        <w:jc w:val="both"/>
        <w:rPr>
          <w:rFonts w:ascii="Open Sans" w:hAnsi="Open Sans" w:cs="Open Sans"/>
        </w:rPr>
      </w:pPr>
    </w:p>
    <w:p w14:paraId="4EFC4C6E" w14:textId="77777777" w:rsidR="0018102F" w:rsidRPr="00FD240D" w:rsidRDefault="0018102F" w:rsidP="004449C9">
      <w:pPr>
        <w:widowControl w:val="0"/>
        <w:jc w:val="both"/>
        <w:rPr>
          <w:rFonts w:ascii="Open Sans" w:hAnsi="Open Sans" w:cs="Open Sans"/>
        </w:rPr>
      </w:pPr>
    </w:p>
    <w:p w14:paraId="400D0462" w14:textId="77777777" w:rsidR="0018102F" w:rsidRPr="00FD240D" w:rsidRDefault="0018102F" w:rsidP="004449C9">
      <w:pPr>
        <w:widowControl w:val="0"/>
        <w:jc w:val="both"/>
        <w:rPr>
          <w:rFonts w:ascii="Open Sans" w:hAnsi="Open Sans" w:cs="Open Sans"/>
        </w:rPr>
      </w:pPr>
    </w:p>
    <w:p w14:paraId="4E6DF712" w14:textId="77777777" w:rsidR="0018102F" w:rsidRPr="00FD240D" w:rsidRDefault="0018102F" w:rsidP="004449C9">
      <w:pPr>
        <w:widowControl w:val="0"/>
        <w:jc w:val="both"/>
        <w:rPr>
          <w:rFonts w:ascii="Open Sans" w:hAnsi="Open Sans" w:cs="Open Sans"/>
        </w:rPr>
      </w:pPr>
    </w:p>
    <w:p w14:paraId="6BAC54B7" w14:textId="77777777" w:rsidR="0018102F" w:rsidRPr="00FD240D" w:rsidRDefault="0018102F" w:rsidP="004449C9">
      <w:pPr>
        <w:widowControl w:val="0"/>
        <w:jc w:val="both"/>
        <w:rPr>
          <w:rFonts w:ascii="Open Sans" w:hAnsi="Open Sans" w:cs="Open Sans"/>
        </w:rPr>
      </w:pPr>
    </w:p>
    <w:p w14:paraId="4D3ACEE4" w14:textId="77777777" w:rsidR="0018102F" w:rsidRPr="00FD240D" w:rsidRDefault="0018102F" w:rsidP="004449C9">
      <w:pPr>
        <w:widowControl w:val="0"/>
        <w:jc w:val="both"/>
        <w:rPr>
          <w:rFonts w:ascii="Open Sans" w:hAnsi="Open Sans" w:cs="Open Sans"/>
        </w:rPr>
      </w:pPr>
    </w:p>
    <w:p w14:paraId="641FD592" w14:textId="77777777" w:rsidR="0018102F" w:rsidRPr="00FD240D" w:rsidRDefault="0018102F" w:rsidP="004449C9">
      <w:pPr>
        <w:widowControl w:val="0"/>
        <w:jc w:val="both"/>
        <w:rPr>
          <w:rFonts w:ascii="Open Sans" w:hAnsi="Open Sans" w:cs="Open Sans"/>
        </w:rPr>
      </w:pPr>
    </w:p>
    <w:p w14:paraId="34512C97" w14:textId="7BF2F9B3" w:rsidR="0018102F" w:rsidRDefault="0018102F" w:rsidP="004449C9">
      <w:pPr>
        <w:widowControl w:val="0"/>
        <w:jc w:val="both"/>
        <w:rPr>
          <w:rFonts w:ascii="Open Sans" w:hAnsi="Open Sans" w:cs="Open Sans"/>
        </w:rPr>
      </w:pPr>
    </w:p>
    <w:p w14:paraId="33623BDE" w14:textId="77777777" w:rsidR="00D53AFA" w:rsidRPr="00FD240D" w:rsidRDefault="00D53AFA" w:rsidP="004449C9">
      <w:pPr>
        <w:widowControl w:val="0"/>
        <w:jc w:val="both"/>
        <w:rPr>
          <w:rFonts w:ascii="Open Sans" w:hAnsi="Open Sans" w:cs="Open Sans"/>
        </w:rPr>
      </w:pPr>
    </w:p>
    <w:p w14:paraId="29285B92" w14:textId="77777777" w:rsidR="0018102F" w:rsidRPr="00FD240D" w:rsidRDefault="0018102F" w:rsidP="004449C9">
      <w:pPr>
        <w:widowControl w:val="0"/>
        <w:jc w:val="both"/>
        <w:rPr>
          <w:rFonts w:ascii="Open Sans" w:hAnsi="Open Sans" w:cs="Open Sans"/>
        </w:rPr>
      </w:pPr>
    </w:p>
    <w:p w14:paraId="0C4DCB28" w14:textId="77777777" w:rsidR="0018102F" w:rsidRPr="00FD240D" w:rsidRDefault="0018102F" w:rsidP="004449C9">
      <w:pPr>
        <w:widowControl w:val="0"/>
        <w:jc w:val="both"/>
        <w:rPr>
          <w:rFonts w:ascii="Open Sans" w:hAnsi="Open Sans" w:cs="Open Sans"/>
        </w:rPr>
      </w:pPr>
    </w:p>
    <w:p w14:paraId="1F776C37" w14:textId="77777777" w:rsidR="0018102F" w:rsidRPr="00FD240D" w:rsidRDefault="0018102F" w:rsidP="004449C9">
      <w:pPr>
        <w:widowControl w:val="0"/>
        <w:jc w:val="both"/>
        <w:rPr>
          <w:rFonts w:ascii="Open Sans" w:hAnsi="Open Sans" w:cs="Open Sans"/>
        </w:rPr>
      </w:pPr>
    </w:p>
    <w:p w14:paraId="7623B319" w14:textId="77777777" w:rsidR="004C1AFC" w:rsidRPr="00FD240D" w:rsidRDefault="004C1AFC" w:rsidP="004449C9">
      <w:pPr>
        <w:widowControl w:val="0"/>
        <w:jc w:val="both"/>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527855" w:rsidRPr="00FD240D" w14:paraId="010EDA83" w14:textId="77777777" w:rsidTr="00093E8C">
        <w:tc>
          <w:tcPr>
            <w:tcW w:w="8080" w:type="dxa"/>
            <w:tcBorders>
              <w:top w:val="single" w:sz="4" w:space="0" w:color="auto"/>
              <w:bottom w:val="single" w:sz="4" w:space="0" w:color="auto"/>
            </w:tcBorders>
          </w:tcPr>
          <w:p w14:paraId="1821D1ED" w14:textId="5761A7CB" w:rsidR="00527855" w:rsidRPr="00FD240D" w:rsidRDefault="00527855" w:rsidP="004449C9">
            <w:pPr>
              <w:widowControl w:val="0"/>
              <w:jc w:val="both"/>
              <w:rPr>
                <w:rFonts w:ascii="Open Sans" w:hAnsi="Open Sans" w:cs="Open Sans"/>
              </w:rPr>
            </w:pPr>
            <w:r w:rsidRPr="00FD240D">
              <w:rPr>
                <w:rFonts w:ascii="Open Sans" w:hAnsi="Open Sans" w:cs="Open Sans"/>
              </w:rPr>
              <w:lastRenderedPageBreak/>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t xml:space="preserve">PODATKI O PONUDNIKU </w:t>
            </w:r>
          </w:p>
        </w:tc>
        <w:tc>
          <w:tcPr>
            <w:tcW w:w="1344" w:type="dxa"/>
            <w:tcBorders>
              <w:top w:val="single" w:sz="4" w:space="0" w:color="auto"/>
              <w:bottom w:val="single" w:sz="4" w:space="0" w:color="auto"/>
            </w:tcBorders>
          </w:tcPr>
          <w:p w14:paraId="647F41DE" w14:textId="77777777" w:rsidR="00527855" w:rsidRPr="00FD240D" w:rsidRDefault="00527855" w:rsidP="004449C9">
            <w:pPr>
              <w:widowControl w:val="0"/>
              <w:jc w:val="both"/>
              <w:rPr>
                <w:rFonts w:ascii="Open Sans" w:hAnsi="Open Sans" w:cs="Open Sans"/>
                <w:b/>
                <w:bCs/>
                <w:i/>
                <w:iCs/>
              </w:rPr>
            </w:pPr>
            <w:r w:rsidRPr="00FD240D">
              <w:rPr>
                <w:rFonts w:ascii="Open Sans" w:hAnsi="Open Sans" w:cs="Open Sans"/>
                <w:b/>
                <w:bCs/>
                <w:i/>
                <w:iCs/>
              </w:rPr>
              <w:t>Priloga 1</w:t>
            </w:r>
          </w:p>
        </w:tc>
      </w:tr>
    </w:tbl>
    <w:p w14:paraId="31E1868B" w14:textId="77777777" w:rsidR="00527855" w:rsidRPr="00FD240D" w:rsidRDefault="00527855" w:rsidP="004449C9">
      <w:pPr>
        <w:widowControl w:val="0"/>
        <w:jc w:val="both"/>
        <w:rPr>
          <w:rFonts w:ascii="Open Sans" w:hAnsi="Open Sans" w:cs="Open Sans"/>
          <w:b/>
        </w:rPr>
      </w:pPr>
    </w:p>
    <w:p w14:paraId="30DFDCA8" w14:textId="77777777" w:rsidR="00B213D1" w:rsidRDefault="00FD240D" w:rsidP="004449C9">
      <w:pPr>
        <w:pStyle w:val="Naslov"/>
        <w:widowControl w:val="0"/>
        <w:rPr>
          <w:rFonts w:ascii="Open Sans" w:hAnsi="Open Sans" w:cs="Open Sans"/>
          <w:sz w:val="20"/>
          <w:lang w:val="sl-SI"/>
        </w:rPr>
      </w:pPr>
      <w:r>
        <w:rPr>
          <w:rFonts w:ascii="Open Sans" w:hAnsi="Open Sans" w:cs="Open Sans"/>
          <w:noProof/>
          <w:sz w:val="20"/>
          <w:lang w:val="sl-SI"/>
        </w:rPr>
        <w:t>ENLJ-SAL-80/25</w:t>
      </w:r>
      <w:r w:rsidR="00527855" w:rsidRPr="00FD240D">
        <w:rPr>
          <w:rFonts w:ascii="Open Sans" w:hAnsi="Open Sans" w:cs="Open Sans"/>
          <w:noProof/>
          <w:sz w:val="20"/>
          <w:lang w:val="sl-SI"/>
        </w:rPr>
        <w:t xml:space="preserve"> </w:t>
      </w:r>
      <w:r w:rsidR="00527855" w:rsidRPr="00FD240D">
        <w:rPr>
          <w:rFonts w:ascii="Open Sans" w:hAnsi="Open Sans" w:cs="Open Sans"/>
          <w:color w:val="000000"/>
          <w:sz w:val="20"/>
          <w:lang w:val="sl-SI"/>
        </w:rPr>
        <w:t xml:space="preserve">– </w:t>
      </w:r>
      <w:r>
        <w:rPr>
          <w:rFonts w:ascii="Open Sans" w:hAnsi="Open Sans" w:cs="Open Sans"/>
          <w:sz w:val="20"/>
          <w:lang w:val="sl-SI"/>
        </w:rPr>
        <w:t xml:space="preserve">VZDRŽEVANJE IN SERVISIRANJE KONVEKTORJEV ZA </w:t>
      </w:r>
    </w:p>
    <w:p w14:paraId="33F349C1" w14:textId="70921FEE" w:rsidR="00527855" w:rsidRPr="00FD240D" w:rsidRDefault="00FD240D" w:rsidP="004449C9">
      <w:pPr>
        <w:pStyle w:val="Naslov"/>
        <w:widowControl w:val="0"/>
        <w:rPr>
          <w:rFonts w:ascii="Open Sans" w:hAnsi="Open Sans" w:cs="Open Sans"/>
          <w:sz w:val="20"/>
          <w:lang w:val="sl-SI"/>
        </w:rPr>
      </w:pPr>
      <w:r>
        <w:rPr>
          <w:rFonts w:ascii="Open Sans" w:hAnsi="Open Sans" w:cs="Open Sans"/>
          <w:sz w:val="20"/>
          <w:lang w:val="sl-SI"/>
        </w:rPr>
        <w:t>SISTEM OGREVANJA IN HLAJENJA</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27855" w:rsidRPr="00FD240D" w14:paraId="085ABE87" w14:textId="77777777" w:rsidTr="00093E8C">
        <w:tc>
          <w:tcPr>
            <w:tcW w:w="2552" w:type="dxa"/>
            <w:tcBorders>
              <w:top w:val="nil"/>
              <w:left w:val="nil"/>
              <w:bottom w:val="nil"/>
              <w:right w:val="nil"/>
            </w:tcBorders>
            <w:vAlign w:val="bottom"/>
          </w:tcPr>
          <w:p w14:paraId="06683CDC" w14:textId="77777777" w:rsidR="00F50666" w:rsidRPr="00FD240D" w:rsidRDefault="00F50666" w:rsidP="004449C9">
            <w:pPr>
              <w:widowControl w:val="0"/>
              <w:tabs>
                <w:tab w:val="left" w:pos="567"/>
                <w:tab w:val="num" w:pos="851"/>
                <w:tab w:val="left" w:pos="993"/>
              </w:tabs>
              <w:jc w:val="both"/>
              <w:rPr>
                <w:rFonts w:ascii="Open Sans" w:hAnsi="Open Sans" w:cs="Open Sans"/>
              </w:rPr>
            </w:pPr>
          </w:p>
          <w:p w14:paraId="14EC9ED5" w14:textId="77777777" w:rsidR="00BC739C" w:rsidRDefault="00BC739C" w:rsidP="004449C9">
            <w:pPr>
              <w:widowControl w:val="0"/>
              <w:tabs>
                <w:tab w:val="left" w:pos="567"/>
                <w:tab w:val="num" w:pos="851"/>
                <w:tab w:val="left" w:pos="993"/>
              </w:tabs>
              <w:jc w:val="both"/>
              <w:rPr>
                <w:rFonts w:ascii="Open Sans" w:hAnsi="Open Sans" w:cs="Open Sans"/>
              </w:rPr>
            </w:pPr>
          </w:p>
          <w:p w14:paraId="0AC031AA" w14:textId="722873BA" w:rsidR="00527855" w:rsidRPr="00FD240D" w:rsidRDefault="00527855" w:rsidP="004449C9">
            <w:pPr>
              <w:widowControl w:val="0"/>
              <w:tabs>
                <w:tab w:val="left" w:pos="567"/>
                <w:tab w:val="num" w:pos="851"/>
                <w:tab w:val="left" w:pos="993"/>
              </w:tabs>
              <w:jc w:val="both"/>
              <w:rPr>
                <w:rFonts w:ascii="Open Sans" w:hAnsi="Open Sans" w:cs="Open Sans"/>
              </w:rPr>
            </w:pPr>
            <w:r w:rsidRPr="00FD240D">
              <w:rPr>
                <w:rFonts w:ascii="Open Sans" w:hAnsi="Open Sans" w:cs="Open Sans"/>
              </w:rPr>
              <w:t>Naziv ponudnika</w:t>
            </w:r>
          </w:p>
        </w:tc>
        <w:tc>
          <w:tcPr>
            <w:tcW w:w="6804" w:type="dxa"/>
            <w:tcBorders>
              <w:top w:val="nil"/>
              <w:left w:val="nil"/>
              <w:right w:val="nil"/>
            </w:tcBorders>
          </w:tcPr>
          <w:p w14:paraId="0A3E0537"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bl>
    <w:p w14:paraId="1BCDF859" w14:textId="77777777" w:rsidR="00527855" w:rsidRPr="00FD240D" w:rsidRDefault="00527855" w:rsidP="004449C9">
      <w:pPr>
        <w:widowControl w:val="0"/>
        <w:tabs>
          <w:tab w:val="left" w:pos="567"/>
          <w:tab w:val="num" w:pos="851"/>
          <w:tab w:val="left" w:pos="993"/>
        </w:tabs>
        <w:jc w:val="both"/>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27855" w:rsidRPr="00FD240D" w14:paraId="15507A7D" w14:textId="77777777" w:rsidTr="00093E8C">
        <w:tc>
          <w:tcPr>
            <w:tcW w:w="2552" w:type="dxa"/>
            <w:tcBorders>
              <w:top w:val="nil"/>
              <w:left w:val="nil"/>
              <w:bottom w:val="nil"/>
              <w:right w:val="nil"/>
            </w:tcBorders>
            <w:vAlign w:val="bottom"/>
          </w:tcPr>
          <w:p w14:paraId="47BD2EC5" w14:textId="77777777" w:rsidR="00527855" w:rsidRPr="00FD240D" w:rsidRDefault="00527855" w:rsidP="004449C9">
            <w:pPr>
              <w:widowControl w:val="0"/>
              <w:tabs>
                <w:tab w:val="left" w:pos="567"/>
                <w:tab w:val="num" w:pos="851"/>
                <w:tab w:val="left" w:pos="993"/>
              </w:tabs>
              <w:jc w:val="both"/>
              <w:rPr>
                <w:rFonts w:ascii="Open Sans" w:hAnsi="Open Sans" w:cs="Open Sans"/>
              </w:rPr>
            </w:pPr>
            <w:r w:rsidRPr="00FD240D">
              <w:rPr>
                <w:rFonts w:ascii="Open Sans" w:hAnsi="Open Sans" w:cs="Open Sans"/>
              </w:rPr>
              <w:t>Naslov ponudnika</w:t>
            </w:r>
          </w:p>
        </w:tc>
        <w:tc>
          <w:tcPr>
            <w:tcW w:w="6804" w:type="dxa"/>
            <w:tcBorders>
              <w:top w:val="nil"/>
              <w:left w:val="nil"/>
              <w:right w:val="nil"/>
            </w:tcBorders>
          </w:tcPr>
          <w:p w14:paraId="3FB81D7F"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bl>
    <w:p w14:paraId="6941FAA1" w14:textId="77777777" w:rsidR="00527855" w:rsidRPr="00FD240D" w:rsidRDefault="00527855" w:rsidP="004449C9">
      <w:pPr>
        <w:widowControl w:val="0"/>
        <w:tabs>
          <w:tab w:val="left" w:pos="567"/>
          <w:tab w:val="num" w:pos="851"/>
          <w:tab w:val="left" w:pos="993"/>
        </w:tabs>
        <w:jc w:val="both"/>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27855" w:rsidRPr="00FD240D" w14:paraId="52DF5728" w14:textId="77777777" w:rsidTr="00093E8C">
        <w:tc>
          <w:tcPr>
            <w:tcW w:w="2552" w:type="dxa"/>
            <w:tcBorders>
              <w:top w:val="nil"/>
              <w:left w:val="nil"/>
              <w:bottom w:val="nil"/>
              <w:right w:val="nil"/>
            </w:tcBorders>
            <w:vAlign w:val="bottom"/>
          </w:tcPr>
          <w:p w14:paraId="2338ED00" w14:textId="77777777" w:rsidR="00527855" w:rsidRPr="00FD240D" w:rsidRDefault="00527855" w:rsidP="004449C9">
            <w:pPr>
              <w:widowControl w:val="0"/>
              <w:tabs>
                <w:tab w:val="left" w:pos="567"/>
                <w:tab w:val="num" w:pos="851"/>
                <w:tab w:val="left" w:pos="993"/>
              </w:tabs>
              <w:rPr>
                <w:rFonts w:ascii="Open Sans" w:hAnsi="Open Sans" w:cs="Open Sans"/>
              </w:rPr>
            </w:pPr>
            <w:r w:rsidRPr="00FD240D">
              <w:rPr>
                <w:rFonts w:ascii="Open Sans" w:hAnsi="Open Sans" w:cs="Open Sans"/>
              </w:rPr>
              <w:t>Odgovorna oseba (podpisnik okvirnega sporazuma)</w:t>
            </w:r>
          </w:p>
        </w:tc>
        <w:tc>
          <w:tcPr>
            <w:tcW w:w="6804" w:type="dxa"/>
            <w:tcBorders>
              <w:top w:val="nil"/>
              <w:left w:val="nil"/>
              <w:right w:val="nil"/>
            </w:tcBorders>
          </w:tcPr>
          <w:p w14:paraId="59E8CBCD"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3240C1FB" w14:textId="77777777" w:rsidTr="00093E8C">
        <w:tc>
          <w:tcPr>
            <w:tcW w:w="2552" w:type="dxa"/>
            <w:tcBorders>
              <w:top w:val="nil"/>
              <w:left w:val="nil"/>
              <w:bottom w:val="nil"/>
              <w:right w:val="nil"/>
            </w:tcBorders>
            <w:vAlign w:val="bottom"/>
          </w:tcPr>
          <w:p w14:paraId="5D1F71A5" w14:textId="77777777" w:rsidR="00527855" w:rsidRPr="00FD240D" w:rsidRDefault="00527855" w:rsidP="0019014E">
            <w:pPr>
              <w:widowControl w:val="0"/>
              <w:numPr>
                <w:ilvl w:val="0"/>
                <w:numId w:val="5"/>
              </w:numPr>
              <w:tabs>
                <w:tab w:val="clear" w:pos="1070"/>
                <w:tab w:val="num" w:pos="360"/>
                <w:tab w:val="left" w:pos="567"/>
                <w:tab w:val="left" w:pos="993"/>
              </w:tabs>
              <w:ind w:left="360"/>
              <w:jc w:val="both"/>
              <w:rPr>
                <w:rFonts w:ascii="Open Sans" w:hAnsi="Open Sans" w:cs="Open Sans"/>
              </w:rPr>
            </w:pPr>
            <w:r w:rsidRPr="00FD240D">
              <w:rPr>
                <w:rFonts w:ascii="Open Sans" w:hAnsi="Open Sans" w:cs="Open Sans"/>
              </w:rPr>
              <w:t>funkcija</w:t>
            </w:r>
          </w:p>
        </w:tc>
        <w:tc>
          <w:tcPr>
            <w:tcW w:w="6804" w:type="dxa"/>
            <w:tcBorders>
              <w:left w:val="nil"/>
              <w:right w:val="nil"/>
            </w:tcBorders>
          </w:tcPr>
          <w:p w14:paraId="1A57B829"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3495851B" w14:textId="77777777" w:rsidTr="00093E8C">
        <w:tc>
          <w:tcPr>
            <w:tcW w:w="2552" w:type="dxa"/>
            <w:tcBorders>
              <w:top w:val="nil"/>
              <w:left w:val="nil"/>
              <w:bottom w:val="nil"/>
              <w:right w:val="nil"/>
            </w:tcBorders>
            <w:vAlign w:val="bottom"/>
          </w:tcPr>
          <w:p w14:paraId="795E7FCA" w14:textId="77777777" w:rsidR="00527855" w:rsidRPr="00FD240D" w:rsidRDefault="00527855" w:rsidP="0019014E">
            <w:pPr>
              <w:widowControl w:val="0"/>
              <w:numPr>
                <w:ilvl w:val="0"/>
                <w:numId w:val="5"/>
              </w:numPr>
              <w:tabs>
                <w:tab w:val="clear" w:pos="1070"/>
                <w:tab w:val="num" w:pos="360"/>
                <w:tab w:val="left" w:pos="567"/>
                <w:tab w:val="left" w:pos="993"/>
              </w:tabs>
              <w:ind w:left="360"/>
              <w:jc w:val="both"/>
              <w:rPr>
                <w:rFonts w:ascii="Open Sans" w:hAnsi="Open Sans" w:cs="Open Sans"/>
              </w:rPr>
            </w:pPr>
            <w:r w:rsidRPr="00FD240D">
              <w:rPr>
                <w:rFonts w:ascii="Open Sans" w:hAnsi="Open Sans" w:cs="Open Sans"/>
              </w:rPr>
              <w:t>telefon</w:t>
            </w:r>
          </w:p>
        </w:tc>
        <w:tc>
          <w:tcPr>
            <w:tcW w:w="6804" w:type="dxa"/>
            <w:tcBorders>
              <w:left w:val="nil"/>
              <w:right w:val="nil"/>
            </w:tcBorders>
          </w:tcPr>
          <w:p w14:paraId="39595EC5"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74D8D5D1" w14:textId="77777777" w:rsidTr="00093E8C">
        <w:tc>
          <w:tcPr>
            <w:tcW w:w="2552" w:type="dxa"/>
            <w:tcBorders>
              <w:top w:val="nil"/>
              <w:left w:val="nil"/>
              <w:bottom w:val="nil"/>
              <w:right w:val="nil"/>
            </w:tcBorders>
            <w:vAlign w:val="bottom"/>
          </w:tcPr>
          <w:p w14:paraId="672038F8" w14:textId="77777777" w:rsidR="00527855" w:rsidRPr="00FD240D" w:rsidRDefault="00527855" w:rsidP="0019014E">
            <w:pPr>
              <w:widowControl w:val="0"/>
              <w:numPr>
                <w:ilvl w:val="0"/>
                <w:numId w:val="5"/>
              </w:numPr>
              <w:tabs>
                <w:tab w:val="clear" w:pos="1070"/>
                <w:tab w:val="num" w:pos="360"/>
                <w:tab w:val="left" w:pos="567"/>
                <w:tab w:val="left" w:pos="993"/>
              </w:tabs>
              <w:ind w:left="360"/>
              <w:jc w:val="both"/>
              <w:rPr>
                <w:rFonts w:ascii="Open Sans" w:hAnsi="Open Sans" w:cs="Open Sans"/>
              </w:rPr>
            </w:pPr>
            <w:r w:rsidRPr="00FD240D">
              <w:rPr>
                <w:rFonts w:ascii="Open Sans" w:hAnsi="Open Sans" w:cs="Open Sans"/>
              </w:rPr>
              <w:t>e-pošta</w:t>
            </w:r>
          </w:p>
        </w:tc>
        <w:tc>
          <w:tcPr>
            <w:tcW w:w="6804" w:type="dxa"/>
            <w:tcBorders>
              <w:left w:val="nil"/>
              <w:right w:val="nil"/>
            </w:tcBorders>
          </w:tcPr>
          <w:p w14:paraId="5A366BF7"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bl>
    <w:p w14:paraId="3D8FB321" w14:textId="77777777" w:rsidR="00527855" w:rsidRPr="00FD240D" w:rsidRDefault="00527855" w:rsidP="004449C9">
      <w:pPr>
        <w:widowControl w:val="0"/>
        <w:tabs>
          <w:tab w:val="left" w:pos="2835"/>
        </w:tabs>
        <w:jc w:val="both"/>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1010"/>
        <w:gridCol w:w="2950"/>
        <w:gridCol w:w="2774"/>
        <w:gridCol w:w="70"/>
      </w:tblGrid>
      <w:tr w:rsidR="00527855" w:rsidRPr="00FD240D" w14:paraId="6C66ED22" w14:textId="77777777" w:rsidTr="00093E8C">
        <w:trPr>
          <w:gridBefore w:val="1"/>
          <w:wBefore w:w="70" w:type="dxa"/>
        </w:trPr>
        <w:tc>
          <w:tcPr>
            <w:tcW w:w="2552" w:type="dxa"/>
            <w:tcBorders>
              <w:top w:val="nil"/>
              <w:left w:val="nil"/>
              <w:bottom w:val="nil"/>
              <w:right w:val="nil"/>
            </w:tcBorders>
            <w:vAlign w:val="bottom"/>
          </w:tcPr>
          <w:p w14:paraId="4825EE01" w14:textId="77777777" w:rsidR="00BC739C" w:rsidRDefault="00BC739C" w:rsidP="004449C9">
            <w:pPr>
              <w:widowControl w:val="0"/>
              <w:tabs>
                <w:tab w:val="left" w:pos="567"/>
                <w:tab w:val="num" w:pos="851"/>
                <w:tab w:val="left" w:pos="993"/>
              </w:tabs>
              <w:jc w:val="both"/>
              <w:rPr>
                <w:rFonts w:ascii="Open Sans" w:hAnsi="Open Sans" w:cs="Open Sans"/>
              </w:rPr>
            </w:pPr>
          </w:p>
          <w:p w14:paraId="54C62C47" w14:textId="16C61525" w:rsidR="00527855" w:rsidRPr="00FD240D" w:rsidRDefault="00527855" w:rsidP="004449C9">
            <w:pPr>
              <w:widowControl w:val="0"/>
              <w:tabs>
                <w:tab w:val="left" w:pos="567"/>
                <w:tab w:val="num" w:pos="851"/>
                <w:tab w:val="left" w:pos="993"/>
              </w:tabs>
              <w:jc w:val="both"/>
              <w:rPr>
                <w:rFonts w:ascii="Open Sans" w:hAnsi="Open Sans" w:cs="Open Sans"/>
              </w:rPr>
            </w:pPr>
            <w:r w:rsidRPr="00FD240D">
              <w:rPr>
                <w:rFonts w:ascii="Open Sans" w:hAnsi="Open Sans" w:cs="Open Sans"/>
              </w:rPr>
              <w:t>Kontaktna oseba</w:t>
            </w:r>
          </w:p>
          <w:p w14:paraId="4CD7CABC" w14:textId="1A63E84D" w:rsidR="00EF3B7A" w:rsidRPr="00FD240D" w:rsidRDefault="00EF3B7A" w:rsidP="004449C9">
            <w:pPr>
              <w:widowControl w:val="0"/>
              <w:tabs>
                <w:tab w:val="left" w:pos="567"/>
                <w:tab w:val="num" w:pos="851"/>
                <w:tab w:val="left" w:pos="993"/>
              </w:tabs>
              <w:jc w:val="both"/>
              <w:rPr>
                <w:rFonts w:ascii="Open Sans" w:hAnsi="Open Sans" w:cs="Open Sans"/>
              </w:rPr>
            </w:pPr>
            <w:r w:rsidRPr="00FD240D">
              <w:rPr>
                <w:rFonts w:ascii="Open Sans" w:hAnsi="Open Sans" w:cs="Open Sans"/>
              </w:rPr>
              <w:t>(v zvezi s ponudbo)</w:t>
            </w:r>
          </w:p>
        </w:tc>
        <w:tc>
          <w:tcPr>
            <w:tcW w:w="6804" w:type="dxa"/>
            <w:gridSpan w:val="4"/>
            <w:tcBorders>
              <w:top w:val="nil"/>
              <w:left w:val="nil"/>
              <w:right w:val="nil"/>
            </w:tcBorders>
          </w:tcPr>
          <w:p w14:paraId="0D896EA8"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14F19961" w14:textId="77777777" w:rsidTr="00093E8C">
        <w:trPr>
          <w:gridBefore w:val="1"/>
          <w:wBefore w:w="70" w:type="dxa"/>
        </w:trPr>
        <w:tc>
          <w:tcPr>
            <w:tcW w:w="2552" w:type="dxa"/>
            <w:tcBorders>
              <w:top w:val="nil"/>
              <w:left w:val="nil"/>
              <w:bottom w:val="nil"/>
              <w:right w:val="nil"/>
            </w:tcBorders>
            <w:vAlign w:val="bottom"/>
          </w:tcPr>
          <w:p w14:paraId="43A423D8" w14:textId="77777777" w:rsidR="00527855" w:rsidRPr="00FD240D" w:rsidRDefault="00527855" w:rsidP="0019014E">
            <w:pPr>
              <w:widowControl w:val="0"/>
              <w:numPr>
                <w:ilvl w:val="0"/>
                <w:numId w:val="5"/>
              </w:numPr>
              <w:tabs>
                <w:tab w:val="clear" w:pos="1070"/>
                <w:tab w:val="num" w:pos="360"/>
                <w:tab w:val="left" w:pos="567"/>
                <w:tab w:val="left" w:pos="993"/>
              </w:tabs>
              <w:ind w:left="360"/>
              <w:jc w:val="both"/>
              <w:rPr>
                <w:rFonts w:ascii="Open Sans" w:hAnsi="Open Sans" w:cs="Open Sans"/>
              </w:rPr>
            </w:pPr>
            <w:r w:rsidRPr="00FD240D">
              <w:rPr>
                <w:rFonts w:ascii="Open Sans" w:hAnsi="Open Sans" w:cs="Open Sans"/>
              </w:rPr>
              <w:t>funkcija</w:t>
            </w:r>
          </w:p>
        </w:tc>
        <w:tc>
          <w:tcPr>
            <w:tcW w:w="6804" w:type="dxa"/>
            <w:gridSpan w:val="4"/>
            <w:tcBorders>
              <w:left w:val="nil"/>
              <w:right w:val="nil"/>
            </w:tcBorders>
          </w:tcPr>
          <w:p w14:paraId="0AFFDDEE"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0C2C4997" w14:textId="77777777" w:rsidTr="00093E8C">
        <w:trPr>
          <w:gridBefore w:val="1"/>
          <w:wBefore w:w="70" w:type="dxa"/>
        </w:trPr>
        <w:tc>
          <w:tcPr>
            <w:tcW w:w="2552" w:type="dxa"/>
            <w:tcBorders>
              <w:top w:val="nil"/>
              <w:left w:val="nil"/>
              <w:bottom w:val="nil"/>
              <w:right w:val="nil"/>
            </w:tcBorders>
            <w:vAlign w:val="bottom"/>
          </w:tcPr>
          <w:p w14:paraId="1395CE45" w14:textId="77777777" w:rsidR="00527855" w:rsidRPr="00FD240D" w:rsidRDefault="00527855" w:rsidP="0019014E">
            <w:pPr>
              <w:widowControl w:val="0"/>
              <w:numPr>
                <w:ilvl w:val="0"/>
                <w:numId w:val="5"/>
              </w:numPr>
              <w:tabs>
                <w:tab w:val="clear" w:pos="1070"/>
                <w:tab w:val="num" w:pos="360"/>
                <w:tab w:val="left" w:pos="567"/>
                <w:tab w:val="left" w:pos="993"/>
              </w:tabs>
              <w:ind w:left="360"/>
              <w:jc w:val="both"/>
              <w:rPr>
                <w:rFonts w:ascii="Open Sans" w:hAnsi="Open Sans" w:cs="Open Sans"/>
              </w:rPr>
            </w:pPr>
            <w:r w:rsidRPr="00FD240D">
              <w:rPr>
                <w:rFonts w:ascii="Open Sans" w:hAnsi="Open Sans" w:cs="Open Sans"/>
              </w:rPr>
              <w:t>telefon</w:t>
            </w:r>
          </w:p>
        </w:tc>
        <w:tc>
          <w:tcPr>
            <w:tcW w:w="6804" w:type="dxa"/>
            <w:gridSpan w:val="4"/>
            <w:tcBorders>
              <w:left w:val="nil"/>
              <w:right w:val="nil"/>
            </w:tcBorders>
          </w:tcPr>
          <w:p w14:paraId="7516F119"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7259E39D" w14:textId="77777777" w:rsidTr="00093E8C">
        <w:trPr>
          <w:gridBefore w:val="1"/>
          <w:wBefore w:w="70" w:type="dxa"/>
        </w:trPr>
        <w:tc>
          <w:tcPr>
            <w:tcW w:w="2552" w:type="dxa"/>
            <w:tcBorders>
              <w:top w:val="nil"/>
              <w:left w:val="nil"/>
              <w:bottom w:val="nil"/>
              <w:right w:val="nil"/>
            </w:tcBorders>
            <w:vAlign w:val="bottom"/>
          </w:tcPr>
          <w:p w14:paraId="1A0FE2ED" w14:textId="77777777" w:rsidR="00527855" w:rsidRPr="00FD240D" w:rsidRDefault="00527855" w:rsidP="0019014E">
            <w:pPr>
              <w:widowControl w:val="0"/>
              <w:numPr>
                <w:ilvl w:val="0"/>
                <w:numId w:val="5"/>
              </w:numPr>
              <w:tabs>
                <w:tab w:val="clear" w:pos="1070"/>
                <w:tab w:val="num" w:pos="360"/>
                <w:tab w:val="left" w:pos="567"/>
                <w:tab w:val="left" w:pos="993"/>
              </w:tabs>
              <w:ind w:left="360"/>
              <w:jc w:val="both"/>
              <w:rPr>
                <w:rFonts w:ascii="Open Sans" w:hAnsi="Open Sans" w:cs="Open Sans"/>
              </w:rPr>
            </w:pPr>
            <w:r w:rsidRPr="00FD240D">
              <w:rPr>
                <w:rFonts w:ascii="Open Sans" w:hAnsi="Open Sans" w:cs="Open Sans"/>
              </w:rPr>
              <w:t>e-pošta</w:t>
            </w:r>
          </w:p>
        </w:tc>
        <w:tc>
          <w:tcPr>
            <w:tcW w:w="6804" w:type="dxa"/>
            <w:gridSpan w:val="4"/>
            <w:tcBorders>
              <w:left w:val="nil"/>
              <w:right w:val="nil"/>
            </w:tcBorders>
          </w:tcPr>
          <w:p w14:paraId="6E8152FF"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28D84400" w14:textId="77777777" w:rsidTr="00093E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70" w:type="dxa"/>
        </w:trPr>
        <w:tc>
          <w:tcPr>
            <w:tcW w:w="3632" w:type="dxa"/>
            <w:gridSpan w:val="3"/>
            <w:shd w:val="clear" w:color="auto" w:fill="auto"/>
          </w:tcPr>
          <w:p w14:paraId="7D7DFC49" w14:textId="77777777" w:rsidR="00527855" w:rsidRPr="00FD240D" w:rsidRDefault="00527855" w:rsidP="004449C9">
            <w:pPr>
              <w:widowControl w:val="0"/>
              <w:tabs>
                <w:tab w:val="left" w:pos="2835"/>
              </w:tabs>
              <w:jc w:val="both"/>
              <w:rPr>
                <w:rFonts w:ascii="Open Sans" w:hAnsi="Open Sans" w:cs="Open Sans"/>
              </w:rPr>
            </w:pPr>
          </w:p>
          <w:p w14:paraId="55B23FAF" w14:textId="77777777" w:rsidR="000A2388" w:rsidRDefault="000A2388" w:rsidP="004449C9">
            <w:pPr>
              <w:widowControl w:val="0"/>
              <w:tabs>
                <w:tab w:val="left" w:pos="2835"/>
              </w:tabs>
              <w:ind w:left="-108"/>
              <w:jc w:val="both"/>
              <w:rPr>
                <w:rFonts w:ascii="Open Sans" w:hAnsi="Open Sans" w:cs="Open Sans"/>
              </w:rPr>
            </w:pPr>
          </w:p>
          <w:p w14:paraId="31CCBEF2" w14:textId="77777777" w:rsidR="00BC739C" w:rsidRDefault="00BC739C" w:rsidP="004449C9">
            <w:pPr>
              <w:widowControl w:val="0"/>
              <w:tabs>
                <w:tab w:val="left" w:pos="2835"/>
              </w:tabs>
              <w:ind w:left="-108"/>
              <w:jc w:val="both"/>
              <w:rPr>
                <w:rFonts w:ascii="Open Sans" w:hAnsi="Open Sans" w:cs="Open Sans"/>
              </w:rPr>
            </w:pPr>
          </w:p>
          <w:p w14:paraId="65447F44" w14:textId="3C12A18F" w:rsidR="00527855" w:rsidRPr="00FD240D" w:rsidRDefault="00527855" w:rsidP="004449C9">
            <w:pPr>
              <w:widowControl w:val="0"/>
              <w:tabs>
                <w:tab w:val="left" w:pos="2835"/>
              </w:tabs>
              <w:ind w:left="-108"/>
              <w:jc w:val="both"/>
              <w:rPr>
                <w:rFonts w:ascii="Open Sans" w:hAnsi="Open Sans" w:cs="Open Sans"/>
              </w:rPr>
            </w:pPr>
            <w:r w:rsidRPr="00FD240D">
              <w:rPr>
                <w:rFonts w:ascii="Open Sans" w:hAnsi="Open Sans" w:cs="Open Sans"/>
              </w:rPr>
              <w:t>Ponudnik je MSP* (označi):</w:t>
            </w:r>
          </w:p>
        </w:tc>
        <w:tc>
          <w:tcPr>
            <w:tcW w:w="2950" w:type="dxa"/>
            <w:shd w:val="clear" w:color="auto" w:fill="auto"/>
          </w:tcPr>
          <w:p w14:paraId="0FD3528F" w14:textId="77777777" w:rsidR="00527855" w:rsidRPr="00FD240D" w:rsidRDefault="00527855" w:rsidP="0019014E">
            <w:pPr>
              <w:widowControl w:val="0"/>
              <w:numPr>
                <w:ilvl w:val="0"/>
                <w:numId w:val="15"/>
              </w:numPr>
              <w:tabs>
                <w:tab w:val="left" w:pos="1008"/>
                <w:tab w:val="left" w:pos="3843"/>
              </w:tabs>
              <w:ind w:left="1717" w:hanging="1357"/>
              <w:jc w:val="both"/>
              <w:rPr>
                <w:rFonts w:ascii="Open Sans" w:hAnsi="Open Sans" w:cs="Open Sans"/>
              </w:rPr>
            </w:pPr>
            <w:r w:rsidRPr="00FD240D">
              <w:rPr>
                <w:rFonts w:ascii="Open Sans" w:hAnsi="Open Sans" w:cs="Open Sans"/>
              </w:rPr>
              <w:t>Da</w:t>
            </w:r>
          </w:p>
        </w:tc>
        <w:tc>
          <w:tcPr>
            <w:tcW w:w="2774" w:type="dxa"/>
            <w:shd w:val="clear" w:color="auto" w:fill="auto"/>
          </w:tcPr>
          <w:p w14:paraId="3912FF48" w14:textId="77777777" w:rsidR="00527855" w:rsidRPr="00FD240D" w:rsidRDefault="00527855" w:rsidP="0019014E">
            <w:pPr>
              <w:widowControl w:val="0"/>
              <w:numPr>
                <w:ilvl w:val="0"/>
                <w:numId w:val="15"/>
              </w:numPr>
              <w:tabs>
                <w:tab w:val="left" w:pos="893"/>
              </w:tabs>
              <w:jc w:val="both"/>
              <w:rPr>
                <w:rFonts w:ascii="Open Sans" w:hAnsi="Open Sans" w:cs="Open Sans"/>
              </w:rPr>
            </w:pPr>
            <w:r w:rsidRPr="00FD240D">
              <w:rPr>
                <w:rFonts w:ascii="Open Sans" w:hAnsi="Open Sans" w:cs="Open Sans"/>
              </w:rPr>
              <w:t xml:space="preserve">Ne </w:t>
            </w:r>
          </w:p>
        </w:tc>
      </w:tr>
    </w:tbl>
    <w:p w14:paraId="0BB57B7C" w14:textId="77777777" w:rsidR="00527855" w:rsidRPr="00FD240D" w:rsidRDefault="00527855" w:rsidP="004449C9">
      <w:pPr>
        <w:widowControl w:val="0"/>
        <w:tabs>
          <w:tab w:val="left" w:pos="2835"/>
        </w:tabs>
        <w:ind w:left="284"/>
        <w:jc w:val="both"/>
        <w:rPr>
          <w:rFonts w:ascii="Open Sans" w:hAnsi="Open Sans" w:cs="Open Sans"/>
        </w:rPr>
      </w:pPr>
      <w:r w:rsidRPr="00FD240D">
        <w:rPr>
          <w:rFonts w:ascii="Open Sans" w:hAnsi="Open Sans" w:cs="Open Sans"/>
        </w:rPr>
        <w:t xml:space="preserve">*MSP: </w:t>
      </w:r>
      <w:proofErr w:type="spellStart"/>
      <w:r w:rsidRPr="00FD240D">
        <w:rPr>
          <w:rFonts w:ascii="Open Sans" w:hAnsi="Open Sans" w:cs="Open Sans"/>
        </w:rPr>
        <w:t>mikro</w:t>
      </w:r>
      <w:proofErr w:type="spellEnd"/>
      <w:r w:rsidRPr="00FD240D">
        <w:rPr>
          <w:rFonts w:ascii="Open Sans" w:hAnsi="Open Sans" w:cs="Open Sans"/>
        </w:rPr>
        <w:t>, mala in srednje velika podjetja kot so opredeljena v Priporočilu Komisije 2003/361/ES</w:t>
      </w:r>
      <w:r w:rsidRPr="00FD240D">
        <w:rPr>
          <w:rStyle w:val="Sprotnaopomba-sklic"/>
          <w:rFonts w:ascii="Open Sans" w:hAnsi="Open Sans" w:cs="Open Sans"/>
        </w:rPr>
        <w:footnoteReference w:id="2"/>
      </w:r>
      <w:r w:rsidRPr="00FD240D">
        <w:rPr>
          <w:rFonts w:ascii="Open Sans" w:hAnsi="Open Sans" w:cs="Open Sans"/>
        </w:rPr>
        <w:t>.</w:t>
      </w:r>
    </w:p>
    <w:p w14:paraId="3B8EABDF" w14:textId="77777777" w:rsidR="00F21BED" w:rsidRDefault="00F21BED" w:rsidP="005549E7">
      <w:pPr>
        <w:keepLines/>
        <w:widowControl w:val="0"/>
        <w:jc w:val="both"/>
        <w:rPr>
          <w:rFonts w:ascii="Open Sans" w:hAnsi="Open Sans" w:cs="Open Sans"/>
        </w:rPr>
      </w:pPr>
    </w:p>
    <w:p w14:paraId="0E1E4E79" w14:textId="05288EA8" w:rsidR="00527855" w:rsidRPr="00FD240D" w:rsidRDefault="00527855" w:rsidP="004449C9">
      <w:pPr>
        <w:widowControl w:val="0"/>
        <w:jc w:val="both"/>
        <w:rPr>
          <w:rFonts w:ascii="Open Sans" w:hAnsi="Open Sans" w:cs="Open Sans"/>
        </w:rPr>
      </w:pPr>
      <w:r w:rsidRPr="00FD240D">
        <w:rPr>
          <w:rFonts w:ascii="Open Sans" w:hAnsi="Open Sans" w:cs="Open Sans"/>
        </w:rPr>
        <w:t xml:space="preserve">Predstavnik s strani ponudnika, ki bo urejal vsa vprašanja, ki bodo nastala v zvezi z izvajanjem okvirnega sporazuma, je _________________________, tel. št.: ________________, </w:t>
      </w:r>
      <w:r w:rsidR="00EF3B7A" w:rsidRPr="00FD240D">
        <w:rPr>
          <w:rFonts w:ascii="Open Sans" w:hAnsi="Open Sans" w:cs="Open Sans"/>
        </w:rPr>
        <w:t>elektronsk</w:t>
      </w:r>
      <w:r w:rsidR="00665251" w:rsidRPr="00FD240D">
        <w:rPr>
          <w:rFonts w:ascii="Open Sans" w:hAnsi="Open Sans" w:cs="Open Sans"/>
        </w:rPr>
        <w:t>i naslov</w:t>
      </w:r>
      <w:r w:rsidRPr="00FD240D">
        <w:rPr>
          <w:rFonts w:ascii="Open Sans" w:hAnsi="Open Sans" w:cs="Open Sans"/>
        </w:rPr>
        <w:t xml:space="preserve">: ___________, v njegovi odsotnosti pa ga zamenjuje ____________________, tel. št.: ___________, </w:t>
      </w:r>
      <w:r w:rsidR="00EF3B7A" w:rsidRPr="00FD240D">
        <w:rPr>
          <w:rFonts w:ascii="Open Sans" w:hAnsi="Open Sans" w:cs="Open Sans"/>
        </w:rPr>
        <w:t>elektronsk</w:t>
      </w:r>
      <w:r w:rsidR="00665251" w:rsidRPr="00FD240D">
        <w:rPr>
          <w:rFonts w:ascii="Open Sans" w:hAnsi="Open Sans" w:cs="Open Sans"/>
        </w:rPr>
        <w:t>i naslov</w:t>
      </w:r>
      <w:r w:rsidR="00F50666" w:rsidRPr="00FD240D">
        <w:rPr>
          <w:rFonts w:ascii="Open Sans" w:hAnsi="Open Sans" w:cs="Open Sans"/>
        </w:rPr>
        <w:t>: _____________________.</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850"/>
        <w:gridCol w:w="2268"/>
        <w:gridCol w:w="3686"/>
      </w:tblGrid>
      <w:tr w:rsidR="00527855" w:rsidRPr="00FD240D" w14:paraId="5B19AAE2" w14:textId="77777777" w:rsidTr="00093E8C">
        <w:tc>
          <w:tcPr>
            <w:tcW w:w="2552" w:type="dxa"/>
            <w:tcBorders>
              <w:top w:val="nil"/>
              <w:left w:val="nil"/>
              <w:bottom w:val="nil"/>
              <w:right w:val="nil"/>
            </w:tcBorders>
            <w:vAlign w:val="bottom"/>
          </w:tcPr>
          <w:p w14:paraId="0DE4E8C0" w14:textId="77777777" w:rsidR="00F21BED" w:rsidRDefault="00F21BED" w:rsidP="00384F2B">
            <w:pPr>
              <w:widowControl w:val="0"/>
              <w:tabs>
                <w:tab w:val="left" w:pos="567"/>
                <w:tab w:val="num" w:pos="851"/>
                <w:tab w:val="left" w:pos="993"/>
              </w:tabs>
              <w:rPr>
                <w:rFonts w:ascii="Open Sans" w:hAnsi="Open Sans" w:cs="Open Sans"/>
              </w:rPr>
            </w:pPr>
          </w:p>
          <w:p w14:paraId="23DD8AF5" w14:textId="77777777" w:rsidR="00BC739C" w:rsidRDefault="00BC739C" w:rsidP="00384F2B">
            <w:pPr>
              <w:widowControl w:val="0"/>
              <w:tabs>
                <w:tab w:val="left" w:pos="567"/>
                <w:tab w:val="num" w:pos="851"/>
                <w:tab w:val="left" w:pos="993"/>
              </w:tabs>
              <w:rPr>
                <w:rFonts w:ascii="Open Sans" w:hAnsi="Open Sans" w:cs="Open Sans"/>
              </w:rPr>
            </w:pPr>
          </w:p>
          <w:p w14:paraId="32107ED3" w14:textId="1EB86A95" w:rsidR="00527855" w:rsidRPr="00FD240D" w:rsidRDefault="00527855" w:rsidP="00384F2B">
            <w:pPr>
              <w:widowControl w:val="0"/>
              <w:tabs>
                <w:tab w:val="left" w:pos="567"/>
                <w:tab w:val="num" w:pos="851"/>
                <w:tab w:val="left" w:pos="993"/>
              </w:tabs>
              <w:rPr>
                <w:rFonts w:ascii="Open Sans" w:hAnsi="Open Sans" w:cs="Open Sans"/>
              </w:rPr>
            </w:pPr>
            <w:r w:rsidRPr="00FD240D">
              <w:rPr>
                <w:rFonts w:ascii="Open Sans" w:hAnsi="Open Sans" w:cs="Open Sans"/>
              </w:rPr>
              <w:t>Transakcijski</w:t>
            </w:r>
            <w:r w:rsidR="00BC739C">
              <w:rPr>
                <w:rFonts w:ascii="Open Sans" w:hAnsi="Open Sans" w:cs="Open Sans"/>
              </w:rPr>
              <w:t xml:space="preserve"> </w:t>
            </w:r>
            <w:r w:rsidRPr="00FD240D">
              <w:rPr>
                <w:rFonts w:ascii="Open Sans" w:hAnsi="Open Sans" w:cs="Open Sans"/>
              </w:rPr>
              <w:t xml:space="preserve">račun/Poslovni račun (IBAN, SWIFT) </w:t>
            </w:r>
          </w:p>
        </w:tc>
        <w:tc>
          <w:tcPr>
            <w:tcW w:w="6804" w:type="dxa"/>
            <w:gridSpan w:val="3"/>
            <w:tcBorders>
              <w:top w:val="nil"/>
              <w:left w:val="nil"/>
              <w:right w:val="nil"/>
            </w:tcBorders>
          </w:tcPr>
          <w:p w14:paraId="3DDE20F8" w14:textId="77777777" w:rsidR="00527855" w:rsidRPr="00FD240D" w:rsidRDefault="00527855" w:rsidP="00384F2B">
            <w:pPr>
              <w:widowControl w:val="0"/>
              <w:tabs>
                <w:tab w:val="left" w:pos="567"/>
                <w:tab w:val="num" w:pos="851"/>
                <w:tab w:val="left" w:pos="993"/>
              </w:tabs>
              <w:rPr>
                <w:rFonts w:ascii="Open Sans" w:hAnsi="Open Sans" w:cs="Open Sans"/>
              </w:rPr>
            </w:pPr>
          </w:p>
          <w:p w14:paraId="0DA3AC67" w14:textId="78D20210" w:rsidR="00527855" w:rsidRPr="00FD240D" w:rsidRDefault="00527855" w:rsidP="00384F2B">
            <w:pPr>
              <w:widowControl w:val="0"/>
              <w:tabs>
                <w:tab w:val="left" w:pos="4305"/>
              </w:tabs>
              <w:rPr>
                <w:rFonts w:ascii="Open Sans" w:hAnsi="Open Sans" w:cs="Open Sans"/>
              </w:rPr>
            </w:pPr>
          </w:p>
        </w:tc>
      </w:tr>
      <w:tr w:rsidR="00527855" w:rsidRPr="00FD240D" w14:paraId="64415E84" w14:textId="77777777" w:rsidTr="00093E8C">
        <w:tc>
          <w:tcPr>
            <w:tcW w:w="2552" w:type="dxa"/>
            <w:tcBorders>
              <w:top w:val="nil"/>
              <w:left w:val="nil"/>
              <w:bottom w:val="nil"/>
              <w:right w:val="nil"/>
            </w:tcBorders>
            <w:vAlign w:val="bottom"/>
          </w:tcPr>
          <w:p w14:paraId="02BD742D" w14:textId="77777777" w:rsidR="00527855" w:rsidRPr="00FD240D" w:rsidRDefault="00527855" w:rsidP="004449C9">
            <w:pPr>
              <w:widowControl w:val="0"/>
              <w:tabs>
                <w:tab w:val="left" w:pos="567"/>
                <w:tab w:val="left" w:pos="993"/>
              </w:tabs>
              <w:jc w:val="both"/>
              <w:rPr>
                <w:rFonts w:ascii="Open Sans" w:hAnsi="Open Sans" w:cs="Open Sans"/>
              </w:rPr>
            </w:pPr>
            <w:r w:rsidRPr="00FD240D">
              <w:rPr>
                <w:rFonts w:ascii="Open Sans" w:hAnsi="Open Sans" w:cs="Open Sans"/>
              </w:rPr>
              <w:t>Matična banka</w:t>
            </w:r>
          </w:p>
        </w:tc>
        <w:tc>
          <w:tcPr>
            <w:tcW w:w="6804" w:type="dxa"/>
            <w:gridSpan w:val="3"/>
            <w:tcBorders>
              <w:left w:val="nil"/>
              <w:right w:val="nil"/>
            </w:tcBorders>
          </w:tcPr>
          <w:p w14:paraId="391E8E2E"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16CFB1C2" w14:textId="77777777" w:rsidTr="00093E8C">
        <w:tc>
          <w:tcPr>
            <w:tcW w:w="2552" w:type="dxa"/>
            <w:tcBorders>
              <w:top w:val="nil"/>
              <w:left w:val="nil"/>
              <w:bottom w:val="nil"/>
              <w:right w:val="nil"/>
            </w:tcBorders>
            <w:vAlign w:val="bottom"/>
          </w:tcPr>
          <w:p w14:paraId="3AD3DCB3" w14:textId="77777777" w:rsidR="00527855" w:rsidRPr="00FD240D" w:rsidRDefault="00527855" w:rsidP="004449C9">
            <w:pPr>
              <w:widowControl w:val="0"/>
              <w:tabs>
                <w:tab w:val="left" w:pos="567"/>
                <w:tab w:val="left" w:pos="993"/>
              </w:tabs>
              <w:jc w:val="both"/>
              <w:rPr>
                <w:rFonts w:ascii="Open Sans" w:hAnsi="Open Sans" w:cs="Open Sans"/>
              </w:rPr>
            </w:pPr>
            <w:r w:rsidRPr="00FD240D">
              <w:rPr>
                <w:rFonts w:ascii="Open Sans" w:hAnsi="Open Sans" w:cs="Open Sans"/>
              </w:rPr>
              <w:t>ID številka za DDV</w:t>
            </w:r>
          </w:p>
        </w:tc>
        <w:tc>
          <w:tcPr>
            <w:tcW w:w="6804" w:type="dxa"/>
            <w:gridSpan w:val="3"/>
            <w:tcBorders>
              <w:left w:val="nil"/>
              <w:bottom w:val="single" w:sz="4" w:space="0" w:color="auto"/>
              <w:right w:val="nil"/>
            </w:tcBorders>
          </w:tcPr>
          <w:p w14:paraId="6CC68455"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1891EAD7" w14:textId="77777777" w:rsidTr="00093E8C">
        <w:tc>
          <w:tcPr>
            <w:tcW w:w="2552" w:type="dxa"/>
            <w:tcBorders>
              <w:top w:val="nil"/>
              <w:left w:val="nil"/>
              <w:bottom w:val="nil"/>
              <w:right w:val="nil"/>
            </w:tcBorders>
            <w:vAlign w:val="bottom"/>
          </w:tcPr>
          <w:p w14:paraId="38E32323" w14:textId="77777777" w:rsidR="00527855" w:rsidRPr="00FD240D" w:rsidRDefault="00527855" w:rsidP="004449C9">
            <w:pPr>
              <w:widowControl w:val="0"/>
              <w:tabs>
                <w:tab w:val="left" w:pos="567"/>
                <w:tab w:val="left" w:pos="993"/>
              </w:tabs>
              <w:jc w:val="both"/>
              <w:rPr>
                <w:rFonts w:ascii="Open Sans" w:hAnsi="Open Sans" w:cs="Open Sans"/>
              </w:rPr>
            </w:pPr>
            <w:r w:rsidRPr="00FD240D">
              <w:rPr>
                <w:rFonts w:ascii="Open Sans" w:hAnsi="Open Sans" w:cs="Open Sans"/>
              </w:rPr>
              <w:t>Finančni urad</w:t>
            </w:r>
          </w:p>
        </w:tc>
        <w:tc>
          <w:tcPr>
            <w:tcW w:w="6804" w:type="dxa"/>
            <w:gridSpan w:val="3"/>
            <w:tcBorders>
              <w:left w:val="nil"/>
              <w:bottom w:val="single" w:sz="4" w:space="0" w:color="auto"/>
              <w:right w:val="nil"/>
            </w:tcBorders>
          </w:tcPr>
          <w:p w14:paraId="7CC7D060"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23E68E94" w14:textId="77777777" w:rsidTr="00093E8C">
        <w:tc>
          <w:tcPr>
            <w:tcW w:w="2552" w:type="dxa"/>
            <w:tcBorders>
              <w:top w:val="nil"/>
              <w:left w:val="nil"/>
              <w:bottom w:val="nil"/>
              <w:right w:val="nil"/>
            </w:tcBorders>
            <w:vAlign w:val="bottom"/>
          </w:tcPr>
          <w:p w14:paraId="30EAE63D" w14:textId="77777777" w:rsidR="00527855" w:rsidRPr="00FD240D" w:rsidRDefault="00527855" w:rsidP="004449C9">
            <w:pPr>
              <w:widowControl w:val="0"/>
              <w:tabs>
                <w:tab w:val="left" w:pos="567"/>
                <w:tab w:val="left" w:pos="993"/>
              </w:tabs>
              <w:jc w:val="both"/>
              <w:rPr>
                <w:rFonts w:ascii="Open Sans" w:hAnsi="Open Sans" w:cs="Open Sans"/>
              </w:rPr>
            </w:pPr>
            <w:r w:rsidRPr="00FD240D">
              <w:rPr>
                <w:rFonts w:ascii="Open Sans" w:hAnsi="Open Sans" w:cs="Open Sans"/>
              </w:rPr>
              <w:t>Matična številka</w:t>
            </w:r>
          </w:p>
        </w:tc>
        <w:tc>
          <w:tcPr>
            <w:tcW w:w="6804" w:type="dxa"/>
            <w:gridSpan w:val="3"/>
            <w:tcBorders>
              <w:left w:val="nil"/>
              <w:bottom w:val="single" w:sz="4" w:space="0" w:color="auto"/>
              <w:right w:val="nil"/>
            </w:tcBorders>
          </w:tcPr>
          <w:p w14:paraId="3E8F8B7A" w14:textId="77777777" w:rsidR="00527855" w:rsidRPr="00FD240D" w:rsidRDefault="00527855" w:rsidP="004449C9">
            <w:pPr>
              <w:widowControl w:val="0"/>
              <w:tabs>
                <w:tab w:val="left" w:pos="567"/>
                <w:tab w:val="num" w:pos="851"/>
                <w:tab w:val="left" w:pos="993"/>
              </w:tabs>
              <w:jc w:val="both"/>
              <w:rPr>
                <w:rFonts w:ascii="Open Sans" w:hAnsi="Open Sans" w:cs="Open Sans"/>
              </w:rPr>
            </w:pPr>
          </w:p>
        </w:tc>
      </w:tr>
      <w:tr w:rsidR="00527855" w:rsidRPr="00FD240D" w14:paraId="6044BCA9" w14:textId="77777777" w:rsidTr="00093E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3402" w:type="dxa"/>
            <w:gridSpan w:val="2"/>
            <w:tcBorders>
              <w:bottom w:val="single" w:sz="4" w:space="0" w:color="auto"/>
            </w:tcBorders>
          </w:tcPr>
          <w:p w14:paraId="7DBA6086" w14:textId="54961962" w:rsidR="00F21BED" w:rsidRDefault="00F21BED" w:rsidP="004449C9">
            <w:pPr>
              <w:widowControl w:val="0"/>
              <w:jc w:val="both"/>
              <w:rPr>
                <w:rFonts w:ascii="Open Sans" w:hAnsi="Open Sans" w:cs="Open Sans"/>
                <w:snapToGrid w:val="0"/>
                <w:color w:val="000000"/>
              </w:rPr>
            </w:pPr>
          </w:p>
          <w:p w14:paraId="3D22A3EF" w14:textId="77777777" w:rsidR="00BC739C" w:rsidRDefault="00BC739C" w:rsidP="004449C9">
            <w:pPr>
              <w:widowControl w:val="0"/>
              <w:jc w:val="both"/>
              <w:rPr>
                <w:rFonts w:ascii="Open Sans" w:hAnsi="Open Sans" w:cs="Open Sans"/>
                <w:snapToGrid w:val="0"/>
                <w:color w:val="000000"/>
              </w:rPr>
            </w:pPr>
          </w:p>
          <w:p w14:paraId="5EF893A3" w14:textId="7B68C780" w:rsidR="00F21BED" w:rsidRPr="00FD240D" w:rsidRDefault="00F21BED" w:rsidP="004449C9">
            <w:pPr>
              <w:widowControl w:val="0"/>
              <w:jc w:val="both"/>
              <w:rPr>
                <w:rFonts w:ascii="Open Sans" w:hAnsi="Open Sans" w:cs="Open Sans"/>
                <w:snapToGrid w:val="0"/>
                <w:color w:val="000000"/>
              </w:rPr>
            </w:pPr>
          </w:p>
        </w:tc>
        <w:tc>
          <w:tcPr>
            <w:tcW w:w="2268" w:type="dxa"/>
          </w:tcPr>
          <w:p w14:paraId="0144C62F" w14:textId="77777777" w:rsidR="00527855" w:rsidRPr="00FD240D" w:rsidRDefault="00527855" w:rsidP="004449C9">
            <w:pPr>
              <w:widowControl w:val="0"/>
              <w:jc w:val="both"/>
              <w:rPr>
                <w:rFonts w:ascii="Open Sans" w:hAnsi="Open Sans" w:cs="Open Sans"/>
                <w:snapToGrid w:val="0"/>
                <w:color w:val="000000"/>
              </w:rPr>
            </w:pPr>
          </w:p>
        </w:tc>
        <w:tc>
          <w:tcPr>
            <w:tcW w:w="3686" w:type="dxa"/>
            <w:tcBorders>
              <w:bottom w:val="single" w:sz="4" w:space="0" w:color="auto"/>
            </w:tcBorders>
          </w:tcPr>
          <w:p w14:paraId="4673B71D" w14:textId="77777777" w:rsidR="00527855" w:rsidRPr="00FD240D" w:rsidRDefault="00527855" w:rsidP="004449C9">
            <w:pPr>
              <w:widowControl w:val="0"/>
              <w:tabs>
                <w:tab w:val="left" w:pos="567"/>
                <w:tab w:val="num" w:pos="851"/>
                <w:tab w:val="left" w:pos="993"/>
              </w:tabs>
              <w:jc w:val="both"/>
              <w:rPr>
                <w:rFonts w:ascii="Open Sans" w:hAnsi="Open Sans" w:cs="Open Sans"/>
                <w:snapToGrid w:val="0"/>
                <w:color w:val="000000"/>
              </w:rPr>
            </w:pPr>
          </w:p>
        </w:tc>
      </w:tr>
      <w:tr w:rsidR="00527855" w:rsidRPr="00FD240D" w14:paraId="76EF085E" w14:textId="77777777" w:rsidTr="00093E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3402" w:type="dxa"/>
            <w:gridSpan w:val="2"/>
            <w:tcBorders>
              <w:top w:val="single" w:sz="4" w:space="0" w:color="auto"/>
            </w:tcBorders>
          </w:tcPr>
          <w:p w14:paraId="48067EA1" w14:textId="0B85FE11" w:rsidR="00527855" w:rsidRPr="00FD240D" w:rsidRDefault="00FB5110" w:rsidP="004449C9">
            <w:pPr>
              <w:widowControl w:val="0"/>
              <w:jc w:val="both"/>
              <w:rPr>
                <w:rFonts w:ascii="Open Sans" w:hAnsi="Open Sans" w:cs="Open Sans"/>
                <w:snapToGrid w:val="0"/>
                <w:color w:val="000000"/>
              </w:rPr>
            </w:pPr>
            <w:r w:rsidRPr="00FD240D">
              <w:rPr>
                <w:rFonts w:ascii="Open Sans" w:hAnsi="Open Sans" w:cs="Open Sans"/>
                <w:snapToGrid w:val="0"/>
                <w:color w:val="000000"/>
              </w:rPr>
              <w:t xml:space="preserve">                 </w:t>
            </w:r>
            <w:r w:rsidR="00527855" w:rsidRPr="00FD240D">
              <w:rPr>
                <w:rFonts w:ascii="Open Sans" w:hAnsi="Open Sans" w:cs="Open Sans"/>
                <w:snapToGrid w:val="0"/>
                <w:color w:val="000000"/>
              </w:rPr>
              <w:t>(kraj, datum)</w:t>
            </w:r>
          </w:p>
        </w:tc>
        <w:tc>
          <w:tcPr>
            <w:tcW w:w="2268" w:type="dxa"/>
          </w:tcPr>
          <w:p w14:paraId="3C34BB28" w14:textId="58C4DB96" w:rsidR="00527855" w:rsidRPr="00FD240D" w:rsidRDefault="00C6535D" w:rsidP="004449C9">
            <w:pPr>
              <w:widowControl w:val="0"/>
              <w:jc w:val="both"/>
              <w:rPr>
                <w:rFonts w:ascii="Open Sans" w:hAnsi="Open Sans" w:cs="Open Sans"/>
                <w:snapToGrid w:val="0"/>
                <w:color w:val="000000"/>
              </w:rPr>
            </w:pPr>
            <w:r w:rsidRPr="00FD240D">
              <w:rPr>
                <w:rFonts w:ascii="Open Sans" w:hAnsi="Open Sans" w:cs="Open Sans"/>
                <w:snapToGrid w:val="0"/>
                <w:color w:val="000000"/>
              </w:rPr>
              <w:t xml:space="preserve">              </w:t>
            </w:r>
            <w:r w:rsidR="00527855" w:rsidRPr="00FD240D">
              <w:rPr>
                <w:rFonts w:ascii="Open Sans" w:hAnsi="Open Sans" w:cs="Open Sans"/>
                <w:snapToGrid w:val="0"/>
                <w:color w:val="000000"/>
              </w:rPr>
              <w:t>žig</w:t>
            </w:r>
          </w:p>
        </w:tc>
        <w:tc>
          <w:tcPr>
            <w:tcW w:w="3686" w:type="dxa"/>
            <w:tcBorders>
              <w:top w:val="single" w:sz="4" w:space="0" w:color="auto"/>
            </w:tcBorders>
          </w:tcPr>
          <w:p w14:paraId="4DFCD11C" w14:textId="77777777" w:rsidR="00527855" w:rsidRPr="00FD240D" w:rsidRDefault="00527855" w:rsidP="004449C9">
            <w:pPr>
              <w:widowControl w:val="0"/>
              <w:jc w:val="both"/>
              <w:rPr>
                <w:rFonts w:ascii="Open Sans" w:hAnsi="Open Sans" w:cs="Open Sans"/>
                <w:snapToGrid w:val="0"/>
                <w:color w:val="000000"/>
              </w:rPr>
            </w:pPr>
            <w:r w:rsidRPr="00FD240D">
              <w:rPr>
                <w:rFonts w:ascii="Open Sans" w:hAnsi="Open Sans" w:cs="Open Sans"/>
                <w:snapToGrid w:val="0"/>
                <w:color w:val="000000"/>
              </w:rPr>
              <w:t>(naziv in podpis odgovorne osebe ponudnika)</w:t>
            </w:r>
          </w:p>
        </w:tc>
      </w:tr>
    </w:tbl>
    <w:p w14:paraId="51FCDD11" w14:textId="77777777" w:rsidR="00F21BED" w:rsidRDefault="00F21BED" w:rsidP="004449C9">
      <w:pPr>
        <w:widowControl w:val="0"/>
        <w:tabs>
          <w:tab w:val="left" w:pos="567"/>
          <w:tab w:val="num" w:pos="851"/>
          <w:tab w:val="left" w:pos="993"/>
        </w:tabs>
        <w:jc w:val="both"/>
        <w:rPr>
          <w:rFonts w:ascii="Open Sans" w:hAnsi="Open Sans" w:cs="Open Sans"/>
          <w:b/>
          <w:i/>
          <w:sz w:val="18"/>
          <w:szCs w:val="18"/>
        </w:rPr>
      </w:pPr>
    </w:p>
    <w:p w14:paraId="4BED12E4" w14:textId="4A5B4421" w:rsidR="00527855" w:rsidRDefault="00527855" w:rsidP="004449C9">
      <w:pPr>
        <w:widowControl w:val="0"/>
        <w:tabs>
          <w:tab w:val="left" w:pos="567"/>
          <w:tab w:val="num" w:pos="851"/>
          <w:tab w:val="left" w:pos="993"/>
        </w:tabs>
        <w:jc w:val="both"/>
        <w:rPr>
          <w:rFonts w:ascii="Open Sans" w:hAnsi="Open Sans" w:cs="Open Sans"/>
          <w:i/>
          <w:sz w:val="18"/>
          <w:szCs w:val="18"/>
        </w:rPr>
      </w:pPr>
      <w:r w:rsidRPr="00B213D1">
        <w:rPr>
          <w:rFonts w:ascii="Open Sans" w:hAnsi="Open Sans" w:cs="Open Sans"/>
          <w:b/>
          <w:i/>
          <w:sz w:val="18"/>
          <w:szCs w:val="18"/>
        </w:rPr>
        <w:t xml:space="preserve">Navodilo: </w:t>
      </w:r>
      <w:r w:rsidRPr="00B213D1">
        <w:rPr>
          <w:rFonts w:ascii="Open Sans" w:hAnsi="Open Sans" w:cs="Open Sans"/>
          <w:i/>
          <w:sz w:val="18"/>
          <w:szCs w:val="18"/>
        </w:rPr>
        <w:t>V primeru, da odda več ponudnikov skupno ponudbo, morajo razmnožen obrazec priloge 1 izpolniti vsi ponudniki – partnerji.</w:t>
      </w:r>
    </w:p>
    <w:p w14:paraId="2A518AD8" w14:textId="77777777" w:rsidR="004148B7" w:rsidRPr="00B213D1" w:rsidRDefault="004148B7" w:rsidP="004449C9">
      <w:pPr>
        <w:widowControl w:val="0"/>
        <w:tabs>
          <w:tab w:val="left" w:pos="567"/>
          <w:tab w:val="num" w:pos="851"/>
          <w:tab w:val="left" w:pos="993"/>
        </w:tabs>
        <w:jc w:val="both"/>
        <w:rPr>
          <w:rFonts w:ascii="Open Sans" w:hAnsi="Open Sans" w:cs="Open Sans"/>
          <w:i/>
          <w:sz w:val="18"/>
          <w:szCs w:val="18"/>
        </w:rPr>
      </w:pPr>
    </w:p>
    <w:p w14:paraId="76B6DEE2" w14:textId="6CB9A74B" w:rsidR="00423E28" w:rsidRDefault="00527855" w:rsidP="00B213D1">
      <w:pPr>
        <w:widowControl w:val="0"/>
        <w:tabs>
          <w:tab w:val="left" w:pos="567"/>
          <w:tab w:val="num" w:pos="851"/>
          <w:tab w:val="left" w:pos="993"/>
        </w:tabs>
        <w:jc w:val="both"/>
        <w:rPr>
          <w:rFonts w:ascii="Open Sans" w:hAnsi="Open Sans" w:cs="Open Sans"/>
          <w:i/>
          <w:sz w:val="18"/>
          <w:szCs w:val="18"/>
        </w:rPr>
      </w:pPr>
      <w:r w:rsidRPr="00B213D1">
        <w:rPr>
          <w:rFonts w:ascii="Open Sans" w:hAnsi="Open Sans" w:cs="Open Sans"/>
          <w:b/>
          <w:i/>
          <w:sz w:val="18"/>
          <w:szCs w:val="18"/>
        </w:rPr>
        <w:t xml:space="preserve">Navodilo: </w:t>
      </w:r>
      <w:r w:rsidRPr="00B213D1">
        <w:rPr>
          <w:rFonts w:ascii="Open Sans" w:hAnsi="Open Sans" w:cs="Open Sans"/>
          <w:i/>
          <w:sz w:val="18"/>
          <w:szCs w:val="18"/>
        </w:rPr>
        <w:t>Obrazec se po potrebi kopira!</w:t>
      </w:r>
    </w:p>
    <w:p w14:paraId="2953EB72" w14:textId="137C505B" w:rsidR="00F21BED" w:rsidRDefault="00F21BED" w:rsidP="00B213D1">
      <w:pPr>
        <w:widowControl w:val="0"/>
        <w:tabs>
          <w:tab w:val="left" w:pos="567"/>
          <w:tab w:val="num" w:pos="851"/>
          <w:tab w:val="left" w:pos="993"/>
        </w:tabs>
        <w:jc w:val="both"/>
        <w:rPr>
          <w:rFonts w:ascii="Open Sans" w:hAnsi="Open Sans" w:cs="Open Sans"/>
          <w:i/>
          <w:sz w:val="18"/>
          <w:szCs w:val="18"/>
        </w:rPr>
      </w:pPr>
    </w:p>
    <w:p w14:paraId="232361AB" w14:textId="154846AE" w:rsidR="00F21BED" w:rsidRDefault="00F21BED" w:rsidP="00B213D1">
      <w:pPr>
        <w:widowControl w:val="0"/>
        <w:tabs>
          <w:tab w:val="left" w:pos="567"/>
          <w:tab w:val="num" w:pos="851"/>
          <w:tab w:val="left" w:pos="993"/>
        </w:tabs>
        <w:jc w:val="both"/>
        <w:rPr>
          <w:rFonts w:ascii="Open Sans" w:hAnsi="Open Sans" w:cs="Open Sans"/>
          <w:i/>
          <w:sz w:val="18"/>
          <w:szCs w:val="18"/>
        </w:rPr>
      </w:pPr>
    </w:p>
    <w:p w14:paraId="10CC3C42" w14:textId="0630688D" w:rsidR="004148B7" w:rsidRDefault="004148B7" w:rsidP="00B213D1">
      <w:pPr>
        <w:widowControl w:val="0"/>
        <w:tabs>
          <w:tab w:val="left" w:pos="567"/>
          <w:tab w:val="num" w:pos="851"/>
          <w:tab w:val="left" w:pos="993"/>
        </w:tabs>
        <w:jc w:val="both"/>
        <w:rPr>
          <w:rFonts w:ascii="Open Sans" w:hAnsi="Open Sans" w:cs="Open Sans"/>
          <w:i/>
          <w:sz w:val="18"/>
          <w:szCs w:val="18"/>
        </w:rPr>
      </w:pPr>
    </w:p>
    <w:p w14:paraId="0A27A206" w14:textId="2D7F6785" w:rsidR="004148B7" w:rsidRDefault="004148B7" w:rsidP="00B213D1">
      <w:pPr>
        <w:widowControl w:val="0"/>
        <w:tabs>
          <w:tab w:val="left" w:pos="567"/>
          <w:tab w:val="num" w:pos="851"/>
          <w:tab w:val="left" w:pos="993"/>
        </w:tabs>
        <w:jc w:val="both"/>
        <w:rPr>
          <w:rFonts w:ascii="Open Sans" w:hAnsi="Open Sans" w:cs="Open Sans"/>
          <w:i/>
          <w:sz w:val="18"/>
          <w:szCs w:val="18"/>
        </w:rPr>
      </w:pPr>
    </w:p>
    <w:p w14:paraId="0BB31AA8" w14:textId="7112617D" w:rsidR="004148B7" w:rsidRDefault="004148B7" w:rsidP="00B213D1">
      <w:pPr>
        <w:widowControl w:val="0"/>
        <w:tabs>
          <w:tab w:val="left" w:pos="567"/>
          <w:tab w:val="num" w:pos="851"/>
          <w:tab w:val="left" w:pos="993"/>
        </w:tabs>
        <w:jc w:val="both"/>
        <w:rPr>
          <w:rFonts w:ascii="Open Sans" w:hAnsi="Open Sans" w:cs="Open Sans"/>
          <w:i/>
          <w:sz w:val="18"/>
          <w:szCs w:val="18"/>
        </w:rPr>
      </w:pPr>
    </w:p>
    <w:p w14:paraId="6932FD08" w14:textId="6422093A" w:rsidR="004148B7" w:rsidRDefault="004148B7" w:rsidP="00B213D1">
      <w:pPr>
        <w:widowControl w:val="0"/>
        <w:tabs>
          <w:tab w:val="left" w:pos="567"/>
          <w:tab w:val="num" w:pos="851"/>
          <w:tab w:val="left" w:pos="993"/>
        </w:tabs>
        <w:jc w:val="both"/>
        <w:rPr>
          <w:rFonts w:ascii="Open Sans" w:hAnsi="Open Sans" w:cs="Open Sans"/>
          <w:i/>
          <w:sz w:val="18"/>
          <w:szCs w:val="18"/>
        </w:rPr>
      </w:pPr>
    </w:p>
    <w:p w14:paraId="08C8D070" w14:textId="1AF10E6A" w:rsidR="004148B7" w:rsidRDefault="004148B7" w:rsidP="00B213D1">
      <w:pPr>
        <w:widowControl w:val="0"/>
        <w:tabs>
          <w:tab w:val="left" w:pos="567"/>
          <w:tab w:val="num" w:pos="851"/>
          <w:tab w:val="left" w:pos="993"/>
        </w:tabs>
        <w:jc w:val="both"/>
        <w:rPr>
          <w:rFonts w:ascii="Open Sans" w:hAnsi="Open Sans" w:cs="Open Sans"/>
          <w:i/>
          <w:sz w:val="18"/>
          <w:szCs w:val="18"/>
        </w:rPr>
      </w:pPr>
    </w:p>
    <w:p w14:paraId="2CC2B50D" w14:textId="44A88492" w:rsidR="004148B7" w:rsidRDefault="004148B7" w:rsidP="00B213D1">
      <w:pPr>
        <w:widowControl w:val="0"/>
        <w:tabs>
          <w:tab w:val="left" w:pos="567"/>
          <w:tab w:val="num" w:pos="851"/>
          <w:tab w:val="left" w:pos="993"/>
        </w:tabs>
        <w:jc w:val="both"/>
        <w:rPr>
          <w:rFonts w:ascii="Open Sans" w:hAnsi="Open Sans" w:cs="Open Sans"/>
          <w:i/>
          <w:sz w:val="18"/>
          <w:szCs w:val="18"/>
        </w:rPr>
      </w:pPr>
    </w:p>
    <w:p w14:paraId="0FF2AE82" w14:textId="6C1D600E" w:rsidR="004148B7" w:rsidRDefault="004148B7" w:rsidP="00B213D1">
      <w:pPr>
        <w:widowControl w:val="0"/>
        <w:tabs>
          <w:tab w:val="left" w:pos="567"/>
          <w:tab w:val="num" w:pos="851"/>
          <w:tab w:val="left" w:pos="993"/>
        </w:tabs>
        <w:jc w:val="both"/>
        <w:rPr>
          <w:rFonts w:ascii="Open Sans" w:hAnsi="Open Sans" w:cs="Open Sans"/>
          <w:i/>
          <w:sz w:val="18"/>
          <w:szCs w:val="18"/>
        </w:rPr>
      </w:pPr>
    </w:p>
    <w:p w14:paraId="3DFAE715" w14:textId="5D7FDCFB" w:rsidR="004148B7" w:rsidRDefault="004148B7" w:rsidP="00B213D1">
      <w:pPr>
        <w:widowControl w:val="0"/>
        <w:tabs>
          <w:tab w:val="left" w:pos="567"/>
          <w:tab w:val="num" w:pos="851"/>
          <w:tab w:val="left" w:pos="993"/>
        </w:tabs>
        <w:jc w:val="both"/>
        <w:rPr>
          <w:rFonts w:ascii="Open Sans" w:hAnsi="Open Sans" w:cs="Open Sans"/>
          <w:i/>
          <w:sz w:val="18"/>
          <w:szCs w:val="18"/>
        </w:rPr>
      </w:pPr>
    </w:p>
    <w:p w14:paraId="0D4D668C" w14:textId="6D63C8C5" w:rsidR="004148B7" w:rsidRDefault="004148B7" w:rsidP="00B213D1">
      <w:pPr>
        <w:widowControl w:val="0"/>
        <w:tabs>
          <w:tab w:val="left" w:pos="567"/>
          <w:tab w:val="num" w:pos="851"/>
          <w:tab w:val="left" w:pos="993"/>
        </w:tabs>
        <w:jc w:val="both"/>
        <w:rPr>
          <w:rFonts w:ascii="Open Sans" w:hAnsi="Open Sans" w:cs="Open Sans"/>
          <w:i/>
          <w:sz w:val="18"/>
          <w:szCs w:val="18"/>
        </w:rPr>
      </w:pPr>
    </w:p>
    <w:p w14:paraId="281A2B73" w14:textId="0F019440" w:rsidR="004148B7" w:rsidRDefault="004148B7" w:rsidP="00B213D1">
      <w:pPr>
        <w:widowControl w:val="0"/>
        <w:tabs>
          <w:tab w:val="left" w:pos="567"/>
          <w:tab w:val="num" w:pos="851"/>
          <w:tab w:val="left" w:pos="993"/>
        </w:tabs>
        <w:jc w:val="both"/>
        <w:rPr>
          <w:rFonts w:ascii="Open Sans" w:hAnsi="Open Sans" w:cs="Open Sans"/>
          <w:i/>
          <w:sz w:val="18"/>
          <w:szCs w:val="18"/>
        </w:rPr>
      </w:pPr>
    </w:p>
    <w:p w14:paraId="4AA11AF0" w14:textId="2193522A" w:rsidR="004148B7" w:rsidRDefault="004148B7" w:rsidP="00B213D1">
      <w:pPr>
        <w:widowControl w:val="0"/>
        <w:tabs>
          <w:tab w:val="left" w:pos="567"/>
          <w:tab w:val="num" w:pos="851"/>
          <w:tab w:val="left" w:pos="993"/>
        </w:tabs>
        <w:jc w:val="both"/>
        <w:rPr>
          <w:rFonts w:ascii="Open Sans" w:hAnsi="Open Sans" w:cs="Open Sans"/>
          <w:i/>
          <w:sz w:val="18"/>
          <w:szCs w:val="18"/>
        </w:rPr>
      </w:pPr>
    </w:p>
    <w:p w14:paraId="2BC3DB18" w14:textId="13B8E649" w:rsidR="004148B7" w:rsidRDefault="004148B7" w:rsidP="00B213D1">
      <w:pPr>
        <w:widowControl w:val="0"/>
        <w:tabs>
          <w:tab w:val="left" w:pos="567"/>
          <w:tab w:val="num" w:pos="851"/>
          <w:tab w:val="left" w:pos="993"/>
        </w:tabs>
        <w:jc w:val="both"/>
        <w:rPr>
          <w:rFonts w:ascii="Open Sans" w:hAnsi="Open Sans" w:cs="Open Sans"/>
          <w:i/>
          <w:sz w:val="18"/>
          <w:szCs w:val="18"/>
        </w:rPr>
      </w:pPr>
    </w:p>
    <w:p w14:paraId="37674BB2" w14:textId="10CFC8F4" w:rsidR="004148B7" w:rsidRDefault="004148B7" w:rsidP="00B213D1">
      <w:pPr>
        <w:widowControl w:val="0"/>
        <w:tabs>
          <w:tab w:val="left" w:pos="567"/>
          <w:tab w:val="num" w:pos="851"/>
          <w:tab w:val="left" w:pos="993"/>
        </w:tabs>
        <w:jc w:val="both"/>
        <w:rPr>
          <w:rFonts w:ascii="Open Sans" w:hAnsi="Open Sans" w:cs="Open Sans"/>
          <w:i/>
          <w:sz w:val="18"/>
          <w:szCs w:val="18"/>
        </w:rPr>
      </w:pPr>
    </w:p>
    <w:p w14:paraId="0E5CF197" w14:textId="1EACE322" w:rsidR="004148B7" w:rsidRDefault="004148B7" w:rsidP="00B213D1">
      <w:pPr>
        <w:widowControl w:val="0"/>
        <w:tabs>
          <w:tab w:val="left" w:pos="567"/>
          <w:tab w:val="num" w:pos="851"/>
          <w:tab w:val="left" w:pos="993"/>
        </w:tabs>
        <w:jc w:val="both"/>
        <w:rPr>
          <w:rFonts w:ascii="Open Sans" w:hAnsi="Open Sans" w:cs="Open Sans"/>
          <w:i/>
          <w:sz w:val="18"/>
          <w:szCs w:val="18"/>
        </w:rPr>
      </w:pPr>
    </w:p>
    <w:p w14:paraId="69924872" w14:textId="2BF226FD" w:rsidR="004148B7" w:rsidRDefault="004148B7" w:rsidP="00B213D1">
      <w:pPr>
        <w:widowControl w:val="0"/>
        <w:tabs>
          <w:tab w:val="left" w:pos="567"/>
          <w:tab w:val="num" w:pos="851"/>
          <w:tab w:val="left" w:pos="993"/>
        </w:tabs>
        <w:jc w:val="both"/>
        <w:rPr>
          <w:rFonts w:ascii="Open Sans" w:hAnsi="Open Sans" w:cs="Open Sans"/>
          <w:i/>
          <w:sz w:val="18"/>
          <w:szCs w:val="18"/>
        </w:rPr>
      </w:pPr>
    </w:p>
    <w:p w14:paraId="03CE8F21" w14:textId="2655A8F3" w:rsidR="004148B7" w:rsidRDefault="004148B7" w:rsidP="00B213D1">
      <w:pPr>
        <w:widowControl w:val="0"/>
        <w:tabs>
          <w:tab w:val="left" w:pos="567"/>
          <w:tab w:val="num" w:pos="851"/>
          <w:tab w:val="left" w:pos="993"/>
        </w:tabs>
        <w:jc w:val="both"/>
        <w:rPr>
          <w:rFonts w:ascii="Open Sans" w:hAnsi="Open Sans" w:cs="Open Sans"/>
          <w:i/>
          <w:sz w:val="18"/>
          <w:szCs w:val="18"/>
        </w:rPr>
      </w:pPr>
    </w:p>
    <w:p w14:paraId="3F3F4273" w14:textId="78E51D40" w:rsidR="004148B7" w:rsidRDefault="004148B7" w:rsidP="00B213D1">
      <w:pPr>
        <w:widowControl w:val="0"/>
        <w:tabs>
          <w:tab w:val="left" w:pos="567"/>
          <w:tab w:val="num" w:pos="851"/>
          <w:tab w:val="left" w:pos="993"/>
        </w:tabs>
        <w:jc w:val="both"/>
        <w:rPr>
          <w:rFonts w:ascii="Open Sans" w:hAnsi="Open Sans" w:cs="Open Sans"/>
          <w:i/>
          <w:sz w:val="18"/>
          <w:szCs w:val="18"/>
        </w:rPr>
      </w:pPr>
    </w:p>
    <w:p w14:paraId="08A01A89" w14:textId="0126BE09" w:rsidR="004148B7" w:rsidRDefault="004148B7" w:rsidP="00B213D1">
      <w:pPr>
        <w:widowControl w:val="0"/>
        <w:tabs>
          <w:tab w:val="left" w:pos="567"/>
          <w:tab w:val="num" w:pos="851"/>
          <w:tab w:val="left" w:pos="993"/>
        </w:tabs>
        <w:jc w:val="both"/>
        <w:rPr>
          <w:rFonts w:ascii="Open Sans" w:hAnsi="Open Sans" w:cs="Open Sans"/>
          <w:i/>
          <w:sz w:val="18"/>
          <w:szCs w:val="18"/>
        </w:rPr>
      </w:pPr>
    </w:p>
    <w:p w14:paraId="4654FE97" w14:textId="45B7BDD9" w:rsidR="004148B7" w:rsidRDefault="004148B7" w:rsidP="00B213D1">
      <w:pPr>
        <w:widowControl w:val="0"/>
        <w:tabs>
          <w:tab w:val="left" w:pos="567"/>
          <w:tab w:val="num" w:pos="851"/>
          <w:tab w:val="left" w:pos="993"/>
        </w:tabs>
        <w:jc w:val="both"/>
        <w:rPr>
          <w:rFonts w:ascii="Open Sans" w:hAnsi="Open Sans" w:cs="Open Sans"/>
          <w:i/>
          <w:sz w:val="18"/>
          <w:szCs w:val="18"/>
        </w:rPr>
      </w:pPr>
    </w:p>
    <w:p w14:paraId="34FB0EB7" w14:textId="1E705701" w:rsidR="004148B7" w:rsidRDefault="004148B7" w:rsidP="00B213D1">
      <w:pPr>
        <w:widowControl w:val="0"/>
        <w:tabs>
          <w:tab w:val="left" w:pos="567"/>
          <w:tab w:val="num" w:pos="851"/>
          <w:tab w:val="left" w:pos="993"/>
        </w:tabs>
        <w:jc w:val="both"/>
        <w:rPr>
          <w:rFonts w:ascii="Open Sans" w:hAnsi="Open Sans" w:cs="Open Sans"/>
          <w:i/>
          <w:sz w:val="18"/>
          <w:szCs w:val="18"/>
        </w:rPr>
      </w:pPr>
    </w:p>
    <w:p w14:paraId="56C670A4" w14:textId="15DC3506" w:rsidR="004148B7" w:rsidRDefault="004148B7" w:rsidP="00B213D1">
      <w:pPr>
        <w:widowControl w:val="0"/>
        <w:tabs>
          <w:tab w:val="left" w:pos="567"/>
          <w:tab w:val="num" w:pos="851"/>
          <w:tab w:val="left" w:pos="993"/>
        </w:tabs>
        <w:jc w:val="both"/>
        <w:rPr>
          <w:rFonts w:ascii="Open Sans" w:hAnsi="Open Sans" w:cs="Open Sans"/>
          <w:i/>
          <w:sz w:val="18"/>
          <w:szCs w:val="18"/>
        </w:rPr>
      </w:pPr>
    </w:p>
    <w:p w14:paraId="3BEADACE" w14:textId="3BD8F072" w:rsidR="004148B7" w:rsidRDefault="004148B7" w:rsidP="00B213D1">
      <w:pPr>
        <w:widowControl w:val="0"/>
        <w:tabs>
          <w:tab w:val="left" w:pos="567"/>
          <w:tab w:val="num" w:pos="851"/>
          <w:tab w:val="left" w:pos="993"/>
        </w:tabs>
        <w:jc w:val="both"/>
        <w:rPr>
          <w:rFonts w:ascii="Open Sans" w:hAnsi="Open Sans" w:cs="Open Sans"/>
          <w:i/>
          <w:sz w:val="18"/>
          <w:szCs w:val="18"/>
        </w:rPr>
      </w:pPr>
    </w:p>
    <w:p w14:paraId="0C8D1691" w14:textId="1BA7614A" w:rsidR="004148B7" w:rsidRDefault="004148B7" w:rsidP="00B213D1">
      <w:pPr>
        <w:widowControl w:val="0"/>
        <w:tabs>
          <w:tab w:val="left" w:pos="567"/>
          <w:tab w:val="num" w:pos="851"/>
          <w:tab w:val="left" w:pos="993"/>
        </w:tabs>
        <w:jc w:val="both"/>
        <w:rPr>
          <w:rFonts w:ascii="Open Sans" w:hAnsi="Open Sans" w:cs="Open Sans"/>
          <w:i/>
          <w:sz w:val="18"/>
          <w:szCs w:val="18"/>
        </w:rPr>
      </w:pPr>
    </w:p>
    <w:p w14:paraId="7F4C1897" w14:textId="2558485A" w:rsidR="004148B7" w:rsidRDefault="004148B7" w:rsidP="00B213D1">
      <w:pPr>
        <w:widowControl w:val="0"/>
        <w:tabs>
          <w:tab w:val="left" w:pos="567"/>
          <w:tab w:val="num" w:pos="851"/>
          <w:tab w:val="left" w:pos="993"/>
        </w:tabs>
        <w:jc w:val="both"/>
        <w:rPr>
          <w:rFonts w:ascii="Open Sans" w:hAnsi="Open Sans" w:cs="Open Sans"/>
          <w:i/>
          <w:sz w:val="18"/>
          <w:szCs w:val="18"/>
        </w:rPr>
      </w:pPr>
    </w:p>
    <w:p w14:paraId="46DC62F6" w14:textId="0FCD4F09" w:rsidR="004148B7" w:rsidRDefault="004148B7" w:rsidP="00B213D1">
      <w:pPr>
        <w:widowControl w:val="0"/>
        <w:tabs>
          <w:tab w:val="left" w:pos="567"/>
          <w:tab w:val="num" w:pos="851"/>
          <w:tab w:val="left" w:pos="993"/>
        </w:tabs>
        <w:jc w:val="both"/>
        <w:rPr>
          <w:rFonts w:ascii="Open Sans" w:hAnsi="Open Sans" w:cs="Open Sans"/>
          <w:i/>
          <w:sz w:val="18"/>
          <w:szCs w:val="18"/>
        </w:rPr>
      </w:pPr>
    </w:p>
    <w:p w14:paraId="525DD3AD" w14:textId="748E71A8" w:rsidR="004148B7" w:rsidRDefault="004148B7" w:rsidP="00B213D1">
      <w:pPr>
        <w:widowControl w:val="0"/>
        <w:tabs>
          <w:tab w:val="left" w:pos="567"/>
          <w:tab w:val="num" w:pos="851"/>
          <w:tab w:val="left" w:pos="993"/>
        </w:tabs>
        <w:jc w:val="both"/>
        <w:rPr>
          <w:rFonts w:ascii="Open Sans" w:hAnsi="Open Sans" w:cs="Open Sans"/>
          <w:i/>
          <w:sz w:val="18"/>
          <w:szCs w:val="18"/>
        </w:rPr>
      </w:pPr>
    </w:p>
    <w:p w14:paraId="17AB23C2" w14:textId="1B878858" w:rsidR="004148B7" w:rsidRDefault="004148B7" w:rsidP="00B213D1">
      <w:pPr>
        <w:widowControl w:val="0"/>
        <w:tabs>
          <w:tab w:val="left" w:pos="567"/>
          <w:tab w:val="num" w:pos="851"/>
          <w:tab w:val="left" w:pos="993"/>
        </w:tabs>
        <w:jc w:val="both"/>
        <w:rPr>
          <w:rFonts w:ascii="Open Sans" w:hAnsi="Open Sans" w:cs="Open Sans"/>
          <w:i/>
          <w:sz w:val="18"/>
          <w:szCs w:val="18"/>
        </w:rPr>
      </w:pPr>
    </w:p>
    <w:p w14:paraId="39865AA8" w14:textId="7250ABD4" w:rsidR="004148B7" w:rsidRDefault="004148B7" w:rsidP="00B213D1">
      <w:pPr>
        <w:widowControl w:val="0"/>
        <w:tabs>
          <w:tab w:val="left" w:pos="567"/>
          <w:tab w:val="num" w:pos="851"/>
          <w:tab w:val="left" w:pos="993"/>
        </w:tabs>
        <w:jc w:val="both"/>
        <w:rPr>
          <w:rFonts w:ascii="Open Sans" w:hAnsi="Open Sans" w:cs="Open Sans"/>
          <w:i/>
          <w:sz w:val="18"/>
          <w:szCs w:val="18"/>
        </w:rPr>
      </w:pPr>
    </w:p>
    <w:p w14:paraId="1BDCEB30" w14:textId="05375DFE" w:rsidR="004148B7" w:rsidRDefault="004148B7" w:rsidP="00B213D1">
      <w:pPr>
        <w:widowControl w:val="0"/>
        <w:tabs>
          <w:tab w:val="left" w:pos="567"/>
          <w:tab w:val="num" w:pos="851"/>
          <w:tab w:val="left" w:pos="993"/>
        </w:tabs>
        <w:jc w:val="both"/>
        <w:rPr>
          <w:rFonts w:ascii="Open Sans" w:hAnsi="Open Sans" w:cs="Open Sans"/>
          <w:i/>
          <w:sz w:val="18"/>
          <w:szCs w:val="18"/>
        </w:rPr>
      </w:pPr>
    </w:p>
    <w:p w14:paraId="381D8CAD" w14:textId="60AA938D" w:rsidR="004148B7" w:rsidRDefault="004148B7" w:rsidP="00B213D1">
      <w:pPr>
        <w:widowControl w:val="0"/>
        <w:tabs>
          <w:tab w:val="left" w:pos="567"/>
          <w:tab w:val="num" w:pos="851"/>
          <w:tab w:val="left" w:pos="993"/>
        </w:tabs>
        <w:jc w:val="both"/>
        <w:rPr>
          <w:rFonts w:ascii="Open Sans" w:hAnsi="Open Sans" w:cs="Open Sans"/>
          <w:i/>
          <w:sz w:val="18"/>
          <w:szCs w:val="18"/>
        </w:rPr>
      </w:pPr>
    </w:p>
    <w:p w14:paraId="0AEB65BD" w14:textId="03AAAB27" w:rsidR="004148B7" w:rsidRDefault="004148B7" w:rsidP="00B213D1">
      <w:pPr>
        <w:widowControl w:val="0"/>
        <w:tabs>
          <w:tab w:val="left" w:pos="567"/>
          <w:tab w:val="num" w:pos="851"/>
          <w:tab w:val="left" w:pos="993"/>
        </w:tabs>
        <w:jc w:val="both"/>
        <w:rPr>
          <w:rFonts w:ascii="Open Sans" w:hAnsi="Open Sans" w:cs="Open Sans"/>
          <w:i/>
          <w:sz w:val="18"/>
          <w:szCs w:val="18"/>
        </w:rPr>
      </w:pPr>
    </w:p>
    <w:p w14:paraId="4574A014" w14:textId="262DFFDA" w:rsidR="004148B7" w:rsidRDefault="004148B7" w:rsidP="00B213D1">
      <w:pPr>
        <w:widowControl w:val="0"/>
        <w:tabs>
          <w:tab w:val="left" w:pos="567"/>
          <w:tab w:val="num" w:pos="851"/>
          <w:tab w:val="left" w:pos="993"/>
        </w:tabs>
        <w:jc w:val="both"/>
        <w:rPr>
          <w:rFonts w:ascii="Open Sans" w:hAnsi="Open Sans" w:cs="Open Sans"/>
          <w:i/>
          <w:sz w:val="18"/>
          <w:szCs w:val="18"/>
        </w:rPr>
      </w:pPr>
    </w:p>
    <w:p w14:paraId="4DBD06D7" w14:textId="67BC4C3B" w:rsidR="004148B7" w:rsidRDefault="004148B7" w:rsidP="00B213D1">
      <w:pPr>
        <w:widowControl w:val="0"/>
        <w:tabs>
          <w:tab w:val="left" w:pos="567"/>
          <w:tab w:val="num" w:pos="851"/>
          <w:tab w:val="left" w:pos="993"/>
        </w:tabs>
        <w:jc w:val="both"/>
        <w:rPr>
          <w:rFonts w:ascii="Open Sans" w:hAnsi="Open Sans" w:cs="Open Sans"/>
          <w:i/>
          <w:sz w:val="18"/>
          <w:szCs w:val="18"/>
        </w:rPr>
      </w:pPr>
    </w:p>
    <w:p w14:paraId="3DC56360" w14:textId="588241F3" w:rsidR="004148B7" w:rsidRDefault="004148B7" w:rsidP="00B213D1">
      <w:pPr>
        <w:widowControl w:val="0"/>
        <w:tabs>
          <w:tab w:val="left" w:pos="567"/>
          <w:tab w:val="num" w:pos="851"/>
          <w:tab w:val="left" w:pos="993"/>
        </w:tabs>
        <w:jc w:val="both"/>
        <w:rPr>
          <w:rFonts w:ascii="Open Sans" w:hAnsi="Open Sans" w:cs="Open Sans"/>
          <w:i/>
          <w:sz w:val="18"/>
          <w:szCs w:val="18"/>
        </w:rPr>
      </w:pPr>
    </w:p>
    <w:p w14:paraId="1828EC95" w14:textId="7508D9C8" w:rsidR="004148B7" w:rsidRDefault="004148B7" w:rsidP="00B213D1">
      <w:pPr>
        <w:widowControl w:val="0"/>
        <w:tabs>
          <w:tab w:val="left" w:pos="567"/>
          <w:tab w:val="num" w:pos="851"/>
          <w:tab w:val="left" w:pos="993"/>
        </w:tabs>
        <w:jc w:val="both"/>
        <w:rPr>
          <w:rFonts w:ascii="Open Sans" w:hAnsi="Open Sans" w:cs="Open Sans"/>
          <w:i/>
          <w:sz w:val="18"/>
          <w:szCs w:val="18"/>
        </w:rPr>
      </w:pPr>
    </w:p>
    <w:p w14:paraId="6F97BCB3" w14:textId="2B2F005C" w:rsidR="004148B7" w:rsidRDefault="004148B7" w:rsidP="00B213D1">
      <w:pPr>
        <w:widowControl w:val="0"/>
        <w:tabs>
          <w:tab w:val="left" w:pos="567"/>
          <w:tab w:val="num" w:pos="851"/>
          <w:tab w:val="left" w:pos="993"/>
        </w:tabs>
        <w:jc w:val="both"/>
        <w:rPr>
          <w:rFonts w:ascii="Open Sans" w:hAnsi="Open Sans" w:cs="Open Sans"/>
          <w:i/>
          <w:sz w:val="18"/>
          <w:szCs w:val="18"/>
        </w:rPr>
      </w:pPr>
    </w:p>
    <w:p w14:paraId="452DA176" w14:textId="0298161F" w:rsidR="004148B7" w:rsidRDefault="004148B7" w:rsidP="00B213D1">
      <w:pPr>
        <w:widowControl w:val="0"/>
        <w:tabs>
          <w:tab w:val="left" w:pos="567"/>
          <w:tab w:val="num" w:pos="851"/>
          <w:tab w:val="left" w:pos="993"/>
        </w:tabs>
        <w:jc w:val="both"/>
        <w:rPr>
          <w:rFonts w:ascii="Open Sans" w:hAnsi="Open Sans" w:cs="Open Sans"/>
          <w:i/>
          <w:sz w:val="18"/>
          <w:szCs w:val="18"/>
        </w:rPr>
      </w:pPr>
    </w:p>
    <w:p w14:paraId="1F95461B" w14:textId="3CAF3F0C" w:rsidR="004148B7" w:rsidRDefault="004148B7" w:rsidP="00B213D1">
      <w:pPr>
        <w:widowControl w:val="0"/>
        <w:tabs>
          <w:tab w:val="left" w:pos="567"/>
          <w:tab w:val="num" w:pos="851"/>
          <w:tab w:val="left" w:pos="993"/>
        </w:tabs>
        <w:jc w:val="both"/>
        <w:rPr>
          <w:rFonts w:ascii="Open Sans" w:hAnsi="Open Sans" w:cs="Open Sans"/>
          <w:i/>
          <w:sz w:val="18"/>
          <w:szCs w:val="18"/>
        </w:rPr>
      </w:pPr>
    </w:p>
    <w:p w14:paraId="2A12738C" w14:textId="20E78094" w:rsidR="004148B7" w:rsidRDefault="004148B7" w:rsidP="00B213D1">
      <w:pPr>
        <w:widowControl w:val="0"/>
        <w:tabs>
          <w:tab w:val="left" w:pos="567"/>
          <w:tab w:val="num" w:pos="851"/>
          <w:tab w:val="left" w:pos="993"/>
        </w:tabs>
        <w:jc w:val="both"/>
        <w:rPr>
          <w:rFonts w:ascii="Open Sans" w:hAnsi="Open Sans" w:cs="Open Sans"/>
          <w:i/>
          <w:sz w:val="18"/>
          <w:szCs w:val="18"/>
        </w:rPr>
      </w:pPr>
    </w:p>
    <w:p w14:paraId="6C3C6283" w14:textId="639C36FF" w:rsidR="004148B7" w:rsidRDefault="004148B7" w:rsidP="00B213D1">
      <w:pPr>
        <w:widowControl w:val="0"/>
        <w:tabs>
          <w:tab w:val="left" w:pos="567"/>
          <w:tab w:val="num" w:pos="851"/>
          <w:tab w:val="left" w:pos="993"/>
        </w:tabs>
        <w:jc w:val="both"/>
        <w:rPr>
          <w:rFonts w:ascii="Open Sans" w:hAnsi="Open Sans" w:cs="Open Sans"/>
          <w:i/>
          <w:sz w:val="18"/>
          <w:szCs w:val="18"/>
        </w:rPr>
      </w:pPr>
    </w:p>
    <w:p w14:paraId="7AF6B4C4" w14:textId="6581C520" w:rsidR="004148B7" w:rsidRDefault="004148B7" w:rsidP="00B213D1">
      <w:pPr>
        <w:widowControl w:val="0"/>
        <w:tabs>
          <w:tab w:val="left" w:pos="567"/>
          <w:tab w:val="num" w:pos="851"/>
          <w:tab w:val="left" w:pos="993"/>
        </w:tabs>
        <w:jc w:val="both"/>
        <w:rPr>
          <w:rFonts w:ascii="Open Sans" w:hAnsi="Open Sans" w:cs="Open Sans"/>
          <w:i/>
          <w:sz w:val="18"/>
          <w:szCs w:val="18"/>
        </w:rPr>
      </w:pPr>
    </w:p>
    <w:p w14:paraId="3E745BA1" w14:textId="10EC04C3" w:rsidR="004148B7" w:rsidRDefault="004148B7" w:rsidP="00B213D1">
      <w:pPr>
        <w:widowControl w:val="0"/>
        <w:tabs>
          <w:tab w:val="left" w:pos="567"/>
          <w:tab w:val="num" w:pos="851"/>
          <w:tab w:val="left" w:pos="993"/>
        </w:tabs>
        <w:jc w:val="both"/>
        <w:rPr>
          <w:rFonts w:ascii="Open Sans" w:hAnsi="Open Sans" w:cs="Open Sans"/>
          <w:i/>
          <w:sz w:val="18"/>
          <w:szCs w:val="18"/>
        </w:rPr>
      </w:pPr>
    </w:p>
    <w:p w14:paraId="497F5513" w14:textId="34EFA87F" w:rsidR="004148B7" w:rsidRDefault="004148B7" w:rsidP="00B213D1">
      <w:pPr>
        <w:widowControl w:val="0"/>
        <w:tabs>
          <w:tab w:val="left" w:pos="567"/>
          <w:tab w:val="num" w:pos="851"/>
          <w:tab w:val="left" w:pos="993"/>
        </w:tabs>
        <w:jc w:val="both"/>
        <w:rPr>
          <w:rFonts w:ascii="Open Sans" w:hAnsi="Open Sans" w:cs="Open Sans"/>
          <w:i/>
          <w:sz w:val="18"/>
          <w:szCs w:val="18"/>
        </w:rPr>
      </w:pPr>
    </w:p>
    <w:p w14:paraId="691FEDDF" w14:textId="08F566C5" w:rsidR="004148B7" w:rsidRDefault="004148B7" w:rsidP="00B213D1">
      <w:pPr>
        <w:widowControl w:val="0"/>
        <w:tabs>
          <w:tab w:val="left" w:pos="567"/>
          <w:tab w:val="num" w:pos="851"/>
          <w:tab w:val="left" w:pos="993"/>
        </w:tabs>
        <w:jc w:val="both"/>
        <w:rPr>
          <w:rFonts w:ascii="Open Sans" w:hAnsi="Open Sans" w:cs="Open Sans"/>
          <w:i/>
          <w:sz w:val="18"/>
          <w:szCs w:val="18"/>
        </w:rPr>
      </w:pPr>
    </w:p>
    <w:p w14:paraId="4974567A" w14:textId="0F266808" w:rsidR="004148B7" w:rsidRDefault="004148B7" w:rsidP="00B213D1">
      <w:pPr>
        <w:widowControl w:val="0"/>
        <w:tabs>
          <w:tab w:val="left" w:pos="567"/>
          <w:tab w:val="num" w:pos="851"/>
          <w:tab w:val="left" w:pos="993"/>
        </w:tabs>
        <w:jc w:val="both"/>
        <w:rPr>
          <w:rFonts w:ascii="Open Sans" w:hAnsi="Open Sans" w:cs="Open Sans"/>
          <w:i/>
          <w:sz w:val="18"/>
          <w:szCs w:val="18"/>
        </w:rPr>
      </w:pPr>
    </w:p>
    <w:p w14:paraId="4F71A8FD" w14:textId="566CC095" w:rsidR="004148B7" w:rsidRDefault="004148B7" w:rsidP="00B213D1">
      <w:pPr>
        <w:widowControl w:val="0"/>
        <w:tabs>
          <w:tab w:val="left" w:pos="567"/>
          <w:tab w:val="num" w:pos="851"/>
          <w:tab w:val="left" w:pos="993"/>
        </w:tabs>
        <w:jc w:val="both"/>
        <w:rPr>
          <w:rFonts w:ascii="Open Sans" w:hAnsi="Open Sans" w:cs="Open Sans"/>
          <w:i/>
          <w:sz w:val="18"/>
          <w:szCs w:val="18"/>
        </w:rPr>
      </w:pPr>
    </w:p>
    <w:p w14:paraId="252509B1" w14:textId="18F1A4EB" w:rsidR="004148B7" w:rsidRDefault="004148B7" w:rsidP="00B213D1">
      <w:pPr>
        <w:widowControl w:val="0"/>
        <w:tabs>
          <w:tab w:val="left" w:pos="567"/>
          <w:tab w:val="num" w:pos="851"/>
          <w:tab w:val="left" w:pos="993"/>
        </w:tabs>
        <w:jc w:val="both"/>
        <w:rPr>
          <w:rFonts w:ascii="Open Sans" w:hAnsi="Open Sans" w:cs="Open Sans"/>
          <w:i/>
          <w:sz w:val="18"/>
          <w:szCs w:val="18"/>
        </w:rPr>
      </w:pPr>
    </w:p>
    <w:p w14:paraId="09508824" w14:textId="71838C77" w:rsidR="004148B7" w:rsidRDefault="004148B7" w:rsidP="00B213D1">
      <w:pPr>
        <w:widowControl w:val="0"/>
        <w:tabs>
          <w:tab w:val="left" w:pos="567"/>
          <w:tab w:val="num" w:pos="851"/>
          <w:tab w:val="left" w:pos="993"/>
        </w:tabs>
        <w:jc w:val="both"/>
        <w:rPr>
          <w:rFonts w:ascii="Open Sans" w:hAnsi="Open Sans" w:cs="Open Sans"/>
          <w:i/>
          <w:sz w:val="18"/>
          <w:szCs w:val="18"/>
        </w:rPr>
      </w:pPr>
    </w:p>
    <w:p w14:paraId="5EB0A4B2" w14:textId="77777777" w:rsidR="004148B7" w:rsidRDefault="004148B7" w:rsidP="00B213D1">
      <w:pPr>
        <w:widowControl w:val="0"/>
        <w:tabs>
          <w:tab w:val="left" w:pos="567"/>
          <w:tab w:val="num" w:pos="851"/>
          <w:tab w:val="left" w:pos="993"/>
        </w:tabs>
        <w:jc w:val="both"/>
        <w:rPr>
          <w:rFonts w:ascii="Open Sans" w:hAnsi="Open Sans" w:cs="Open Sans"/>
          <w:i/>
          <w:sz w:val="18"/>
          <w:szCs w:val="18"/>
        </w:rPr>
      </w:pPr>
    </w:p>
    <w:p w14:paraId="50AC741B" w14:textId="77777777" w:rsidR="00FA4D41" w:rsidRPr="00FD240D" w:rsidRDefault="00FA4D41" w:rsidP="004449C9">
      <w:pPr>
        <w:widowControl w:val="0"/>
        <w:tabs>
          <w:tab w:val="left" w:pos="567"/>
          <w:tab w:val="num" w:pos="851"/>
          <w:tab w:val="left" w:pos="993"/>
        </w:tabs>
        <w:jc w:val="both"/>
        <w:rPr>
          <w:rFonts w:ascii="Open Sans" w:hAnsi="Open Sans" w:cs="Open Sans"/>
          <w:b/>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C30D3D" w:rsidRPr="00FD240D" w14:paraId="0BB7D33C" w14:textId="77777777" w:rsidTr="00EF15C1">
        <w:tc>
          <w:tcPr>
            <w:tcW w:w="8080" w:type="dxa"/>
            <w:tcBorders>
              <w:top w:val="single" w:sz="4" w:space="0" w:color="auto"/>
              <w:bottom w:val="single" w:sz="4" w:space="0" w:color="auto"/>
            </w:tcBorders>
          </w:tcPr>
          <w:p w14:paraId="3BB088F7" w14:textId="77777777" w:rsidR="00C30D3D" w:rsidRPr="00FD240D" w:rsidRDefault="00C30D3D" w:rsidP="004449C9">
            <w:pPr>
              <w:widowControl w:val="0"/>
              <w:jc w:val="both"/>
              <w:rPr>
                <w:rFonts w:ascii="Open Sans" w:hAnsi="Open Sans" w:cs="Open Sans"/>
              </w:rPr>
            </w:pPr>
            <w:r w:rsidRPr="00FD240D">
              <w:rPr>
                <w:rFonts w:ascii="Open Sans" w:hAnsi="Open Sans" w:cs="Open Sans"/>
              </w:rPr>
              <w:lastRenderedPageBreak/>
              <w:br w:type="page"/>
            </w:r>
            <w:r w:rsidRPr="00FD240D">
              <w:rPr>
                <w:rFonts w:ascii="Open Sans" w:hAnsi="Open Sans" w:cs="Open Sans"/>
                <w:i/>
              </w:rPr>
              <w:br w:type="page"/>
            </w:r>
            <w:r w:rsidRPr="00FD240D">
              <w:rPr>
                <w:rFonts w:ascii="Open Sans" w:hAnsi="Open Sans" w:cs="Open Sans"/>
                <w:b/>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t xml:space="preserve">PONUDBA </w:t>
            </w:r>
          </w:p>
        </w:tc>
        <w:tc>
          <w:tcPr>
            <w:tcW w:w="1418" w:type="dxa"/>
            <w:tcBorders>
              <w:top w:val="single" w:sz="4" w:space="0" w:color="auto"/>
              <w:bottom w:val="single" w:sz="4" w:space="0" w:color="auto"/>
            </w:tcBorders>
          </w:tcPr>
          <w:p w14:paraId="7E833C93" w14:textId="77777777" w:rsidR="00C30D3D" w:rsidRPr="00FD240D" w:rsidRDefault="00C30D3D" w:rsidP="004449C9">
            <w:pPr>
              <w:widowControl w:val="0"/>
              <w:jc w:val="both"/>
              <w:rPr>
                <w:rFonts w:ascii="Open Sans" w:hAnsi="Open Sans" w:cs="Open Sans"/>
                <w:b/>
                <w:bCs/>
                <w:i/>
                <w:iCs/>
              </w:rPr>
            </w:pPr>
            <w:r w:rsidRPr="00FD240D">
              <w:rPr>
                <w:rFonts w:ascii="Open Sans" w:hAnsi="Open Sans" w:cs="Open Sans"/>
                <w:b/>
                <w:bCs/>
                <w:i/>
                <w:iCs/>
              </w:rPr>
              <w:t>Priloga 2</w:t>
            </w:r>
          </w:p>
        </w:tc>
      </w:tr>
    </w:tbl>
    <w:p w14:paraId="262F53C7" w14:textId="6CA81F40" w:rsidR="00C30D3D" w:rsidRPr="00FD240D" w:rsidRDefault="00C30D3D" w:rsidP="004449C9">
      <w:pPr>
        <w:widowControl w:val="0"/>
        <w:jc w:val="both"/>
        <w:rPr>
          <w:rFonts w:ascii="Open Sans" w:hAnsi="Open Sans" w:cs="Open Sans"/>
          <w:b/>
          <w:bCs/>
          <w:highlight w:val="yellow"/>
        </w:rPr>
      </w:pPr>
    </w:p>
    <w:p w14:paraId="00ADCEDE" w14:textId="4F80E981" w:rsidR="00C30D3D" w:rsidRPr="00FD240D" w:rsidRDefault="00C30D3D" w:rsidP="004449C9">
      <w:pPr>
        <w:widowControl w:val="0"/>
        <w:jc w:val="both"/>
        <w:rPr>
          <w:rFonts w:ascii="Open Sans" w:hAnsi="Open Sans" w:cs="Open Sans"/>
        </w:rPr>
      </w:pPr>
      <w:r w:rsidRPr="00FD240D">
        <w:rPr>
          <w:rFonts w:ascii="Open Sans" w:hAnsi="Open Sans" w:cs="Open Sans"/>
        </w:rPr>
        <w:t>PONUDBA št. _______</w:t>
      </w:r>
      <w:r w:rsidR="00947FA4" w:rsidRPr="00FD240D">
        <w:rPr>
          <w:rFonts w:ascii="Open Sans" w:hAnsi="Open Sans" w:cs="Open Sans"/>
        </w:rPr>
        <w:t>_____</w:t>
      </w:r>
      <w:r w:rsidRPr="00FD240D">
        <w:rPr>
          <w:rFonts w:ascii="Open Sans" w:hAnsi="Open Sans" w:cs="Open Sans"/>
        </w:rPr>
        <w:t xml:space="preserve">______  </w:t>
      </w:r>
    </w:p>
    <w:p w14:paraId="26E5B866" w14:textId="7CD9C43D" w:rsidR="00C30D3D" w:rsidRPr="00FD240D" w:rsidRDefault="00C30D3D" w:rsidP="004449C9">
      <w:pPr>
        <w:widowControl w:val="0"/>
        <w:jc w:val="both"/>
        <w:rPr>
          <w:rFonts w:ascii="Open Sans" w:hAnsi="Open Sans" w:cs="Open Sans"/>
          <w:b/>
        </w:rPr>
      </w:pPr>
    </w:p>
    <w:p w14:paraId="3BF68185" w14:textId="77777777" w:rsidR="009037B9" w:rsidRDefault="00FD240D" w:rsidP="004449C9">
      <w:pPr>
        <w:widowControl w:val="0"/>
        <w:jc w:val="center"/>
        <w:rPr>
          <w:rFonts w:ascii="Open Sans" w:hAnsi="Open Sans" w:cs="Open Sans"/>
          <w:b/>
        </w:rPr>
      </w:pPr>
      <w:r>
        <w:rPr>
          <w:rFonts w:ascii="Open Sans" w:hAnsi="Open Sans" w:cs="Open Sans"/>
          <w:b/>
          <w:noProof/>
        </w:rPr>
        <w:t>ENLJ-SAL-80/25</w:t>
      </w:r>
      <w:r w:rsidR="00C30D3D" w:rsidRPr="00FD240D">
        <w:rPr>
          <w:rFonts w:ascii="Open Sans" w:hAnsi="Open Sans" w:cs="Open Sans"/>
          <w:b/>
          <w:noProof/>
        </w:rPr>
        <w:t xml:space="preserve"> </w:t>
      </w:r>
      <w:r w:rsidR="00C30D3D" w:rsidRPr="00FD240D">
        <w:rPr>
          <w:rFonts w:ascii="Open Sans" w:hAnsi="Open Sans" w:cs="Open Sans"/>
          <w:b/>
          <w:color w:val="000000"/>
        </w:rPr>
        <w:t xml:space="preserve">– </w:t>
      </w:r>
      <w:r>
        <w:rPr>
          <w:rFonts w:ascii="Open Sans" w:hAnsi="Open Sans" w:cs="Open Sans"/>
          <w:b/>
        </w:rPr>
        <w:t xml:space="preserve">VZDRŽEVANJE IN SERVISIRANJE KONVEKTORJEV ZA </w:t>
      </w:r>
    </w:p>
    <w:p w14:paraId="55DFD8CD" w14:textId="601C625D" w:rsidR="00CE6020" w:rsidRPr="00FD240D" w:rsidRDefault="00FD240D" w:rsidP="004449C9">
      <w:pPr>
        <w:widowControl w:val="0"/>
        <w:jc w:val="center"/>
        <w:rPr>
          <w:rFonts w:ascii="Open Sans" w:hAnsi="Open Sans" w:cs="Open Sans"/>
        </w:rPr>
      </w:pPr>
      <w:r>
        <w:rPr>
          <w:rFonts w:ascii="Open Sans" w:hAnsi="Open Sans" w:cs="Open Sans"/>
          <w:b/>
        </w:rPr>
        <w:t>SISTEM OGREVANJA IN HLAJENJA</w:t>
      </w:r>
    </w:p>
    <w:p w14:paraId="46DB4B3D" w14:textId="77777777" w:rsidR="00032BB9" w:rsidRPr="00FD240D" w:rsidRDefault="00032BB9" w:rsidP="004449C9">
      <w:pPr>
        <w:widowControl w:val="0"/>
        <w:jc w:val="both"/>
        <w:rPr>
          <w:rFonts w:ascii="Open Sans" w:hAnsi="Open Sans" w:cs="Open Sans"/>
        </w:rPr>
      </w:pPr>
    </w:p>
    <w:p w14:paraId="4B59A39C" w14:textId="77777777" w:rsidR="00C30D3D" w:rsidRPr="00FD240D" w:rsidRDefault="00C30D3D" w:rsidP="004449C9">
      <w:pPr>
        <w:widowControl w:val="0"/>
        <w:jc w:val="both"/>
        <w:rPr>
          <w:rFonts w:ascii="Open Sans" w:hAnsi="Open Sans" w:cs="Open Sans"/>
          <w:b/>
        </w:rPr>
      </w:pPr>
      <w:r w:rsidRPr="00FD240D">
        <w:rPr>
          <w:rFonts w:ascii="Open Sans" w:hAnsi="Open Sans" w:cs="Open Sans"/>
        </w:rPr>
        <w:t>Ponudbo oddajamo (označite):</w:t>
      </w:r>
    </w:p>
    <w:p w14:paraId="48E66BF7" w14:textId="77777777" w:rsidR="00C30D3D" w:rsidRPr="00FD240D" w:rsidRDefault="00C30D3D" w:rsidP="004449C9">
      <w:pPr>
        <w:widowControl w:val="0"/>
        <w:ind w:left="1080" w:hanging="1080"/>
        <w:jc w:val="both"/>
        <w:rPr>
          <w:rFonts w:ascii="Open Sans" w:hAnsi="Open Sans" w:cs="Open Sans"/>
          <w:b/>
        </w:rPr>
      </w:pPr>
    </w:p>
    <w:tbl>
      <w:tblPr>
        <w:tblW w:w="0" w:type="auto"/>
        <w:tblInd w:w="108" w:type="dxa"/>
        <w:tblLook w:val="04A0" w:firstRow="1" w:lastRow="0" w:firstColumn="1" w:lastColumn="0" w:noHBand="0" w:noVBand="1"/>
      </w:tblPr>
      <w:tblGrid>
        <w:gridCol w:w="1843"/>
        <w:gridCol w:w="2268"/>
        <w:gridCol w:w="2126"/>
        <w:gridCol w:w="2977"/>
      </w:tblGrid>
      <w:tr w:rsidR="00C30D3D" w:rsidRPr="00FD240D" w14:paraId="1289E835" w14:textId="77777777" w:rsidTr="00EF15C1">
        <w:tc>
          <w:tcPr>
            <w:tcW w:w="1843" w:type="dxa"/>
          </w:tcPr>
          <w:p w14:paraId="4AC8C9D5" w14:textId="77777777" w:rsidR="00C30D3D" w:rsidRPr="00FD240D" w:rsidRDefault="00C30D3D" w:rsidP="0019014E">
            <w:pPr>
              <w:widowControl w:val="0"/>
              <w:numPr>
                <w:ilvl w:val="0"/>
                <w:numId w:val="6"/>
              </w:numPr>
              <w:ind w:left="318" w:hanging="426"/>
              <w:jc w:val="both"/>
              <w:rPr>
                <w:rFonts w:ascii="Open Sans" w:hAnsi="Open Sans" w:cs="Open Sans"/>
                <w:b/>
              </w:rPr>
            </w:pPr>
            <w:r w:rsidRPr="00FD240D">
              <w:rPr>
                <w:rFonts w:ascii="Open Sans" w:hAnsi="Open Sans" w:cs="Open Sans"/>
              </w:rPr>
              <w:t>samostojno</w:t>
            </w:r>
          </w:p>
        </w:tc>
        <w:tc>
          <w:tcPr>
            <w:tcW w:w="2268" w:type="dxa"/>
          </w:tcPr>
          <w:p w14:paraId="13F3C7D3" w14:textId="77777777" w:rsidR="00C30D3D" w:rsidRPr="00FD240D" w:rsidRDefault="00C30D3D" w:rsidP="0019014E">
            <w:pPr>
              <w:widowControl w:val="0"/>
              <w:numPr>
                <w:ilvl w:val="0"/>
                <w:numId w:val="6"/>
              </w:numPr>
              <w:ind w:left="459"/>
              <w:jc w:val="both"/>
              <w:rPr>
                <w:rFonts w:ascii="Open Sans" w:hAnsi="Open Sans" w:cs="Open Sans"/>
                <w:b/>
              </w:rPr>
            </w:pPr>
            <w:r w:rsidRPr="00FD240D">
              <w:rPr>
                <w:rFonts w:ascii="Open Sans" w:hAnsi="Open Sans" w:cs="Open Sans"/>
              </w:rPr>
              <w:t>skupna ponudba</w:t>
            </w:r>
          </w:p>
        </w:tc>
        <w:tc>
          <w:tcPr>
            <w:tcW w:w="2126" w:type="dxa"/>
          </w:tcPr>
          <w:p w14:paraId="0A459C28" w14:textId="77777777" w:rsidR="00C30D3D" w:rsidRPr="00FD240D" w:rsidRDefault="00C30D3D" w:rsidP="0019014E">
            <w:pPr>
              <w:widowControl w:val="0"/>
              <w:numPr>
                <w:ilvl w:val="0"/>
                <w:numId w:val="6"/>
              </w:numPr>
              <w:ind w:left="459"/>
              <w:jc w:val="both"/>
              <w:rPr>
                <w:rFonts w:ascii="Open Sans" w:hAnsi="Open Sans" w:cs="Open Sans"/>
                <w:b/>
              </w:rPr>
            </w:pPr>
            <w:r w:rsidRPr="00FD240D">
              <w:rPr>
                <w:rFonts w:ascii="Open Sans" w:hAnsi="Open Sans" w:cs="Open Sans"/>
              </w:rPr>
              <w:t>s podizvajalci</w:t>
            </w:r>
          </w:p>
        </w:tc>
        <w:tc>
          <w:tcPr>
            <w:tcW w:w="2977" w:type="dxa"/>
          </w:tcPr>
          <w:p w14:paraId="017C833D" w14:textId="77777777" w:rsidR="00C30D3D" w:rsidRPr="00FD240D" w:rsidRDefault="00C30D3D" w:rsidP="0019014E">
            <w:pPr>
              <w:widowControl w:val="0"/>
              <w:numPr>
                <w:ilvl w:val="0"/>
                <w:numId w:val="6"/>
              </w:numPr>
              <w:ind w:left="459"/>
              <w:jc w:val="both"/>
              <w:rPr>
                <w:rFonts w:ascii="Open Sans" w:hAnsi="Open Sans" w:cs="Open Sans"/>
              </w:rPr>
            </w:pPr>
            <w:r w:rsidRPr="00FD240D">
              <w:rPr>
                <w:rFonts w:ascii="Open Sans" w:hAnsi="Open Sans" w:cs="Open Sans"/>
              </w:rPr>
              <w:t>z uporabo zmogljivosti drugih subjektov</w:t>
            </w:r>
          </w:p>
          <w:p w14:paraId="2B846E58" w14:textId="60218873" w:rsidR="00734F25" w:rsidRPr="00FD240D" w:rsidRDefault="00734F25" w:rsidP="00734F25">
            <w:pPr>
              <w:widowControl w:val="0"/>
              <w:ind w:left="459"/>
              <w:jc w:val="both"/>
              <w:rPr>
                <w:rFonts w:ascii="Open Sans" w:hAnsi="Open Sans" w:cs="Open Sans"/>
              </w:rPr>
            </w:pPr>
          </w:p>
        </w:tc>
      </w:tr>
    </w:tbl>
    <w:p w14:paraId="7BD6EDD7" w14:textId="0F877D49" w:rsidR="00B64505" w:rsidRPr="00FD240D" w:rsidRDefault="00F976E3" w:rsidP="0019014E">
      <w:pPr>
        <w:widowControl w:val="0"/>
        <w:numPr>
          <w:ilvl w:val="0"/>
          <w:numId w:val="12"/>
        </w:numPr>
        <w:tabs>
          <w:tab w:val="num" w:pos="426"/>
        </w:tabs>
        <w:ind w:left="0" w:firstLine="0"/>
        <w:jc w:val="both"/>
        <w:rPr>
          <w:rFonts w:ascii="Open Sans" w:hAnsi="Open Sans" w:cs="Open Sans"/>
          <w:b/>
        </w:rPr>
      </w:pPr>
      <w:r w:rsidRPr="00FD240D">
        <w:rPr>
          <w:rFonts w:ascii="Open Sans" w:hAnsi="Open Sans" w:cs="Open Sans"/>
          <w:b/>
        </w:rPr>
        <w:t>PREDRAČUN</w:t>
      </w:r>
      <w:r w:rsidR="00362BC9" w:rsidRPr="00FD240D">
        <w:rPr>
          <w:rFonts w:ascii="Open Sans" w:hAnsi="Open Sans" w:cs="Open Sans"/>
          <w:b/>
        </w:rPr>
        <w:t>/</w:t>
      </w:r>
      <w:r w:rsidR="00C30D3D" w:rsidRPr="00FD240D">
        <w:rPr>
          <w:rFonts w:ascii="Open Sans" w:hAnsi="Open Sans" w:cs="Open Sans"/>
          <w:b/>
        </w:rPr>
        <w:t xml:space="preserve">PONUDBENA </w:t>
      </w:r>
      <w:r w:rsidR="00B64505" w:rsidRPr="00FD240D">
        <w:rPr>
          <w:rFonts w:ascii="Open Sans" w:hAnsi="Open Sans" w:cs="Open Sans"/>
          <w:b/>
        </w:rPr>
        <w:t>VREDNOST</w:t>
      </w:r>
    </w:p>
    <w:p w14:paraId="750A752F" w14:textId="1761D727" w:rsidR="00F77FCF" w:rsidRPr="00FD240D" w:rsidRDefault="00F77FCF" w:rsidP="004449C9">
      <w:pPr>
        <w:widowControl w:val="0"/>
        <w:jc w:val="both"/>
        <w:rPr>
          <w:rFonts w:ascii="Open Sans" w:hAnsi="Open Sans" w:cs="Open Sans"/>
          <w:b/>
        </w:rPr>
      </w:pPr>
    </w:p>
    <w:p w14:paraId="25F4EFE0" w14:textId="3D4D4524" w:rsidR="009037B9" w:rsidRPr="009037B9" w:rsidRDefault="009037B9" w:rsidP="009037B9">
      <w:pPr>
        <w:widowControl w:val="0"/>
        <w:jc w:val="both"/>
        <w:rPr>
          <w:rFonts w:ascii="Open Sans" w:hAnsi="Open Sans" w:cs="Open Sans"/>
          <w:b/>
        </w:rPr>
      </w:pPr>
      <w:r w:rsidRPr="009037B9">
        <w:rPr>
          <w:rFonts w:ascii="Open Sans" w:hAnsi="Open Sans" w:cs="Open Sans"/>
        </w:rPr>
        <w:t xml:space="preserve">Ponudbene cene morajo biti podane v evrih (EUR) in morajo vključevati vse materialne in nematerialne stroške, </w:t>
      </w:r>
      <w:r w:rsidR="00C31B0A" w:rsidRPr="001B0209">
        <w:rPr>
          <w:rFonts w:ascii="Open Sans" w:hAnsi="Open Sans" w:cs="Open Sans"/>
        </w:rPr>
        <w:t>ki bodo potrebni za kakovostno in pravočasno izvedbo storitev</w:t>
      </w:r>
      <w:r w:rsidR="00C31B0A">
        <w:rPr>
          <w:rFonts w:ascii="Open Sans" w:hAnsi="Open Sans" w:cs="Open Sans"/>
        </w:rPr>
        <w:t>,</w:t>
      </w:r>
      <w:r w:rsidR="00C31B0A" w:rsidRPr="009037B9">
        <w:rPr>
          <w:rFonts w:ascii="Open Sans" w:hAnsi="Open Sans" w:cs="Open Sans"/>
        </w:rPr>
        <w:t xml:space="preserve"> </w:t>
      </w:r>
      <w:r w:rsidRPr="009037B9">
        <w:rPr>
          <w:rFonts w:ascii="Open Sans" w:hAnsi="Open Sans" w:cs="Open Sans"/>
        </w:rPr>
        <w:t>vključno s stroški storitev, stroški prevoza, stroški izdelave ponudbe in vsemi ostalimi stroški</w:t>
      </w:r>
      <w:r w:rsidR="00C31B0A">
        <w:rPr>
          <w:rFonts w:ascii="Open Sans" w:hAnsi="Open Sans" w:cs="Open Sans"/>
        </w:rPr>
        <w:t>,</w:t>
      </w:r>
      <w:r w:rsidRPr="009037B9">
        <w:rPr>
          <w:rFonts w:ascii="Open Sans" w:hAnsi="Open Sans" w:cs="Open Sans"/>
        </w:rPr>
        <w:t xml:space="preserve"> popusti in dajatvami, potrebnimi za kakovostno in pravočasno izvedbo storitev. </w:t>
      </w:r>
      <w:r w:rsidRPr="009037B9">
        <w:rPr>
          <w:rFonts w:ascii="Open Sans" w:hAnsi="Open Sans" w:cs="Open Sans"/>
          <w:b/>
        </w:rPr>
        <w:t>Ponudbene cene morajo biti podane na do 2 (dve) decimalni mesti.</w:t>
      </w:r>
    </w:p>
    <w:p w14:paraId="73B70FD7" w14:textId="77777777" w:rsidR="00F77FCF" w:rsidRPr="00FD240D" w:rsidRDefault="00F77FCF" w:rsidP="004449C9">
      <w:pPr>
        <w:widowControl w:val="0"/>
        <w:jc w:val="center"/>
        <w:rPr>
          <w:rFonts w:ascii="Open Sans" w:hAnsi="Open Sans" w:cs="Open Sans"/>
          <w:b/>
        </w:rPr>
      </w:pPr>
    </w:p>
    <w:tbl>
      <w:tblPr>
        <w:tblW w:w="9573" w:type="dxa"/>
        <w:tblInd w:w="-5" w:type="dxa"/>
        <w:tblCellMar>
          <w:left w:w="70" w:type="dxa"/>
          <w:right w:w="70" w:type="dxa"/>
        </w:tblCellMar>
        <w:tblLook w:val="04A0" w:firstRow="1" w:lastRow="0" w:firstColumn="1" w:lastColumn="0" w:noHBand="0" w:noVBand="1"/>
      </w:tblPr>
      <w:tblGrid>
        <w:gridCol w:w="5178"/>
        <w:gridCol w:w="4395"/>
      </w:tblGrid>
      <w:tr w:rsidR="00F77FCF" w:rsidRPr="00FD240D" w14:paraId="46586164" w14:textId="77777777" w:rsidTr="007C11A3">
        <w:trPr>
          <w:trHeight w:val="460"/>
        </w:trPr>
        <w:tc>
          <w:tcPr>
            <w:tcW w:w="5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79FEB" w14:textId="0990D160" w:rsidR="00F77FCF" w:rsidRPr="00FD240D" w:rsidRDefault="00F976E3" w:rsidP="004449C9">
            <w:pPr>
              <w:widowControl w:val="0"/>
              <w:jc w:val="center"/>
              <w:rPr>
                <w:rFonts w:ascii="Open Sans" w:hAnsi="Open Sans" w:cs="Open Sans"/>
                <w:b/>
                <w:bCs/>
              </w:rPr>
            </w:pPr>
            <w:r w:rsidRPr="00FD240D">
              <w:rPr>
                <w:rFonts w:ascii="Open Sans" w:hAnsi="Open Sans" w:cs="Open Sans"/>
                <w:b/>
                <w:bCs/>
              </w:rPr>
              <w:t>Naziv</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0D9B8DC7" w14:textId="77777777" w:rsidR="00BC739C" w:rsidRDefault="003638F3" w:rsidP="004449C9">
            <w:pPr>
              <w:widowControl w:val="0"/>
              <w:jc w:val="center"/>
              <w:rPr>
                <w:rFonts w:ascii="Open Sans" w:hAnsi="Open Sans" w:cs="Open Sans"/>
                <w:b/>
                <w:bCs/>
              </w:rPr>
            </w:pPr>
            <w:r w:rsidRPr="00FD240D">
              <w:rPr>
                <w:rFonts w:ascii="Open Sans" w:hAnsi="Open Sans" w:cs="Open Sans"/>
                <w:b/>
                <w:bCs/>
              </w:rPr>
              <w:t>Skupaj</w:t>
            </w:r>
            <w:r>
              <w:rPr>
                <w:rFonts w:ascii="Open Sans" w:hAnsi="Open Sans" w:cs="Open Sans"/>
                <w:b/>
                <w:bCs/>
              </w:rPr>
              <w:t xml:space="preserve"> ponudbena vrednost</w:t>
            </w:r>
            <w:r w:rsidRPr="00FD240D">
              <w:rPr>
                <w:rFonts w:ascii="Open Sans" w:hAnsi="Open Sans" w:cs="Open Sans"/>
                <w:b/>
                <w:bCs/>
              </w:rPr>
              <w:t xml:space="preserve"> v </w:t>
            </w:r>
          </w:p>
          <w:p w14:paraId="60EEDB1A" w14:textId="61E44798" w:rsidR="00F77FCF" w:rsidRPr="00FD240D" w:rsidRDefault="003638F3" w:rsidP="004449C9">
            <w:pPr>
              <w:widowControl w:val="0"/>
              <w:jc w:val="center"/>
              <w:rPr>
                <w:rFonts w:ascii="Open Sans" w:hAnsi="Open Sans" w:cs="Open Sans"/>
                <w:b/>
                <w:bCs/>
              </w:rPr>
            </w:pPr>
            <w:r w:rsidRPr="00FD240D">
              <w:rPr>
                <w:rFonts w:ascii="Open Sans" w:hAnsi="Open Sans" w:cs="Open Sans"/>
                <w:b/>
                <w:bCs/>
              </w:rPr>
              <w:t>EUR brez DDV</w:t>
            </w:r>
            <w:r>
              <w:rPr>
                <w:rFonts w:ascii="Open Sans" w:hAnsi="Open Sans" w:cs="Open Sans"/>
                <w:b/>
                <w:bCs/>
              </w:rPr>
              <w:t>:</w:t>
            </w:r>
          </w:p>
        </w:tc>
      </w:tr>
      <w:tr w:rsidR="00F77FCF" w:rsidRPr="00FD240D" w14:paraId="6E3EAEBB" w14:textId="77777777" w:rsidTr="007C11A3">
        <w:tblPrEx>
          <w:tblLook w:val="0000" w:firstRow="0" w:lastRow="0" w:firstColumn="0" w:lastColumn="0" w:noHBand="0" w:noVBand="0"/>
        </w:tblPrEx>
        <w:trPr>
          <w:trHeight w:val="830"/>
        </w:trPr>
        <w:tc>
          <w:tcPr>
            <w:tcW w:w="5178" w:type="dxa"/>
            <w:tcBorders>
              <w:top w:val="single" w:sz="4" w:space="0" w:color="auto"/>
              <w:left w:val="single" w:sz="4" w:space="0" w:color="auto"/>
              <w:bottom w:val="single" w:sz="4" w:space="0" w:color="auto"/>
              <w:right w:val="single" w:sz="4" w:space="0" w:color="auto"/>
            </w:tcBorders>
            <w:shd w:val="clear" w:color="auto" w:fill="auto"/>
            <w:vAlign w:val="center"/>
          </w:tcPr>
          <w:p w14:paraId="479D1737" w14:textId="1B26EF16" w:rsidR="00F77FCF" w:rsidRPr="00FD240D" w:rsidRDefault="00FD240D" w:rsidP="004449C9">
            <w:pPr>
              <w:widowControl w:val="0"/>
              <w:jc w:val="center"/>
              <w:rPr>
                <w:rFonts w:ascii="Open Sans" w:hAnsi="Open Sans" w:cs="Open Sans"/>
                <w:bCs/>
              </w:rPr>
            </w:pPr>
            <w:r>
              <w:rPr>
                <w:rFonts w:ascii="Open Sans" w:hAnsi="Open Sans" w:cs="Open Sans"/>
                <w:b/>
              </w:rPr>
              <w:t>VZDRŽEVANJE IN SERVISIRANJE KONVEKTORJEV ZA SISTEM OGREVANJA IN HLAJENJA</w:t>
            </w:r>
          </w:p>
        </w:tc>
        <w:tc>
          <w:tcPr>
            <w:tcW w:w="4395" w:type="dxa"/>
            <w:tcBorders>
              <w:top w:val="single" w:sz="4" w:space="0" w:color="auto"/>
              <w:left w:val="single" w:sz="4" w:space="0" w:color="auto"/>
              <w:bottom w:val="single" w:sz="4" w:space="0" w:color="auto"/>
              <w:right w:val="single" w:sz="4" w:space="0" w:color="auto"/>
            </w:tcBorders>
            <w:vAlign w:val="center"/>
          </w:tcPr>
          <w:p w14:paraId="7090634F" w14:textId="77777777" w:rsidR="00F77FCF" w:rsidRPr="00FD240D" w:rsidRDefault="00F77FCF" w:rsidP="004449C9">
            <w:pPr>
              <w:widowControl w:val="0"/>
              <w:jc w:val="center"/>
              <w:rPr>
                <w:rFonts w:ascii="Open Sans" w:hAnsi="Open Sans" w:cs="Open Sans"/>
                <w:b/>
                <w:bCs/>
              </w:rPr>
            </w:pPr>
          </w:p>
        </w:tc>
      </w:tr>
    </w:tbl>
    <w:p w14:paraId="75C21E76" w14:textId="77777777" w:rsidR="00F77FCF" w:rsidRPr="00FD240D" w:rsidRDefault="00F77FCF" w:rsidP="004449C9">
      <w:pPr>
        <w:widowControl w:val="0"/>
        <w:tabs>
          <w:tab w:val="left" w:pos="0"/>
        </w:tabs>
        <w:jc w:val="both"/>
        <w:rPr>
          <w:rFonts w:ascii="Open Sans" w:hAnsi="Open Sans" w:cs="Open Sans"/>
        </w:rPr>
      </w:pPr>
    </w:p>
    <w:p w14:paraId="33178FAD" w14:textId="0D707A07" w:rsidR="00F77FCF" w:rsidRPr="00FD240D" w:rsidRDefault="00F77FCF" w:rsidP="004449C9">
      <w:pPr>
        <w:widowControl w:val="0"/>
        <w:rPr>
          <w:rFonts w:ascii="Open Sans" w:hAnsi="Open Sans" w:cs="Open Sans"/>
          <w:b/>
        </w:rPr>
      </w:pPr>
      <w:r w:rsidRPr="00FD240D">
        <w:rPr>
          <w:rFonts w:ascii="Open Sans" w:hAnsi="Open Sans" w:cs="Open Sans"/>
          <w:b/>
        </w:rPr>
        <w:t>Ponudbeni predračun je sestavni del ponudbe (priloga 2/1).</w:t>
      </w:r>
    </w:p>
    <w:p w14:paraId="2F0614DE" w14:textId="77777777" w:rsidR="001772D6" w:rsidRPr="00FD240D" w:rsidRDefault="001772D6" w:rsidP="004449C9">
      <w:pPr>
        <w:widowControl w:val="0"/>
        <w:rPr>
          <w:rFonts w:ascii="Open Sans" w:hAnsi="Open Sans" w:cs="Open Sans"/>
          <w:b/>
        </w:rPr>
      </w:pPr>
    </w:p>
    <w:p w14:paraId="7DB0A5D0" w14:textId="74F8538C" w:rsidR="001772D6" w:rsidRPr="00FD240D" w:rsidRDefault="001772D6" w:rsidP="001772D6">
      <w:pPr>
        <w:widowControl w:val="0"/>
        <w:tabs>
          <w:tab w:val="left" w:pos="1418"/>
          <w:tab w:val="left" w:pos="1702"/>
        </w:tabs>
        <w:ind w:right="-113"/>
        <w:jc w:val="both"/>
        <w:rPr>
          <w:rFonts w:ascii="Open Sans" w:hAnsi="Open Sans" w:cs="Open Sans"/>
        </w:rPr>
      </w:pPr>
      <w:r w:rsidRPr="00FD240D">
        <w:rPr>
          <w:rFonts w:ascii="Open Sans" w:hAnsi="Open Sans" w:cs="Open Sans"/>
        </w:rPr>
        <w:t xml:space="preserve">Ponudbena vrednost in cene na enoto mere ne vključujejo DDV. DDV se obračuna v skladu z vsakokratno veljavno zakonodajo. </w:t>
      </w:r>
    </w:p>
    <w:p w14:paraId="1BAC3273" w14:textId="4FEE3845" w:rsidR="00C53B92" w:rsidRDefault="00C53B92" w:rsidP="00C53B92">
      <w:pPr>
        <w:widowControl w:val="0"/>
        <w:tabs>
          <w:tab w:val="left" w:pos="1702"/>
        </w:tabs>
        <w:jc w:val="both"/>
        <w:rPr>
          <w:rFonts w:ascii="Open Sans" w:hAnsi="Open Sans" w:cs="Open Sans"/>
        </w:rPr>
      </w:pPr>
    </w:p>
    <w:p w14:paraId="755633B0" w14:textId="77777777" w:rsidR="00C7177D" w:rsidRPr="00C7177D" w:rsidRDefault="00C7177D" w:rsidP="0019014E">
      <w:pPr>
        <w:widowControl w:val="0"/>
        <w:numPr>
          <w:ilvl w:val="0"/>
          <w:numId w:val="12"/>
        </w:numPr>
        <w:tabs>
          <w:tab w:val="clear" w:pos="4897"/>
          <w:tab w:val="num" w:pos="567"/>
          <w:tab w:val="num" w:pos="720"/>
        </w:tabs>
        <w:ind w:left="720" w:hanging="720"/>
        <w:jc w:val="both"/>
        <w:rPr>
          <w:rFonts w:ascii="Open Sans" w:hAnsi="Open Sans" w:cs="Open Sans"/>
          <w:b/>
        </w:rPr>
      </w:pPr>
      <w:r w:rsidRPr="00C7177D">
        <w:rPr>
          <w:rFonts w:ascii="Open Sans" w:hAnsi="Open Sans" w:cs="Open Sans"/>
          <w:b/>
        </w:rPr>
        <w:t>MERILO »KOLEKTIVNA POGODBA DELODAJALCA«</w:t>
      </w:r>
    </w:p>
    <w:p w14:paraId="0709E220" w14:textId="77777777" w:rsidR="00C7177D" w:rsidRPr="00C7177D" w:rsidRDefault="00C7177D" w:rsidP="00C7177D">
      <w:pPr>
        <w:widowControl w:val="0"/>
        <w:ind w:left="1080"/>
        <w:jc w:val="both"/>
        <w:rPr>
          <w:rFonts w:ascii="Open Sans" w:hAnsi="Open Sans" w:cs="Open Sans"/>
          <w:b/>
        </w:rPr>
      </w:pPr>
    </w:p>
    <w:p w14:paraId="21348A6B" w14:textId="77777777" w:rsidR="00C7177D" w:rsidRPr="00C7177D" w:rsidRDefault="00C7177D" w:rsidP="00C7177D">
      <w:pPr>
        <w:widowControl w:val="0"/>
        <w:jc w:val="both"/>
        <w:rPr>
          <w:rFonts w:ascii="Open Sans" w:hAnsi="Open Sans" w:cs="Open Sans"/>
        </w:rPr>
      </w:pPr>
      <w:r w:rsidRPr="00C7177D">
        <w:rPr>
          <w:rFonts w:ascii="Open Sans" w:hAnsi="Open Sans" w:cs="Open Sans"/>
        </w:rPr>
        <w:t>Gospodarski subjekti (navedba ponudnika, vseh partnerjev iz skupine ponudnikov v primeru skupine ponudnikov, vseh podizvajalcev in vseh drugih subjektov, katerih zmogljivosti uporablja ponudnik):</w:t>
      </w:r>
    </w:p>
    <w:p w14:paraId="77AEE576" w14:textId="77777777" w:rsidR="00C7177D" w:rsidRPr="00C7177D" w:rsidRDefault="00C7177D" w:rsidP="00C7177D">
      <w:pPr>
        <w:widowControl w:val="0"/>
        <w:rPr>
          <w:rFonts w:ascii="Open Sans" w:hAnsi="Open Sans" w:cs="Open Sans"/>
          <w:b/>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C7177D" w:rsidRPr="00C7177D" w14:paraId="7D677AFB" w14:textId="77777777" w:rsidTr="00181CE3">
        <w:trPr>
          <w:trHeight w:val="553"/>
        </w:trPr>
        <w:tc>
          <w:tcPr>
            <w:tcW w:w="2405" w:type="dxa"/>
            <w:shd w:val="clear" w:color="auto" w:fill="auto"/>
          </w:tcPr>
          <w:p w14:paraId="0BA5E1B9" w14:textId="77777777" w:rsidR="00C7177D" w:rsidRPr="00C7177D" w:rsidRDefault="00C7177D" w:rsidP="00181CE3">
            <w:pPr>
              <w:widowControl w:val="0"/>
              <w:rPr>
                <w:rFonts w:ascii="Open Sans" w:hAnsi="Open Sans" w:cs="Open Sans"/>
                <w:b/>
                <w:lang w:eastAsia="en-US"/>
              </w:rPr>
            </w:pPr>
            <w:r w:rsidRPr="00C7177D">
              <w:rPr>
                <w:rFonts w:ascii="Open Sans" w:hAnsi="Open Sans" w:cs="Open Sans"/>
                <w:b/>
                <w:lang w:eastAsia="en-US"/>
              </w:rPr>
              <w:t xml:space="preserve">Subjekt: </w:t>
            </w:r>
          </w:p>
        </w:tc>
        <w:tc>
          <w:tcPr>
            <w:tcW w:w="2268" w:type="dxa"/>
            <w:shd w:val="clear" w:color="auto" w:fill="auto"/>
          </w:tcPr>
          <w:p w14:paraId="75D12170" w14:textId="77777777" w:rsidR="00C7177D" w:rsidRPr="00C7177D" w:rsidRDefault="00C7177D" w:rsidP="00181CE3">
            <w:pPr>
              <w:widowControl w:val="0"/>
              <w:rPr>
                <w:rFonts w:ascii="Open Sans" w:hAnsi="Open Sans" w:cs="Open Sans"/>
                <w:b/>
                <w:lang w:eastAsia="en-US"/>
              </w:rPr>
            </w:pPr>
            <w:r w:rsidRPr="00C7177D">
              <w:rPr>
                <w:rFonts w:ascii="Open Sans" w:hAnsi="Open Sans" w:cs="Open Sans"/>
                <w:b/>
                <w:lang w:eastAsia="en-US"/>
              </w:rPr>
              <w:t>Subjekt:</w:t>
            </w:r>
          </w:p>
          <w:p w14:paraId="72FCBE78" w14:textId="77777777" w:rsidR="00C7177D" w:rsidRPr="00C7177D" w:rsidRDefault="00C7177D" w:rsidP="00181CE3">
            <w:pPr>
              <w:widowControl w:val="0"/>
              <w:rPr>
                <w:rFonts w:ascii="Open Sans" w:hAnsi="Open Sans" w:cs="Open Sans"/>
                <w:b/>
                <w:lang w:eastAsia="en-US"/>
              </w:rPr>
            </w:pPr>
          </w:p>
          <w:p w14:paraId="6523FA4D" w14:textId="77777777" w:rsidR="00C7177D" w:rsidRPr="00C7177D" w:rsidRDefault="00C7177D" w:rsidP="00181CE3">
            <w:pPr>
              <w:widowControl w:val="0"/>
              <w:rPr>
                <w:rFonts w:ascii="Open Sans" w:hAnsi="Open Sans" w:cs="Open Sans"/>
                <w:b/>
                <w:lang w:eastAsia="en-US"/>
              </w:rPr>
            </w:pPr>
          </w:p>
        </w:tc>
        <w:tc>
          <w:tcPr>
            <w:tcW w:w="2126" w:type="dxa"/>
            <w:shd w:val="clear" w:color="auto" w:fill="auto"/>
          </w:tcPr>
          <w:p w14:paraId="30464DCA" w14:textId="77777777" w:rsidR="00C7177D" w:rsidRPr="00C7177D" w:rsidRDefault="00C7177D" w:rsidP="00181CE3">
            <w:pPr>
              <w:widowControl w:val="0"/>
              <w:rPr>
                <w:rFonts w:ascii="Open Sans" w:hAnsi="Open Sans" w:cs="Open Sans"/>
                <w:b/>
                <w:lang w:eastAsia="en-US"/>
              </w:rPr>
            </w:pPr>
            <w:r w:rsidRPr="00C7177D">
              <w:rPr>
                <w:rFonts w:ascii="Open Sans" w:hAnsi="Open Sans" w:cs="Open Sans"/>
                <w:b/>
                <w:lang w:eastAsia="en-US"/>
              </w:rPr>
              <w:t>Subjekt:</w:t>
            </w:r>
          </w:p>
          <w:p w14:paraId="142314DA" w14:textId="77777777" w:rsidR="00C7177D" w:rsidRPr="00C7177D" w:rsidRDefault="00C7177D" w:rsidP="00181CE3">
            <w:pPr>
              <w:widowControl w:val="0"/>
              <w:rPr>
                <w:rFonts w:ascii="Open Sans" w:hAnsi="Open Sans" w:cs="Open Sans"/>
                <w:b/>
                <w:lang w:eastAsia="en-US"/>
              </w:rPr>
            </w:pPr>
          </w:p>
          <w:p w14:paraId="20E3BA33" w14:textId="77777777" w:rsidR="00C7177D" w:rsidRPr="00C7177D" w:rsidRDefault="00C7177D" w:rsidP="00181CE3">
            <w:pPr>
              <w:widowControl w:val="0"/>
              <w:rPr>
                <w:rFonts w:ascii="Open Sans" w:hAnsi="Open Sans" w:cs="Open Sans"/>
                <w:b/>
                <w:lang w:eastAsia="en-US"/>
              </w:rPr>
            </w:pPr>
          </w:p>
        </w:tc>
        <w:tc>
          <w:tcPr>
            <w:tcW w:w="2410" w:type="dxa"/>
            <w:shd w:val="clear" w:color="auto" w:fill="auto"/>
          </w:tcPr>
          <w:p w14:paraId="5B6B098C" w14:textId="77777777" w:rsidR="00C7177D" w:rsidRPr="00C7177D" w:rsidRDefault="00C7177D" w:rsidP="00181CE3">
            <w:pPr>
              <w:widowControl w:val="0"/>
              <w:rPr>
                <w:rFonts w:ascii="Open Sans" w:hAnsi="Open Sans" w:cs="Open Sans"/>
                <w:b/>
                <w:lang w:eastAsia="en-US"/>
              </w:rPr>
            </w:pPr>
            <w:r w:rsidRPr="00C7177D">
              <w:rPr>
                <w:rFonts w:ascii="Open Sans" w:hAnsi="Open Sans" w:cs="Open Sans"/>
                <w:b/>
                <w:lang w:eastAsia="en-US"/>
              </w:rPr>
              <w:t>Subjekt:</w:t>
            </w:r>
          </w:p>
          <w:p w14:paraId="345A2397" w14:textId="77777777" w:rsidR="00C7177D" w:rsidRPr="00C7177D" w:rsidRDefault="00C7177D" w:rsidP="00181CE3">
            <w:pPr>
              <w:widowControl w:val="0"/>
              <w:rPr>
                <w:rFonts w:ascii="Open Sans" w:hAnsi="Open Sans" w:cs="Open Sans"/>
                <w:b/>
                <w:lang w:eastAsia="en-US"/>
              </w:rPr>
            </w:pPr>
          </w:p>
          <w:p w14:paraId="011428A2" w14:textId="77777777" w:rsidR="00C7177D" w:rsidRPr="00C7177D" w:rsidRDefault="00C7177D" w:rsidP="00181CE3">
            <w:pPr>
              <w:widowControl w:val="0"/>
              <w:rPr>
                <w:rFonts w:ascii="Open Sans" w:hAnsi="Open Sans" w:cs="Open Sans"/>
                <w:b/>
                <w:lang w:eastAsia="en-US"/>
              </w:rPr>
            </w:pPr>
          </w:p>
        </w:tc>
      </w:tr>
      <w:tr w:rsidR="00C7177D" w:rsidRPr="00C7177D" w14:paraId="7B2F2762" w14:textId="77777777" w:rsidTr="00181CE3">
        <w:trPr>
          <w:trHeight w:val="737"/>
        </w:trPr>
        <w:tc>
          <w:tcPr>
            <w:tcW w:w="2405" w:type="dxa"/>
            <w:tcBorders>
              <w:bottom w:val="nil"/>
            </w:tcBorders>
            <w:shd w:val="clear" w:color="auto" w:fill="auto"/>
          </w:tcPr>
          <w:p w14:paraId="05E5EEDE" w14:textId="77777777" w:rsidR="00C7177D" w:rsidRPr="00C7177D" w:rsidRDefault="00C7177D" w:rsidP="0019014E">
            <w:pPr>
              <w:widowControl w:val="0"/>
              <w:numPr>
                <w:ilvl w:val="0"/>
                <w:numId w:val="6"/>
              </w:numPr>
              <w:ind w:left="720"/>
              <w:jc w:val="both"/>
              <w:rPr>
                <w:rFonts w:ascii="Open Sans" w:hAnsi="Open Sans" w:cs="Open Sans"/>
                <w:b/>
                <w:lang w:eastAsia="en-US"/>
              </w:rPr>
            </w:pPr>
            <w:r w:rsidRPr="00C7177D">
              <w:rPr>
                <w:rFonts w:ascii="Open Sans" w:hAnsi="Open Sans" w:cs="Open Sans"/>
                <w:b/>
              </w:rPr>
              <w:t xml:space="preserve">ima </w:t>
            </w:r>
          </w:p>
          <w:p w14:paraId="61096714" w14:textId="77777777" w:rsidR="00C7177D" w:rsidRPr="00C7177D" w:rsidRDefault="00C7177D" w:rsidP="0019014E">
            <w:pPr>
              <w:widowControl w:val="0"/>
              <w:numPr>
                <w:ilvl w:val="0"/>
                <w:numId w:val="6"/>
              </w:numPr>
              <w:spacing w:after="120"/>
              <w:ind w:left="714" w:hanging="357"/>
              <w:jc w:val="both"/>
              <w:rPr>
                <w:rFonts w:ascii="Open Sans" w:hAnsi="Open Sans" w:cs="Open Sans"/>
                <w:b/>
                <w:lang w:eastAsia="en-US"/>
              </w:rPr>
            </w:pPr>
            <w:r w:rsidRPr="00C7177D">
              <w:rPr>
                <w:rFonts w:ascii="Open Sans" w:hAnsi="Open Sans" w:cs="Open Sans"/>
                <w:b/>
              </w:rPr>
              <w:t>nima</w:t>
            </w:r>
          </w:p>
        </w:tc>
        <w:tc>
          <w:tcPr>
            <w:tcW w:w="2268" w:type="dxa"/>
            <w:tcBorders>
              <w:bottom w:val="nil"/>
            </w:tcBorders>
            <w:shd w:val="clear" w:color="auto" w:fill="auto"/>
          </w:tcPr>
          <w:p w14:paraId="40C45F74" w14:textId="77777777" w:rsidR="00C7177D" w:rsidRPr="00C7177D" w:rsidRDefault="00C7177D" w:rsidP="0019014E">
            <w:pPr>
              <w:widowControl w:val="0"/>
              <w:numPr>
                <w:ilvl w:val="0"/>
                <w:numId w:val="6"/>
              </w:numPr>
              <w:ind w:left="720"/>
              <w:jc w:val="both"/>
              <w:rPr>
                <w:rFonts w:ascii="Open Sans" w:hAnsi="Open Sans" w:cs="Open Sans"/>
                <w:b/>
                <w:lang w:eastAsia="en-US"/>
              </w:rPr>
            </w:pPr>
            <w:r w:rsidRPr="00C7177D">
              <w:rPr>
                <w:rFonts w:ascii="Open Sans" w:hAnsi="Open Sans" w:cs="Open Sans"/>
                <w:b/>
              </w:rPr>
              <w:t>ima</w:t>
            </w:r>
          </w:p>
          <w:p w14:paraId="488EC247" w14:textId="77777777" w:rsidR="00C7177D" w:rsidRPr="00C7177D" w:rsidRDefault="00C7177D" w:rsidP="0019014E">
            <w:pPr>
              <w:widowControl w:val="0"/>
              <w:numPr>
                <w:ilvl w:val="0"/>
                <w:numId w:val="6"/>
              </w:numPr>
              <w:ind w:left="720"/>
              <w:jc w:val="both"/>
              <w:rPr>
                <w:rFonts w:ascii="Open Sans" w:hAnsi="Open Sans" w:cs="Open Sans"/>
                <w:lang w:eastAsia="en-US"/>
              </w:rPr>
            </w:pPr>
            <w:r w:rsidRPr="00C7177D">
              <w:rPr>
                <w:rFonts w:ascii="Open Sans" w:hAnsi="Open Sans" w:cs="Open Sans"/>
                <w:b/>
              </w:rPr>
              <w:t>nima</w:t>
            </w:r>
          </w:p>
          <w:p w14:paraId="27BFEF2B" w14:textId="77777777" w:rsidR="00C7177D" w:rsidRPr="00C7177D" w:rsidRDefault="00C7177D" w:rsidP="00181CE3">
            <w:pPr>
              <w:widowControl w:val="0"/>
              <w:rPr>
                <w:rFonts w:ascii="Open Sans" w:hAnsi="Open Sans" w:cs="Open Sans"/>
                <w:lang w:eastAsia="en-US"/>
              </w:rPr>
            </w:pPr>
          </w:p>
        </w:tc>
        <w:tc>
          <w:tcPr>
            <w:tcW w:w="2126" w:type="dxa"/>
            <w:tcBorders>
              <w:bottom w:val="nil"/>
            </w:tcBorders>
            <w:shd w:val="clear" w:color="auto" w:fill="auto"/>
          </w:tcPr>
          <w:p w14:paraId="09470224" w14:textId="77777777" w:rsidR="00C7177D" w:rsidRPr="00C7177D" w:rsidRDefault="00C7177D" w:rsidP="0019014E">
            <w:pPr>
              <w:widowControl w:val="0"/>
              <w:numPr>
                <w:ilvl w:val="0"/>
                <w:numId w:val="6"/>
              </w:numPr>
              <w:ind w:left="720"/>
              <w:jc w:val="both"/>
              <w:rPr>
                <w:rFonts w:ascii="Open Sans" w:hAnsi="Open Sans" w:cs="Open Sans"/>
                <w:b/>
                <w:lang w:eastAsia="en-US"/>
              </w:rPr>
            </w:pPr>
            <w:r w:rsidRPr="00C7177D">
              <w:rPr>
                <w:rFonts w:ascii="Open Sans" w:hAnsi="Open Sans" w:cs="Open Sans"/>
                <w:b/>
              </w:rPr>
              <w:t xml:space="preserve">ima </w:t>
            </w:r>
          </w:p>
          <w:p w14:paraId="0429D76E" w14:textId="77777777" w:rsidR="00C7177D" w:rsidRPr="00C7177D" w:rsidRDefault="00C7177D" w:rsidP="0019014E">
            <w:pPr>
              <w:widowControl w:val="0"/>
              <w:numPr>
                <w:ilvl w:val="0"/>
                <w:numId w:val="6"/>
              </w:numPr>
              <w:ind w:left="720"/>
              <w:jc w:val="both"/>
              <w:rPr>
                <w:rFonts w:ascii="Open Sans" w:hAnsi="Open Sans" w:cs="Open Sans"/>
                <w:lang w:eastAsia="en-US"/>
              </w:rPr>
            </w:pPr>
            <w:r w:rsidRPr="00C7177D">
              <w:rPr>
                <w:rFonts w:ascii="Open Sans" w:hAnsi="Open Sans" w:cs="Open Sans"/>
                <w:b/>
              </w:rPr>
              <w:t>nima</w:t>
            </w:r>
          </w:p>
          <w:p w14:paraId="543A3ADA" w14:textId="77777777" w:rsidR="00C7177D" w:rsidRPr="00C7177D" w:rsidRDefault="00C7177D" w:rsidP="00181CE3">
            <w:pPr>
              <w:widowControl w:val="0"/>
              <w:rPr>
                <w:rFonts w:ascii="Open Sans" w:hAnsi="Open Sans" w:cs="Open Sans"/>
                <w:lang w:eastAsia="en-US"/>
              </w:rPr>
            </w:pPr>
          </w:p>
        </w:tc>
        <w:tc>
          <w:tcPr>
            <w:tcW w:w="2410" w:type="dxa"/>
            <w:tcBorders>
              <w:bottom w:val="nil"/>
            </w:tcBorders>
            <w:shd w:val="clear" w:color="auto" w:fill="auto"/>
          </w:tcPr>
          <w:p w14:paraId="58F09742" w14:textId="77777777" w:rsidR="00C7177D" w:rsidRPr="00C7177D" w:rsidRDefault="00C7177D" w:rsidP="0019014E">
            <w:pPr>
              <w:widowControl w:val="0"/>
              <w:numPr>
                <w:ilvl w:val="0"/>
                <w:numId w:val="6"/>
              </w:numPr>
              <w:ind w:left="720"/>
              <w:jc w:val="both"/>
              <w:rPr>
                <w:rFonts w:ascii="Open Sans" w:hAnsi="Open Sans" w:cs="Open Sans"/>
                <w:b/>
                <w:lang w:eastAsia="en-US"/>
              </w:rPr>
            </w:pPr>
            <w:r w:rsidRPr="00C7177D">
              <w:rPr>
                <w:rFonts w:ascii="Open Sans" w:hAnsi="Open Sans" w:cs="Open Sans"/>
                <w:b/>
              </w:rPr>
              <w:t xml:space="preserve">ima </w:t>
            </w:r>
          </w:p>
          <w:p w14:paraId="20E7A58E" w14:textId="77777777" w:rsidR="00C7177D" w:rsidRPr="00C7177D" w:rsidRDefault="00C7177D" w:rsidP="0019014E">
            <w:pPr>
              <w:widowControl w:val="0"/>
              <w:numPr>
                <w:ilvl w:val="0"/>
                <w:numId w:val="6"/>
              </w:numPr>
              <w:ind w:left="720"/>
              <w:jc w:val="both"/>
              <w:rPr>
                <w:rFonts w:ascii="Open Sans" w:hAnsi="Open Sans" w:cs="Open Sans"/>
                <w:lang w:eastAsia="en-US"/>
              </w:rPr>
            </w:pPr>
            <w:r w:rsidRPr="00C7177D">
              <w:rPr>
                <w:rFonts w:ascii="Open Sans" w:hAnsi="Open Sans" w:cs="Open Sans"/>
                <w:b/>
              </w:rPr>
              <w:t>nima</w:t>
            </w:r>
          </w:p>
          <w:p w14:paraId="71C7059C" w14:textId="77777777" w:rsidR="00C7177D" w:rsidRPr="00C7177D" w:rsidRDefault="00C7177D" w:rsidP="00181CE3">
            <w:pPr>
              <w:widowControl w:val="0"/>
              <w:rPr>
                <w:rFonts w:ascii="Open Sans" w:hAnsi="Open Sans" w:cs="Open Sans"/>
                <w:lang w:eastAsia="en-US"/>
              </w:rPr>
            </w:pPr>
          </w:p>
        </w:tc>
      </w:tr>
      <w:tr w:rsidR="00C7177D" w:rsidRPr="00C7177D" w14:paraId="2C8A1902" w14:textId="77777777" w:rsidTr="00181CE3">
        <w:trPr>
          <w:trHeight w:val="1077"/>
        </w:trPr>
        <w:tc>
          <w:tcPr>
            <w:tcW w:w="9209" w:type="dxa"/>
            <w:gridSpan w:val="4"/>
            <w:tcBorders>
              <w:top w:val="nil"/>
              <w:left w:val="single" w:sz="4" w:space="0" w:color="auto"/>
              <w:bottom w:val="single" w:sz="4" w:space="0" w:color="auto"/>
              <w:right w:val="single" w:sz="4" w:space="0" w:color="auto"/>
            </w:tcBorders>
            <w:shd w:val="clear" w:color="auto" w:fill="auto"/>
          </w:tcPr>
          <w:p w14:paraId="5B06C23A" w14:textId="77777777" w:rsidR="00C7177D" w:rsidRPr="00C7177D" w:rsidRDefault="00C7177D" w:rsidP="00181CE3">
            <w:pPr>
              <w:widowControl w:val="0"/>
              <w:jc w:val="center"/>
              <w:rPr>
                <w:rFonts w:ascii="Open Sans" w:hAnsi="Open Sans" w:cs="Open Sans"/>
                <w:u w:val="single"/>
                <w:lang w:eastAsia="en-US"/>
              </w:rPr>
            </w:pPr>
            <w:r w:rsidRPr="00C7177D">
              <w:rPr>
                <w:rFonts w:ascii="Open Sans" w:hAnsi="Open Sans" w:cs="Open Sans"/>
                <w:lang w:eastAsia="en-US"/>
              </w:rPr>
              <w:t>(</w:t>
            </w:r>
            <w:r w:rsidRPr="00C7177D">
              <w:rPr>
                <w:rFonts w:ascii="Open Sans" w:hAnsi="Open Sans" w:cs="Open Sans"/>
                <w:u w:val="single"/>
                <w:lang w:eastAsia="en-US"/>
              </w:rPr>
              <w:t xml:space="preserve">u s t r e z n o   </w:t>
            </w:r>
            <w:proofErr w:type="spellStart"/>
            <w:r w:rsidRPr="00C7177D">
              <w:rPr>
                <w:rFonts w:ascii="Open Sans" w:hAnsi="Open Sans" w:cs="Open Sans"/>
                <w:u w:val="single"/>
                <w:lang w:eastAsia="en-US"/>
              </w:rPr>
              <w:t>o</w:t>
            </w:r>
            <w:proofErr w:type="spellEnd"/>
            <w:r w:rsidRPr="00C7177D">
              <w:rPr>
                <w:rFonts w:ascii="Open Sans" w:hAnsi="Open Sans" w:cs="Open Sans"/>
                <w:u w:val="single"/>
                <w:lang w:eastAsia="en-US"/>
              </w:rPr>
              <w:t xml:space="preserve"> z n a č i t e</w:t>
            </w:r>
            <w:r w:rsidRPr="00C7177D">
              <w:rPr>
                <w:rFonts w:ascii="Open Sans" w:hAnsi="Open Sans" w:cs="Open Sans"/>
                <w:lang w:eastAsia="en-US"/>
              </w:rPr>
              <w:t>)</w:t>
            </w:r>
            <w:r w:rsidRPr="00C7177D">
              <w:rPr>
                <w:rFonts w:ascii="Open Sans" w:hAnsi="Open Sans" w:cs="Open Sans"/>
                <w:u w:val="single"/>
                <w:lang w:eastAsia="en-US"/>
              </w:rPr>
              <w:t xml:space="preserve"> </w:t>
            </w:r>
          </w:p>
          <w:p w14:paraId="2D560D01" w14:textId="77777777" w:rsidR="00C7177D" w:rsidRPr="00C7177D" w:rsidRDefault="00C7177D" w:rsidP="00181CE3">
            <w:pPr>
              <w:widowControl w:val="0"/>
              <w:ind w:left="360"/>
              <w:jc w:val="center"/>
              <w:rPr>
                <w:rFonts w:ascii="Open Sans" w:hAnsi="Open Sans" w:cs="Open Sans"/>
                <w:b/>
              </w:rPr>
            </w:pPr>
          </w:p>
          <w:p w14:paraId="593DA259" w14:textId="77777777" w:rsidR="00C7177D" w:rsidRPr="00C7177D" w:rsidRDefault="00C7177D" w:rsidP="00181CE3">
            <w:pPr>
              <w:widowControl w:val="0"/>
              <w:jc w:val="center"/>
              <w:rPr>
                <w:rFonts w:ascii="Open Sans" w:hAnsi="Open Sans" w:cs="Open Sans"/>
                <w:b/>
              </w:rPr>
            </w:pPr>
            <w:r w:rsidRPr="00C7177D">
              <w:rPr>
                <w:rFonts w:ascii="Open Sans" w:hAnsi="Open Sans" w:cs="Open Sans"/>
                <w:b/>
              </w:rPr>
              <w:t>kolektivno pogodbo delodajalca oziroma splošni akt delodajalca,  skladno z 10. členom ZDR-1</w:t>
            </w:r>
          </w:p>
        </w:tc>
      </w:tr>
    </w:tbl>
    <w:p w14:paraId="289B5D61" w14:textId="77777777" w:rsidR="00C7177D" w:rsidRPr="00C53B92" w:rsidRDefault="00C7177D" w:rsidP="00C53B92">
      <w:pPr>
        <w:widowControl w:val="0"/>
        <w:tabs>
          <w:tab w:val="left" w:pos="1702"/>
        </w:tabs>
        <w:jc w:val="both"/>
        <w:rPr>
          <w:rFonts w:ascii="Open Sans" w:hAnsi="Open Sans" w:cs="Open Sans"/>
        </w:rPr>
      </w:pPr>
    </w:p>
    <w:p w14:paraId="381828FD" w14:textId="77777777" w:rsidR="00C53B92" w:rsidRPr="00C53B92" w:rsidRDefault="00C53B92" w:rsidP="0019014E">
      <w:pPr>
        <w:widowControl w:val="0"/>
        <w:numPr>
          <w:ilvl w:val="0"/>
          <w:numId w:val="12"/>
        </w:numPr>
        <w:tabs>
          <w:tab w:val="num" w:pos="426"/>
        </w:tabs>
        <w:ind w:left="0" w:firstLine="0"/>
        <w:jc w:val="both"/>
        <w:rPr>
          <w:rFonts w:ascii="Open Sans" w:hAnsi="Open Sans" w:cs="Open Sans"/>
          <w:b/>
          <w:caps/>
        </w:rPr>
      </w:pPr>
      <w:r w:rsidRPr="00C53B92">
        <w:rPr>
          <w:rFonts w:ascii="Open Sans" w:hAnsi="Open Sans" w:cs="Open Sans"/>
          <w:b/>
          <w:caps/>
        </w:rPr>
        <w:t xml:space="preserve">NAČIN NAROČANJA </w:t>
      </w:r>
    </w:p>
    <w:p w14:paraId="11E94921" w14:textId="77777777" w:rsidR="00C53B92" w:rsidRPr="00C53B92" w:rsidRDefault="00C53B92" w:rsidP="00C53B92">
      <w:pPr>
        <w:widowControl w:val="0"/>
        <w:jc w:val="both"/>
        <w:rPr>
          <w:rFonts w:ascii="Open Sans" w:hAnsi="Open Sans" w:cs="Open Sans"/>
        </w:rPr>
      </w:pPr>
    </w:p>
    <w:p w14:paraId="4A67301D" w14:textId="77777777" w:rsidR="00C31B0A" w:rsidRPr="00021AA4" w:rsidRDefault="00C31B0A" w:rsidP="00C31B0A">
      <w:pPr>
        <w:pStyle w:val="Glava"/>
        <w:widowControl w:val="0"/>
        <w:jc w:val="both"/>
        <w:rPr>
          <w:rFonts w:ascii="Open Sans" w:hAnsi="Open Sans" w:cs="Open Sans"/>
        </w:rPr>
      </w:pPr>
      <w:r w:rsidRPr="00021AA4">
        <w:rPr>
          <w:rFonts w:ascii="Open Sans" w:hAnsi="Open Sans" w:cs="Open Sans"/>
        </w:rPr>
        <w:t xml:space="preserve">Naročnik se zavezuje ponudniku sporočiti vsakokratne potrebe po izvedbi storitev, ki so predmet </w:t>
      </w:r>
      <w:r w:rsidRPr="00021AA4">
        <w:rPr>
          <w:rFonts w:ascii="Open Sans" w:hAnsi="Open Sans" w:cs="Open Sans"/>
        </w:rPr>
        <w:lastRenderedPageBreak/>
        <w:t>javnega naročila, v obliki posameznega pisnega nabavnega naročila naročnika, ki ga bo posredoval na elektronski naslov: ______________________________.</w:t>
      </w:r>
    </w:p>
    <w:p w14:paraId="538D4C73" w14:textId="77777777" w:rsidR="00C53B92" w:rsidRPr="00C53B92" w:rsidRDefault="00C53B92" w:rsidP="00C53B92">
      <w:pPr>
        <w:widowControl w:val="0"/>
        <w:numPr>
          <w:ilvl w:val="12"/>
          <w:numId w:val="0"/>
        </w:numPr>
        <w:jc w:val="both"/>
        <w:rPr>
          <w:rFonts w:ascii="Open Sans" w:hAnsi="Open Sans" w:cs="Open Sans"/>
        </w:rPr>
      </w:pPr>
    </w:p>
    <w:p w14:paraId="6EBABF40" w14:textId="474F796D" w:rsidR="00C53B92" w:rsidRPr="00C53B92" w:rsidRDefault="00C53B92" w:rsidP="00C53B92">
      <w:pPr>
        <w:widowControl w:val="0"/>
        <w:numPr>
          <w:ilvl w:val="12"/>
          <w:numId w:val="0"/>
        </w:numPr>
        <w:jc w:val="both"/>
        <w:rPr>
          <w:rFonts w:ascii="Open Sans" w:hAnsi="Open Sans" w:cs="Open Sans"/>
        </w:rPr>
      </w:pPr>
      <w:r w:rsidRPr="00C53B92">
        <w:rPr>
          <w:rFonts w:ascii="Open Sans" w:hAnsi="Open Sans" w:cs="Open Sans"/>
        </w:rPr>
        <w:t xml:space="preserve">Kontaktna oseba </w:t>
      </w:r>
      <w:r w:rsidR="0018437B">
        <w:rPr>
          <w:rFonts w:ascii="Open Sans" w:hAnsi="Open Sans" w:cs="Open Sans"/>
        </w:rPr>
        <w:t>ponudnika</w:t>
      </w:r>
      <w:r w:rsidRPr="00C53B92">
        <w:rPr>
          <w:rFonts w:ascii="Open Sans" w:hAnsi="Open Sans" w:cs="Open Sans"/>
        </w:rPr>
        <w:t xml:space="preserve"> v primeru napak/okvare (ime, priimek, </w:t>
      </w:r>
      <w:r w:rsidR="0018437B">
        <w:rPr>
          <w:rFonts w:ascii="Open Sans" w:hAnsi="Open Sans" w:cs="Open Sans"/>
        </w:rPr>
        <w:t>GSM,</w:t>
      </w:r>
      <w:r w:rsidRPr="00C53B92">
        <w:rPr>
          <w:rFonts w:ascii="Open Sans" w:hAnsi="Open Sans" w:cs="Open Sans"/>
        </w:rPr>
        <w:t xml:space="preserve"> elektronski naslov):</w:t>
      </w:r>
    </w:p>
    <w:p w14:paraId="0D47F489" w14:textId="77777777" w:rsidR="00C53B92" w:rsidRPr="00C53B92" w:rsidRDefault="00C53B92" w:rsidP="00C53B92">
      <w:pPr>
        <w:widowControl w:val="0"/>
        <w:tabs>
          <w:tab w:val="left" w:pos="709"/>
        </w:tabs>
        <w:jc w:val="both"/>
        <w:rPr>
          <w:rFonts w:ascii="Open Sans" w:hAnsi="Open Sans" w:cs="Open Sans"/>
        </w:rPr>
      </w:pPr>
      <w:r w:rsidRPr="00C53B92">
        <w:rPr>
          <w:rFonts w:ascii="Open Sans" w:hAnsi="Open Sans" w:cs="Open Sans"/>
        </w:rPr>
        <w:t>_______________________________________________________________________</w:t>
      </w:r>
    </w:p>
    <w:p w14:paraId="71B92C85" w14:textId="1B0081F7" w:rsidR="0005086F" w:rsidRPr="00FD240D" w:rsidRDefault="0005086F" w:rsidP="0005086F">
      <w:pPr>
        <w:pStyle w:val="Glava"/>
        <w:widowControl w:val="0"/>
        <w:tabs>
          <w:tab w:val="clear" w:pos="4536"/>
          <w:tab w:val="clear" w:pos="9072"/>
        </w:tabs>
        <w:jc w:val="both"/>
        <w:rPr>
          <w:rFonts w:ascii="Open Sans" w:hAnsi="Open Sans" w:cs="Open Sans"/>
        </w:rPr>
      </w:pPr>
    </w:p>
    <w:p w14:paraId="67EDE44C" w14:textId="77777777" w:rsidR="0005086F" w:rsidRPr="00FD240D" w:rsidRDefault="0005086F" w:rsidP="0019014E">
      <w:pPr>
        <w:widowControl w:val="0"/>
        <w:numPr>
          <w:ilvl w:val="0"/>
          <w:numId w:val="12"/>
        </w:numPr>
        <w:tabs>
          <w:tab w:val="num" w:pos="426"/>
        </w:tabs>
        <w:ind w:left="0" w:firstLine="0"/>
        <w:jc w:val="both"/>
        <w:rPr>
          <w:rFonts w:ascii="Open Sans" w:hAnsi="Open Sans" w:cs="Open Sans"/>
          <w:b/>
        </w:rPr>
      </w:pPr>
      <w:r w:rsidRPr="00FD240D">
        <w:rPr>
          <w:rFonts w:ascii="Open Sans" w:hAnsi="Open Sans" w:cs="Open Sans"/>
          <w:b/>
        </w:rPr>
        <w:t xml:space="preserve"> VELJAVNOST PONUDBE </w:t>
      </w:r>
    </w:p>
    <w:p w14:paraId="2C5C2CB9" w14:textId="77777777" w:rsidR="0005086F" w:rsidRPr="00FD240D" w:rsidRDefault="0005086F" w:rsidP="0005086F">
      <w:pPr>
        <w:widowControl w:val="0"/>
        <w:tabs>
          <w:tab w:val="left" w:pos="357"/>
          <w:tab w:val="left" w:pos="567"/>
          <w:tab w:val="left" w:pos="709"/>
        </w:tabs>
        <w:jc w:val="both"/>
        <w:rPr>
          <w:rFonts w:ascii="Open Sans" w:hAnsi="Open Sans" w:cs="Open Sans"/>
        </w:rPr>
      </w:pPr>
    </w:p>
    <w:p w14:paraId="48E6C494" w14:textId="15BE097E" w:rsidR="000477BB" w:rsidRPr="00FD240D" w:rsidRDefault="0005086F" w:rsidP="007C11A3">
      <w:pPr>
        <w:widowControl w:val="0"/>
        <w:tabs>
          <w:tab w:val="left" w:pos="357"/>
          <w:tab w:val="left" w:pos="567"/>
          <w:tab w:val="left" w:pos="709"/>
        </w:tabs>
        <w:jc w:val="both"/>
        <w:rPr>
          <w:rFonts w:ascii="Open Sans" w:hAnsi="Open Sans" w:cs="Open Sans"/>
        </w:rPr>
      </w:pPr>
      <w:r w:rsidRPr="00FD240D">
        <w:rPr>
          <w:rFonts w:ascii="Open Sans" w:hAnsi="Open Sans" w:cs="Open Sans"/>
        </w:rPr>
        <w:t xml:space="preserve">Veljavnost ponudbe je do </w:t>
      </w:r>
      <w:r w:rsidR="00AB289E" w:rsidRPr="004C5A0D">
        <w:rPr>
          <w:rFonts w:ascii="Open Sans" w:hAnsi="Open Sans" w:cs="Open Sans"/>
        </w:rPr>
        <w:t>5</w:t>
      </w:r>
      <w:r w:rsidR="001D357A" w:rsidRPr="004C5A0D">
        <w:rPr>
          <w:rFonts w:ascii="Open Sans" w:hAnsi="Open Sans" w:cs="Open Sans"/>
        </w:rPr>
        <w:t xml:space="preserve">. </w:t>
      </w:r>
      <w:r w:rsidR="004C5A0D">
        <w:rPr>
          <w:rFonts w:ascii="Open Sans" w:hAnsi="Open Sans" w:cs="Open Sans"/>
        </w:rPr>
        <w:t>9</w:t>
      </w:r>
      <w:r w:rsidR="00FD64BE" w:rsidRPr="004C5A0D">
        <w:rPr>
          <w:rFonts w:ascii="Open Sans" w:hAnsi="Open Sans" w:cs="Open Sans"/>
        </w:rPr>
        <w:t>. 202</w:t>
      </w:r>
      <w:r w:rsidR="00C53B92" w:rsidRPr="004C5A0D">
        <w:rPr>
          <w:rFonts w:ascii="Open Sans" w:hAnsi="Open Sans" w:cs="Open Sans"/>
        </w:rPr>
        <w:t>5</w:t>
      </w:r>
      <w:r w:rsidRPr="00FD240D">
        <w:rPr>
          <w:rFonts w:ascii="Open Sans" w:hAnsi="Open Sans" w:cs="Open Sans"/>
        </w:rPr>
        <w:t xml:space="preserve"> oziroma do obojestranskega podpisa okvirnega sporazuma.</w:t>
      </w:r>
    </w:p>
    <w:p w14:paraId="04A86950" w14:textId="77777777" w:rsidR="007B7FD0" w:rsidRPr="00FD240D" w:rsidRDefault="007B7FD0" w:rsidP="0005086F">
      <w:pPr>
        <w:widowControl w:val="0"/>
        <w:tabs>
          <w:tab w:val="left" w:pos="357"/>
          <w:tab w:val="left" w:pos="567"/>
          <w:tab w:val="left" w:pos="709"/>
        </w:tabs>
        <w:rPr>
          <w:rFonts w:ascii="Open Sans" w:hAnsi="Open Sans" w:cs="Open Sans"/>
        </w:rPr>
      </w:pPr>
    </w:p>
    <w:p w14:paraId="6D2863EA" w14:textId="77777777" w:rsidR="00B11F0E" w:rsidRPr="00FD240D" w:rsidRDefault="00B11F0E" w:rsidP="0005086F">
      <w:pPr>
        <w:widowControl w:val="0"/>
        <w:tabs>
          <w:tab w:val="left" w:pos="357"/>
          <w:tab w:val="left" w:pos="567"/>
          <w:tab w:val="left" w:pos="709"/>
        </w:tabs>
        <w:rPr>
          <w:rFonts w:ascii="Open Sans" w:hAnsi="Open Sans" w:cs="Open Sans"/>
        </w:rPr>
      </w:pPr>
    </w:p>
    <w:p w14:paraId="7F160CE5" w14:textId="77777777" w:rsidR="0005086F" w:rsidRPr="00FD240D" w:rsidRDefault="0005086F" w:rsidP="0005086F">
      <w:pPr>
        <w:widowControl w:val="0"/>
        <w:tabs>
          <w:tab w:val="left" w:pos="357"/>
          <w:tab w:val="left" w:pos="567"/>
          <w:tab w:val="left" w:pos="709"/>
        </w:tabs>
        <w:rPr>
          <w:rFonts w:ascii="Open Sans" w:hAnsi="Open Sans" w:cs="Open Sans"/>
        </w:rPr>
      </w:pPr>
    </w:p>
    <w:tbl>
      <w:tblPr>
        <w:tblW w:w="9649" w:type="dxa"/>
        <w:tblInd w:w="2" w:type="dxa"/>
        <w:tblLayout w:type="fixed"/>
        <w:tblCellMar>
          <w:left w:w="30" w:type="dxa"/>
          <w:right w:w="30" w:type="dxa"/>
        </w:tblCellMar>
        <w:tblLook w:val="0000" w:firstRow="0" w:lastRow="0" w:firstColumn="0" w:lastColumn="0" w:noHBand="0" w:noVBand="0"/>
      </w:tblPr>
      <w:tblGrid>
        <w:gridCol w:w="3387"/>
        <w:gridCol w:w="2965"/>
        <w:gridCol w:w="1719"/>
        <w:gridCol w:w="1568"/>
        <w:gridCol w:w="10"/>
      </w:tblGrid>
      <w:tr w:rsidR="0005086F" w:rsidRPr="00FD240D" w14:paraId="014957F2" w14:textId="77777777" w:rsidTr="005479DC">
        <w:trPr>
          <w:gridAfter w:val="1"/>
          <w:wAfter w:w="10" w:type="dxa"/>
          <w:trHeight w:val="235"/>
        </w:trPr>
        <w:tc>
          <w:tcPr>
            <w:tcW w:w="3387" w:type="dxa"/>
            <w:tcBorders>
              <w:top w:val="single" w:sz="4" w:space="0" w:color="auto"/>
            </w:tcBorders>
          </w:tcPr>
          <w:p w14:paraId="74FF531B" w14:textId="77777777" w:rsidR="0005086F" w:rsidRDefault="0005086F" w:rsidP="008027B7">
            <w:pPr>
              <w:widowControl w:val="0"/>
              <w:jc w:val="center"/>
              <w:rPr>
                <w:rFonts w:ascii="Open Sans" w:hAnsi="Open Sans" w:cs="Open Sans"/>
                <w:snapToGrid w:val="0"/>
              </w:rPr>
            </w:pPr>
            <w:r w:rsidRPr="00FD240D">
              <w:rPr>
                <w:rFonts w:ascii="Open Sans" w:hAnsi="Open Sans" w:cs="Open Sans"/>
                <w:snapToGrid w:val="0"/>
              </w:rPr>
              <w:t>kraj, datum</w:t>
            </w:r>
          </w:p>
          <w:p w14:paraId="3F1C8A90" w14:textId="77777777" w:rsidR="00C7177D" w:rsidRPr="00C7177D" w:rsidRDefault="00C7177D" w:rsidP="00C7177D">
            <w:pPr>
              <w:rPr>
                <w:rFonts w:ascii="Open Sans" w:hAnsi="Open Sans" w:cs="Open Sans"/>
              </w:rPr>
            </w:pPr>
          </w:p>
          <w:p w14:paraId="271C3D64" w14:textId="77777777" w:rsidR="00C7177D" w:rsidRPr="00C7177D" w:rsidRDefault="00C7177D" w:rsidP="00C7177D">
            <w:pPr>
              <w:rPr>
                <w:rFonts w:ascii="Open Sans" w:hAnsi="Open Sans" w:cs="Open Sans"/>
              </w:rPr>
            </w:pPr>
          </w:p>
          <w:p w14:paraId="18BC3FD2" w14:textId="77777777" w:rsidR="00C7177D" w:rsidRDefault="00C7177D" w:rsidP="00C7177D">
            <w:pPr>
              <w:ind w:firstLine="709"/>
              <w:rPr>
                <w:rFonts w:ascii="Open Sans" w:hAnsi="Open Sans" w:cs="Open Sans"/>
              </w:rPr>
            </w:pPr>
          </w:p>
          <w:p w14:paraId="6FC2E88E" w14:textId="77777777" w:rsidR="00C7177D" w:rsidRDefault="00C7177D" w:rsidP="00C7177D">
            <w:pPr>
              <w:ind w:firstLine="709"/>
              <w:rPr>
                <w:rFonts w:ascii="Open Sans" w:hAnsi="Open Sans" w:cs="Open Sans"/>
              </w:rPr>
            </w:pPr>
          </w:p>
          <w:p w14:paraId="46EF92CB" w14:textId="77777777" w:rsidR="00C7177D" w:rsidRDefault="00C7177D" w:rsidP="00C7177D">
            <w:pPr>
              <w:ind w:firstLine="709"/>
              <w:rPr>
                <w:rFonts w:ascii="Open Sans" w:hAnsi="Open Sans" w:cs="Open Sans"/>
              </w:rPr>
            </w:pPr>
          </w:p>
          <w:p w14:paraId="63FD2AAC" w14:textId="77777777" w:rsidR="00C7177D" w:rsidRDefault="00C7177D" w:rsidP="00C7177D">
            <w:pPr>
              <w:ind w:firstLine="709"/>
              <w:rPr>
                <w:rFonts w:ascii="Open Sans" w:hAnsi="Open Sans" w:cs="Open Sans"/>
              </w:rPr>
            </w:pPr>
          </w:p>
          <w:p w14:paraId="76D3F75A" w14:textId="77777777" w:rsidR="00C7177D" w:rsidRDefault="00C7177D" w:rsidP="00C7177D">
            <w:pPr>
              <w:ind w:firstLine="709"/>
              <w:rPr>
                <w:rFonts w:ascii="Open Sans" w:hAnsi="Open Sans" w:cs="Open Sans"/>
              </w:rPr>
            </w:pPr>
          </w:p>
          <w:p w14:paraId="733DEF67" w14:textId="77777777" w:rsidR="00C7177D" w:rsidRDefault="00C7177D" w:rsidP="00C7177D">
            <w:pPr>
              <w:ind w:firstLine="709"/>
              <w:rPr>
                <w:rFonts w:ascii="Open Sans" w:hAnsi="Open Sans" w:cs="Open Sans"/>
              </w:rPr>
            </w:pPr>
          </w:p>
          <w:p w14:paraId="30351FE5" w14:textId="77777777" w:rsidR="00C7177D" w:rsidRDefault="00C7177D" w:rsidP="00C7177D">
            <w:pPr>
              <w:ind w:firstLine="709"/>
              <w:rPr>
                <w:rFonts w:ascii="Open Sans" w:hAnsi="Open Sans" w:cs="Open Sans"/>
              </w:rPr>
            </w:pPr>
          </w:p>
          <w:p w14:paraId="2DE31DD0" w14:textId="77777777" w:rsidR="00C7177D" w:rsidRDefault="00C7177D" w:rsidP="00C7177D">
            <w:pPr>
              <w:ind w:firstLine="709"/>
              <w:rPr>
                <w:rFonts w:ascii="Open Sans" w:hAnsi="Open Sans" w:cs="Open Sans"/>
              </w:rPr>
            </w:pPr>
          </w:p>
          <w:p w14:paraId="57B2D830" w14:textId="77777777" w:rsidR="00C7177D" w:rsidRDefault="00C7177D" w:rsidP="00C7177D">
            <w:pPr>
              <w:ind w:firstLine="709"/>
              <w:rPr>
                <w:rFonts w:ascii="Open Sans" w:hAnsi="Open Sans" w:cs="Open Sans"/>
              </w:rPr>
            </w:pPr>
          </w:p>
          <w:p w14:paraId="79B0F7C5" w14:textId="77777777" w:rsidR="00C7177D" w:rsidRDefault="00C7177D" w:rsidP="00C7177D">
            <w:pPr>
              <w:ind w:firstLine="709"/>
              <w:rPr>
                <w:rFonts w:ascii="Open Sans" w:hAnsi="Open Sans" w:cs="Open Sans"/>
              </w:rPr>
            </w:pPr>
          </w:p>
          <w:p w14:paraId="43827B6F" w14:textId="77777777" w:rsidR="00C7177D" w:rsidRDefault="00C7177D" w:rsidP="00C7177D">
            <w:pPr>
              <w:ind w:firstLine="709"/>
              <w:rPr>
                <w:rFonts w:ascii="Open Sans" w:hAnsi="Open Sans" w:cs="Open Sans"/>
              </w:rPr>
            </w:pPr>
          </w:p>
          <w:p w14:paraId="6EC66F32" w14:textId="77777777" w:rsidR="00C7177D" w:rsidRDefault="00C7177D" w:rsidP="00C7177D">
            <w:pPr>
              <w:ind w:firstLine="709"/>
              <w:rPr>
                <w:rFonts w:ascii="Open Sans" w:hAnsi="Open Sans" w:cs="Open Sans"/>
              </w:rPr>
            </w:pPr>
          </w:p>
          <w:p w14:paraId="46FB1527" w14:textId="77777777" w:rsidR="00C7177D" w:rsidRDefault="00C7177D" w:rsidP="00C7177D">
            <w:pPr>
              <w:ind w:firstLine="709"/>
              <w:rPr>
                <w:rFonts w:ascii="Open Sans" w:hAnsi="Open Sans" w:cs="Open Sans"/>
              </w:rPr>
            </w:pPr>
          </w:p>
          <w:p w14:paraId="7E1E8BEB" w14:textId="77777777" w:rsidR="00C7177D" w:rsidRDefault="00C7177D" w:rsidP="00C7177D">
            <w:pPr>
              <w:ind w:firstLine="709"/>
              <w:rPr>
                <w:rFonts w:ascii="Open Sans" w:hAnsi="Open Sans" w:cs="Open Sans"/>
              </w:rPr>
            </w:pPr>
          </w:p>
          <w:p w14:paraId="6A6B22BB" w14:textId="77777777" w:rsidR="00C7177D" w:rsidRDefault="00C7177D" w:rsidP="00C7177D">
            <w:pPr>
              <w:ind w:firstLine="709"/>
              <w:rPr>
                <w:rFonts w:ascii="Open Sans" w:hAnsi="Open Sans" w:cs="Open Sans"/>
              </w:rPr>
            </w:pPr>
          </w:p>
          <w:p w14:paraId="13967614" w14:textId="77777777" w:rsidR="00C7177D" w:rsidRDefault="00C7177D" w:rsidP="00C7177D">
            <w:pPr>
              <w:ind w:firstLine="709"/>
              <w:rPr>
                <w:rFonts w:ascii="Open Sans" w:hAnsi="Open Sans" w:cs="Open Sans"/>
              </w:rPr>
            </w:pPr>
          </w:p>
          <w:p w14:paraId="48A5AB5D" w14:textId="77777777" w:rsidR="00C7177D" w:rsidRDefault="00C7177D" w:rsidP="00C7177D">
            <w:pPr>
              <w:ind w:firstLine="709"/>
              <w:rPr>
                <w:rFonts w:ascii="Open Sans" w:hAnsi="Open Sans" w:cs="Open Sans"/>
              </w:rPr>
            </w:pPr>
          </w:p>
          <w:p w14:paraId="5A252986" w14:textId="77777777" w:rsidR="00C7177D" w:rsidRDefault="00C7177D" w:rsidP="00C7177D">
            <w:pPr>
              <w:ind w:firstLine="709"/>
              <w:rPr>
                <w:rFonts w:ascii="Open Sans" w:hAnsi="Open Sans" w:cs="Open Sans"/>
              </w:rPr>
            </w:pPr>
          </w:p>
          <w:p w14:paraId="271124AA" w14:textId="77777777" w:rsidR="00C7177D" w:rsidRDefault="00C7177D" w:rsidP="00C7177D">
            <w:pPr>
              <w:ind w:firstLine="709"/>
              <w:rPr>
                <w:rFonts w:ascii="Open Sans" w:hAnsi="Open Sans" w:cs="Open Sans"/>
              </w:rPr>
            </w:pPr>
          </w:p>
          <w:p w14:paraId="52FBE8D9" w14:textId="77777777" w:rsidR="00C7177D" w:rsidRDefault="00C7177D" w:rsidP="00C7177D">
            <w:pPr>
              <w:ind w:firstLine="709"/>
              <w:rPr>
                <w:rFonts w:ascii="Open Sans" w:hAnsi="Open Sans" w:cs="Open Sans"/>
              </w:rPr>
            </w:pPr>
          </w:p>
          <w:p w14:paraId="708A2772" w14:textId="77777777" w:rsidR="00C7177D" w:rsidRDefault="00C7177D" w:rsidP="00C7177D">
            <w:pPr>
              <w:ind w:firstLine="709"/>
              <w:rPr>
                <w:rFonts w:ascii="Open Sans" w:hAnsi="Open Sans" w:cs="Open Sans"/>
              </w:rPr>
            </w:pPr>
          </w:p>
          <w:p w14:paraId="60CFBB01" w14:textId="77777777" w:rsidR="00C7177D" w:rsidRDefault="00C7177D" w:rsidP="00C7177D">
            <w:pPr>
              <w:ind w:firstLine="709"/>
              <w:rPr>
                <w:rFonts w:ascii="Open Sans" w:hAnsi="Open Sans" w:cs="Open Sans"/>
              </w:rPr>
            </w:pPr>
          </w:p>
          <w:p w14:paraId="462F3EF0" w14:textId="77777777" w:rsidR="00C7177D" w:rsidRDefault="00C7177D" w:rsidP="00C7177D">
            <w:pPr>
              <w:ind w:firstLine="709"/>
              <w:rPr>
                <w:rFonts w:ascii="Open Sans" w:hAnsi="Open Sans" w:cs="Open Sans"/>
              </w:rPr>
            </w:pPr>
          </w:p>
          <w:p w14:paraId="765D53DA" w14:textId="77777777" w:rsidR="00C7177D" w:rsidRDefault="00C7177D" w:rsidP="00C7177D">
            <w:pPr>
              <w:ind w:firstLine="709"/>
              <w:rPr>
                <w:rFonts w:ascii="Open Sans" w:hAnsi="Open Sans" w:cs="Open Sans"/>
              </w:rPr>
            </w:pPr>
          </w:p>
          <w:p w14:paraId="054EDD0C" w14:textId="77777777" w:rsidR="00C7177D" w:rsidRDefault="00C7177D" w:rsidP="00C7177D">
            <w:pPr>
              <w:ind w:firstLine="709"/>
              <w:rPr>
                <w:rFonts w:ascii="Open Sans" w:hAnsi="Open Sans" w:cs="Open Sans"/>
              </w:rPr>
            </w:pPr>
          </w:p>
          <w:p w14:paraId="5BCD1D85" w14:textId="77777777" w:rsidR="00C7177D" w:rsidRDefault="00C7177D" w:rsidP="00C7177D">
            <w:pPr>
              <w:ind w:firstLine="709"/>
              <w:rPr>
                <w:rFonts w:ascii="Open Sans" w:hAnsi="Open Sans" w:cs="Open Sans"/>
              </w:rPr>
            </w:pPr>
          </w:p>
          <w:p w14:paraId="79487B64" w14:textId="77777777" w:rsidR="00C7177D" w:rsidRDefault="00C7177D" w:rsidP="00C7177D">
            <w:pPr>
              <w:ind w:firstLine="709"/>
              <w:rPr>
                <w:rFonts w:ascii="Open Sans" w:hAnsi="Open Sans" w:cs="Open Sans"/>
              </w:rPr>
            </w:pPr>
          </w:p>
          <w:p w14:paraId="1A74744C" w14:textId="77777777" w:rsidR="00C7177D" w:rsidRDefault="00C7177D" w:rsidP="00C7177D">
            <w:pPr>
              <w:ind w:firstLine="709"/>
              <w:rPr>
                <w:rFonts w:ascii="Open Sans" w:hAnsi="Open Sans" w:cs="Open Sans"/>
              </w:rPr>
            </w:pPr>
          </w:p>
          <w:p w14:paraId="545B697D" w14:textId="77777777" w:rsidR="00C7177D" w:rsidRDefault="00C7177D" w:rsidP="00C7177D">
            <w:pPr>
              <w:ind w:firstLine="709"/>
              <w:rPr>
                <w:rFonts w:ascii="Open Sans" w:hAnsi="Open Sans" w:cs="Open Sans"/>
              </w:rPr>
            </w:pPr>
          </w:p>
          <w:p w14:paraId="33A4D5A6" w14:textId="77777777" w:rsidR="00C7177D" w:rsidRDefault="00C7177D" w:rsidP="00C7177D">
            <w:pPr>
              <w:ind w:firstLine="709"/>
              <w:rPr>
                <w:rFonts w:ascii="Open Sans" w:hAnsi="Open Sans" w:cs="Open Sans"/>
              </w:rPr>
            </w:pPr>
          </w:p>
          <w:p w14:paraId="36ED3032" w14:textId="77777777" w:rsidR="00C7177D" w:rsidRDefault="00C7177D" w:rsidP="00C7177D">
            <w:pPr>
              <w:ind w:firstLine="709"/>
              <w:rPr>
                <w:rFonts w:ascii="Open Sans" w:hAnsi="Open Sans" w:cs="Open Sans"/>
              </w:rPr>
            </w:pPr>
          </w:p>
          <w:p w14:paraId="02EF42C1" w14:textId="77777777" w:rsidR="00C7177D" w:rsidRDefault="00C7177D" w:rsidP="00C7177D">
            <w:pPr>
              <w:ind w:firstLine="709"/>
              <w:rPr>
                <w:rFonts w:ascii="Open Sans" w:hAnsi="Open Sans" w:cs="Open Sans"/>
              </w:rPr>
            </w:pPr>
          </w:p>
          <w:p w14:paraId="57D8575D" w14:textId="77777777" w:rsidR="00C7177D" w:rsidRDefault="00C7177D" w:rsidP="00C7177D">
            <w:pPr>
              <w:ind w:firstLine="709"/>
              <w:rPr>
                <w:rFonts w:ascii="Open Sans" w:hAnsi="Open Sans" w:cs="Open Sans"/>
              </w:rPr>
            </w:pPr>
          </w:p>
          <w:p w14:paraId="08B8D532" w14:textId="77777777" w:rsidR="00C7177D" w:rsidRDefault="00C7177D" w:rsidP="00C7177D">
            <w:pPr>
              <w:ind w:firstLine="709"/>
              <w:rPr>
                <w:rFonts w:ascii="Open Sans" w:hAnsi="Open Sans" w:cs="Open Sans"/>
              </w:rPr>
            </w:pPr>
          </w:p>
          <w:p w14:paraId="2B29E35B" w14:textId="77777777" w:rsidR="00C7177D" w:rsidRDefault="00C7177D" w:rsidP="00C7177D">
            <w:pPr>
              <w:ind w:firstLine="709"/>
              <w:rPr>
                <w:rFonts w:ascii="Open Sans" w:hAnsi="Open Sans" w:cs="Open Sans"/>
              </w:rPr>
            </w:pPr>
          </w:p>
          <w:p w14:paraId="0A8C0B76" w14:textId="77777777" w:rsidR="00C7177D" w:rsidRDefault="00C7177D" w:rsidP="00C7177D">
            <w:pPr>
              <w:ind w:firstLine="709"/>
              <w:rPr>
                <w:rFonts w:ascii="Open Sans" w:hAnsi="Open Sans" w:cs="Open Sans"/>
              </w:rPr>
            </w:pPr>
          </w:p>
          <w:p w14:paraId="0BF9B26B" w14:textId="0103D196" w:rsidR="00C7177D" w:rsidRPr="00C7177D" w:rsidRDefault="00C7177D" w:rsidP="00C7177D">
            <w:pPr>
              <w:ind w:firstLine="709"/>
              <w:rPr>
                <w:rFonts w:ascii="Open Sans" w:hAnsi="Open Sans" w:cs="Open Sans"/>
              </w:rPr>
            </w:pPr>
          </w:p>
        </w:tc>
        <w:tc>
          <w:tcPr>
            <w:tcW w:w="2965" w:type="dxa"/>
          </w:tcPr>
          <w:p w14:paraId="202BB27D" w14:textId="77777777" w:rsidR="00C7177D" w:rsidRDefault="00C7177D" w:rsidP="008027B7">
            <w:pPr>
              <w:widowControl w:val="0"/>
              <w:jc w:val="center"/>
              <w:rPr>
                <w:rFonts w:ascii="Open Sans" w:hAnsi="Open Sans" w:cs="Open Sans"/>
                <w:snapToGrid w:val="0"/>
              </w:rPr>
            </w:pPr>
          </w:p>
          <w:p w14:paraId="053E64DA" w14:textId="1DAA0FC5" w:rsidR="0005086F" w:rsidRPr="00FD240D" w:rsidRDefault="0005086F" w:rsidP="008027B7">
            <w:pPr>
              <w:widowControl w:val="0"/>
              <w:jc w:val="center"/>
              <w:rPr>
                <w:rFonts w:ascii="Open Sans" w:hAnsi="Open Sans" w:cs="Open Sans"/>
                <w:snapToGrid w:val="0"/>
              </w:rPr>
            </w:pPr>
            <w:r w:rsidRPr="00FD240D">
              <w:rPr>
                <w:rFonts w:ascii="Open Sans" w:hAnsi="Open Sans" w:cs="Open Sans"/>
                <w:snapToGrid w:val="0"/>
              </w:rPr>
              <w:t>žig</w:t>
            </w:r>
          </w:p>
        </w:tc>
        <w:tc>
          <w:tcPr>
            <w:tcW w:w="3287" w:type="dxa"/>
            <w:gridSpan w:val="2"/>
            <w:tcBorders>
              <w:top w:val="single" w:sz="4" w:space="0" w:color="auto"/>
            </w:tcBorders>
          </w:tcPr>
          <w:p w14:paraId="6329EFE4" w14:textId="77777777" w:rsidR="0005086F" w:rsidRPr="00FD240D" w:rsidRDefault="0005086F" w:rsidP="008027B7">
            <w:pPr>
              <w:widowControl w:val="0"/>
              <w:jc w:val="center"/>
              <w:rPr>
                <w:rFonts w:ascii="Open Sans" w:hAnsi="Open Sans" w:cs="Open Sans"/>
                <w:snapToGrid w:val="0"/>
              </w:rPr>
            </w:pPr>
            <w:r w:rsidRPr="00FD240D">
              <w:rPr>
                <w:rFonts w:ascii="Open Sans" w:hAnsi="Open Sans" w:cs="Open Sans"/>
                <w:snapToGrid w:val="0"/>
              </w:rPr>
              <w:t>Naziv in podpis odgovorne osebe ponudnika</w:t>
            </w:r>
          </w:p>
          <w:p w14:paraId="5CCE9AA9" w14:textId="77777777" w:rsidR="0026068D" w:rsidRPr="00FD240D" w:rsidRDefault="0026068D" w:rsidP="008027B7">
            <w:pPr>
              <w:widowControl w:val="0"/>
              <w:jc w:val="center"/>
              <w:rPr>
                <w:rFonts w:ascii="Open Sans" w:hAnsi="Open Sans" w:cs="Open Sans"/>
                <w:snapToGrid w:val="0"/>
              </w:rPr>
            </w:pPr>
          </w:p>
          <w:p w14:paraId="76E6CBA2" w14:textId="77777777" w:rsidR="0026068D" w:rsidRPr="00FD240D" w:rsidRDefault="0026068D" w:rsidP="008027B7">
            <w:pPr>
              <w:widowControl w:val="0"/>
              <w:jc w:val="center"/>
              <w:rPr>
                <w:rFonts w:ascii="Open Sans" w:hAnsi="Open Sans" w:cs="Open Sans"/>
                <w:snapToGrid w:val="0"/>
              </w:rPr>
            </w:pPr>
          </w:p>
          <w:p w14:paraId="45AFB897" w14:textId="4F1BC1CE" w:rsidR="0026068D" w:rsidRPr="00FD240D" w:rsidRDefault="0026068D" w:rsidP="008027B7">
            <w:pPr>
              <w:widowControl w:val="0"/>
              <w:jc w:val="center"/>
              <w:rPr>
                <w:rFonts w:ascii="Open Sans" w:hAnsi="Open Sans" w:cs="Open Sans"/>
                <w:snapToGrid w:val="0"/>
              </w:rPr>
            </w:pPr>
          </w:p>
        </w:tc>
      </w:tr>
      <w:tr w:rsidR="00C31B0A" w:rsidRPr="00077639" w14:paraId="3CA8B13B" w14:textId="77777777" w:rsidTr="005479DC">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PrEx>
        <w:tc>
          <w:tcPr>
            <w:tcW w:w="8071" w:type="dxa"/>
            <w:gridSpan w:val="3"/>
            <w:tcBorders>
              <w:top w:val="single" w:sz="4" w:space="0" w:color="auto"/>
              <w:bottom w:val="single" w:sz="4" w:space="0" w:color="auto"/>
            </w:tcBorders>
          </w:tcPr>
          <w:p w14:paraId="4A78F889" w14:textId="77777777" w:rsidR="00C31B0A" w:rsidRPr="00077639" w:rsidRDefault="00C31B0A" w:rsidP="006121C9">
            <w:pPr>
              <w:widowControl w:val="0"/>
              <w:jc w:val="both"/>
              <w:rPr>
                <w:rFonts w:ascii="Open Sans" w:hAnsi="Open Sans" w:cs="Open Sans"/>
              </w:rPr>
            </w:pPr>
            <w:r w:rsidRPr="00077639">
              <w:rPr>
                <w:rFonts w:ascii="Open Sans" w:hAnsi="Open Sans" w:cs="Open Sans"/>
              </w:rPr>
              <w:lastRenderedPageBreak/>
              <w:br w:type="page"/>
            </w:r>
            <w:r w:rsidRPr="00077639">
              <w:rPr>
                <w:rFonts w:ascii="Open Sans" w:hAnsi="Open Sans" w:cs="Open Sans"/>
              </w:rPr>
              <w:br w:type="page"/>
            </w:r>
            <w:r w:rsidRPr="00077639">
              <w:rPr>
                <w:rFonts w:ascii="Open Sans" w:hAnsi="Open Sans" w:cs="Open Sans"/>
              </w:rPr>
              <w:br w:type="page"/>
              <w:t>PONUDBENI PREDRAČUN</w:t>
            </w:r>
          </w:p>
        </w:tc>
        <w:tc>
          <w:tcPr>
            <w:tcW w:w="1573" w:type="dxa"/>
            <w:gridSpan w:val="2"/>
            <w:tcBorders>
              <w:top w:val="single" w:sz="4" w:space="0" w:color="auto"/>
              <w:bottom w:val="single" w:sz="4" w:space="0" w:color="auto"/>
            </w:tcBorders>
          </w:tcPr>
          <w:p w14:paraId="1DE3866C" w14:textId="77777777" w:rsidR="00C31B0A" w:rsidRPr="00077639" w:rsidRDefault="00C31B0A" w:rsidP="006121C9">
            <w:pPr>
              <w:widowControl w:val="0"/>
              <w:jc w:val="both"/>
              <w:rPr>
                <w:rFonts w:ascii="Open Sans" w:hAnsi="Open Sans" w:cs="Open Sans"/>
                <w:b/>
                <w:bCs/>
                <w:iCs/>
              </w:rPr>
            </w:pPr>
            <w:r w:rsidRPr="00077639">
              <w:rPr>
                <w:rFonts w:ascii="Open Sans" w:hAnsi="Open Sans" w:cs="Open Sans"/>
                <w:b/>
                <w:bCs/>
                <w:iCs/>
              </w:rPr>
              <w:t>Priloga 2/1</w:t>
            </w:r>
          </w:p>
        </w:tc>
      </w:tr>
    </w:tbl>
    <w:p w14:paraId="2EA3EFAA" w14:textId="77777777" w:rsidR="00C31B0A" w:rsidRPr="00077639" w:rsidRDefault="00C31B0A" w:rsidP="00C31B0A">
      <w:pPr>
        <w:widowControl w:val="0"/>
        <w:jc w:val="both"/>
        <w:rPr>
          <w:rFonts w:ascii="Open Sans" w:hAnsi="Open Sans" w:cs="Open Sans"/>
        </w:rPr>
      </w:pPr>
    </w:p>
    <w:p w14:paraId="622E0E51" w14:textId="77777777" w:rsidR="00C31B0A" w:rsidRPr="00077639" w:rsidRDefault="00C31B0A" w:rsidP="00C31B0A">
      <w:pPr>
        <w:widowControl w:val="0"/>
        <w:jc w:val="both"/>
        <w:rPr>
          <w:rFonts w:ascii="Open Sans" w:hAnsi="Open Sans" w:cs="Open Sans"/>
        </w:rPr>
      </w:pPr>
    </w:p>
    <w:p w14:paraId="1BE83728" w14:textId="77777777" w:rsidR="00C31B0A" w:rsidRPr="00077639" w:rsidRDefault="00C31B0A" w:rsidP="00C31B0A">
      <w:pPr>
        <w:widowControl w:val="0"/>
        <w:jc w:val="center"/>
        <w:rPr>
          <w:rFonts w:ascii="Open Sans" w:hAnsi="Open Sans" w:cs="Open Sans"/>
          <w:b/>
        </w:rPr>
      </w:pPr>
      <w:r w:rsidRPr="00077639">
        <w:rPr>
          <w:rFonts w:ascii="Open Sans" w:hAnsi="Open Sans" w:cs="Open Sans"/>
          <w:b/>
        </w:rPr>
        <w:t>PONUDBENI PREDRAČUN</w:t>
      </w:r>
    </w:p>
    <w:p w14:paraId="3698CB6E" w14:textId="77777777" w:rsidR="00C31B0A" w:rsidRPr="00077639" w:rsidRDefault="00C31B0A" w:rsidP="00C31B0A">
      <w:pPr>
        <w:widowControl w:val="0"/>
        <w:jc w:val="both"/>
        <w:rPr>
          <w:rFonts w:ascii="Open Sans" w:hAnsi="Open Sans" w:cs="Open Sans"/>
        </w:rPr>
      </w:pPr>
    </w:p>
    <w:p w14:paraId="1EC102E5" w14:textId="77777777" w:rsidR="00C31B0A" w:rsidRPr="00077639" w:rsidRDefault="00C31B0A" w:rsidP="00C31B0A">
      <w:pPr>
        <w:widowControl w:val="0"/>
        <w:tabs>
          <w:tab w:val="left" w:pos="567"/>
          <w:tab w:val="num" w:pos="851"/>
          <w:tab w:val="left" w:pos="993"/>
        </w:tabs>
        <w:jc w:val="both"/>
        <w:rPr>
          <w:rFonts w:ascii="Open Sans" w:hAnsi="Open Sans" w:cs="Open Sans"/>
        </w:rPr>
      </w:pPr>
    </w:p>
    <w:p w14:paraId="6D98CD0D" w14:textId="77777777" w:rsidR="00C31B0A" w:rsidRPr="00077639" w:rsidRDefault="00C31B0A" w:rsidP="00C31B0A">
      <w:pPr>
        <w:widowControl w:val="0"/>
        <w:tabs>
          <w:tab w:val="left" w:pos="567"/>
          <w:tab w:val="num" w:pos="851"/>
          <w:tab w:val="left" w:pos="993"/>
        </w:tabs>
        <w:jc w:val="both"/>
        <w:rPr>
          <w:rFonts w:ascii="Open Sans" w:hAnsi="Open Sans" w:cs="Open Sans"/>
        </w:rPr>
      </w:pPr>
      <w:r w:rsidRPr="00077639">
        <w:rPr>
          <w:rFonts w:ascii="Open Sans" w:hAnsi="Open Sans" w:cs="Open Sans"/>
        </w:rPr>
        <w:t>Ponudnik _____________________________________________________________________</w:t>
      </w:r>
      <w:r>
        <w:rPr>
          <w:rFonts w:ascii="Open Sans" w:hAnsi="Open Sans" w:cs="Open Sans"/>
        </w:rPr>
        <w:t>__________________</w:t>
      </w:r>
      <w:r w:rsidRPr="00077639">
        <w:rPr>
          <w:rFonts w:ascii="Open Sans" w:hAnsi="Open Sans" w:cs="Open Sans"/>
        </w:rPr>
        <w:t>,</w:t>
      </w:r>
    </w:p>
    <w:p w14:paraId="19FF5EF7" w14:textId="77777777" w:rsidR="00C31B0A" w:rsidRPr="00077639" w:rsidRDefault="00C31B0A" w:rsidP="00C31B0A">
      <w:pPr>
        <w:widowControl w:val="0"/>
        <w:tabs>
          <w:tab w:val="left" w:pos="567"/>
          <w:tab w:val="num" w:pos="851"/>
          <w:tab w:val="left" w:pos="993"/>
        </w:tabs>
        <w:jc w:val="center"/>
        <w:rPr>
          <w:rFonts w:ascii="Open Sans" w:hAnsi="Open Sans" w:cs="Open Sans"/>
        </w:rPr>
      </w:pPr>
      <w:r w:rsidRPr="00077639">
        <w:rPr>
          <w:rFonts w:ascii="Open Sans" w:hAnsi="Open Sans" w:cs="Open Sans"/>
        </w:rPr>
        <w:t>(naziv ponudnika)</w:t>
      </w:r>
    </w:p>
    <w:p w14:paraId="74EAEB4A" w14:textId="77777777" w:rsidR="00C31B0A" w:rsidRPr="00077639" w:rsidRDefault="00C31B0A" w:rsidP="00C31B0A">
      <w:pPr>
        <w:widowControl w:val="0"/>
        <w:tabs>
          <w:tab w:val="left" w:pos="567"/>
          <w:tab w:val="num" w:pos="851"/>
          <w:tab w:val="left" w:pos="993"/>
        </w:tabs>
        <w:jc w:val="center"/>
        <w:rPr>
          <w:rFonts w:ascii="Open Sans" w:hAnsi="Open Sans" w:cs="Open Sans"/>
        </w:rPr>
      </w:pPr>
    </w:p>
    <w:p w14:paraId="7351739C" w14:textId="77777777" w:rsidR="00C31B0A" w:rsidRPr="00077639" w:rsidRDefault="00C31B0A" w:rsidP="00C31B0A">
      <w:pPr>
        <w:widowControl w:val="0"/>
        <w:tabs>
          <w:tab w:val="left" w:pos="567"/>
          <w:tab w:val="num" w:pos="851"/>
          <w:tab w:val="left" w:pos="993"/>
        </w:tabs>
        <w:jc w:val="both"/>
        <w:rPr>
          <w:rFonts w:ascii="Open Sans" w:hAnsi="Open Sans" w:cs="Open Sans"/>
        </w:rPr>
      </w:pPr>
    </w:p>
    <w:p w14:paraId="0C799603" w14:textId="77777777" w:rsidR="00C31B0A" w:rsidRDefault="00C31B0A" w:rsidP="00C31B0A">
      <w:pPr>
        <w:pStyle w:val="Naslov"/>
        <w:widowControl w:val="0"/>
        <w:jc w:val="both"/>
        <w:rPr>
          <w:rFonts w:ascii="Open Sans" w:hAnsi="Open Sans" w:cs="Open Sans"/>
          <w:b w:val="0"/>
          <w:bCs/>
          <w:sz w:val="20"/>
        </w:rPr>
      </w:pPr>
    </w:p>
    <w:p w14:paraId="1D571167" w14:textId="252CED06" w:rsidR="00821569" w:rsidRPr="00F21BED" w:rsidRDefault="00C31B0A" w:rsidP="00821569">
      <w:pPr>
        <w:pStyle w:val="Naslov"/>
        <w:widowControl w:val="0"/>
        <w:rPr>
          <w:rFonts w:ascii="Open Sans" w:hAnsi="Open Sans" w:cs="Open Sans"/>
          <w:b w:val="0"/>
          <w:bCs/>
          <w:sz w:val="20"/>
          <w:lang w:val="sl-SI"/>
        </w:rPr>
      </w:pPr>
      <w:r w:rsidRPr="00C31B0A">
        <w:rPr>
          <w:rFonts w:ascii="Open Sans" w:hAnsi="Open Sans" w:cs="Open Sans"/>
          <w:b w:val="0"/>
          <w:bCs/>
          <w:sz w:val="20"/>
        </w:rPr>
        <w:t xml:space="preserve">ki </w:t>
      </w:r>
      <w:r w:rsidRPr="00F21BED">
        <w:rPr>
          <w:rFonts w:ascii="Open Sans" w:hAnsi="Open Sans" w:cs="Open Sans"/>
          <w:b w:val="0"/>
          <w:bCs/>
          <w:sz w:val="20"/>
          <w:lang w:val="sl-SI"/>
        </w:rPr>
        <w:t>oddajamo ponudbo za javno naročilo</w:t>
      </w:r>
    </w:p>
    <w:p w14:paraId="478DD280" w14:textId="77777777" w:rsidR="00821569" w:rsidRPr="00F21BED" w:rsidRDefault="00821569" w:rsidP="00F21BED">
      <w:pPr>
        <w:pStyle w:val="Naslov"/>
        <w:widowControl w:val="0"/>
        <w:rPr>
          <w:rFonts w:ascii="Open Sans" w:hAnsi="Open Sans" w:cs="Open Sans"/>
          <w:sz w:val="20"/>
          <w:lang w:val="sl-SI"/>
        </w:rPr>
      </w:pPr>
    </w:p>
    <w:p w14:paraId="21E6CFA8" w14:textId="101CD2AC" w:rsidR="00821569" w:rsidRPr="00F21BED" w:rsidRDefault="00C31B0A" w:rsidP="00F21BED">
      <w:pPr>
        <w:pStyle w:val="Naslov"/>
        <w:widowControl w:val="0"/>
        <w:rPr>
          <w:rFonts w:ascii="Open Sans" w:hAnsi="Open Sans" w:cs="Open Sans"/>
          <w:noProof/>
          <w:sz w:val="20"/>
          <w:lang w:val="sl-SI"/>
        </w:rPr>
      </w:pPr>
      <w:r w:rsidRPr="00F21BED">
        <w:rPr>
          <w:rFonts w:ascii="Open Sans" w:hAnsi="Open Sans" w:cs="Open Sans"/>
          <w:noProof/>
          <w:sz w:val="20"/>
          <w:lang w:val="sl-SI"/>
        </w:rPr>
        <w:t xml:space="preserve">ENLJ-SAL-80/25 </w:t>
      </w:r>
      <w:r w:rsidRPr="00F21BED">
        <w:rPr>
          <w:rFonts w:ascii="Open Sans" w:hAnsi="Open Sans" w:cs="Open Sans"/>
          <w:color w:val="000000"/>
          <w:sz w:val="20"/>
          <w:lang w:val="sl-SI"/>
        </w:rPr>
        <w:t xml:space="preserve">– </w:t>
      </w:r>
      <w:r w:rsidRPr="00F21BED">
        <w:rPr>
          <w:rFonts w:ascii="Open Sans" w:hAnsi="Open Sans" w:cs="Open Sans"/>
          <w:sz w:val="20"/>
          <w:lang w:val="sl-SI"/>
        </w:rPr>
        <w:t>VZDRŽEVANJE IN SERVISIRANJE KONVEKTORJEV ZA SISTEM OGREVANJA IN HLAJENJA</w:t>
      </w:r>
    </w:p>
    <w:p w14:paraId="11F6BCCF" w14:textId="77777777" w:rsidR="00821569" w:rsidRPr="00F21BED" w:rsidRDefault="00821569" w:rsidP="00C31B0A">
      <w:pPr>
        <w:pStyle w:val="Naslov"/>
        <w:widowControl w:val="0"/>
        <w:jc w:val="both"/>
        <w:rPr>
          <w:rFonts w:ascii="Open Sans" w:hAnsi="Open Sans" w:cs="Open Sans"/>
          <w:noProof/>
          <w:sz w:val="20"/>
          <w:lang w:val="sl-SI"/>
        </w:rPr>
      </w:pPr>
    </w:p>
    <w:p w14:paraId="06E116FF" w14:textId="2EB9336E" w:rsidR="00C31B0A" w:rsidRPr="00F21BED" w:rsidRDefault="00C31B0A" w:rsidP="00C31B0A">
      <w:pPr>
        <w:pStyle w:val="Naslov"/>
        <w:widowControl w:val="0"/>
        <w:jc w:val="both"/>
        <w:rPr>
          <w:rFonts w:ascii="Open Sans" w:hAnsi="Open Sans" w:cs="Open Sans"/>
          <w:sz w:val="20"/>
          <w:lang w:val="sl-SI"/>
        </w:rPr>
      </w:pPr>
      <w:r w:rsidRPr="00F21BED">
        <w:rPr>
          <w:rFonts w:ascii="Open Sans" w:hAnsi="Open Sans" w:cs="Open Sans"/>
          <w:b w:val="0"/>
          <w:bCs/>
          <w:color w:val="000000"/>
          <w:sz w:val="20"/>
          <w:lang w:val="sl-SI"/>
        </w:rPr>
        <w:t xml:space="preserve">prilagamo </w:t>
      </w:r>
      <w:r w:rsidRPr="00F21BED">
        <w:rPr>
          <w:rFonts w:ascii="Open Sans" w:hAnsi="Open Sans" w:cs="Open Sans"/>
          <w:b w:val="0"/>
          <w:bCs/>
          <w:sz w:val="20"/>
          <w:lang w:val="sl-SI"/>
        </w:rPr>
        <w:t xml:space="preserve">izpolnjen, podpisan in žigosan ponudbeni predračun v </w:t>
      </w:r>
      <w:r w:rsidRPr="00F21BED">
        <w:rPr>
          <w:rFonts w:ascii="Open Sans" w:hAnsi="Open Sans" w:cs="Open Sans"/>
          <w:sz w:val="20"/>
          <w:lang w:val="sl-SI"/>
        </w:rPr>
        <w:t>PDF formatu</w:t>
      </w:r>
      <w:r w:rsidRPr="00F21BED">
        <w:rPr>
          <w:rFonts w:ascii="Open Sans" w:hAnsi="Open Sans" w:cs="Open Sans"/>
          <w:b w:val="0"/>
          <w:bCs/>
          <w:sz w:val="20"/>
          <w:lang w:val="sl-SI"/>
        </w:rPr>
        <w:t xml:space="preserve"> ter ponudbeni predračun v </w:t>
      </w:r>
      <w:r w:rsidRPr="00F21BED">
        <w:rPr>
          <w:rFonts w:ascii="Open Sans" w:hAnsi="Open Sans" w:cs="Open Sans"/>
          <w:sz w:val="20"/>
          <w:lang w:val="sl-SI"/>
        </w:rPr>
        <w:t>Excel formatu</w:t>
      </w:r>
      <w:r w:rsidRPr="00F21BED">
        <w:rPr>
          <w:rFonts w:ascii="Open Sans" w:hAnsi="Open Sans" w:cs="Open Sans"/>
          <w:b w:val="0"/>
          <w:bCs/>
          <w:sz w:val="20"/>
          <w:lang w:val="sl-SI"/>
        </w:rPr>
        <w:t>.</w:t>
      </w:r>
      <w:r w:rsidRPr="00F21BED">
        <w:rPr>
          <w:rFonts w:ascii="Open Sans" w:hAnsi="Open Sans" w:cs="Open Sans"/>
          <w:sz w:val="20"/>
          <w:lang w:val="sl-SI"/>
        </w:rPr>
        <w:t xml:space="preserve"> </w:t>
      </w:r>
    </w:p>
    <w:p w14:paraId="55409389" w14:textId="77777777" w:rsidR="00C31B0A" w:rsidRPr="00077639" w:rsidRDefault="00C31B0A" w:rsidP="00C31B0A">
      <w:pPr>
        <w:widowControl w:val="0"/>
        <w:spacing w:after="100" w:afterAutospacing="1"/>
        <w:jc w:val="both"/>
        <w:rPr>
          <w:rFonts w:ascii="Open Sans" w:hAnsi="Open Sans" w:cs="Open Sans"/>
        </w:rPr>
      </w:pPr>
    </w:p>
    <w:p w14:paraId="043BD7C8" w14:textId="77777777" w:rsidR="00C31B0A" w:rsidRPr="00077639" w:rsidRDefault="00C31B0A" w:rsidP="00C31B0A">
      <w:pPr>
        <w:widowControl w:val="0"/>
        <w:spacing w:after="100" w:afterAutospacing="1"/>
        <w:jc w:val="both"/>
        <w:rPr>
          <w:rFonts w:ascii="Open Sans" w:hAnsi="Open Sans" w:cs="Open Sans"/>
          <w:bCs/>
        </w:rPr>
      </w:pPr>
      <w:r w:rsidRPr="00077639">
        <w:rPr>
          <w:rFonts w:ascii="Open Sans" w:hAnsi="Open Sans" w:cs="Open Sans"/>
        </w:rPr>
        <w:t>Izjavljamo, da sta ponudbena predračuna vsebinsko identična.</w:t>
      </w:r>
    </w:p>
    <w:p w14:paraId="06D1CE67" w14:textId="77777777" w:rsidR="00C31B0A" w:rsidRPr="00077639" w:rsidRDefault="00C31B0A" w:rsidP="00C31B0A">
      <w:pPr>
        <w:widowControl w:val="0"/>
        <w:jc w:val="both"/>
        <w:rPr>
          <w:rFonts w:ascii="Open Sans" w:hAnsi="Open Sans" w:cs="Open Sans"/>
          <w:bCs/>
        </w:rPr>
      </w:pPr>
    </w:p>
    <w:p w14:paraId="39E8087B" w14:textId="77777777" w:rsidR="00C31B0A" w:rsidRPr="00077639" w:rsidRDefault="00C31B0A" w:rsidP="00C31B0A">
      <w:pPr>
        <w:widowControl w:val="0"/>
        <w:jc w:val="both"/>
        <w:rPr>
          <w:rFonts w:ascii="Open Sans" w:hAnsi="Open Sans" w:cs="Open Sans"/>
        </w:rPr>
      </w:pPr>
    </w:p>
    <w:p w14:paraId="159A1FF7" w14:textId="77777777" w:rsidR="00C31B0A" w:rsidRPr="00077639" w:rsidRDefault="00C31B0A" w:rsidP="00C31B0A">
      <w:pPr>
        <w:widowControl w:val="0"/>
        <w:jc w:val="both"/>
        <w:rPr>
          <w:rFonts w:ascii="Open Sans" w:hAnsi="Open Sans" w:cs="Open Sans"/>
        </w:rPr>
      </w:pPr>
    </w:p>
    <w:p w14:paraId="54C912EE" w14:textId="77777777" w:rsidR="00C31B0A" w:rsidRPr="00077639" w:rsidRDefault="00C31B0A" w:rsidP="00C31B0A">
      <w:pPr>
        <w:widowControl w:val="0"/>
        <w:jc w:val="both"/>
        <w:rPr>
          <w:rFonts w:ascii="Open Sans" w:hAnsi="Open Sans" w:cs="Open Sans"/>
        </w:rPr>
      </w:pPr>
    </w:p>
    <w:p w14:paraId="40E82A40" w14:textId="77777777" w:rsidR="00C31B0A" w:rsidRPr="00077639" w:rsidRDefault="00C31B0A" w:rsidP="00C31B0A">
      <w:pPr>
        <w:widowControl w:val="0"/>
        <w:jc w:val="both"/>
        <w:rPr>
          <w:rFonts w:ascii="Open Sans" w:hAnsi="Open Sans" w:cs="Open Sans"/>
        </w:rPr>
      </w:pPr>
    </w:p>
    <w:p w14:paraId="25A9A168" w14:textId="77777777" w:rsidR="00C31B0A" w:rsidRPr="00077639" w:rsidRDefault="00C31B0A" w:rsidP="00C31B0A">
      <w:pPr>
        <w:widowControl w:val="0"/>
        <w:jc w:val="both"/>
        <w:rPr>
          <w:rFonts w:ascii="Open Sans" w:hAnsi="Open Sans" w:cs="Open Sans"/>
        </w:rPr>
      </w:pPr>
    </w:p>
    <w:p w14:paraId="77A1E98C" w14:textId="77777777" w:rsidR="00C31B0A" w:rsidRPr="00077639" w:rsidRDefault="00C31B0A" w:rsidP="00C31B0A">
      <w:pPr>
        <w:widowControl w:val="0"/>
        <w:jc w:val="both"/>
        <w:rPr>
          <w:rFonts w:ascii="Open Sans" w:hAnsi="Open Sans" w:cs="Open Sans"/>
        </w:rPr>
      </w:pPr>
    </w:p>
    <w:tbl>
      <w:tblPr>
        <w:tblW w:w="9639" w:type="dxa"/>
        <w:tblInd w:w="2" w:type="dxa"/>
        <w:tblLayout w:type="fixed"/>
        <w:tblCellMar>
          <w:left w:w="30" w:type="dxa"/>
          <w:right w:w="30" w:type="dxa"/>
        </w:tblCellMar>
        <w:tblLook w:val="0000" w:firstRow="0" w:lastRow="0" w:firstColumn="0" w:lastColumn="0" w:noHBand="0" w:noVBand="0"/>
      </w:tblPr>
      <w:tblGrid>
        <w:gridCol w:w="3402"/>
        <w:gridCol w:w="2977"/>
        <w:gridCol w:w="3260"/>
      </w:tblGrid>
      <w:tr w:rsidR="00C31B0A" w:rsidRPr="00077639" w14:paraId="1B9E6145" w14:textId="77777777" w:rsidTr="006121C9">
        <w:trPr>
          <w:trHeight w:val="235"/>
        </w:trPr>
        <w:tc>
          <w:tcPr>
            <w:tcW w:w="3402" w:type="dxa"/>
            <w:tcBorders>
              <w:bottom w:val="single" w:sz="4" w:space="0" w:color="auto"/>
            </w:tcBorders>
          </w:tcPr>
          <w:p w14:paraId="198986BD" w14:textId="77777777" w:rsidR="00C31B0A" w:rsidRPr="00077639" w:rsidRDefault="00C31B0A" w:rsidP="006121C9">
            <w:pPr>
              <w:widowControl w:val="0"/>
              <w:jc w:val="both"/>
              <w:rPr>
                <w:rFonts w:ascii="Open Sans" w:hAnsi="Open Sans" w:cs="Open Sans"/>
                <w:snapToGrid w:val="0"/>
              </w:rPr>
            </w:pPr>
          </w:p>
        </w:tc>
        <w:tc>
          <w:tcPr>
            <w:tcW w:w="2977" w:type="dxa"/>
          </w:tcPr>
          <w:p w14:paraId="4C02C345" w14:textId="77777777" w:rsidR="00C31B0A" w:rsidRPr="00077639" w:rsidRDefault="00C31B0A" w:rsidP="006121C9">
            <w:pPr>
              <w:widowControl w:val="0"/>
              <w:jc w:val="center"/>
              <w:rPr>
                <w:rFonts w:ascii="Open Sans" w:hAnsi="Open Sans" w:cs="Open Sans"/>
                <w:snapToGrid w:val="0"/>
              </w:rPr>
            </w:pPr>
          </w:p>
        </w:tc>
        <w:tc>
          <w:tcPr>
            <w:tcW w:w="3260" w:type="dxa"/>
            <w:tcBorders>
              <w:bottom w:val="single" w:sz="4" w:space="0" w:color="auto"/>
            </w:tcBorders>
          </w:tcPr>
          <w:p w14:paraId="210A1A44" w14:textId="77777777" w:rsidR="00C31B0A" w:rsidRPr="00077639" w:rsidRDefault="00C31B0A" w:rsidP="006121C9">
            <w:pPr>
              <w:widowControl w:val="0"/>
              <w:tabs>
                <w:tab w:val="left" w:pos="567"/>
                <w:tab w:val="num" w:pos="851"/>
                <w:tab w:val="left" w:pos="993"/>
              </w:tabs>
              <w:jc w:val="both"/>
              <w:rPr>
                <w:rFonts w:ascii="Open Sans" w:hAnsi="Open Sans" w:cs="Open Sans"/>
                <w:snapToGrid w:val="0"/>
              </w:rPr>
            </w:pPr>
          </w:p>
        </w:tc>
      </w:tr>
      <w:tr w:rsidR="00C31B0A" w:rsidRPr="00077639" w14:paraId="6301AEDD" w14:textId="77777777" w:rsidTr="006121C9">
        <w:trPr>
          <w:trHeight w:val="235"/>
        </w:trPr>
        <w:tc>
          <w:tcPr>
            <w:tcW w:w="3402" w:type="dxa"/>
            <w:tcBorders>
              <w:top w:val="single" w:sz="4" w:space="0" w:color="auto"/>
            </w:tcBorders>
          </w:tcPr>
          <w:p w14:paraId="2606613F" w14:textId="77777777" w:rsidR="00C31B0A" w:rsidRPr="00077639" w:rsidRDefault="00C31B0A" w:rsidP="006121C9">
            <w:pPr>
              <w:widowControl w:val="0"/>
              <w:jc w:val="center"/>
              <w:rPr>
                <w:rFonts w:ascii="Open Sans" w:hAnsi="Open Sans" w:cs="Open Sans"/>
                <w:snapToGrid w:val="0"/>
              </w:rPr>
            </w:pPr>
            <w:r w:rsidRPr="00077639">
              <w:rPr>
                <w:rFonts w:ascii="Open Sans" w:hAnsi="Open Sans" w:cs="Open Sans"/>
                <w:snapToGrid w:val="0"/>
              </w:rPr>
              <w:t>(kraj, datum)</w:t>
            </w:r>
          </w:p>
        </w:tc>
        <w:tc>
          <w:tcPr>
            <w:tcW w:w="2977" w:type="dxa"/>
          </w:tcPr>
          <w:p w14:paraId="5DCD64CF" w14:textId="77777777" w:rsidR="00C31B0A" w:rsidRPr="00077639" w:rsidRDefault="00C31B0A" w:rsidP="006121C9">
            <w:pPr>
              <w:widowControl w:val="0"/>
              <w:jc w:val="center"/>
              <w:rPr>
                <w:rFonts w:ascii="Open Sans" w:hAnsi="Open Sans" w:cs="Open Sans"/>
                <w:snapToGrid w:val="0"/>
              </w:rPr>
            </w:pPr>
            <w:r w:rsidRPr="00077639">
              <w:rPr>
                <w:rFonts w:ascii="Open Sans" w:hAnsi="Open Sans" w:cs="Open Sans"/>
                <w:snapToGrid w:val="0"/>
              </w:rPr>
              <w:t>žig</w:t>
            </w:r>
          </w:p>
        </w:tc>
        <w:tc>
          <w:tcPr>
            <w:tcW w:w="3260" w:type="dxa"/>
            <w:tcBorders>
              <w:top w:val="single" w:sz="4" w:space="0" w:color="auto"/>
            </w:tcBorders>
          </w:tcPr>
          <w:p w14:paraId="2BA13882" w14:textId="77777777" w:rsidR="00C31B0A" w:rsidRPr="00077639" w:rsidRDefault="00C31B0A" w:rsidP="006121C9">
            <w:pPr>
              <w:widowControl w:val="0"/>
              <w:jc w:val="center"/>
              <w:rPr>
                <w:rFonts w:ascii="Open Sans" w:hAnsi="Open Sans" w:cs="Open Sans"/>
                <w:snapToGrid w:val="0"/>
              </w:rPr>
            </w:pPr>
            <w:r w:rsidRPr="00077639">
              <w:rPr>
                <w:rFonts w:ascii="Open Sans" w:hAnsi="Open Sans" w:cs="Open Sans"/>
                <w:snapToGrid w:val="0"/>
              </w:rPr>
              <w:t>(podpis odgovorne osebe)</w:t>
            </w:r>
          </w:p>
        </w:tc>
      </w:tr>
    </w:tbl>
    <w:p w14:paraId="529E33BE" w14:textId="77777777" w:rsidR="00C31B0A" w:rsidRPr="00077639" w:rsidRDefault="00C31B0A" w:rsidP="00C31B0A">
      <w:pPr>
        <w:widowControl w:val="0"/>
        <w:jc w:val="both"/>
        <w:rPr>
          <w:rFonts w:ascii="Open Sans" w:hAnsi="Open Sans" w:cs="Open Sans"/>
        </w:rPr>
      </w:pPr>
    </w:p>
    <w:p w14:paraId="1A33E99A" w14:textId="77777777" w:rsidR="00C31B0A" w:rsidRPr="00077639" w:rsidRDefault="00C31B0A" w:rsidP="00C31B0A">
      <w:pPr>
        <w:widowControl w:val="0"/>
        <w:jc w:val="both"/>
        <w:rPr>
          <w:rFonts w:ascii="Open Sans" w:hAnsi="Open Sans" w:cs="Open Sans"/>
        </w:rPr>
      </w:pPr>
    </w:p>
    <w:p w14:paraId="5C2A6FA1" w14:textId="6FA4450F" w:rsidR="00C31B0A" w:rsidRDefault="00C31B0A">
      <w:pPr>
        <w:rPr>
          <w:rFonts w:ascii="Open Sans" w:hAnsi="Open Sans" w:cs="Open Sans"/>
        </w:rPr>
      </w:pPr>
    </w:p>
    <w:p w14:paraId="0BFA4B56" w14:textId="1C28D186" w:rsidR="00C31B0A" w:rsidRDefault="00C31B0A">
      <w:pPr>
        <w:rPr>
          <w:rFonts w:ascii="Open Sans" w:hAnsi="Open Sans" w:cs="Open Sans"/>
        </w:rPr>
      </w:pPr>
    </w:p>
    <w:p w14:paraId="64FACCC2" w14:textId="048E0878" w:rsidR="00C31B0A" w:rsidRDefault="00C31B0A">
      <w:pPr>
        <w:rPr>
          <w:rFonts w:ascii="Open Sans" w:hAnsi="Open Sans" w:cs="Open Sans"/>
        </w:rPr>
      </w:pPr>
    </w:p>
    <w:p w14:paraId="57E79CD6" w14:textId="6B78B540" w:rsidR="00C31B0A" w:rsidRDefault="00C31B0A">
      <w:pPr>
        <w:rPr>
          <w:rFonts w:ascii="Open Sans" w:hAnsi="Open Sans" w:cs="Open Sans"/>
        </w:rPr>
      </w:pPr>
    </w:p>
    <w:p w14:paraId="10CE4D97" w14:textId="55835EB7" w:rsidR="00C31B0A" w:rsidRDefault="00C31B0A">
      <w:pPr>
        <w:rPr>
          <w:rFonts w:ascii="Open Sans" w:hAnsi="Open Sans" w:cs="Open Sans"/>
        </w:rPr>
      </w:pPr>
    </w:p>
    <w:p w14:paraId="2BD5698C" w14:textId="353EFC3F" w:rsidR="00C31B0A" w:rsidRDefault="00C31B0A">
      <w:pPr>
        <w:rPr>
          <w:rFonts w:ascii="Open Sans" w:hAnsi="Open Sans" w:cs="Open Sans"/>
        </w:rPr>
      </w:pPr>
    </w:p>
    <w:p w14:paraId="4C5FD54D" w14:textId="1386D1B4" w:rsidR="00C31B0A" w:rsidRDefault="00C31B0A">
      <w:pPr>
        <w:rPr>
          <w:rFonts w:ascii="Open Sans" w:hAnsi="Open Sans" w:cs="Open Sans"/>
        </w:rPr>
      </w:pPr>
    </w:p>
    <w:p w14:paraId="36279AFE" w14:textId="2871C962" w:rsidR="00C31B0A" w:rsidRDefault="00C31B0A">
      <w:pPr>
        <w:rPr>
          <w:rFonts w:ascii="Open Sans" w:hAnsi="Open Sans" w:cs="Open Sans"/>
        </w:rPr>
      </w:pPr>
    </w:p>
    <w:p w14:paraId="3047768A" w14:textId="409B5FFA" w:rsidR="00C31B0A" w:rsidRDefault="00C31B0A">
      <w:pPr>
        <w:rPr>
          <w:rFonts w:ascii="Open Sans" w:hAnsi="Open Sans" w:cs="Open Sans"/>
        </w:rPr>
      </w:pPr>
    </w:p>
    <w:p w14:paraId="23BDDD7A" w14:textId="45E65B20" w:rsidR="00C31B0A" w:rsidRDefault="00C31B0A">
      <w:pPr>
        <w:rPr>
          <w:rFonts w:ascii="Open Sans" w:hAnsi="Open Sans" w:cs="Open Sans"/>
        </w:rPr>
      </w:pPr>
    </w:p>
    <w:p w14:paraId="3142B13E" w14:textId="66967076" w:rsidR="00C31B0A" w:rsidRDefault="00C31B0A">
      <w:pPr>
        <w:rPr>
          <w:rFonts w:ascii="Open Sans" w:hAnsi="Open Sans" w:cs="Open Sans"/>
        </w:rPr>
      </w:pPr>
    </w:p>
    <w:p w14:paraId="34655003" w14:textId="2DBB4135" w:rsidR="00C31B0A" w:rsidRDefault="00C31B0A">
      <w:pPr>
        <w:rPr>
          <w:rFonts w:ascii="Open Sans" w:hAnsi="Open Sans" w:cs="Open Sans"/>
        </w:rPr>
      </w:pPr>
    </w:p>
    <w:p w14:paraId="03C157FD" w14:textId="2B592E32" w:rsidR="00C31B0A" w:rsidRDefault="00C31B0A">
      <w:pPr>
        <w:rPr>
          <w:rFonts w:ascii="Open Sans" w:hAnsi="Open Sans" w:cs="Open Sans"/>
        </w:rPr>
      </w:pPr>
    </w:p>
    <w:p w14:paraId="174E113A" w14:textId="28F7A87A" w:rsidR="00C31B0A" w:rsidRDefault="00C31B0A">
      <w:pPr>
        <w:rPr>
          <w:rFonts w:ascii="Open Sans" w:hAnsi="Open Sans" w:cs="Open Sans"/>
        </w:rPr>
      </w:pPr>
    </w:p>
    <w:p w14:paraId="400711F5" w14:textId="6A48C256" w:rsidR="00C31B0A" w:rsidRDefault="00C31B0A">
      <w:pPr>
        <w:rPr>
          <w:rFonts w:ascii="Open Sans" w:hAnsi="Open Sans" w:cs="Open Sans"/>
        </w:rPr>
      </w:pPr>
    </w:p>
    <w:p w14:paraId="04545163" w14:textId="31C2E4E9" w:rsidR="00C31B0A" w:rsidRDefault="00C31B0A">
      <w:pPr>
        <w:rPr>
          <w:rFonts w:ascii="Open Sans" w:hAnsi="Open Sans" w:cs="Open Sans"/>
        </w:rPr>
      </w:pPr>
    </w:p>
    <w:p w14:paraId="1CD47CFD" w14:textId="1ECBAE2F" w:rsidR="00C31B0A" w:rsidRDefault="00C31B0A">
      <w:pPr>
        <w:rPr>
          <w:rFonts w:ascii="Open Sans" w:hAnsi="Open Sans" w:cs="Open Sans"/>
        </w:rPr>
      </w:pPr>
    </w:p>
    <w:p w14:paraId="06E6045D" w14:textId="41421B9B" w:rsidR="00C31B0A" w:rsidRDefault="00C31B0A">
      <w:pPr>
        <w:rPr>
          <w:rFonts w:ascii="Open Sans" w:hAnsi="Open Sans" w:cs="Open Sans"/>
        </w:rPr>
      </w:pPr>
    </w:p>
    <w:p w14:paraId="2029EF83" w14:textId="4BA0B4D3" w:rsidR="00C31B0A" w:rsidRDefault="00C31B0A">
      <w:pPr>
        <w:rPr>
          <w:rFonts w:ascii="Open Sans" w:hAnsi="Open Sans" w:cs="Open Sans"/>
        </w:rPr>
      </w:pPr>
    </w:p>
    <w:p w14:paraId="5F4A8FBC" w14:textId="77777777" w:rsidR="00C31B0A" w:rsidRPr="00FD240D" w:rsidRDefault="00C31B0A">
      <w:pPr>
        <w:rPr>
          <w:rFonts w:ascii="Open Sans" w:hAnsi="Open Sans" w:cs="Open Sans"/>
        </w:rPr>
      </w:pPr>
    </w:p>
    <w:tbl>
      <w:tblPr>
        <w:tblW w:w="9459" w:type="dxa"/>
        <w:tblInd w:w="-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6"/>
        <w:gridCol w:w="1413"/>
      </w:tblGrid>
      <w:tr w:rsidR="00694D90" w:rsidRPr="00FD240D" w14:paraId="4B2B049B" w14:textId="77777777" w:rsidTr="000C1B88">
        <w:tc>
          <w:tcPr>
            <w:tcW w:w="8046" w:type="dxa"/>
            <w:tcBorders>
              <w:top w:val="single" w:sz="4" w:space="0" w:color="auto"/>
              <w:bottom w:val="single" w:sz="4" w:space="0" w:color="auto"/>
              <w:right w:val="single" w:sz="4" w:space="0" w:color="auto"/>
            </w:tcBorders>
          </w:tcPr>
          <w:p w14:paraId="78C617D1" w14:textId="2463928C" w:rsidR="00694D90" w:rsidRPr="00FD240D" w:rsidRDefault="00694D90" w:rsidP="004449C9">
            <w:pPr>
              <w:widowControl w:val="0"/>
              <w:jc w:val="both"/>
              <w:rPr>
                <w:rFonts w:ascii="Open Sans" w:hAnsi="Open Sans" w:cs="Open Sans"/>
              </w:rPr>
            </w:pPr>
            <w:r w:rsidRPr="00FD240D">
              <w:rPr>
                <w:rFonts w:ascii="Open Sans" w:hAnsi="Open Sans" w:cs="Open Sans"/>
              </w:rPr>
              <w:lastRenderedPageBreak/>
              <w:br w:type="page"/>
            </w:r>
            <w:r w:rsidRPr="00FD240D">
              <w:rPr>
                <w:rFonts w:ascii="Open Sans" w:hAnsi="Open Sans" w:cs="Open Sans"/>
                <w:i/>
              </w:rPr>
              <w:br w:type="page"/>
            </w:r>
            <w:r w:rsidRPr="00FD240D">
              <w:rPr>
                <w:rFonts w:ascii="Open Sans" w:hAnsi="Open Sans" w:cs="Open Sans"/>
                <w:b/>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t>POVZETEK</w:t>
            </w:r>
            <w:r w:rsidR="00E05ACD" w:rsidRPr="00FD240D">
              <w:rPr>
                <w:rFonts w:ascii="Open Sans" w:hAnsi="Open Sans" w:cs="Open Sans"/>
              </w:rPr>
              <w:t xml:space="preserve"> PONUDBENEGA </w:t>
            </w:r>
            <w:r w:rsidRPr="00FD240D">
              <w:rPr>
                <w:rFonts w:ascii="Open Sans" w:hAnsi="Open Sans" w:cs="Open Sans"/>
              </w:rPr>
              <w:t xml:space="preserve">PREDRAČUNA </w:t>
            </w:r>
          </w:p>
        </w:tc>
        <w:tc>
          <w:tcPr>
            <w:tcW w:w="1413" w:type="dxa"/>
            <w:tcBorders>
              <w:top w:val="single" w:sz="4" w:space="0" w:color="auto"/>
              <w:left w:val="single" w:sz="4" w:space="0" w:color="auto"/>
              <w:bottom w:val="single" w:sz="4" w:space="0" w:color="auto"/>
            </w:tcBorders>
          </w:tcPr>
          <w:p w14:paraId="628CB5E5" w14:textId="19B6A9C7" w:rsidR="00694D90" w:rsidRPr="00FD240D" w:rsidRDefault="00694D90" w:rsidP="004449C9">
            <w:pPr>
              <w:widowControl w:val="0"/>
              <w:jc w:val="both"/>
              <w:rPr>
                <w:rFonts w:ascii="Open Sans" w:hAnsi="Open Sans" w:cs="Open Sans"/>
                <w:b/>
                <w:bCs/>
                <w:i/>
                <w:iCs/>
              </w:rPr>
            </w:pPr>
            <w:r w:rsidRPr="00FD240D">
              <w:rPr>
                <w:rFonts w:ascii="Open Sans" w:hAnsi="Open Sans" w:cs="Open Sans"/>
                <w:b/>
                <w:bCs/>
                <w:i/>
                <w:iCs/>
              </w:rPr>
              <w:t>Priloga 2/</w:t>
            </w:r>
            <w:r w:rsidR="00AD69FB" w:rsidRPr="00FD240D">
              <w:rPr>
                <w:rFonts w:ascii="Open Sans" w:hAnsi="Open Sans" w:cs="Open Sans"/>
                <w:b/>
                <w:bCs/>
                <w:i/>
                <w:iCs/>
              </w:rPr>
              <w:t>2</w:t>
            </w:r>
          </w:p>
        </w:tc>
      </w:tr>
    </w:tbl>
    <w:p w14:paraId="16F9734C" w14:textId="7EA35294" w:rsidR="00694D90" w:rsidRPr="00FD240D" w:rsidRDefault="00694D90" w:rsidP="004449C9">
      <w:pPr>
        <w:widowControl w:val="0"/>
        <w:rPr>
          <w:rFonts w:ascii="Open Sans" w:hAnsi="Open Sans" w:cs="Open Sans"/>
        </w:rPr>
      </w:pPr>
    </w:p>
    <w:p w14:paraId="5AA3FC8A" w14:textId="77777777" w:rsidR="00E10427" w:rsidRPr="00FD240D" w:rsidRDefault="00E10427" w:rsidP="004449C9">
      <w:pPr>
        <w:widowControl w:val="0"/>
        <w:rPr>
          <w:rFonts w:ascii="Open Sans" w:hAnsi="Open Sans" w:cs="Open Sans"/>
        </w:rPr>
      </w:pPr>
    </w:p>
    <w:p w14:paraId="58330DF0" w14:textId="77777777" w:rsidR="00C85052" w:rsidRDefault="00FD240D" w:rsidP="004449C9">
      <w:pPr>
        <w:pStyle w:val="Naslov"/>
        <w:widowControl w:val="0"/>
        <w:rPr>
          <w:rFonts w:ascii="Open Sans" w:hAnsi="Open Sans" w:cs="Open Sans"/>
          <w:sz w:val="20"/>
          <w:lang w:val="sl-SI"/>
        </w:rPr>
      </w:pPr>
      <w:r>
        <w:rPr>
          <w:rFonts w:ascii="Open Sans" w:hAnsi="Open Sans" w:cs="Open Sans"/>
          <w:noProof/>
          <w:sz w:val="20"/>
          <w:lang w:val="sl-SI"/>
        </w:rPr>
        <w:t>ENLJ-SAL-80/25</w:t>
      </w:r>
      <w:r w:rsidR="00694D90" w:rsidRPr="00FD240D">
        <w:rPr>
          <w:rFonts w:ascii="Open Sans" w:hAnsi="Open Sans" w:cs="Open Sans"/>
          <w:noProof/>
          <w:sz w:val="20"/>
          <w:lang w:val="sl-SI"/>
        </w:rPr>
        <w:t xml:space="preserve"> </w:t>
      </w:r>
      <w:r w:rsidR="00694D90" w:rsidRPr="00FD240D">
        <w:rPr>
          <w:rFonts w:ascii="Open Sans" w:hAnsi="Open Sans" w:cs="Open Sans"/>
          <w:color w:val="000000"/>
          <w:sz w:val="20"/>
          <w:lang w:val="sl-SI"/>
        </w:rPr>
        <w:t xml:space="preserve">– </w:t>
      </w:r>
      <w:r>
        <w:rPr>
          <w:rFonts w:ascii="Open Sans" w:hAnsi="Open Sans" w:cs="Open Sans"/>
          <w:sz w:val="20"/>
          <w:lang w:val="sl-SI"/>
        </w:rPr>
        <w:t xml:space="preserve">VZDRŽEVANJE IN SERVISIRANJE KONVEKTORJEV ZA </w:t>
      </w:r>
    </w:p>
    <w:p w14:paraId="066A2A43" w14:textId="32CC06F1" w:rsidR="00694D90" w:rsidRPr="00FD240D" w:rsidRDefault="00FD240D" w:rsidP="004449C9">
      <w:pPr>
        <w:pStyle w:val="Naslov"/>
        <w:widowControl w:val="0"/>
        <w:rPr>
          <w:rFonts w:ascii="Open Sans" w:hAnsi="Open Sans" w:cs="Open Sans"/>
          <w:sz w:val="20"/>
          <w:lang w:val="sl-SI"/>
        </w:rPr>
      </w:pPr>
      <w:r>
        <w:rPr>
          <w:rFonts w:ascii="Open Sans" w:hAnsi="Open Sans" w:cs="Open Sans"/>
          <w:sz w:val="20"/>
          <w:lang w:val="sl-SI"/>
        </w:rPr>
        <w:t>SISTEM OGREVANJA IN HLAJENJA</w:t>
      </w:r>
      <w:r w:rsidR="00694D90" w:rsidRPr="00FD240D">
        <w:rPr>
          <w:rFonts w:ascii="Open Sans" w:hAnsi="Open Sans" w:cs="Open Sans"/>
          <w:noProof/>
          <w:sz w:val="20"/>
          <w:lang w:val="sl-SI"/>
        </w:rPr>
        <w:t xml:space="preserve"> </w:t>
      </w:r>
    </w:p>
    <w:p w14:paraId="31E411CD" w14:textId="77777777" w:rsidR="00694D90" w:rsidRPr="00FD240D" w:rsidRDefault="00694D90" w:rsidP="004449C9">
      <w:pPr>
        <w:widowControl w:val="0"/>
        <w:rPr>
          <w:rFonts w:ascii="Open Sans" w:hAnsi="Open Sans" w:cs="Open Sans"/>
        </w:rPr>
      </w:pPr>
    </w:p>
    <w:p w14:paraId="158BA790" w14:textId="77777777" w:rsidR="00694D90" w:rsidRPr="00FD240D" w:rsidRDefault="00694D90" w:rsidP="004449C9">
      <w:pPr>
        <w:widowControl w:val="0"/>
        <w:rPr>
          <w:rFonts w:ascii="Open Sans" w:hAnsi="Open Sans" w:cs="Open Sans"/>
        </w:rPr>
      </w:pPr>
    </w:p>
    <w:p w14:paraId="13F93085" w14:textId="77777777" w:rsidR="0068295D" w:rsidRPr="00FD240D" w:rsidRDefault="0068295D" w:rsidP="004449C9">
      <w:pPr>
        <w:widowControl w:val="0"/>
        <w:tabs>
          <w:tab w:val="left" w:pos="7371"/>
        </w:tabs>
        <w:jc w:val="both"/>
        <w:rPr>
          <w:rFonts w:ascii="Open Sans" w:hAnsi="Open Sans" w:cs="Open Sans"/>
          <w:b/>
        </w:rPr>
      </w:pPr>
      <w:r w:rsidRPr="00FD240D">
        <w:rPr>
          <w:rFonts w:ascii="Open Sans" w:hAnsi="Open Sans" w:cs="Open Sans"/>
          <w:b/>
        </w:rPr>
        <w:t>Gospodarski subjekt (naziv in naslov):</w:t>
      </w:r>
    </w:p>
    <w:tbl>
      <w:tblPr>
        <w:tblW w:w="0" w:type="auto"/>
        <w:tblBorders>
          <w:bottom w:val="single" w:sz="4" w:space="0" w:color="auto"/>
        </w:tblBorders>
        <w:tblLook w:val="04A0" w:firstRow="1" w:lastRow="0" w:firstColumn="1" w:lastColumn="0" w:noHBand="0" w:noVBand="1"/>
      </w:tblPr>
      <w:tblGrid>
        <w:gridCol w:w="4606"/>
        <w:gridCol w:w="4606"/>
      </w:tblGrid>
      <w:tr w:rsidR="00694D90" w:rsidRPr="00FD240D" w14:paraId="4E39FF0A" w14:textId="77777777" w:rsidTr="006009A6">
        <w:tc>
          <w:tcPr>
            <w:tcW w:w="4606" w:type="dxa"/>
            <w:tcBorders>
              <w:bottom w:val="single" w:sz="4" w:space="0" w:color="auto"/>
            </w:tcBorders>
            <w:shd w:val="clear" w:color="auto" w:fill="auto"/>
          </w:tcPr>
          <w:p w14:paraId="2C4AB359" w14:textId="77777777" w:rsidR="00694D90" w:rsidRPr="00FD240D" w:rsidRDefault="00694D90" w:rsidP="004449C9">
            <w:pPr>
              <w:widowControl w:val="0"/>
              <w:tabs>
                <w:tab w:val="left" w:pos="7371"/>
              </w:tabs>
              <w:jc w:val="both"/>
              <w:rPr>
                <w:rFonts w:ascii="Open Sans" w:hAnsi="Open Sans" w:cs="Open Sans"/>
                <w:b/>
              </w:rPr>
            </w:pPr>
          </w:p>
        </w:tc>
        <w:tc>
          <w:tcPr>
            <w:tcW w:w="4606" w:type="dxa"/>
            <w:tcBorders>
              <w:bottom w:val="single" w:sz="4" w:space="0" w:color="auto"/>
            </w:tcBorders>
            <w:shd w:val="clear" w:color="auto" w:fill="auto"/>
          </w:tcPr>
          <w:p w14:paraId="48CF27E3" w14:textId="77777777" w:rsidR="00694D90" w:rsidRPr="00FD240D" w:rsidRDefault="00694D90" w:rsidP="004449C9">
            <w:pPr>
              <w:widowControl w:val="0"/>
              <w:tabs>
                <w:tab w:val="left" w:pos="7371"/>
              </w:tabs>
              <w:jc w:val="both"/>
              <w:rPr>
                <w:rFonts w:ascii="Open Sans" w:hAnsi="Open Sans" w:cs="Open Sans"/>
                <w:b/>
              </w:rPr>
            </w:pPr>
          </w:p>
        </w:tc>
      </w:tr>
      <w:tr w:rsidR="00694D90" w:rsidRPr="00FD240D" w14:paraId="44076E58" w14:textId="77777777" w:rsidTr="006009A6">
        <w:tc>
          <w:tcPr>
            <w:tcW w:w="4606" w:type="dxa"/>
            <w:tcBorders>
              <w:top w:val="single" w:sz="4" w:space="0" w:color="auto"/>
            </w:tcBorders>
            <w:shd w:val="clear" w:color="auto" w:fill="auto"/>
          </w:tcPr>
          <w:p w14:paraId="21F9F8BA" w14:textId="77777777" w:rsidR="00694D90" w:rsidRPr="00FD240D" w:rsidRDefault="00694D90" w:rsidP="004449C9">
            <w:pPr>
              <w:widowControl w:val="0"/>
              <w:tabs>
                <w:tab w:val="left" w:pos="7371"/>
              </w:tabs>
              <w:jc w:val="both"/>
              <w:rPr>
                <w:rFonts w:ascii="Open Sans" w:hAnsi="Open Sans" w:cs="Open Sans"/>
                <w:b/>
              </w:rPr>
            </w:pPr>
          </w:p>
        </w:tc>
        <w:tc>
          <w:tcPr>
            <w:tcW w:w="4606" w:type="dxa"/>
            <w:tcBorders>
              <w:top w:val="single" w:sz="4" w:space="0" w:color="auto"/>
            </w:tcBorders>
            <w:shd w:val="clear" w:color="auto" w:fill="auto"/>
          </w:tcPr>
          <w:p w14:paraId="0DC7C619" w14:textId="77777777" w:rsidR="00694D90" w:rsidRPr="00FD240D" w:rsidRDefault="00694D90" w:rsidP="004449C9">
            <w:pPr>
              <w:widowControl w:val="0"/>
              <w:tabs>
                <w:tab w:val="left" w:pos="7371"/>
              </w:tabs>
              <w:jc w:val="both"/>
              <w:rPr>
                <w:rFonts w:ascii="Open Sans" w:hAnsi="Open Sans" w:cs="Open Sans"/>
                <w:b/>
              </w:rPr>
            </w:pPr>
          </w:p>
        </w:tc>
      </w:tr>
    </w:tbl>
    <w:p w14:paraId="6C2107D3" w14:textId="77777777" w:rsidR="00694D90" w:rsidRPr="00FD240D" w:rsidRDefault="00694D90" w:rsidP="004449C9">
      <w:pPr>
        <w:widowControl w:val="0"/>
        <w:rPr>
          <w:rFonts w:ascii="Open Sans" w:hAnsi="Open Sans" w:cs="Open Sans"/>
        </w:rPr>
      </w:pPr>
    </w:p>
    <w:p w14:paraId="4A360C08" w14:textId="77777777" w:rsidR="00694D90" w:rsidRPr="00FD240D" w:rsidRDefault="00694D90" w:rsidP="004449C9">
      <w:pPr>
        <w:widowControl w:val="0"/>
        <w:rPr>
          <w:rFonts w:ascii="Open Sans" w:hAnsi="Open Sans" w:cs="Open Sans"/>
        </w:rPr>
      </w:pPr>
    </w:p>
    <w:p w14:paraId="16787BC8" w14:textId="77777777" w:rsidR="00694D90" w:rsidRPr="00FD240D" w:rsidRDefault="00694D90" w:rsidP="004449C9">
      <w:pPr>
        <w:widowControl w:val="0"/>
        <w:rPr>
          <w:rFonts w:ascii="Open Sans" w:hAnsi="Open Sans" w:cs="Open Sans"/>
        </w:rPr>
      </w:pPr>
    </w:p>
    <w:p w14:paraId="27315836" w14:textId="77777777" w:rsidR="00694D90" w:rsidRPr="00FD240D" w:rsidRDefault="00694D90" w:rsidP="004449C9">
      <w:pPr>
        <w:widowControl w:val="0"/>
        <w:rPr>
          <w:rFonts w:ascii="Open Sans" w:hAnsi="Open Sans" w:cs="Open Sans"/>
          <w:b/>
        </w:rPr>
      </w:pPr>
      <w:r w:rsidRPr="00FD240D">
        <w:rPr>
          <w:rFonts w:ascii="Open Sans" w:hAnsi="Open Sans" w:cs="Open Sans"/>
          <w:b/>
        </w:rPr>
        <w:t xml:space="preserve">POVZETEK </w:t>
      </w:r>
      <w:r w:rsidR="00E05ACD" w:rsidRPr="00FD240D">
        <w:rPr>
          <w:rFonts w:ascii="Open Sans" w:hAnsi="Open Sans" w:cs="Open Sans"/>
          <w:b/>
        </w:rPr>
        <w:t xml:space="preserve">PONUDBENEGA </w:t>
      </w:r>
      <w:r w:rsidRPr="00FD240D">
        <w:rPr>
          <w:rFonts w:ascii="Open Sans" w:hAnsi="Open Sans" w:cs="Open Sans"/>
          <w:b/>
        </w:rPr>
        <w:t xml:space="preserve">PREDRAČUNA </w:t>
      </w:r>
    </w:p>
    <w:p w14:paraId="2B11DE12" w14:textId="77777777" w:rsidR="00694D90" w:rsidRPr="00FD240D" w:rsidRDefault="00694D90" w:rsidP="004449C9">
      <w:pPr>
        <w:widowControl w:val="0"/>
        <w:rPr>
          <w:rFonts w:ascii="Open Sans" w:hAnsi="Open Sans" w:cs="Open Sans"/>
        </w:rPr>
      </w:pPr>
    </w:p>
    <w:p w14:paraId="678112D5" w14:textId="77777777" w:rsidR="00694D90" w:rsidRPr="00FD240D" w:rsidRDefault="00694D90" w:rsidP="004449C9">
      <w:pPr>
        <w:widowControl w:val="0"/>
        <w:rPr>
          <w:rFonts w:ascii="Open Sans" w:hAnsi="Open Sans" w:cs="Open Sans"/>
        </w:rPr>
      </w:pPr>
    </w:p>
    <w:tbl>
      <w:tblPr>
        <w:tblW w:w="9147" w:type="dxa"/>
        <w:tblInd w:w="-5" w:type="dxa"/>
        <w:tblCellMar>
          <w:left w:w="70" w:type="dxa"/>
          <w:right w:w="70" w:type="dxa"/>
        </w:tblCellMar>
        <w:tblLook w:val="04A0" w:firstRow="1" w:lastRow="0" w:firstColumn="1" w:lastColumn="0" w:noHBand="0" w:noVBand="1"/>
      </w:tblPr>
      <w:tblGrid>
        <w:gridCol w:w="5037"/>
        <w:gridCol w:w="4110"/>
      </w:tblGrid>
      <w:tr w:rsidR="0068295D" w:rsidRPr="00FD240D" w14:paraId="70821A21" w14:textId="77777777" w:rsidTr="005479DC">
        <w:trPr>
          <w:trHeight w:val="855"/>
        </w:trPr>
        <w:tc>
          <w:tcPr>
            <w:tcW w:w="50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BC5B5B" w14:textId="0F9BEFB8" w:rsidR="0068295D" w:rsidRPr="00FD240D" w:rsidRDefault="0068295D" w:rsidP="004449C9">
            <w:pPr>
              <w:widowControl w:val="0"/>
              <w:jc w:val="center"/>
              <w:rPr>
                <w:rFonts w:ascii="Open Sans" w:hAnsi="Open Sans" w:cs="Open Sans"/>
                <w:b/>
                <w:bCs/>
              </w:rPr>
            </w:pPr>
            <w:r w:rsidRPr="00FD240D">
              <w:rPr>
                <w:rFonts w:ascii="Open Sans" w:hAnsi="Open Sans" w:cs="Open Sans"/>
                <w:b/>
                <w:bCs/>
              </w:rPr>
              <w:t xml:space="preserve">Naziv </w:t>
            </w:r>
          </w:p>
        </w:tc>
        <w:tc>
          <w:tcPr>
            <w:tcW w:w="4110" w:type="dxa"/>
            <w:tcBorders>
              <w:top w:val="single" w:sz="4" w:space="0" w:color="auto"/>
              <w:left w:val="nil"/>
              <w:bottom w:val="single" w:sz="4" w:space="0" w:color="auto"/>
              <w:right w:val="single" w:sz="4" w:space="0" w:color="auto"/>
            </w:tcBorders>
            <w:shd w:val="clear" w:color="auto" w:fill="F2F2F2"/>
            <w:vAlign w:val="center"/>
            <w:hideMark/>
          </w:tcPr>
          <w:p w14:paraId="1E099411" w14:textId="4ACF3A66" w:rsidR="0068295D" w:rsidRPr="00FD240D" w:rsidRDefault="0068295D" w:rsidP="004449C9">
            <w:pPr>
              <w:widowControl w:val="0"/>
              <w:jc w:val="center"/>
              <w:rPr>
                <w:rFonts w:ascii="Open Sans" w:hAnsi="Open Sans" w:cs="Open Sans"/>
                <w:b/>
                <w:bCs/>
              </w:rPr>
            </w:pPr>
            <w:r w:rsidRPr="00FD240D">
              <w:rPr>
                <w:rFonts w:ascii="Open Sans" w:hAnsi="Open Sans" w:cs="Open Sans"/>
                <w:b/>
                <w:bCs/>
              </w:rPr>
              <w:t>Skupaj</w:t>
            </w:r>
            <w:r w:rsidR="00821569">
              <w:rPr>
                <w:rFonts w:ascii="Open Sans" w:hAnsi="Open Sans" w:cs="Open Sans"/>
                <w:b/>
                <w:bCs/>
              </w:rPr>
              <w:t xml:space="preserve"> ponudbena vrednost</w:t>
            </w:r>
            <w:r w:rsidRPr="00FD240D">
              <w:rPr>
                <w:rFonts w:ascii="Open Sans" w:hAnsi="Open Sans" w:cs="Open Sans"/>
                <w:b/>
                <w:bCs/>
              </w:rPr>
              <w:t xml:space="preserve"> v EUR brez DDV</w:t>
            </w:r>
            <w:r w:rsidR="00F21BED">
              <w:rPr>
                <w:rFonts w:ascii="Open Sans" w:hAnsi="Open Sans" w:cs="Open Sans"/>
                <w:b/>
                <w:bCs/>
              </w:rPr>
              <w:t>:</w:t>
            </w:r>
          </w:p>
        </w:tc>
      </w:tr>
      <w:tr w:rsidR="00694D90" w:rsidRPr="00FD240D" w14:paraId="4FAA826F" w14:textId="77777777" w:rsidTr="005479DC">
        <w:tblPrEx>
          <w:tblLook w:val="0000" w:firstRow="0" w:lastRow="0" w:firstColumn="0" w:lastColumn="0" w:noHBand="0" w:noVBand="0"/>
        </w:tblPrEx>
        <w:trPr>
          <w:trHeight w:val="830"/>
        </w:trPr>
        <w:tc>
          <w:tcPr>
            <w:tcW w:w="5037" w:type="dxa"/>
            <w:tcBorders>
              <w:top w:val="single" w:sz="4" w:space="0" w:color="auto"/>
              <w:left w:val="single" w:sz="4" w:space="0" w:color="auto"/>
              <w:bottom w:val="single" w:sz="4" w:space="0" w:color="auto"/>
              <w:right w:val="single" w:sz="4" w:space="0" w:color="auto"/>
            </w:tcBorders>
            <w:shd w:val="clear" w:color="auto" w:fill="auto"/>
            <w:vAlign w:val="center"/>
          </w:tcPr>
          <w:p w14:paraId="4A31488B" w14:textId="621CC966" w:rsidR="00694D90" w:rsidRPr="00FD240D" w:rsidRDefault="00FD240D" w:rsidP="004449C9">
            <w:pPr>
              <w:widowControl w:val="0"/>
              <w:jc w:val="center"/>
              <w:rPr>
                <w:rFonts w:ascii="Open Sans" w:hAnsi="Open Sans" w:cs="Open Sans"/>
                <w:bCs/>
              </w:rPr>
            </w:pPr>
            <w:r>
              <w:rPr>
                <w:rFonts w:ascii="Open Sans" w:hAnsi="Open Sans" w:cs="Open Sans"/>
                <w:b/>
              </w:rPr>
              <w:t>VZDRŽEVANJE IN SERVISIRANJE KONVEKTORJEV ZA SISTEM OGREVANJA IN HLAJENJA</w:t>
            </w:r>
          </w:p>
        </w:tc>
        <w:tc>
          <w:tcPr>
            <w:tcW w:w="4110" w:type="dxa"/>
            <w:tcBorders>
              <w:top w:val="single" w:sz="4" w:space="0" w:color="auto"/>
              <w:left w:val="single" w:sz="4" w:space="0" w:color="auto"/>
              <w:bottom w:val="single" w:sz="4" w:space="0" w:color="auto"/>
              <w:right w:val="single" w:sz="4" w:space="0" w:color="auto"/>
            </w:tcBorders>
            <w:vAlign w:val="center"/>
          </w:tcPr>
          <w:p w14:paraId="5FB8CD58" w14:textId="77777777" w:rsidR="00694D90" w:rsidRPr="00FD240D" w:rsidRDefault="00694D90" w:rsidP="004449C9">
            <w:pPr>
              <w:widowControl w:val="0"/>
              <w:rPr>
                <w:rFonts w:ascii="Open Sans" w:hAnsi="Open Sans" w:cs="Open Sans"/>
                <w:b/>
                <w:bCs/>
              </w:rPr>
            </w:pPr>
          </w:p>
        </w:tc>
      </w:tr>
    </w:tbl>
    <w:p w14:paraId="5B5AB184" w14:textId="77777777" w:rsidR="00694D90" w:rsidRPr="00FD240D" w:rsidRDefault="00694D90" w:rsidP="004449C9">
      <w:pPr>
        <w:widowControl w:val="0"/>
        <w:rPr>
          <w:rFonts w:ascii="Open Sans" w:hAnsi="Open Sans" w:cs="Open Sans"/>
        </w:rPr>
      </w:pPr>
    </w:p>
    <w:p w14:paraId="415902F3" w14:textId="5043153E" w:rsidR="00694D90" w:rsidRPr="00FD240D" w:rsidRDefault="00694D90" w:rsidP="004449C9">
      <w:pPr>
        <w:widowControl w:val="0"/>
        <w:rPr>
          <w:rFonts w:ascii="Open Sans" w:hAnsi="Open Sans" w:cs="Open Sans"/>
        </w:rPr>
      </w:pPr>
    </w:p>
    <w:p w14:paraId="4D662DD9" w14:textId="77777777" w:rsidR="00694D90" w:rsidRPr="00FD240D" w:rsidRDefault="00694D90" w:rsidP="004449C9">
      <w:pPr>
        <w:widowControl w:val="0"/>
        <w:rPr>
          <w:rFonts w:ascii="Open Sans" w:hAnsi="Open Sans" w:cs="Open Sans"/>
        </w:rPr>
      </w:pPr>
    </w:p>
    <w:p w14:paraId="63F9C41B" w14:textId="69C3AB40" w:rsidR="00694D90" w:rsidRPr="00FD240D" w:rsidRDefault="00694D90" w:rsidP="004449C9">
      <w:pPr>
        <w:widowControl w:val="0"/>
        <w:rPr>
          <w:rFonts w:ascii="Open Sans" w:hAnsi="Open Sans" w:cs="Open Sans"/>
        </w:rPr>
      </w:pPr>
    </w:p>
    <w:p w14:paraId="128DA047" w14:textId="19A9EEDD" w:rsidR="00D27E54" w:rsidRPr="00FD240D" w:rsidRDefault="00D27E54" w:rsidP="004449C9">
      <w:pPr>
        <w:widowControl w:val="0"/>
        <w:rPr>
          <w:rFonts w:ascii="Open Sans" w:hAnsi="Open Sans" w:cs="Open Sans"/>
        </w:rPr>
      </w:pPr>
    </w:p>
    <w:p w14:paraId="273D57A6" w14:textId="77777777" w:rsidR="00D27E54" w:rsidRPr="00FD240D" w:rsidRDefault="00D27E54" w:rsidP="004449C9">
      <w:pPr>
        <w:widowControl w:val="0"/>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1701"/>
        <w:gridCol w:w="4678"/>
      </w:tblGrid>
      <w:tr w:rsidR="00694D90" w:rsidRPr="00FD240D" w14:paraId="6FE7FD3E" w14:textId="77777777" w:rsidTr="006009A6">
        <w:trPr>
          <w:trHeight w:val="235"/>
        </w:trPr>
        <w:tc>
          <w:tcPr>
            <w:tcW w:w="2977" w:type="dxa"/>
            <w:tcBorders>
              <w:bottom w:val="single" w:sz="4" w:space="0" w:color="auto"/>
            </w:tcBorders>
          </w:tcPr>
          <w:p w14:paraId="7FE53DAF" w14:textId="77777777" w:rsidR="00694D90" w:rsidRPr="00FD240D" w:rsidRDefault="00694D90" w:rsidP="004449C9">
            <w:pPr>
              <w:widowControl w:val="0"/>
              <w:jc w:val="both"/>
              <w:rPr>
                <w:rFonts w:ascii="Open Sans" w:hAnsi="Open Sans" w:cs="Open Sans"/>
                <w:snapToGrid w:val="0"/>
                <w:color w:val="000000"/>
              </w:rPr>
            </w:pPr>
          </w:p>
        </w:tc>
        <w:tc>
          <w:tcPr>
            <w:tcW w:w="1701" w:type="dxa"/>
          </w:tcPr>
          <w:p w14:paraId="187C68C6" w14:textId="77777777" w:rsidR="00694D90" w:rsidRPr="00FD240D" w:rsidRDefault="00694D90" w:rsidP="004449C9">
            <w:pPr>
              <w:widowControl w:val="0"/>
              <w:jc w:val="center"/>
              <w:rPr>
                <w:rFonts w:ascii="Open Sans" w:hAnsi="Open Sans" w:cs="Open Sans"/>
                <w:snapToGrid w:val="0"/>
                <w:color w:val="000000"/>
              </w:rPr>
            </w:pPr>
          </w:p>
        </w:tc>
        <w:tc>
          <w:tcPr>
            <w:tcW w:w="4678" w:type="dxa"/>
            <w:tcBorders>
              <w:bottom w:val="single" w:sz="4" w:space="0" w:color="auto"/>
            </w:tcBorders>
          </w:tcPr>
          <w:p w14:paraId="77CC33B1" w14:textId="77777777" w:rsidR="00694D90" w:rsidRPr="00FD240D" w:rsidRDefault="00694D90" w:rsidP="004449C9">
            <w:pPr>
              <w:widowControl w:val="0"/>
              <w:tabs>
                <w:tab w:val="left" w:pos="567"/>
                <w:tab w:val="num" w:pos="851"/>
                <w:tab w:val="left" w:pos="993"/>
              </w:tabs>
              <w:jc w:val="both"/>
              <w:rPr>
                <w:rFonts w:ascii="Open Sans" w:hAnsi="Open Sans" w:cs="Open Sans"/>
                <w:snapToGrid w:val="0"/>
                <w:color w:val="000000"/>
              </w:rPr>
            </w:pPr>
          </w:p>
        </w:tc>
      </w:tr>
      <w:tr w:rsidR="00694D90" w:rsidRPr="00FD240D" w14:paraId="395EB73D" w14:textId="77777777" w:rsidTr="006009A6">
        <w:trPr>
          <w:trHeight w:val="235"/>
        </w:trPr>
        <w:tc>
          <w:tcPr>
            <w:tcW w:w="2977" w:type="dxa"/>
            <w:tcBorders>
              <w:top w:val="single" w:sz="4" w:space="0" w:color="auto"/>
            </w:tcBorders>
          </w:tcPr>
          <w:p w14:paraId="31EB1BC0" w14:textId="77777777" w:rsidR="00694D90" w:rsidRPr="00FD240D" w:rsidRDefault="00694D90" w:rsidP="004449C9">
            <w:pPr>
              <w:widowControl w:val="0"/>
              <w:jc w:val="center"/>
              <w:rPr>
                <w:rFonts w:ascii="Open Sans" w:hAnsi="Open Sans" w:cs="Open Sans"/>
                <w:snapToGrid w:val="0"/>
                <w:color w:val="000000"/>
              </w:rPr>
            </w:pPr>
            <w:r w:rsidRPr="00FD240D">
              <w:rPr>
                <w:rFonts w:ascii="Open Sans" w:hAnsi="Open Sans" w:cs="Open Sans"/>
                <w:snapToGrid w:val="0"/>
                <w:color w:val="000000"/>
              </w:rPr>
              <w:t>(kraj, datum)</w:t>
            </w:r>
          </w:p>
        </w:tc>
        <w:tc>
          <w:tcPr>
            <w:tcW w:w="1701" w:type="dxa"/>
          </w:tcPr>
          <w:p w14:paraId="239461B4" w14:textId="77777777" w:rsidR="00694D90" w:rsidRPr="00FD240D" w:rsidRDefault="00694D90" w:rsidP="004449C9">
            <w:pPr>
              <w:widowControl w:val="0"/>
              <w:jc w:val="center"/>
              <w:rPr>
                <w:rFonts w:ascii="Open Sans" w:hAnsi="Open Sans" w:cs="Open Sans"/>
                <w:snapToGrid w:val="0"/>
                <w:color w:val="000000"/>
              </w:rPr>
            </w:pPr>
            <w:r w:rsidRPr="00FD240D">
              <w:rPr>
                <w:rFonts w:ascii="Open Sans" w:hAnsi="Open Sans" w:cs="Open Sans"/>
                <w:snapToGrid w:val="0"/>
                <w:color w:val="000000"/>
              </w:rPr>
              <w:t>žig</w:t>
            </w:r>
          </w:p>
        </w:tc>
        <w:tc>
          <w:tcPr>
            <w:tcW w:w="4678" w:type="dxa"/>
            <w:tcBorders>
              <w:top w:val="single" w:sz="4" w:space="0" w:color="auto"/>
            </w:tcBorders>
          </w:tcPr>
          <w:p w14:paraId="0E74FEC6" w14:textId="2D57A323" w:rsidR="00694D90" w:rsidRPr="00FD240D" w:rsidRDefault="00694D90" w:rsidP="004449C9">
            <w:pPr>
              <w:widowControl w:val="0"/>
              <w:jc w:val="center"/>
              <w:rPr>
                <w:rFonts w:ascii="Open Sans" w:hAnsi="Open Sans" w:cs="Open Sans"/>
                <w:snapToGrid w:val="0"/>
                <w:color w:val="000000"/>
              </w:rPr>
            </w:pPr>
            <w:r w:rsidRPr="00FD240D">
              <w:rPr>
                <w:rFonts w:ascii="Open Sans" w:hAnsi="Open Sans" w:cs="Open Sans"/>
                <w:snapToGrid w:val="0"/>
                <w:color w:val="000000"/>
              </w:rPr>
              <w:t xml:space="preserve">(naziv in podpis odgovorne osebe </w:t>
            </w:r>
            <w:r w:rsidR="0068295D" w:rsidRPr="00FD240D">
              <w:rPr>
                <w:rFonts w:ascii="Open Sans" w:hAnsi="Open Sans" w:cs="Open Sans"/>
                <w:snapToGrid w:val="0"/>
                <w:color w:val="000000"/>
              </w:rPr>
              <w:t>gospodarskega subjekta</w:t>
            </w:r>
            <w:r w:rsidRPr="00FD240D">
              <w:rPr>
                <w:rFonts w:ascii="Open Sans" w:hAnsi="Open Sans" w:cs="Open Sans"/>
                <w:snapToGrid w:val="0"/>
                <w:color w:val="000000"/>
              </w:rPr>
              <w:t>)</w:t>
            </w:r>
          </w:p>
        </w:tc>
      </w:tr>
    </w:tbl>
    <w:p w14:paraId="01A879AD" w14:textId="77777777" w:rsidR="00694D90" w:rsidRPr="00FD240D" w:rsidRDefault="00694D90" w:rsidP="004449C9">
      <w:pPr>
        <w:widowControl w:val="0"/>
        <w:rPr>
          <w:rFonts w:ascii="Open Sans" w:hAnsi="Open Sans" w:cs="Open Sans"/>
        </w:rPr>
      </w:pPr>
    </w:p>
    <w:p w14:paraId="3750A582" w14:textId="77777777" w:rsidR="00694D90" w:rsidRPr="00FD240D" w:rsidRDefault="00694D90" w:rsidP="004449C9">
      <w:pPr>
        <w:widowControl w:val="0"/>
        <w:rPr>
          <w:rFonts w:ascii="Open Sans" w:hAnsi="Open Sans" w:cs="Open Sans"/>
        </w:rPr>
      </w:pPr>
    </w:p>
    <w:p w14:paraId="2BEA46E4" w14:textId="77777777" w:rsidR="00694D90" w:rsidRPr="00FD240D" w:rsidRDefault="00694D90" w:rsidP="004449C9">
      <w:pPr>
        <w:widowControl w:val="0"/>
        <w:rPr>
          <w:rFonts w:ascii="Open Sans" w:hAnsi="Open Sans" w:cs="Open Sans"/>
        </w:rPr>
      </w:pPr>
    </w:p>
    <w:p w14:paraId="55AE75E3" w14:textId="77777777" w:rsidR="00694D90" w:rsidRPr="00FD240D" w:rsidRDefault="00694D90" w:rsidP="004449C9">
      <w:pPr>
        <w:widowControl w:val="0"/>
        <w:rPr>
          <w:rFonts w:ascii="Open Sans" w:hAnsi="Open Sans" w:cs="Open Sans"/>
        </w:rPr>
      </w:pPr>
    </w:p>
    <w:p w14:paraId="20ED763C" w14:textId="77777777" w:rsidR="00694D90" w:rsidRPr="00FD240D" w:rsidRDefault="00694D90" w:rsidP="004449C9">
      <w:pPr>
        <w:widowControl w:val="0"/>
        <w:rPr>
          <w:rFonts w:ascii="Open Sans" w:hAnsi="Open Sans" w:cs="Open Sans"/>
        </w:rPr>
      </w:pPr>
    </w:p>
    <w:p w14:paraId="50DD9D6F" w14:textId="77777777" w:rsidR="00694D90" w:rsidRPr="00FD240D" w:rsidRDefault="00694D90" w:rsidP="004449C9">
      <w:pPr>
        <w:widowControl w:val="0"/>
        <w:rPr>
          <w:rFonts w:ascii="Open Sans" w:hAnsi="Open Sans" w:cs="Open Sans"/>
        </w:rPr>
      </w:pPr>
    </w:p>
    <w:p w14:paraId="60ED89A8" w14:textId="77777777" w:rsidR="00694D90" w:rsidRPr="00FD240D" w:rsidRDefault="00694D90" w:rsidP="004449C9">
      <w:pPr>
        <w:widowControl w:val="0"/>
        <w:rPr>
          <w:rFonts w:ascii="Open Sans" w:hAnsi="Open Sans" w:cs="Open Sans"/>
        </w:rPr>
      </w:pPr>
    </w:p>
    <w:p w14:paraId="13C6E62C" w14:textId="77777777" w:rsidR="00694D90" w:rsidRPr="00FD240D" w:rsidRDefault="00694D90" w:rsidP="004449C9">
      <w:pPr>
        <w:widowControl w:val="0"/>
        <w:rPr>
          <w:rFonts w:ascii="Open Sans" w:hAnsi="Open Sans" w:cs="Open Sans"/>
        </w:rPr>
      </w:pPr>
    </w:p>
    <w:p w14:paraId="5078EE4A" w14:textId="77777777" w:rsidR="00694D90" w:rsidRPr="00FD240D" w:rsidRDefault="00694D90" w:rsidP="004449C9">
      <w:pPr>
        <w:widowControl w:val="0"/>
        <w:rPr>
          <w:rFonts w:ascii="Open Sans" w:hAnsi="Open Sans" w:cs="Open Sans"/>
        </w:rPr>
      </w:pPr>
    </w:p>
    <w:p w14:paraId="4A5A7196" w14:textId="77777777" w:rsidR="00694D90" w:rsidRPr="00FD240D" w:rsidRDefault="00694D90" w:rsidP="004449C9">
      <w:pPr>
        <w:widowControl w:val="0"/>
        <w:rPr>
          <w:rFonts w:ascii="Open Sans" w:hAnsi="Open Sans" w:cs="Open Sans"/>
        </w:rPr>
      </w:pPr>
    </w:p>
    <w:p w14:paraId="0AC46621" w14:textId="105C34E9" w:rsidR="004673A0" w:rsidRPr="00FD240D" w:rsidRDefault="004673A0" w:rsidP="004449C9">
      <w:pPr>
        <w:widowControl w:val="0"/>
        <w:jc w:val="both"/>
        <w:rPr>
          <w:rFonts w:ascii="Open Sans" w:hAnsi="Open Sans" w:cs="Open Sans"/>
        </w:rPr>
      </w:pPr>
    </w:p>
    <w:p w14:paraId="3C669A19" w14:textId="683949F0" w:rsidR="00C6535D" w:rsidRPr="00FD240D" w:rsidRDefault="00C6535D" w:rsidP="004449C9">
      <w:pPr>
        <w:widowControl w:val="0"/>
        <w:jc w:val="both"/>
        <w:rPr>
          <w:rFonts w:ascii="Open Sans" w:hAnsi="Open Sans" w:cs="Open Sans"/>
        </w:rPr>
      </w:pPr>
    </w:p>
    <w:p w14:paraId="78D65ECA" w14:textId="08ED3EB6" w:rsidR="00C6535D" w:rsidRPr="00FD240D" w:rsidRDefault="00C6535D" w:rsidP="004449C9">
      <w:pPr>
        <w:widowControl w:val="0"/>
        <w:jc w:val="both"/>
        <w:rPr>
          <w:rFonts w:ascii="Open Sans" w:hAnsi="Open Sans" w:cs="Open Sans"/>
        </w:rPr>
      </w:pPr>
    </w:p>
    <w:p w14:paraId="108B8CB6" w14:textId="0C65E167" w:rsidR="00C6535D" w:rsidRPr="00FD240D" w:rsidRDefault="00C6535D" w:rsidP="004449C9">
      <w:pPr>
        <w:widowControl w:val="0"/>
        <w:jc w:val="both"/>
        <w:rPr>
          <w:rFonts w:ascii="Open Sans" w:hAnsi="Open Sans" w:cs="Open Sans"/>
        </w:rPr>
      </w:pPr>
    </w:p>
    <w:p w14:paraId="3B84DD59" w14:textId="2B595193" w:rsidR="00C6535D" w:rsidRPr="00FD240D" w:rsidRDefault="00C6535D" w:rsidP="004449C9">
      <w:pPr>
        <w:widowControl w:val="0"/>
        <w:jc w:val="both"/>
        <w:rPr>
          <w:rFonts w:ascii="Open Sans" w:hAnsi="Open Sans" w:cs="Open Sans"/>
        </w:rPr>
      </w:pPr>
    </w:p>
    <w:p w14:paraId="1C9B3D03" w14:textId="1AB046C0" w:rsidR="00C6535D" w:rsidRDefault="00C6535D" w:rsidP="004449C9">
      <w:pPr>
        <w:widowControl w:val="0"/>
        <w:jc w:val="both"/>
        <w:rPr>
          <w:rFonts w:ascii="Open Sans" w:hAnsi="Open Sans" w:cs="Open Sans"/>
        </w:rPr>
      </w:pPr>
    </w:p>
    <w:p w14:paraId="7796F070" w14:textId="77777777" w:rsidR="00C31B0A" w:rsidRPr="00FD240D" w:rsidRDefault="00C31B0A" w:rsidP="004449C9">
      <w:pPr>
        <w:widowControl w:val="0"/>
        <w:jc w:val="both"/>
        <w:rPr>
          <w:rFonts w:ascii="Open Sans" w:hAnsi="Open Sans" w:cs="Open Sans"/>
        </w:rPr>
      </w:pPr>
    </w:p>
    <w:p w14:paraId="362FA962" w14:textId="4110C791" w:rsidR="00C6535D" w:rsidRPr="00FD240D" w:rsidRDefault="00C6535D" w:rsidP="004449C9">
      <w:pPr>
        <w:widowControl w:val="0"/>
        <w:jc w:val="both"/>
        <w:rPr>
          <w:rFonts w:ascii="Open Sans" w:hAnsi="Open Sans" w:cs="Open Sans"/>
        </w:rPr>
      </w:pPr>
    </w:p>
    <w:p w14:paraId="3BC4D0D4" w14:textId="0CAB72B0" w:rsidR="00C6535D" w:rsidRPr="00FD240D" w:rsidRDefault="00C6535D" w:rsidP="004449C9">
      <w:pPr>
        <w:widowControl w:val="0"/>
        <w:jc w:val="both"/>
        <w:rPr>
          <w:rFonts w:ascii="Open Sans" w:hAnsi="Open Sans" w:cs="Open Sans"/>
        </w:rPr>
      </w:pPr>
    </w:p>
    <w:p w14:paraId="03E02DFE" w14:textId="77777777" w:rsidR="008004EF" w:rsidRPr="00FD240D" w:rsidRDefault="008004EF" w:rsidP="004449C9">
      <w:pPr>
        <w:widowControl w:val="0"/>
        <w:jc w:val="both"/>
        <w:rPr>
          <w:rFonts w:ascii="Open Sans" w:hAnsi="Open Sans" w:cs="Open Sans"/>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8"/>
        <w:gridCol w:w="1560"/>
      </w:tblGrid>
      <w:tr w:rsidR="00C30D3D" w:rsidRPr="00FD240D" w14:paraId="3EBC77A5" w14:textId="77777777" w:rsidTr="005D5F9F">
        <w:tc>
          <w:tcPr>
            <w:tcW w:w="7938" w:type="dxa"/>
          </w:tcPr>
          <w:p w14:paraId="529B24B9" w14:textId="77777777" w:rsidR="00C30D3D" w:rsidRPr="00FD240D" w:rsidRDefault="00C30D3D" w:rsidP="004449C9">
            <w:pPr>
              <w:widowControl w:val="0"/>
              <w:jc w:val="both"/>
              <w:rPr>
                <w:rFonts w:ascii="Open Sans" w:hAnsi="Open Sans" w:cs="Open Sans"/>
              </w:rPr>
            </w:pPr>
            <w:r w:rsidRPr="00FD240D">
              <w:rPr>
                <w:rFonts w:ascii="Open Sans" w:hAnsi="Open Sans" w:cs="Open Sans"/>
              </w:rPr>
              <w:lastRenderedPageBreak/>
              <w:br w:type="page"/>
            </w:r>
            <w:r w:rsidRPr="00FD240D">
              <w:rPr>
                <w:rFonts w:ascii="Open Sans" w:hAnsi="Open Sans" w:cs="Open Sans"/>
                <w:b/>
                <w:highlight w:val="yellow"/>
              </w:rPr>
              <w:br w:type="page"/>
            </w:r>
            <w:r w:rsidRPr="00FD240D">
              <w:rPr>
                <w:rFonts w:ascii="Open Sans" w:hAnsi="Open Sans" w:cs="Open Sans"/>
                <w:b/>
                <w:highlight w:val="yellow"/>
              </w:rPr>
              <w:br w:type="page"/>
            </w:r>
            <w:r w:rsidRPr="00FD240D">
              <w:rPr>
                <w:rFonts w:ascii="Open Sans" w:hAnsi="Open Sans" w:cs="Open Sans"/>
                <w:b/>
                <w:bCs/>
              </w:rPr>
              <w:br w:type="page"/>
            </w:r>
            <w:r w:rsidRPr="00FD240D">
              <w:rPr>
                <w:rFonts w:ascii="Open Sans" w:hAnsi="Open Sans" w:cs="Open Sans"/>
                <w:b/>
                <w:bC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b/>
                <w:bCs/>
              </w:rPr>
              <w:br w:type="page"/>
            </w:r>
            <w:r w:rsidRPr="00FD240D">
              <w:rPr>
                <w:rFonts w:ascii="Open Sans" w:hAnsi="Open Sans" w:cs="Open Sans"/>
              </w:rPr>
              <w:br w:type="page"/>
              <w:t>UGOTAVLJANJE SPOSOBNOSTI</w:t>
            </w:r>
            <w:r w:rsidR="005B47D5" w:rsidRPr="00FD240D">
              <w:rPr>
                <w:rFonts w:ascii="Open Sans" w:hAnsi="Open Sans" w:cs="Open Sans"/>
              </w:rPr>
              <w:t xml:space="preserve"> IN IZJAVA O SPREJEMANJU POGOJEV RAZPISNE DOKUMENTACIJE</w:t>
            </w:r>
          </w:p>
        </w:tc>
        <w:tc>
          <w:tcPr>
            <w:tcW w:w="1560" w:type="dxa"/>
          </w:tcPr>
          <w:p w14:paraId="24DC9E95" w14:textId="77777777" w:rsidR="00C30D3D" w:rsidRPr="00FD240D" w:rsidRDefault="00C30D3D" w:rsidP="004449C9">
            <w:pPr>
              <w:widowControl w:val="0"/>
              <w:jc w:val="both"/>
              <w:rPr>
                <w:rFonts w:ascii="Open Sans" w:hAnsi="Open Sans" w:cs="Open Sans"/>
                <w:b/>
                <w:bCs/>
                <w:i/>
                <w:iCs/>
              </w:rPr>
            </w:pPr>
            <w:r w:rsidRPr="00FD240D">
              <w:rPr>
                <w:rFonts w:ascii="Open Sans" w:hAnsi="Open Sans" w:cs="Open Sans"/>
                <w:b/>
                <w:bCs/>
                <w:i/>
                <w:iCs/>
              </w:rPr>
              <w:t>Priloga 3</w:t>
            </w:r>
          </w:p>
        </w:tc>
      </w:tr>
    </w:tbl>
    <w:p w14:paraId="5F46D3A6" w14:textId="77777777" w:rsidR="00C46361" w:rsidRPr="00FD240D" w:rsidRDefault="00C46361" w:rsidP="004449C9">
      <w:pPr>
        <w:widowControl w:val="0"/>
        <w:jc w:val="both"/>
        <w:rPr>
          <w:rFonts w:ascii="Open Sans" w:hAnsi="Open Sans" w:cs="Open Sans"/>
        </w:rPr>
      </w:pPr>
    </w:p>
    <w:p w14:paraId="1A2F72CD" w14:textId="1AF20798" w:rsidR="00C46361" w:rsidRPr="00FD240D" w:rsidRDefault="00C46361" w:rsidP="00B6429C">
      <w:pPr>
        <w:widowControl w:val="0"/>
        <w:jc w:val="both"/>
        <w:rPr>
          <w:rFonts w:ascii="Open Sans" w:hAnsi="Open Sans" w:cs="Open Sans"/>
        </w:rPr>
      </w:pPr>
      <w:r w:rsidRPr="00FD240D">
        <w:rPr>
          <w:rFonts w:ascii="Open Sans" w:hAnsi="Open Sans" w:cs="Open Sans"/>
        </w:rPr>
        <w:t xml:space="preserve">Gospodarski subjekt (naziv in naslov): </w:t>
      </w:r>
    </w:p>
    <w:p w14:paraId="2953E2B0" w14:textId="77777777" w:rsidR="00C46361" w:rsidRPr="00FD240D" w:rsidRDefault="005B47D5" w:rsidP="00B6429C">
      <w:pPr>
        <w:widowControl w:val="0"/>
        <w:pBdr>
          <w:bottom w:val="single" w:sz="4" w:space="1" w:color="auto"/>
        </w:pBdr>
        <w:tabs>
          <w:tab w:val="left" w:pos="5982"/>
        </w:tabs>
        <w:jc w:val="both"/>
        <w:rPr>
          <w:rFonts w:ascii="Open Sans" w:hAnsi="Open Sans" w:cs="Open Sans"/>
        </w:rPr>
      </w:pPr>
      <w:r w:rsidRPr="00FD240D">
        <w:rPr>
          <w:rFonts w:ascii="Open Sans" w:hAnsi="Open Sans" w:cs="Open Sans"/>
        </w:rPr>
        <w:tab/>
      </w:r>
    </w:p>
    <w:p w14:paraId="122C46F8" w14:textId="7E29C749" w:rsidR="00C46361" w:rsidRPr="00FD240D" w:rsidRDefault="00C46361" w:rsidP="00B6429C">
      <w:pPr>
        <w:widowControl w:val="0"/>
        <w:jc w:val="both"/>
        <w:rPr>
          <w:rFonts w:ascii="Open Sans" w:hAnsi="Open Sans" w:cs="Open Sans"/>
        </w:rPr>
      </w:pPr>
      <w:r w:rsidRPr="00FD240D">
        <w:rPr>
          <w:rFonts w:ascii="Open Sans" w:hAnsi="Open Sans" w:cs="Open Sans"/>
        </w:rPr>
        <w:t xml:space="preserve">v zvezi z javnim naročilom št. </w:t>
      </w:r>
      <w:r w:rsidR="00FD240D">
        <w:rPr>
          <w:rFonts w:ascii="Open Sans" w:hAnsi="Open Sans" w:cs="Open Sans"/>
          <w:b/>
          <w:noProof/>
        </w:rPr>
        <w:t>ENLJ-SAL-80/25</w:t>
      </w:r>
      <w:r w:rsidR="004A2E48" w:rsidRPr="00FD240D">
        <w:rPr>
          <w:rFonts w:ascii="Open Sans" w:hAnsi="Open Sans" w:cs="Open Sans"/>
          <w:b/>
          <w:noProof/>
        </w:rPr>
        <w:t xml:space="preserve"> -</w:t>
      </w:r>
      <w:r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006E0C20" w:rsidRPr="00FD240D">
        <w:rPr>
          <w:rFonts w:ascii="Open Sans" w:hAnsi="Open Sans" w:cs="Open Sans"/>
          <w:b/>
        </w:rPr>
        <w:t xml:space="preserve"> </w:t>
      </w:r>
      <w:r w:rsidRPr="00FD240D">
        <w:rPr>
          <w:rFonts w:ascii="Open Sans" w:hAnsi="Open Sans" w:cs="Open Sans"/>
        </w:rPr>
        <w:t>podajamo naslednje izjave:</w:t>
      </w:r>
    </w:p>
    <w:p w14:paraId="0FEC83D2" w14:textId="521A0C70" w:rsidR="00482831" w:rsidRDefault="00482831" w:rsidP="00B6429C">
      <w:pPr>
        <w:widowControl w:val="0"/>
        <w:jc w:val="both"/>
        <w:rPr>
          <w:rFonts w:ascii="Open Sans" w:hAnsi="Open Sans" w:cs="Open Sans"/>
        </w:rPr>
      </w:pPr>
    </w:p>
    <w:p w14:paraId="4C5C03B2" w14:textId="77777777" w:rsidR="005479DC" w:rsidRPr="00FD240D" w:rsidRDefault="005479DC" w:rsidP="00B6429C">
      <w:pPr>
        <w:widowControl w:val="0"/>
        <w:jc w:val="both"/>
        <w:rPr>
          <w:rFonts w:ascii="Open Sans" w:hAnsi="Open Sans" w:cs="Open Sans"/>
        </w:rPr>
      </w:pPr>
    </w:p>
    <w:p w14:paraId="630C2B69" w14:textId="77777777" w:rsidR="007B7FD0" w:rsidRPr="00FD240D" w:rsidRDefault="007B7FD0" w:rsidP="0019014E">
      <w:pPr>
        <w:pStyle w:val="Blokbesedila"/>
        <w:widowControl w:val="0"/>
        <w:numPr>
          <w:ilvl w:val="0"/>
          <w:numId w:val="35"/>
        </w:numPr>
        <w:tabs>
          <w:tab w:val="clear" w:pos="8647"/>
          <w:tab w:val="left" w:pos="426"/>
          <w:tab w:val="left" w:pos="9354"/>
        </w:tabs>
        <w:ind w:right="-2"/>
        <w:rPr>
          <w:rFonts w:ascii="Open Sans" w:hAnsi="Open Sans" w:cs="Open Sans"/>
          <w:b/>
          <w:smallCaps/>
          <w:sz w:val="20"/>
        </w:rPr>
      </w:pPr>
      <w:r w:rsidRPr="00FD240D">
        <w:rPr>
          <w:rFonts w:ascii="Open Sans" w:hAnsi="Open Sans" w:cs="Open Sans"/>
          <w:b/>
          <w:smallCaps/>
          <w:sz w:val="20"/>
        </w:rPr>
        <w:t>RAZLOGI ZA IZKLJUČITEV</w:t>
      </w:r>
    </w:p>
    <w:p w14:paraId="64EA3B47" w14:textId="77777777" w:rsidR="007B7FD0" w:rsidRPr="00FD240D" w:rsidRDefault="007B7FD0" w:rsidP="00B6429C">
      <w:pPr>
        <w:widowControl w:val="0"/>
        <w:ind w:left="284" w:hanging="284"/>
        <w:jc w:val="both"/>
        <w:rPr>
          <w:rFonts w:ascii="Open Sans" w:hAnsi="Open Sans" w:cs="Open Sans"/>
        </w:rPr>
      </w:pPr>
    </w:p>
    <w:p w14:paraId="08F0EE5C" w14:textId="77777777" w:rsidR="007B7FD0" w:rsidRPr="00FD240D" w:rsidRDefault="007B7FD0" w:rsidP="00B6429C">
      <w:pPr>
        <w:widowControl w:val="0"/>
        <w:tabs>
          <w:tab w:val="left" w:pos="567"/>
        </w:tabs>
        <w:rPr>
          <w:rFonts w:ascii="Open Sans" w:hAnsi="Open Sans" w:cs="Open Sans"/>
          <w:b/>
        </w:rPr>
      </w:pPr>
      <w:r w:rsidRPr="00FD240D">
        <w:rPr>
          <w:rFonts w:ascii="Open Sans" w:hAnsi="Open Sans" w:cs="Open Sans"/>
          <w:b/>
        </w:rPr>
        <w:t>IZJAVLJAMO, DA:</w:t>
      </w:r>
    </w:p>
    <w:p w14:paraId="1DF4F18D"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nam (gospodarskem subjektu) ni bila izrečena pravnomočna sodba, ki ima elemente kaznivih dejanj, ki so opredeljena v prvem odstavku 75. člena ZJN-3,</w:t>
      </w:r>
    </w:p>
    <w:p w14:paraId="58E3758E"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5 (petih) let do roka za oddajo ponudbe,</w:t>
      </w:r>
    </w:p>
    <w:p w14:paraId="29219F6E"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na dan, ko je potekel rok za oddajo ponudb, nismo izločeni iz postopkov oddaje javnih naročil zaradi uvrstitve v evidenco gospodarskih subjektov z izrečenimi stranskimi sankcijami izločitve iz postopkov javnega naročanja,</w:t>
      </w:r>
    </w:p>
    <w:p w14:paraId="09EE0672" w14:textId="0B00412F"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nam v zadnjih 3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821569">
        <w:rPr>
          <w:rFonts w:ascii="Open Sans" w:hAnsi="Open Sans" w:cs="Open Sans"/>
        </w:rPr>
        <w:t>.</w:t>
      </w:r>
    </w:p>
    <w:p w14:paraId="62A5079E" w14:textId="77777777" w:rsidR="007B7FD0" w:rsidRPr="00FD240D" w:rsidRDefault="007B7FD0" w:rsidP="00B6429C">
      <w:pPr>
        <w:widowControl w:val="0"/>
        <w:ind w:left="426"/>
        <w:jc w:val="both"/>
        <w:rPr>
          <w:rFonts w:ascii="Open Sans" w:hAnsi="Open Sans" w:cs="Open Sans"/>
        </w:rPr>
      </w:pPr>
    </w:p>
    <w:p w14:paraId="70221DEC" w14:textId="77777777" w:rsidR="007B7FD0" w:rsidRPr="00FD240D" w:rsidRDefault="007B7FD0" w:rsidP="0019014E">
      <w:pPr>
        <w:pStyle w:val="Blokbesedila"/>
        <w:widowControl w:val="0"/>
        <w:numPr>
          <w:ilvl w:val="0"/>
          <w:numId w:val="35"/>
        </w:numPr>
        <w:tabs>
          <w:tab w:val="clear" w:pos="8647"/>
          <w:tab w:val="left" w:pos="426"/>
          <w:tab w:val="left" w:pos="9354"/>
        </w:tabs>
        <w:ind w:right="-2"/>
        <w:rPr>
          <w:rFonts w:ascii="Open Sans" w:hAnsi="Open Sans" w:cs="Open Sans"/>
          <w:b/>
          <w:smallCaps/>
          <w:sz w:val="20"/>
        </w:rPr>
      </w:pPr>
      <w:r w:rsidRPr="00FD240D">
        <w:rPr>
          <w:rFonts w:ascii="Open Sans" w:hAnsi="Open Sans" w:cs="Open Sans"/>
          <w:b/>
          <w:smallCaps/>
          <w:sz w:val="20"/>
        </w:rPr>
        <w:t>POGOJI ZA SODELOVANJE</w:t>
      </w:r>
    </w:p>
    <w:p w14:paraId="67E2EBA8" w14:textId="77777777" w:rsidR="007B7FD0" w:rsidRPr="00FD240D" w:rsidRDefault="007B7FD0" w:rsidP="00B6429C">
      <w:pPr>
        <w:widowControl w:val="0"/>
        <w:tabs>
          <w:tab w:val="left" w:pos="567"/>
        </w:tabs>
        <w:rPr>
          <w:rFonts w:ascii="Open Sans" w:hAnsi="Open Sans" w:cs="Open Sans"/>
          <w:b/>
        </w:rPr>
      </w:pPr>
    </w:p>
    <w:p w14:paraId="07776EDE" w14:textId="77777777" w:rsidR="007B7FD0" w:rsidRPr="00FD240D" w:rsidRDefault="007B7FD0" w:rsidP="00B6429C">
      <w:pPr>
        <w:widowControl w:val="0"/>
        <w:tabs>
          <w:tab w:val="left" w:pos="567"/>
        </w:tabs>
        <w:rPr>
          <w:rFonts w:ascii="Open Sans" w:hAnsi="Open Sans" w:cs="Open Sans"/>
          <w:b/>
        </w:rPr>
      </w:pPr>
      <w:r w:rsidRPr="00FD240D">
        <w:rPr>
          <w:rFonts w:ascii="Open Sans" w:hAnsi="Open Sans" w:cs="Open Sans"/>
          <w:b/>
        </w:rPr>
        <w:t>IZJAVLJAMO, DA:</w:t>
      </w:r>
    </w:p>
    <w:p w14:paraId="0BE4DE2B"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smo sposobni za opravljanje poklicne dejavnosti oziroma imamo registrirano dejavnost oziroma smo vpisani v enega od poklicnih ali poslovnih registrov, ki se vodijo v državi članici, v kateri imamo sedež,</w:t>
      </w:r>
    </w:p>
    <w:p w14:paraId="662BCED7"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imamo potrebne ekonomske in finančne zmogljivosti za izvedbo javnega naročila in da na dan oddaje ponudbe nimamo blokiranega kateregakoli računa,</w:t>
      </w:r>
    </w:p>
    <w:p w14:paraId="39AB094A"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imamo potrebno tehnično in kadrovsko sposobnost ter izkušnje za izvajanje predmeta javnega naročila.</w:t>
      </w:r>
    </w:p>
    <w:p w14:paraId="5B0244A1" w14:textId="77777777" w:rsidR="007B7FD0" w:rsidRPr="00FD240D" w:rsidRDefault="007B7FD0" w:rsidP="00B6429C">
      <w:pPr>
        <w:widowControl w:val="0"/>
        <w:tabs>
          <w:tab w:val="left" w:pos="567"/>
        </w:tabs>
        <w:jc w:val="both"/>
        <w:rPr>
          <w:rFonts w:ascii="Open Sans" w:hAnsi="Open Sans" w:cs="Open Sans"/>
          <w:bCs/>
        </w:rPr>
      </w:pPr>
    </w:p>
    <w:p w14:paraId="1C3E9E91" w14:textId="77777777" w:rsidR="007B7FD0" w:rsidRPr="00FD240D" w:rsidRDefault="007B7FD0" w:rsidP="0019014E">
      <w:pPr>
        <w:pStyle w:val="Blokbesedila"/>
        <w:widowControl w:val="0"/>
        <w:numPr>
          <w:ilvl w:val="0"/>
          <w:numId w:val="35"/>
        </w:numPr>
        <w:tabs>
          <w:tab w:val="clear" w:pos="8647"/>
          <w:tab w:val="left" w:pos="426"/>
          <w:tab w:val="left" w:pos="9354"/>
        </w:tabs>
        <w:ind w:right="-2"/>
        <w:rPr>
          <w:rFonts w:ascii="Open Sans" w:hAnsi="Open Sans" w:cs="Open Sans"/>
          <w:b/>
          <w:smallCaps/>
          <w:sz w:val="20"/>
        </w:rPr>
      </w:pPr>
      <w:r w:rsidRPr="00FD240D">
        <w:rPr>
          <w:rFonts w:ascii="Open Sans" w:hAnsi="Open Sans" w:cs="Open Sans"/>
          <w:b/>
          <w:smallCaps/>
          <w:sz w:val="20"/>
        </w:rPr>
        <w:t>SPREJEMANJE POGOJEV DOKUMENTACIJE</w:t>
      </w:r>
    </w:p>
    <w:p w14:paraId="2955E550" w14:textId="77777777" w:rsidR="007B7FD0" w:rsidRPr="00FD240D" w:rsidRDefault="007B7FD0" w:rsidP="00B6429C">
      <w:pPr>
        <w:widowControl w:val="0"/>
        <w:tabs>
          <w:tab w:val="left" w:pos="567"/>
        </w:tabs>
        <w:rPr>
          <w:rFonts w:ascii="Open Sans" w:hAnsi="Open Sans" w:cs="Open Sans"/>
          <w:b/>
        </w:rPr>
      </w:pPr>
    </w:p>
    <w:p w14:paraId="5F4AF039" w14:textId="77777777" w:rsidR="007B7FD0" w:rsidRPr="00FD240D" w:rsidRDefault="007B7FD0" w:rsidP="00B6429C">
      <w:pPr>
        <w:widowControl w:val="0"/>
        <w:tabs>
          <w:tab w:val="left" w:pos="567"/>
        </w:tabs>
        <w:rPr>
          <w:rFonts w:ascii="Open Sans" w:hAnsi="Open Sans" w:cs="Open Sans"/>
          <w:b/>
        </w:rPr>
      </w:pPr>
      <w:r w:rsidRPr="00FD240D">
        <w:rPr>
          <w:rFonts w:ascii="Open Sans" w:hAnsi="Open Sans" w:cs="Open Sans"/>
          <w:b/>
        </w:rPr>
        <w:t>IZJAVLJAMO, DA:</w:t>
      </w:r>
    </w:p>
    <w:p w14:paraId="58EEA375"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 xml:space="preserve">nismo uvrščeni v evidenco poslovnih subjektov katerim je prepovedano poslovanje z naročnikom na podlagi 35. člena Zakona o integriteti in preprečevanju korupcije (Uradni list RS, št. 69/11 s spremembami, v nadaljevanju: </w:t>
      </w:r>
      <w:proofErr w:type="spellStart"/>
      <w:r w:rsidRPr="00FD240D">
        <w:rPr>
          <w:rFonts w:ascii="Open Sans" w:hAnsi="Open Sans" w:cs="Open Sans"/>
        </w:rPr>
        <w:t>ZIntPK</w:t>
      </w:r>
      <w:proofErr w:type="spellEnd"/>
      <w:r w:rsidRPr="00FD240D">
        <w:rPr>
          <w:rFonts w:ascii="Open Sans" w:hAnsi="Open Sans" w:cs="Open Sans"/>
        </w:rPr>
        <w:t>),</w:t>
      </w:r>
    </w:p>
    <w:p w14:paraId="560196CB" w14:textId="77777777" w:rsidR="007B7FD0" w:rsidRPr="00FD240D" w:rsidRDefault="007B7FD0" w:rsidP="0019014E">
      <w:pPr>
        <w:widowControl w:val="0"/>
        <w:numPr>
          <w:ilvl w:val="0"/>
          <w:numId w:val="36"/>
        </w:numPr>
        <w:ind w:left="284" w:hanging="284"/>
        <w:jc w:val="both"/>
        <w:rPr>
          <w:rFonts w:ascii="Open Sans" w:hAnsi="Open Sans" w:cs="Open Sans"/>
        </w:rPr>
      </w:pPr>
      <w:bookmarkStart w:id="2" w:name="_Hlk103606497"/>
      <w:bookmarkStart w:id="3" w:name="_Hlk103582078"/>
      <w:r w:rsidRPr="00FD240D">
        <w:rPr>
          <w:rFonts w:ascii="Open Sans" w:hAnsi="Open Sans" w:cs="Open Sans"/>
        </w:rPr>
        <w:t xml:space="preserve">izpolnjujemo omejevalne ukrepe navedene </w:t>
      </w:r>
      <w:bookmarkEnd w:id="2"/>
      <w:bookmarkEnd w:id="3"/>
      <w:r w:rsidRPr="00FD240D">
        <w:rPr>
          <w:rFonts w:ascii="Open Sans" w:hAnsi="Open Sans" w:cs="Open Sans"/>
        </w:rPr>
        <w:t>v členu 1h »sklepa Sveta (SZVP) 2022/578 z dne 8. aprila 2022 o spremembi Sklepa 2014/512/SZVP o omejevalnih ukrepih zaradi delovanja Rusije, ki povzroča destabilizacijo razmer v Ukrajini«,</w:t>
      </w:r>
    </w:p>
    <w:p w14:paraId="1602DB0A" w14:textId="5EE2A929"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 xml:space="preserve">smo v celoti seznanjeni z razpisno dokumentacijo ter vsemi njenimi popravki in dopolnitvami, da se strinjamo z vsemi pogoji in zahtevami razpisne dokumentacije (opisi, določila, zahteve, pogoji, itd.…) javnega naročila št. </w:t>
      </w:r>
      <w:r w:rsidR="00FD240D">
        <w:rPr>
          <w:rFonts w:ascii="Open Sans" w:hAnsi="Open Sans" w:cs="Open Sans"/>
          <w:b/>
          <w:noProof/>
        </w:rPr>
        <w:t>ENLJ-SAL-80/25</w:t>
      </w:r>
      <w:r w:rsidRPr="00FD240D">
        <w:rPr>
          <w:rFonts w:ascii="Open Sans" w:hAnsi="Open Sans" w:cs="Open Sans"/>
          <w:b/>
          <w:noProof/>
        </w:rPr>
        <w:t xml:space="preserve"> -</w:t>
      </w:r>
      <w:r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Pr="00FD240D">
        <w:rPr>
          <w:rFonts w:ascii="Open Sans" w:hAnsi="Open Sans" w:cs="Open Sans"/>
        </w:rPr>
        <w:t xml:space="preserve">, vključno z določili vzorca okvirnega sporazuma </w:t>
      </w:r>
      <w:r w:rsidR="00646754" w:rsidRPr="00FD240D">
        <w:rPr>
          <w:rFonts w:ascii="Open Sans" w:hAnsi="Open Sans" w:cs="Open Sans"/>
        </w:rPr>
        <w:t xml:space="preserve">in Pisnega </w:t>
      </w:r>
      <w:r w:rsidR="00646754" w:rsidRPr="00FD240D">
        <w:rPr>
          <w:rFonts w:ascii="Open Sans" w:hAnsi="Open Sans" w:cs="Open Sans"/>
        </w:rPr>
        <w:lastRenderedPageBreak/>
        <w:t xml:space="preserve">sporazuma o skupnih varnostnih ukrepih in ravnanju z okoljem ter ju </w:t>
      </w:r>
      <w:r w:rsidRPr="00FD240D">
        <w:rPr>
          <w:rFonts w:ascii="Open Sans" w:hAnsi="Open Sans" w:cs="Open Sans"/>
        </w:rPr>
        <w:t>bomo v primeru, da bomo izbrani za izvedbo predmeta naročila, podpisali brez dodatnih zahtev in ugovorov,</w:t>
      </w:r>
    </w:p>
    <w:p w14:paraId="1CDE60AA" w14:textId="77777777" w:rsidR="007A3C29"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bomo ponudbene cene podali na do 2 (dve) decimalni mesti,</w:t>
      </w:r>
    </w:p>
    <w:p w14:paraId="48C20E58" w14:textId="77777777" w:rsidR="007A3C29" w:rsidRPr="00FD240D" w:rsidRDefault="007A3C29" w:rsidP="0019014E">
      <w:pPr>
        <w:widowControl w:val="0"/>
        <w:numPr>
          <w:ilvl w:val="0"/>
          <w:numId w:val="36"/>
        </w:numPr>
        <w:ind w:left="284" w:hanging="284"/>
        <w:jc w:val="both"/>
        <w:rPr>
          <w:rFonts w:ascii="Open Sans" w:hAnsi="Open Sans" w:cs="Open Sans"/>
        </w:rPr>
      </w:pPr>
      <w:r w:rsidRPr="00FD240D">
        <w:rPr>
          <w:rFonts w:ascii="Open Sans" w:eastAsiaTheme="minorEastAsia" w:hAnsi="Open Sans" w:cs="Open Sans"/>
        </w:rPr>
        <w:t>ne bomo umaknili zaščite ponudbenega predračuna oz. spreminjali</w:t>
      </w:r>
      <w:r w:rsidRPr="00FD240D">
        <w:rPr>
          <w:rFonts w:ascii="Open Sans" w:eastAsiaTheme="minorEastAsia" w:hAnsi="Open Sans" w:cs="Open Sans"/>
          <w:spacing w:val="-12"/>
        </w:rPr>
        <w:t xml:space="preserve"> </w:t>
      </w:r>
      <w:r w:rsidRPr="00FD240D">
        <w:rPr>
          <w:rFonts w:ascii="Open Sans" w:eastAsiaTheme="minorEastAsia" w:hAnsi="Open Sans" w:cs="Open Sans"/>
        </w:rPr>
        <w:t>predračuna,</w:t>
      </w:r>
    </w:p>
    <w:p w14:paraId="5767536C"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se zavezujemo, da bomo na zahtevo naročnika predložiti dodatna pooblastila za preveritev podatkov iz uradnih evidenc,</w:t>
      </w:r>
    </w:p>
    <w:p w14:paraId="31F84CFF"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da bomo na naročnikov poziv v 8 (osmih) dneh od prejema poziva posredovali izjavo s podatki o:</w:t>
      </w:r>
    </w:p>
    <w:p w14:paraId="1DAEA8A8" w14:textId="77777777" w:rsidR="007B7FD0" w:rsidRPr="00FD240D" w:rsidRDefault="007B7FD0" w:rsidP="0019014E">
      <w:pPr>
        <w:widowControl w:val="0"/>
        <w:numPr>
          <w:ilvl w:val="0"/>
          <w:numId w:val="37"/>
        </w:numPr>
        <w:ind w:left="709" w:hanging="425"/>
        <w:jc w:val="both"/>
        <w:rPr>
          <w:rFonts w:ascii="Open Sans" w:hAnsi="Open Sans" w:cs="Open Sans"/>
        </w:rPr>
      </w:pPr>
      <w:r w:rsidRPr="00FD240D">
        <w:rPr>
          <w:rFonts w:ascii="Open Sans" w:hAnsi="Open Sans" w:cs="Open Sans"/>
        </w:rPr>
        <w:t xml:space="preserve">svojih ustanoviteljih, družbenikih, vključno s tihimi družbeniki, delničarjih, </w:t>
      </w:r>
      <w:proofErr w:type="spellStart"/>
      <w:r w:rsidRPr="00FD240D">
        <w:rPr>
          <w:rFonts w:ascii="Open Sans" w:hAnsi="Open Sans" w:cs="Open Sans"/>
        </w:rPr>
        <w:t>komanditistih</w:t>
      </w:r>
      <w:proofErr w:type="spellEnd"/>
      <w:r w:rsidRPr="00FD240D">
        <w:rPr>
          <w:rFonts w:ascii="Open Sans" w:hAnsi="Open Sans" w:cs="Open Sans"/>
        </w:rPr>
        <w:t xml:space="preserve"> ali drugih lastnikih in podatke o lastniških deležih navedenih oseb,</w:t>
      </w:r>
    </w:p>
    <w:p w14:paraId="5088FC96" w14:textId="77777777" w:rsidR="007B7FD0" w:rsidRPr="00FD240D" w:rsidRDefault="007B7FD0" w:rsidP="0019014E">
      <w:pPr>
        <w:widowControl w:val="0"/>
        <w:numPr>
          <w:ilvl w:val="0"/>
          <w:numId w:val="37"/>
        </w:numPr>
        <w:ind w:left="709" w:hanging="425"/>
        <w:jc w:val="both"/>
        <w:rPr>
          <w:rFonts w:ascii="Open Sans" w:hAnsi="Open Sans" w:cs="Open Sans"/>
        </w:rPr>
      </w:pPr>
      <w:r w:rsidRPr="00FD240D">
        <w:rPr>
          <w:rFonts w:ascii="Open Sans" w:hAnsi="Open Sans" w:cs="Open Sans"/>
        </w:rPr>
        <w:t>gospodarskih subjektih, za katere se glede na določbe zakona, ki ureja gospodarske družbe šteje, da so z njim povezane družbe,</w:t>
      </w:r>
    </w:p>
    <w:p w14:paraId="324EF23D" w14:textId="77777777"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morebitne neposredne ali posredne škode ali izgubljenega dobička,</w:t>
      </w:r>
    </w:p>
    <w:p w14:paraId="19AFEFA5" w14:textId="768BEA6B" w:rsidR="007B7FD0" w:rsidRPr="00FD240D" w:rsidRDefault="007B7FD0" w:rsidP="0019014E">
      <w:pPr>
        <w:widowControl w:val="0"/>
        <w:numPr>
          <w:ilvl w:val="0"/>
          <w:numId w:val="36"/>
        </w:numPr>
        <w:ind w:left="284" w:hanging="284"/>
        <w:jc w:val="both"/>
        <w:rPr>
          <w:rFonts w:ascii="Open Sans" w:hAnsi="Open Sans" w:cs="Open Sans"/>
        </w:rPr>
      </w:pPr>
      <w:r w:rsidRPr="00FD240D">
        <w:rPr>
          <w:rFonts w:ascii="Open Sans" w:hAnsi="Open Sans" w:cs="Open Sans"/>
        </w:rPr>
        <w:t>so v ponudben</w:t>
      </w:r>
      <w:r w:rsidR="00B6429C" w:rsidRPr="00FD240D">
        <w:rPr>
          <w:rFonts w:ascii="Open Sans" w:hAnsi="Open Sans" w:cs="Open Sans"/>
        </w:rPr>
        <w:t>ih</w:t>
      </w:r>
      <w:r w:rsidRPr="00FD240D">
        <w:rPr>
          <w:rFonts w:ascii="Open Sans" w:hAnsi="Open Sans" w:cs="Open Sans"/>
        </w:rPr>
        <w:t xml:space="preserve"> cen</w:t>
      </w:r>
      <w:r w:rsidR="00B6429C" w:rsidRPr="00FD240D">
        <w:rPr>
          <w:rFonts w:ascii="Open Sans" w:hAnsi="Open Sans" w:cs="Open Sans"/>
        </w:rPr>
        <w:t>ah</w:t>
      </w:r>
      <w:r w:rsidRPr="00FD240D">
        <w:rPr>
          <w:rFonts w:ascii="Open Sans" w:hAnsi="Open Sans" w:cs="Open Sans"/>
        </w:rPr>
        <w:t xml:space="preserve"> vključeni vsi materialni in nematerialni stroški, ki bodo potrebni za izvedbo predmeta naročila, v skladu z vsemi zahtevami naročnika.</w:t>
      </w:r>
    </w:p>
    <w:p w14:paraId="0D894C7C" w14:textId="77777777" w:rsidR="007B7FD0" w:rsidRPr="00FD240D" w:rsidRDefault="007B7FD0" w:rsidP="00B6429C">
      <w:pPr>
        <w:widowControl w:val="0"/>
        <w:tabs>
          <w:tab w:val="left" w:pos="567"/>
        </w:tabs>
        <w:jc w:val="both"/>
        <w:rPr>
          <w:rFonts w:ascii="Open Sans" w:hAnsi="Open Sans" w:cs="Open Sans"/>
          <w:bCs/>
          <w:i/>
        </w:rPr>
      </w:pPr>
    </w:p>
    <w:p w14:paraId="6747E5B8" w14:textId="77777777" w:rsidR="007B7FD0" w:rsidRPr="00FD240D" w:rsidRDefault="007B7FD0" w:rsidP="00B6429C">
      <w:pPr>
        <w:widowControl w:val="0"/>
        <w:tabs>
          <w:tab w:val="left" w:pos="567"/>
        </w:tabs>
        <w:jc w:val="both"/>
        <w:rPr>
          <w:rFonts w:ascii="Open Sans" w:hAnsi="Open Sans" w:cs="Open Sans"/>
          <w:bCs/>
          <w:i/>
        </w:rPr>
      </w:pPr>
      <w:r w:rsidRPr="00FD240D">
        <w:rPr>
          <w:rFonts w:ascii="Open Sans" w:hAnsi="Open Sans" w:cs="Open Sans"/>
          <w:bCs/>
          <w:i/>
        </w:rPr>
        <w:t>V skladu s 3. odstavkom 47. člena ZJN-3 lahko naročnik preveri obstoj in vsebino navedb v ponudbi, če dvomi o resničnosti ponudnikovih izjav v tej prilogi. Soglašamo, da naročnik za potrebe tega javnega naročila pridobi podatke iz vseh uradnih evidenc (tudi od pristojnega sodišča).</w:t>
      </w:r>
    </w:p>
    <w:p w14:paraId="4C44B848" w14:textId="77777777" w:rsidR="007B7FD0" w:rsidRPr="00FD240D" w:rsidRDefault="007B7FD0" w:rsidP="00B6429C">
      <w:pPr>
        <w:widowControl w:val="0"/>
        <w:tabs>
          <w:tab w:val="left" w:pos="567"/>
        </w:tabs>
        <w:jc w:val="both"/>
        <w:rPr>
          <w:rFonts w:ascii="Open Sans" w:hAnsi="Open Sans" w:cs="Open Sans"/>
          <w:bCs/>
          <w:i/>
        </w:rPr>
      </w:pPr>
    </w:p>
    <w:p w14:paraId="035E8657" w14:textId="77777777" w:rsidR="007B7FD0" w:rsidRPr="00FD240D" w:rsidRDefault="007B7FD0" w:rsidP="00B6429C">
      <w:pPr>
        <w:widowControl w:val="0"/>
        <w:tabs>
          <w:tab w:val="left" w:pos="567"/>
        </w:tabs>
        <w:jc w:val="both"/>
        <w:rPr>
          <w:rFonts w:ascii="Open Sans" w:hAnsi="Open Sans" w:cs="Open Sans"/>
          <w:bCs/>
          <w:i/>
        </w:rPr>
      </w:pPr>
    </w:p>
    <w:p w14:paraId="5C546576" w14:textId="39F28045" w:rsidR="007B7FD0" w:rsidRPr="00FD240D" w:rsidRDefault="007B7FD0" w:rsidP="00B6429C">
      <w:pPr>
        <w:widowControl w:val="0"/>
        <w:tabs>
          <w:tab w:val="left" w:pos="567"/>
        </w:tabs>
        <w:jc w:val="both"/>
        <w:rPr>
          <w:rFonts w:ascii="Open Sans" w:hAnsi="Open Sans" w:cs="Open Sans"/>
          <w:bCs/>
          <w:i/>
        </w:rPr>
      </w:pPr>
    </w:p>
    <w:p w14:paraId="272FAD50" w14:textId="3CF670C8" w:rsidR="007B7FD0" w:rsidRPr="00FD240D" w:rsidRDefault="007B7FD0" w:rsidP="00B6429C">
      <w:pPr>
        <w:widowControl w:val="0"/>
        <w:tabs>
          <w:tab w:val="left" w:pos="567"/>
        </w:tabs>
        <w:jc w:val="both"/>
        <w:rPr>
          <w:rFonts w:ascii="Open Sans" w:hAnsi="Open Sans" w:cs="Open Sans"/>
          <w:bCs/>
          <w:i/>
        </w:rPr>
      </w:pPr>
    </w:p>
    <w:p w14:paraId="55518292" w14:textId="77777777" w:rsidR="007B7FD0" w:rsidRPr="00FD240D" w:rsidRDefault="007B7FD0" w:rsidP="00B6429C">
      <w:pPr>
        <w:widowControl w:val="0"/>
        <w:tabs>
          <w:tab w:val="left" w:pos="567"/>
        </w:tabs>
        <w:jc w:val="both"/>
        <w:rPr>
          <w:rFonts w:ascii="Open Sans" w:hAnsi="Open Sans" w:cs="Open Sans"/>
          <w:bCs/>
          <w: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7B7FD0" w:rsidRPr="00FD240D" w14:paraId="6C56152A" w14:textId="77777777" w:rsidTr="00F912EC">
        <w:trPr>
          <w:trHeight w:val="235"/>
        </w:trPr>
        <w:tc>
          <w:tcPr>
            <w:tcW w:w="3402" w:type="dxa"/>
            <w:tcBorders>
              <w:bottom w:val="single" w:sz="4" w:space="0" w:color="auto"/>
            </w:tcBorders>
          </w:tcPr>
          <w:p w14:paraId="2CC54000" w14:textId="77777777" w:rsidR="007B7FD0" w:rsidRPr="00FD240D" w:rsidRDefault="007B7FD0" w:rsidP="00B6429C">
            <w:pPr>
              <w:widowControl w:val="0"/>
              <w:jc w:val="both"/>
              <w:rPr>
                <w:rFonts w:ascii="Open Sans" w:hAnsi="Open Sans" w:cs="Open Sans"/>
                <w:snapToGrid w:val="0"/>
                <w:color w:val="000000"/>
              </w:rPr>
            </w:pPr>
          </w:p>
        </w:tc>
        <w:tc>
          <w:tcPr>
            <w:tcW w:w="2977" w:type="dxa"/>
          </w:tcPr>
          <w:p w14:paraId="26351B90" w14:textId="77777777" w:rsidR="007B7FD0" w:rsidRPr="00FD240D" w:rsidRDefault="007B7FD0" w:rsidP="00B6429C">
            <w:pPr>
              <w:widowControl w:val="0"/>
              <w:jc w:val="both"/>
              <w:rPr>
                <w:rFonts w:ascii="Open Sans" w:hAnsi="Open Sans" w:cs="Open Sans"/>
                <w:snapToGrid w:val="0"/>
                <w:color w:val="000000"/>
              </w:rPr>
            </w:pPr>
          </w:p>
        </w:tc>
        <w:tc>
          <w:tcPr>
            <w:tcW w:w="3119" w:type="dxa"/>
            <w:tcBorders>
              <w:bottom w:val="single" w:sz="4" w:space="0" w:color="auto"/>
            </w:tcBorders>
          </w:tcPr>
          <w:p w14:paraId="5E6F3BCD" w14:textId="77777777" w:rsidR="007B7FD0" w:rsidRPr="00FD240D" w:rsidRDefault="007B7FD0" w:rsidP="00B6429C">
            <w:pPr>
              <w:widowControl w:val="0"/>
              <w:tabs>
                <w:tab w:val="left" w:pos="567"/>
                <w:tab w:val="num" w:pos="851"/>
                <w:tab w:val="left" w:pos="993"/>
              </w:tabs>
              <w:jc w:val="both"/>
              <w:rPr>
                <w:rFonts w:ascii="Open Sans" w:hAnsi="Open Sans" w:cs="Open Sans"/>
                <w:snapToGrid w:val="0"/>
                <w:color w:val="000000"/>
              </w:rPr>
            </w:pPr>
          </w:p>
        </w:tc>
      </w:tr>
      <w:tr w:rsidR="007B7FD0" w:rsidRPr="00FD240D" w14:paraId="49D7EBAF" w14:textId="77777777" w:rsidTr="00F912EC">
        <w:trPr>
          <w:trHeight w:val="235"/>
        </w:trPr>
        <w:tc>
          <w:tcPr>
            <w:tcW w:w="3402" w:type="dxa"/>
            <w:tcBorders>
              <w:top w:val="single" w:sz="4" w:space="0" w:color="auto"/>
            </w:tcBorders>
          </w:tcPr>
          <w:p w14:paraId="3D76E977" w14:textId="77777777" w:rsidR="007B7FD0" w:rsidRPr="00FD240D" w:rsidRDefault="007B7FD0" w:rsidP="00B6429C">
            <w:pPr>
              <w:widowControl w:val="0"/>
              <w:jc w:val="center"/>
              <w:rPr>
                <w:rFonts w:ascii="Open Sans" w:hAnsi="Open Sans" w:cs="Open Sans"/>
                <w:snapToGrid w:val="0"/>
                <w:color w:val="000000"/>
              </w:rPr>
            </w:pPr>
            <w:r w:rsidRPr="00FD240D">
              <w:rPr>
                <w:rFonts w:ascii="Open Sans" w:hAnsi="Open Sans" w:cs="Open Sans"/>
                <w:snapToGrid w:val="0"/>
                <w:color w:val="000000"/>
              </w:rPr>
              <w:t>kraj, datum</w:t>
            </w:r>
          </w:p>
        </w:tc>
        <w:tc>
          <w:tcPr>
            <w:tcW w:w="2977" w:type="dxa"/>
          </w:tcPr>
          <w:p w14:paraId="15E741CA" w14:textId="77777777" w:rsidR="007B7FD0" w:rsidRPr="00FD240D" w:rsidRDefault="007B7FD0" w:rsidP="00B6429C">
            <w:pPr>
              <w:widowControl w:val="0"/>
              <w:jc w:val="center"/>
              <w:rPr>
                <w:rFonts w:ascii="Open Sans" w:hAnsi="Open Sans" w:cs="Open Sans"/>
                <w:snapToGrid w:val="0"/>
                <w:color w:val="000000"/>
              </w:rPr>
            </w:pPr>
            <w:r w:rsidRPr="00FD240D">
              <w:rPr>
                <w:rFonts w:ascii="Open Sans" w:hAnsi="Open Sans" w:cs="Open Sans"/>
                <w:snapToGrid w:val="0"/>
                <w:color w:val="000000"/>
              </w:rPr>
              <w:t>žig</w:t>
            </w:r>
          </w:p>
        </w:tc>
        <w:tc>
          <w:tcPr>
            <w:tcW w:w="3119" w:type="dxa"/>
            <w:tcBorders>
              <w:top w:val="single" w:sz="4" w:space="0" w:color="auto"/>
            </w:tcBorders>
          </w:tcPr>
          <w:p w14:paraId="63D3A7C4" w14:textId="77777777" w:rsidR="007B7FD0" w:rsidRPr="00FD240D" w:rsidRDefault="007B7FD0" w:rsidP="00B6429C">
            <w:pPr>
              <w:widowControl w:val="0"/>
              <w:jc w:val="both"/>
              <w:rPr>
                <w:rFonts w:ascii="Open Sans" w:hAnsi="Open Sans" w:cs="Open Sans"/>
                <w:snapToGrid w:val="0"/>
                <w:color w:val="000000"/>
              </w:rPr>
            </w:pPr>
            <w:r w:rsidRPr="00FD240D">
              <w:rPr>
                <w:rFonts w:ascii="Open Sans" w:hAnsi="Open Sans" w:cs="Open Sans"/>
                <w:snapToGrid w:val="0"/>
                <w:color w:val="000000"/>
              </w:rPr>
              <w:t xml:space="preserve">    podpis odgovorne osebe</w:t>
            </w:r>
          </w:p>
        </w:tc>
      </w:tr>
    </w:tbl>
    <w:p w14:paraId="794E9842" w14:textId="77777777" w:rsidR="007B7FD0" w:rsidRPr="00FD240D" w:rsidRDefault="007B7FD0" w:rsidP="00B6429C">
      <w:pPr>
        <w:widowControl w:val="0"/>
        <w:jc w:val="both"/>
        <w:rPr>
          <w:rFonts w:ascii="Open Sans" w:hAnsi="Open Sans" w:cs="Open Sans"/>
          <w:b/>
          <w:bCs/>
          <w:i/>
        </w:rPr>
      </w:pPr>
    </w:p>
    <w:p w14:paraId="57341968" w14:textId="77777777" w:rsidR="007B7FD0" w:rsidRPr="00FD240D" w:rsidRDefault="007B7FD0" w:rsidP="00B6429C">
      <w:pPr>
        <w:widowControl w:val="0"/>
        <w:jc w:val="both"/>
        <w:rPr>
          <w:rFonts w:ascii="Open Sans" w:hAnsi="Open Sans" w:cs="Open Sans"/>
          <w:b/>
          <w:bCs/>
          <w:i/>
        </w:rPr>
      </w:pPr>
    </w:p>
    <w:p w14:paraId="04BF8752" w14:textId="77777777" w:rsidR="007B7FD0" w:rsidRPr="00FD240D" w:rsidRDefault="007B7FD0" w:rsidP="00B6429C">
      <w:pPr>
        <w:widowControl w:val="0"/>
        <w:jc w:val="both"/>
        <w:rPr>
          <w:rFonts w:ascii="Open Sans" w:hAnsi="Open Sans" w:cs="Open Sans"/>
          <w:b/>
          <w:bCs/>
          <w:i/>
        </w:rPr>
      </w:pPr>
    </w:p>
    <w:p w14:paraId="04A4F4C8" w14:textId="05CF4193" w:rsidR="007B7FD0" w:rsidRPr="00FD240D" w:rsidRDefault="007B7FD0" w:rsidP="00B6429C">
      <w:pPr>
        <w:widowControl w:val="0"/>
        <w:jc w:val="both"/>
        <w:rPr>
          <w:rFonts w:ascii="Open Sans" w:hAnsi="Open Sans" w:cs="Open Sans"/>
          <w:b/>
          <w:bCs/>
          <w:i/>
        </w:rPr>
      </w:pPr>
    </w:p>
    <w:p w14:paraId="474F5201" w14:textId="77777777" w:rsidR="007B7FD0" w:rsidRPr="00FD240D" w:rsidRDefault="007B7FD0" w:rsidP="00B6429C">
      <w:pPr>
        <w:widowControl w:val="0"/>
        <w:jc w:val="both"/>
        <w:rPr>
          <w:rFonts w:ascii="Open Sans" w:hAnsi="Open Sans" w:cs="Open Sans"/>
          <w:b/>
          <w:bCs/>
          <w:i/>
        </w:rPr>
      </w:pPr>
    </w:p>
    <w:p w14:paraId="4909D6CA" w14:textId="77777777" w:rsidR="007B7FD0" w:rsidRPr="00A80091" w:rsidRDefault="007B7FD0" w:rsidP="00B6429C">
      <w:pPr>
        <w:widowControl w:val="0"/>
        <w:tabs>
          <w:tab w:val="left" w:pos="284"/>
        </w:tabs>
        <w:jc w:val="both"/>
        <w:rPr>
          <w:rFonts w:ascii="Open Sans" w:hAnsi="Open Sans" w:cs="Open Sans"/>
          <w:i/>
          <w:iCs/>
          <w:sz w:val="18"/>
          <w:szCs w:val="18"/>
        </w:rPr>
      </w:pPr>
      <w:r w:rsidRPr="00A80091">
        <w:rPr>
          <w:rFonts w:ascii="Open Sans" w:hAnsi="Open Sans" w:cs="Open Sans"/>
          <w:b/>
          <w:i/>
          <w:sz w:val="18"/>
          <w:szCs w:val="18"/>
        </w:rPr>
        <w:t>Navodilo:</w:t>
      </w:r>
      <w:r w:rsidRPr="00A80091">
        <w:rPr>
          <w:rFonts w:ascii="Open Sans" w:hAnsi="Open Sans" w:cs="Open Sans"/>
          <w:i/>
          <w:sz w:val="18"/>
          <w:szCs w:val="18"/>
        </w:rPr>
        <w:t xml:space="preserve"> </w:t>
      </w:r>
      <w:r w:rsidRPr="00A80091">
        <w:rPr>
          <w:rFonts w:ascii="Open Sans" w:hAnsi="Open Sans" w:cs="Open Sans"/>
          <w:i/>
          <w:iCs/>
          <w:sz w:val="18"/>
          <w:szCs w:val="18"/>
        </w:rPr>
        <w:t xml:space="preserve">Izjavo izpolni in podpiše </w:t>
      </w:r>
      <w:r w:rsidRPr="00A80091">
        <w:rPr>
          <w:rFonts w:ascii="Open Sans" w:hAnsi="Open Sans" w:cs="Open Sans"/>
          <w:i/>
          <w:iCs/>
          <w:sz w:val="18"/>
          <w:szCs w:val="18"/>
          <w:u w:val="single"/>
        </w:rPr>
        <w:t>ponudnik</w:t>
      </w:r>
      <w:r w:rsidRPr="00A80091">
        <w:rPr>
          <w:rFonts w:ascii="Open Sans" w:hAnsi="Open Sans" w:cs="Open Sans"/>
          <w:i/>
          <w:iCs/>
          <w:sz w:val="18"/>
          <w:szCs w:val="18"/>
        </w:rPr>
        <w:t xml:space="preserve">, kot tudi vsi </w:t>
      </w:r>
      <w:r w:rsidRPr="00A80091">
        <w:rPr>
          <w:rFonts w:ascii="Open Sans" w:hAnsi="Open Sans" w:cs="Open Sans"/>
          <w:i/>
          <w:iCs/>
          <w:sz w:val="18"/>
          <w:szCs w:val="18"/>
          <w:u w:val="single"/>
        </w:rPr>
        <w:t>posamezni člani skupine ponudnikov</w:t>
      </w:r>
      <w:r w:rsidRPr="00A80091">
        <w:rPr>
          <w:rFonts w:ascii="Open Sans" w:hAnsi="Open Sans" w:cs="Open Sans"/>
          <w:i/>
          <w:iCs/>
          <w:sz w:val="18"/>
          <w:szCs w:val="18"/>
        </w:rPr>
        <w:t xml:space="preserve"> (partnerji) v primeru skupne ponudbe, vsi </w:t>
      </w:r>
      <w:r w:rsidRPr="00A80091">
        <w:rPr>
          <w:rFonts w:ascii="Open Sans" w:hAnsi="Open Sans" w:cs="Open Sans"/>
          <w:i/>
          <w:iCs/>
          <w:sz w:val="18"/>
          <w:szCs w:val="18"/>
          <w:u w:val="single"/>
        </w:rPr>
        <w:t>podizvajalci</w:t>
      </w:r>
      <w:r w:rsidRPr="00A80091">
        <w:rPr>
          <w:rFonts w:ascii="Open Sans" w:hAnsi="Open Sans" w:cs="Open Sans"/>
          <w:i/>
          <w:iCs/>
          <w:sz w:val="18"/>
          <w:szCs w:val="18"/>
        </w:rPr>
        <w:t xml:space="preserve"> ter vsi </w:t>
      </w:r>
      <w:r w:rsidRPr="00A80091">
        <w:rPr>
          <w:rFonts w:ascii="Open Sans" w:hAnsi="Open Sans" w:cs="Open Sans"/>
          <w:bCs/>
          <w:i/>
          <w:iCs/>
          <w:sz w:val="18"/>
          <w:szCs w:val="18"/>
          <w:u w:val="single"/>
        </w:rPr>
        <w:t>gospodarski subjekti katerih zmogljivosti uporablja ponudnik</w:t>
      </w:r>
      <w:r w:rsidRPr="00A80091">
        <w:rPr>
          <w:rFonts w:ascii="Open Sans" w:hAnsi="Open Sans" w:cs="Open Sans"/>
          <w:i/>
          <w:iCs/>
          <w:sz w:val="18"/>
          <w:szCs w:val="18"/>
        </w:rPr>
        <w:t>.</w:t>
      </w:r>
    </w:p>
    <w:p w14:paraId="1981E8D7" w14:textId="77777777" w:rsidR="007B7FD0" w:rsidRPr="00A80091" w:rsidRDefault="007B7FD0" w:rsidP="00B6429C">
      <w:pPr>
        <w:widowControl w:val="0"/>
        <w:tabs>
          <w:tab w:val="left" w:pos="284"/>
        </w:tabs>
        <w:jc w:val="both"/>
        <w:rPr>
          <w:rFonts w:ascii="Open Sans" w:hAnsi="Open Sans" w:cs="Open Sans"/>
          <w:i/>
          <w:sz w:val="18"/>
          <w:szCs w:val="18"/>
        </w:rPr>
      </w:pPr>
    </w:p>
    <w:p w14:paraId="27CE3156" w14:textId="1EB8300B" w:rsidR="007B7FD0" w:rsidRPr="00A80091" w:rsidRDefault="007B7FD0" w:rsidP="00B6429C">
      <w:pPr>
        <w:widowControl w:val="0"/>
        <w:tabs>
          <w:tab w:val="left" w:pos="567"/>
          <w:tab w:val="num" w:pos="851"/>
          <w:tab w:val="left" w:pos="993"/>
        </w:tabs>
        <w:jc w:val="both"/>
        <w:rPr>
          <w:rFonts w:ascii="Open Sans" w:hAnsi="Open Sans" w:cs="Open Sans"/>
          <w:i/>
          <w:sz w:val="18"/>
          <w:szCs w:val="18"/>
        </w:rPr>
      </w:pPr>
      <w:r w:rsidRPr="00A80091">
        <w:rPr>
          <w:rFonts w:ascii="Open Sans" w:hAnsi="Open Sans" w:cs="Open Sans"/>
          <w:b/>
          <w:i/>
          <w:sz w:val="18"/>
          <w:szCs w:val="18"/>
        </w:rPr>
        <w:t xml:space="preserve">Navodilo: </w:t>
      </w:r>
      <w:r w:rsidRPr="00A80091">
        <w:rPr>
          <w:rFonts w:ascii="Open Sans" w:hAnsi="Open Sans" w:cs="Open Sans"/>
          <w:i/>
          <w:sz w:val="18"/>
          <w:szCs w:val="18"/>
        </w:rPr>
        <w:t>Obrazec se po potrebi kopira!</w:t>
      </w:r>
    </w:p>
    <w:p w14:paraId="1B17D936" w14:textId="6116D751" w:rsidR="00B6429C" w:rsidRPr="00FD240D" w:rsidRDefault="00B6429C" w:rsidP="00B6429C">
      <w:pPr>
        <w:widowControl w:val="0"/>
        <w:tabs>
          <w:tab w:val="left" w:pos="567"/>
          <w:tab w:val="num" w:pos="851"/>
          <w:tab w:val="left" w:pos="993"/>
        </w:tabs>
        <w:jc w:val="both"/>
        <w:rPr>
          <w:rFonts w:ascii="Open Sans" w:hAnsi="Open Sans" w:cs="Open Sans"/>
          <w:i/>
        </w:rPr>
      </w:pPr>
    </w:p>
    <w:p w14:paraId="444F3124" w14:textId="673B8BCC" w:rsidR="00B6429C" w:rsidRPr="00FD240D" w:rsidRDefault="00B6429C" w:rsidP="00B6429C">
      <w:pPr>
        <w:widowControl w:val="0"/>
        <w:tabs>
          <w:tab w:val="left" w:pos="567"/>
          <w:tab w:val="num" w:pos="851"/>
          <w:tab w:val="left" w:pos="993"/>
        </w:tabs>
        <w:jc w:val="both"/>
        <w:rPr>
          <w:rFonts w:ascii="Open Sans" w:hAnsi="Open Sans" w:cs="Open Sans"/>
          <w:i/>
        </w:rPr>
      </w:pPr>
    </w:p>
    <w:p w14:paraId="726EFE6D" w14:textId="50BF1926" w:rsidR="00B6429C" w:rsidRPr="00FD240D" w:rsidRDefault="00B6429C" w:rsidP="00B6429C">
      <w:pPr>
        <w:widowControl w:val="0"/>
        <w:tabs>
          <w:tab w:val="left" w:pos="567"/>
          <w:tab w:val="num" w:pos="851"/>
          <w:tab w:val="left" w:pos="993"/>
        </w:tabs>
        <w:jc w:val="both"/>
        <w:rPr>
          <w:rFonts w:ascii="Open Sans" w:hAnsi="Open Sans" w:cs="Open Sans"/>
          <w:i/>
        </w:rPr>
      </w:pPr>
    </w:p>
    <w:p w14:paraId="4E34A48A" w14:textId="226DF0A5" w:rsidR="00B6429C" w:rsidRPr="00FD240D" w:rsidRDefault="00B6429C" w:rsidP="00B6429C">
      <w:pPr>
        <w:widowControl w:val="0"/>
        <w:tabs>
          <w:tab w:val="left" w:pos="567"/>
          <w:tab w:val="num" w:pos="851"/>
          <w:tab w:val="left" w:pos="993"/>
        </w:tabs>
        <w:jc w:val="both"/>
        <w:rPr>
          <w:rFonts w:ascii="Open Sans" w:hAnsi="Open Sans" w:cs="Open Sans"/>
          <w:i/>
        </w:rPr>
      </w:pPr>
    </w:p>
    <w:p w14:paraId="6EB5AA61" w14:textId="6081C950" w:rsidR="00B6429C" w:rsidRDefault="00B6429C" w:rsidP="00B6429C">
      <w:pPr>
        <w:widowControl w:val="0"/>
        <w:tabs>
          <w:tab w:val="left" w:pos="567"/>
          <w:tab w:val="num" w:pos="851"/>
          <w:tab w:val="left" w:pos="993"/>
        </w:tabs>
        <w:jc w:val="both"/>
        <w:rPr>
          <w:rFonts w:ascii="Open Sans" w:hAnsi="Open Sans" w:cs="Open Sans"/>
          <w:i/>
        </w:rPr>
      </w:pPr>
    </w:p>
    <w:p w14:paraId="6E14F706" w14:textId="77777777" w:rsidR="00A80091" w:rsidRDefault="00A80091" w:rsidP="00B6429C">
      <w:pPr>
        <w:widowControl w:val="0"/>
        <w:tabs>
          <w:tab w:val="left" w:pos="567"/>
          <w:tab w:val="num" w:pos="851"/>
          <w:tab w:val="left" w:pos="993"/>
        </w:tabs>
        <w:jc w:val="both"/>
        <w:rPr>
          <w:rFonts w:ascii="Open Sans" w:hAnsi="Open Sans" w:cs="Open Sans"/>
          <w:i/>
        </w:rPr>
      </w:pPr>
    </w:p>
    <w:p w14:paraId="20F97B25" w14:textId="77777777" w:rsidR="00A80091" w:rsidRPr="00FD240D" w:rsidRDefault="00A80091" w:rsidP="00B6429C">
      <w:pPr>
        <w:widowControl w:val="0"/>
        <w:tabs>
          <w:tab w:val="left" w:pos="567"/>
          <w:tab w:val="num" w:pos="851"/>
          <w:tab w:val="left" w:pos="993"/>
        </w:tabs>
        <w:jc w:val="both"/>
        <w:rPr>
          <w:rFonts w:ascii="Open Sans" w:hAnsi="Open Sans" w:cs="Open Sans"/>
          <w:i/>
        </w:rPr>
      </w:pPr>
    </w:p>
    <w:p w14:paraId="048278EB" w14:textId="63E826EA" w:rsidR="00B6429C" w:rsidRDefault="00B6429C" w:rsidP="00B6429C">
      <w:pPr>
        <w:widowControl w:val="0"/>
        <w:tabs>
          <w:tab w:val="left" w:pos="567"/>
          <w:tab w:val="num" w:pos="851"/>
          <w:tab w:val="left" w:pos="993"/>
        </w:tabs>
        <w:jc w:val="both"/>
        <w:rPr>
          <w:rFonts w:ascii="Open Sans" w:hAnsi="Open Sans" w:cs="Open Sans"/>
          <w:i/>
        </w:rPr>
      </w:pPr>
    </w:p>
    <w:p w14:paraId="5C29D8D7" w14:textId="4C709748" w:rsidR="009C11ED" w:rsidRDefault="009C11ED" w:rsidP="00B6429C">
      <w:pPr>
        <w:widowControl w:val="0"/>
        <w:tabs>
          <w:tab w:val="left" w:pos="567"/>
          <w:tab w:val="num" w:pos="851"/>
          <w:tab w:val="left" w:pos="993"/>
        </w:tabs>
        <w:jc w:val="both"/>
        <w:rPr>
          <w:rFonts w:ascii="Open Sans" w:hAnsi="Open Sans" w:cs="Open Sans"/>
          <w:i/>
        </w:rPr>
      </w:pPr>
    </w:p>
    <w:p w14:paraId="16688392" w14:textId="2D8DF5AB" w:rsidR="009C11ED" w:rsidRDefault="009C11ED" w:rsidP="00B6429C">
      <w:pPr>
        <w:widowControl w:val="0"/>
        <w:tabs>
          <w:tab w:val="left" w:pos="567"/>
          <w:tab w:val="num" w:pos="851"/>
          <w:tab w:val="left" w:pos="993"/>
        </w:tabs>
        <w:jc w:val="both"/>
        <w:rPr>
          <w:rFonts w:ascii="Open Sans" w:hAnsi="Open Sans" w:cs="Open Sans"/>
          <w:i/>
        </w:rPr>
      </w:pPr>
    </w:p>
    <w:p w14:paraId="3A165C17" w14:textId="06D7B653" w:rsidR="00F21BED" w:rsidRDefault="00F21BED" w:rsidP="00B6429C">
      <w:pPr>
        <w:widowControl w:val="0"/>
        <w:tabs>
          <w:tab w:val="left" w:pos="567"/>
          <w:tab w:val="num" w:pos="851"/>
          <w:tab w:val="left" w:pos="993"/>
        </w:tabs>
        <w:jc w:val="both"/>
        <w:rPr>
          <w:rFonts w:ascii="Open Sans" w:hAnsi="Open Sans" w:cs="Open Sans"/>
          <w:i/>
        </w:rPr>
      </w:pPr>
    </w:p>
    <w:p w14:paraId="1C7A4B12" w14:textId="1A9EBEDE" w:rsidR="00F21BED" w:rsidRDefault="00F21BED" w:rsidP="00B6429C">
      <w:pPr>
        <w:widowControl w:val="0"/>
        <w:tabs>
          <w:tab w:val="left" w:pos="567"/>
          <w:tab w:val="num" w:pos="851"/>
          <w:tab w:val="left" w:pos="993"/>
        </w:tabs>
        <w:jc w:val="both"/>
        <w:rPr>
          <w:rFonts w:ascii="Open Sans" w:hAnsi="Open Sans" w:cs="Open Sans"/>
          <w:i/>
        </w:rPr>
      </w:pPr>
    </w:p>
    <w:p w14:paraId="570D0F82" w14:textId="2B18C54B" w:rsidR="00F21BED" w:rsidRDefault="00F21BED" w:rsidP="00B6429C">
      <w:pPr>
        <w:widowControl w:val="0"/>
        <w:tabs>
          <w:tab w:val="left" w:pos="567"/>
          <w:tab w:val="num" w:pos="851"/>
          <w:tab w:val="left" w:pos="993"/>
        </w:tabs>
        <w:jc w:val="both"/>
        <w:rPr>
          <w:rFonts w:ascii="Open Sans" w:hAnsi="Open Sans" w:cs="Open Sans"/>
          <w:i/>
        </w:rPr>
      </w:pPr>
    </w:p>
    <w:p w14:paraId="7055AAA1" w14:textId="77777777" w:rsidR="00F21BED" w:rsidRPr="00FD240D" w:rsidRDefault="00F21BED" w:rsidP="00B6429C">
      <w:pPr>
        <w:widowControl w:val="0"/>
        <w:tabs>
          <w:tab w:val="left" w:pos="567"/>
          <w:tab w:val="num" w:pos="851"/>
          <w:tab w:val="left" w:pos="993"/>
        </w:tabs>
        <w:jc w:val="both"/>
        <w:rPr>
          <w:rFonts w:ascii="Open Sans" w:hAnsi="Open Sans" w:cs="Open Sans"/>
          <w:i/>
        </w:rPr>
      </w:pPr>
    </w:p>
    <w:p w14:paraId="00BC7CD8" w14:textId="77777777" w:rsidR="00B6429C" w:rsidRPr="00FD240D" w:rsidRDefault="00B6429C" w:rsidP="00B6429C">
      <w:pPr>
        <w:widowControl w:val="0"/>
        <w:tabs>
          <w:tab w:val="left" w:pos="567"/>
          <w:tab w:val="num" w:pos="851"/>
          <w:tab w:val="left" w:pos="993"/>
        </w:tabs>
        <w:jc w:val="both"/>
        <w:rPr>
          <w:rFonts w:ascii="Open Sans" w:hAnsi="Open Sans" w:cs="Open Sans"/>
          <w: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F52016" w:rsidRPr="00FD240D" w14:paraId="29F27AC8" w14:textId="77777777" w:rsidTr="001B17D2">
        <w:tc>
          <w:tcPr>
            <w:tcW w:w="7938" w:type="dxa"/>
            <w:tcBorders>
              <w:top w:val="single" w:sz="4" w:space="0" w:color="auto"/>
              <w:bottom w:val="single" w:sz="4" w:space="0" w:color="auto"/>
            </w:tcBorders>
            <w:shd w:val="clear" w:color="auto" w:fill="auto"/>
          </w:tcPr>
          <w:p w14:paraId="7D7A1E37" w14:textId="77777777" w:rsidR="00F52016" w:rsidRPr="00FD240D" w:rsidRDefault="00F52016" w:rsidP="004449C9">
            <w:pPr>
              <w:widowControl w:val="0"/>
              <w:tabs>
                <w:tab w:val="left" w:pos="284"/>
              </w:tabs>
              <w:jc w:val="both"/>
              <w:rPr>
                <w:rFonts w:ascii="Open Sans" w:hAnsi="Open Sans" w:cs="Open Sans"/>
              </w:rPr>
            </w:pPr>
            <w:r w:rsidRPr="00FD240D">
              <w:rPr>
                <w:rFonts w:ascii="Open Sans" w:hAnsi="Open Sans" w:cs="Open Sans"/>
                <w:b/>
              </w:rPr>
              <w:lastRenderedPageBreak/>
              <w:br w:type="page"/>
            </w:r>
            <w:r w:rsidRPr="00FD240D">
              <w:rPr>
                <w:rFonts w:ascii="Open Sans" w:hAnsi="Open Sans" w:cs="Open Sans"/>
                <w:b/>
              </w:rPr>
              <w:br w:type="page"/>
            </w:r>
            <w:r w:rsidRPr="00FD240D">
              <w:rPr>
                <w:rFonts w:ascii="Open Sans" w:hAnsi="Open Sans" w:cs="Open Sans"/>
                <w:b/>
                <w:bCs/>
              </w:rPr>
              <w:br w:type="page"/>
            </w:r>
            <w:r w:rsidRPr="00FD240D">
              <w:rPr>
                <w:rFonts w:ascii="Open Sans" w:hAnsi="Open Sans" w:cs="Open Sans"/>
                <w:b/>
                <w:bC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b/>
                <w:bCs/>
              </w:rPr>
              <w:br w:type="page"/>
            </w:r>
            <w:r w:rsidRPr="00FD240D">
              <w:rPr>
                <w:rFonts w:ascii="Open Sans" w:hAnsi="Open Sans" w:cs="Open Sans"/>
              </w:rPr>
              <w:br w:type="page"/>
              <w:t>IZJAVA O UDELEŽBI FIZIČNIH IN PRAVNIH OSEB V LASTNIŠTVU GOSPODARSKEGA SUBJEKTA</w:t>
            </w:r>
          </w:p>
        </w:tc>
        <w:tc>
          <w:tcPr>
            <w:tcW w:w="1560" w:type="dxa"/>
            <w:tcBorders>
              <w:top w:val="single" w:sz="4" w:space="0" w:color="auto"/>
              <w:bottom w:val="single" w:sz="4" w:space="0" w:color="auto"/>
            </w:tcBorders>
            <w:shd w:val="clear" w:color="auto" w:fill="auto"/>
          </w:tcPr>
          <w:p w14:paraId="50E630FF" w14:textId="77777777" w:rsidR="00F52016" w:rsidRPr="00FD240D" w:rsidRDefault="00F52016" w:rsidP="004449C9">
            <w:pPr>
              <w:widowControl w:val="0"/>
              <w:jc w:val="both"/>
              <w:rPr>
                <w:rFonts w:ascii="Open Sans" w:hAnsi="Open Sans" w:cs="Open Sans"/>
                <w:b/>
                <w:bCs/>
                <w:i/>
                <w:iCs/>
              </w:rPr>
            </w:pPr>
            <w:r w:rsidRPr="00FD240D">
              <w:rPr>
                <w:rFonts w:ascii="Open Sans" w:hAnsi="Open Sans" w:cs="Open Sans"/>
                <w:b/>
                <w:bCs/>
                <w:i/>
                <w:iCs/>
              </w:rPr>
              <w:t>Priloga 3/1</w:t>
            </w:r>
          </w:p>
        </w:tc>
      </w:tr>
    </w:tbl>
    <w:p w14:paraId="565D23D2" w14:textId="77777777" w:rsidR="00F52016" w:rsidRPr="00FD240D" w:rsidRDefault="00F52016" w:rsidP="004449C9">
      <w:pPr>
        <w:widowControl w:val="0"/>
        <w:tabs>
          <w:tab w:val="left" w:pos="284"/>
        </w:tabs>
        <w:jc w:val="right"/>
        <w:rPr>
          <w:rFonts w:ascii="Open Sans" w:hAnsi="Open Sans" w:cs="Open Sans"/>
          <w:b/>
          <w:i/>
        </w:rPr>
      </w:pPr>
    </w:p>
    <w:p w14:paraId="4E340EF9" w14:textId="77777777" w:rsidR="00F52016" w:rsidRPr="00FD240D" w:rsidRDefault="00F52016" w:rsidP="004449C9">
      <w:pPr>
        <w:widowControl w:val="0"/>
        <w:tabs>
          <w:tab w:val="left" w:pos="284"/>
        </w:tabs>
        <w:jc w:val="both"/>
        <w:rPr>
          <w:rFonts w:ascii="Open Sans" w:hAnsi="Open Sans" w:cs="Open Sans"/>
        </w:rPr>
      </w:pPr>
    </w:p>
    <w:p w14:paraId="2F4D997E" w14:textId="77777777" w:rsidR="00152241" w:rsidRPr="00FD240D" w:rsidRDefault="00152241" w:rsidP="00152241">
      <w:pPr>
        <w:widowControl w:val="0"/>
        <w:tabs>
          <w:tab w:val="left" w:pos="284"/>
        </w:tabs>
        <w:jc w:val="center"/>
        <w:rPr>
          <w:rFonts w:ascii="Open Sans" w:hAnsi="Open Sans" w:cs="Open Sans"/>
          <w:b/>
        </w:rPr>
      </w:pPr>
      <w:r w:rsidRPr="00FD240D">
        <w:rPr>
          <w:rFonts w:ascii="Open Sans" w:hAnsi="Open Sans" w:cs="Open Sans"/>
          <w:b/>
        </w:rPr>
        <w:t>IZJAVA O UDELEŽBI FIZIČNIH IN PRAVNIH OSEB V LASTNIŠTVU GOSPODARSKEGA SUBJEKTA</w:t>
      </w:r>
    </w:p>
    <w:p w14:paraId="4F063231" w14:textId="77777777" w:rsidR="00152241" w:rsidRPr="00FD240D" w:rsidRDefault="00152241" w:rsidP="00152241">
      <w:pPr>
        <w:widowControl w:val="0"/>
        <w:tabs>
          <w:tab w:val="left" w:pos="284"/>
        </w:tabs>
        <w:jc w:val="both"/>
        <w:rPr>
          <w:rFonts w:ascii="Open Sans" w:hAnsi="Open Sans" w:cs="Open Sans"/>
          <w:b/>
        </w:rPr>
      </w:pPr>
    </w:p>
    <w:p w14:paraId="5DC4D188" w14:textId="77777777" w:rsidR="00152241" w:rsidRPr="00FD240D" w:rsidRDefault="00152241" w:rsidP="00152241">
      <w:pPr>
        <w:widowControl w:val="0"/>
        <w:tabs>
          <w:tab w:val="left" w:pos="284"/>
        </w:tabs>
        <w:jc w:val="both"/>
        <w:rPr>
          <w:rFonts w:ascii="Open Sans" w:hAnsi="Open Sans" w:cs="Open Sans"/>
        </w:rPr>
      </w:pPr>
    </w:p>
    <w:p w14:paraId="62A74457" w14:textId="77777777" w:rsidR="00152241" w:rsidRPr="00FD240D" w:rsidRDefault="00152241" w:rsidP="00152241">
      <w:pPr>
        <w:widowControl w:val="0"/>
        <w:tabs>
          <w:tab w:val="left" w:pos="284"/>
        </w:tabs>
        <w:jc w:val="both"/>
        <w:rPr>
          <w:rFonts w:ascii="Open Sans" w:hAnsi="Open Sans" w:cs="Open Sans"/>
          <w:b/>
        </w:rPr>
      </w:pPr>
      <w:r w:rsidRPr="00FD240D">
        <w:rPr>
          <w:rFonts w:ascii="Open Sans" w:hAnsi="Open Sans" w:cs="Open Sans"/>
          <w:b/>
        </w:rPr>
        <w:t>Podatki o gospodarskem subjektu:</w:t>
      </w:r>
    </w:p>
    <w:p w14:paraId="45F5BA10" w14:textId="5D1B3504"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bCs/>
        </w:rPr>
        <w:t>Polno ime podjetja</w:t>
      </w:r>
      <w:r w:rsidRPr="00FD240D">
        <w:rPr>
          <w:rFonts w:ascii="Open Sans" w:hAnsi="Open Sans" w:cs="Open Sans"/>
        </w:rPr>
        <w:t>: ____________________________________________________________</w:t>
      </w:r>
    </w:p>
    <w:p w14:paraId="7EEFC655" w14:textId="77777777"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bCs/>
        </w:rPr>
        <w:t>Sedež podjetja</w:t>
      </w:r>
      <w:r w:rsidRPr="00FD240D">
        <w:rPr>
          <w:rFonts w:ascii="Open Sans" w:hAnsi="Open Sans" w:cs="Open Sans"/>
        </w:rPr>
        <w:t>: ________________________________________________________________</w:t>
      </w:r>
    </w:p>
    <w:p w14:paraId="4F98B8DE" w14:textId="77CDBE68"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bCs/>
        </w:rPr>
        <w:t>Občina sedeža podjetja</w:t>
      </w:r>
      <w:r w:rsidRPr="00FD240D">
        <w:rPr>
          <w:rFonts w:ascii="Open Sans" w:hAnsi="Open Sans" w:cs="Open Sans"/>
        </w:rPr>
        <w:t>: ________________________________________________________</w:t>
      </w:r>
    </w:p>
    <w:p w14:paraId="30F8FE95" w14:textId="3D1E844F"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bCs/>
        </w:rPr>
        <w:t>Številka vpisa v sodni register (št. vložka)</w:t>
      </w:r>
      <w:r w:rsidRPr="00FD240D">
        <w:rPr>
          <w:rFonts w:ascii="Open Sans" w:hAnsi="Open Sans" w:cs="Open Sans"/>
        </w:rPr>
        <w:t>: _______________________________________</w:t>
      </w:r>
    </w:p>
    <w:p w14:paraId="5B4B5D1D" w14:textId="66895213"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bCs/>
        </w:rPr>
        <w:t>Matična številka podjetja</w:t>
      </w:r>
      <w:r w:rsidRPr="00FD240D">
        <w:rPr>
          <w:rFonts w:ascii="Open Sans" w:hAnsi="Open Sans" w:cs="Open Sans"/>
        </w:rPr>
        <w:t>: _______________________________________________________</w:t>
      </w:r>
    </w:p>
    <w:p w14:paraId="75400A35" w14:textId="0B225981"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bCs/>
        </w:rPr>
        <w:t>ID ZA DDV:</w:t>
      </w:r>
      <w:r w:rsidRPr="00FD240D">
        <w:rPr>
          <w:rFonts w:ascii="Open Sans" w:hAnsi="Open Sans" w:cs="Open Sans"/>
        </w:rPr>
        <w:t xml:space="preserve"> __________________________________________________________________</w:t>
      </w:r>
    </w:p>
    <w:p w14:paraId="34D489F1" w14:textId="77777777" w:rsidR="00152241" w:rsidRPr="00FD240D" w:rsidRDefault="00152241" w:rsidP="00152241">
      <w:pPr>
        <w:widowControl w:val="0"/>
        <w:tabs>
          <w:tab w:val="left" w:pos="284"/>
        </w:tabs>
        <w:jc w:val="both"/>
        <w:rPr>
          <w:rFonts w:ascii="Open Sans" w:hAnsi="Open Sans" w:cs="Open Sans"/>
        </w:rPr>
      </w:pPr>
    </w:p>
    <w:p w14:paraId="58BCB199" w14:textId="30091A46"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rPr>
        <w:t xml:space="preserve">V zvezi z javnim naročilom </w:t>
      </w:r>
      <w:r w:rsidR="00FD240D">
        <w:rPr>
          <w:rFonts w:ascii="Open Sans" w:hAnsi="Open Sans" w:cs="Open Sans"/>
          <w:b/>
          <w:noProof/>
        </w:rPr>
        <w:t>ENLJ-SAL-80/25</w:t>
      </w:r>
      <w:r w:rsidRPr="00FD240D">
        <w:rPr>
          <w:rFonts w:ascii="Open Sans" w:hAnsi="Open Sans" w:cs="Open Sans"/>
          <w:b/>
          <w:noProof/>
        </w:rPr>
        <w:t xml:space="preserve"> -</w:t>
      </w:r>
      <w:r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Pr="00FD240D">
        <w:rPr>
          <w:rFonts w:ascii="Open Sans" w:hAnsi="Open Sans" w:cs="Open Sans"/>
          <w:b/>
        </w:rPr>
        <w:t xml:space="preserve"> </w:t>
      </w:r>
      <w:r w:rsidRPr="00FD240D">
        <w:rPr>
          <w:rFonts w:ascii="Open Sans" w:hAnsi="Open Sans" w:cs="Open Sans"/>
        </w:rPr>
        <w:t>posredujemo na osnovi šestega odstavka 14. člena ZIntPK-UPB2 podatke o udeležbi fizičnih in pravnih oseb v lastništvu ponudnika, vključno z udeležbo tihih družbenikov</w:t>
      </w:r>
      <w:r w:rsidR="00B6429C" w:rsidRPr="00FD240D">
        <w:rPr>
          <w:rFonts w:ascii="Open Sans" w:hAnsi="Open Sans" w:cs="Open Sans"/>
        </w:rPr>
        <w:t>*</w:t>
      </w:r>
      <w:r w:rsidRPr="00FD240D">
        <w:rPr>
          <w:rFonts w:ascii="Open Sans" w:hAnsi="Open Sans" w:cs="Open Sans"/>
        </w:rPr>
        <w:t>, ter gospodarskih subjektih, za katere se glede na določbe zakona, ki ureja gospodarske družbe šteje, da so povezane družbe s ponudnikom.</w:t>
      </w:r>
    </w:p>
    <w:p w14:paraId="59F62C9F" w14:textId="4D523C6D"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rPr>
        <w:t xml:space="preserve">  </w:t>
      </w:r>
    </w:p>
    <w:p w14:paraId="5E1C449C" w14:textId="77777777" w:rsidR="00C85052" w:rsidRDefault="00C85052" w:rsidP="00B6429C">
      <w:pPr>
        <w:widowControl w:val="0"/>
        <w:tabs>
          <w:tab w:val="left" w:pos="284"/>
        </w:tabs>
        <w:jc w:val="both"/>
        <w:rPr>
          <w:rFonts w:ascii="Open Sans" w:hAnsi="Open Sans" w:cs="Open Sans"/>
          <w:b/>
        </w:rPr>
      </w:pPr>
    </w:p>
    <w:p w14:paraId="5586861F" w14:textId="39AA877B" w:rsidR="00B6429C" w:rsidRPr="00FD240D" w:rsidRDefault="00B6429C" w:rsidP="00B6429C">
      <w:pPr>
        <w:widowControl w:val="0"/>
        <w:tabs>
          <w:tab w:val="left" w:pos="284"/>
        </w:tabs>
        <w:jc w:val="both"/>
        <w:rPr>
          <w:rFonts w:ascii="Open Sans" w:hAnsi="Open Sans" w:cs="Open Sans"/>
        </w:rPr>
      </w:pPr>
      <w:r w:rsidRPr="00FD240D">
        <w:rPr>
          <w:rFonts w:ascii="Open Sans" w:hAnsi="Open Sans" w:cs="Open Sans"/>
          <w:b/>
        </w:rPr>
        <w:t>IZJAVLJAMO</w:t>
      </w:r>
      <w:r w:rsidRPr="00FD240D">
        <w:rPr>
          <w:rFonts w:ascii="Open Sans" w:hAnsi="Open Sans" w:cs="Open Sans"/>
        </w:rPr>
        <w:t xml:space="preserve">, da so pri lastništvu zgoraj navedenega ponudnika udeležene naslednje </w:t>
      </w:r>
      <w:r w:rsidRPr="00FD240D">
        <w:rPr>
          <w:rFonts w:ascii="Open Sans" w:hAnsi="Open Sans" w:cs="Open Sans"/>
          <w:u w:val="single"/>
        </w:rPr>
        <w:t>pravne osebe</w:t>
      </w:r>
      <w:r w:rsidRPr="00FD240D">
        <w:rPr>
          <w:rFonts w:ascii="Open Sans" w:hAnsi="Open Sans" w:cs="Open Sans"/>
        </w:rPr>
        <w:t>, vključno z udeležbo tihih družbenikov:</w:t>
      </w:r>
    </w:p>
    <w:p w14:paraId="24D4369E" w14:textId="77777777" w:rsidR="00B6429C" w:rsidRPr="00FD240D" w:rsidRDefault="00B6429C" w:rsidP="00B6429C">
      <w:pPr>
        <w:widowControl w:val="0"/>
        <w:tabs>
          <w:tab w:val="left" w:pos="284"/>
        </w:tabs>
        <w:jc w:val="both"/>
        <w:rPr>
          <w:rFonts w:ascii="Open Sans" w:hAnsi="Open Sans" w:cs="Open San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B6429C" w:rsidRPr="00FD240D" w14:paraId="734FFF31" w14:textId="77777777" w:rsidTr="00093A7D">
        <w:tc>
          <w:tcPr>
            <w:tcW w:w="533" w:type="dxa"/>
            <w:tcBorders>
              <w:top w:val="single" w:sz="4" w:space="0" w:color="auto"/>
              <w:left w:val="single" w:sz="4" w:space="0" w:color="auto"/>
              <w:bottom w:val="single" w:sz="4" w:space="0" w:color="auto"/>
              <w:right w:val="single" w:sz="4" w:space="0" w:color="auto"/>
            </w:tcBorders>
            <w:vAlign w:val="center"/>
            <w:hideMark/>
          </w:tcPr>
          <w:p w14:paraId="7C401FB0"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Št.</w:t>
            </w:r>
          </w:p>
        </w:tc>
        <w:tc>
          <w:tcPr>
            <w:tcW w:w="3403" w:type="dxa"/>
            <w:tcBorders>
              <w:top w:val="single" w:sz="4" w:space="0" w:color="auto"/>
              <w:left w:val="single" w:sz="4" w:space="0" w:color="auto"/>
              <w:bottom w:val="single" w:sz="4" w:space="0" w:color="auto"/>
              <w:right w:val="single" w:sz="4" w:space="0" w:color="auto"/>
            </w:tcBorders>
            <w:vAlign w:val="center"/>
            <w:hideMark/>
          </w:tcPr>
          <w:p w14:paraId="430CB067"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Naziv</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8D836DC"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Sedež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9BD6EC9"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Delež lastništva v %</w:t>
            </w:r>
          </w:p>
        </w:tc>
      </w:tr>
      <w:tr w:rsidR="00B6429C" w:rsidRPr="00FD240D" w14:paraId="384FC7EE" w14:textId="77777777" w:rsidTr="00093A7D">
        <w:tc>
          <w:tcPr>
            <w:tcW w:w="533" w:type="dxa"/>
            <w:tcBorders>
              <w:top w:val="single" w:sz="4" w:space="0" w:color="auto"/>
              <w:left w:val="single" w:sz="4" w:space="0" w:color="auto"/>
              <w:bottom w:val="single" w:sz="4" w:space="0" w:color="auto"/>
              <w:right w:val="single" w:sz="4" w:space="0" w:color="auto"/>
            </w:tcBorders>
          </w:tcPr>
          <w:p w14:paraId="5EFDE379"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1</w:t>
            </w:r>
          </w:p>
        </w:tc>
        <w:tc>
          <w:tcPr>
            <w:tcW w:w="3403" w:type="dxa"/>
            <w:tcBorders>
              <w:top w:val="single" w:sz="4" w:space="0" w:color="auto"/>
              <w:left w:val="single" w:sz="4" w:space="0" w:color="auto"/>
              <w:bottom w:val="single" w:sz="4" w:space="0" w:color="auto"/>
              <w:right w:val="single" w:sz="4" w:space="0" w:color="auto"/>
            </w:tcBorders>
          </w:tcPr>
          <w:p w14:paraId="4D0C8FB8"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75F25BDC" w14:textId="77777777" w:rsidR="00B6429C" w:rsidRPr="00FD240D" w:rsidRDefault="00B6429C" w:rsidP="00093A7D">
            <w:pPr>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6DBAF4D7"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0BC0AEF6" w14:textId="77777777" w:rsidTr="00093A7D">
        <w:tc>
          <w:tcPr>
            <w:tcW w:w="533" w:type="dxa"/>
            <w:tcBorders>
              <w:top w:val="single" w:sz="4" w:space="0" w:color="auto"/>
              <w:left w:val="single" w:sz="4" w:space="0" w:color="auto"/>
              <w:bottom w:val="single" w:sz="4" w:space="0" w:color="auto"/>
              <w:right w:val="single" w:sz="4" w:space="0" w:color="auto"/>
            </w:tcBorders>
          </w:tcPr>
          <w:p w14:paraId="67B5B79F"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2</w:t>
            </w:r>
          </w:p>
        </w:tc>
        <w:tc>
          <w:tcPr>
            <w:tcW w:w="3403" w:type="dxa"/>
            <w:tcBorders>
              <w:top w:val="single" w:sz="4" w:space="0" w:color="auto"/>
              <w:left w:val="single" w:sz="4" w:space="0" w:color="auto"/>
              <w:bottom w:val="single" w:sz="4" w:space="0" w:color="auto"/>
              <w:right w:val="single" w:sz="4" w:space="0" w:color="auto"/>
            </w:tcBorders>
          </w:tcPr>
          <w:p w14:paraId="41523783"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0A2873E3" w14:textId="77777777" w:rsidR="00B6429C" w:rsidRPr="00FD240D" w:rsidRDefault="00B6429C" w:rsidP="00093A7D">
            <w:pPr>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4CF27008"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76FF48EE" w14:textId="77777777" w:rsidTr="00093A7D">
        <w:tc>
          <w:tcPr>
            <w:tcW w:w="533" w:type="dxa"/>
            <w:tcBorders>
              <w:top w:val="single" w:sz="4" w:space="0" w:color="auto"/>
              <w:left w:val="single" w:sz="4" w:space="0" w:color="auto"/>
              <w:bottom w:val="single" w:sz="4" w:space="0" w:color="auto"/>
              <w:right w:val="single" w:sz="4" w:space="0" w:color="auto"/>
            </w:tcBorders>
          </w:tcPr>
          <w:p w14:paraId="7A04D4D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3</w:t>
            </w:r>
          </w:p>
        </w:tc>
        <w:tc>
          <w:tcPr>
            <w:tcW w:w="3403" w:type="dxa"/>
            <w:tcBorders>
              <w:top w:val="single" w:sz="4" w:space="0" w:color="auto"/>
              <w:left w:val="single" w:sz="4" w:space="0" w:color="auto"/>
              <w:bottom w:val="single" w:sz="4" w:space="0" w:color="auto"/>
              <w:right w:val="single" w:sz="4" w:space="0" w:color="auto"/>
            </w:tcBorders>
          </w:tcPr>
          <w:p w14:paraId="2666A5F5"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4AF97E19" w14:textId="77777777" w:rsidR="00B6429C" w:rsidRPr="00FD240D" w:rsidRDefault="00B6429C" w:rsidP="00093A7D">
            <w:pPr>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6067539B"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61025673" w14:textId="77777777" w:rsidTr="00093A7D">
        <w:tc>
          <w:tcPr>
            <w:tcW w:w="533" w:type="dxa"/>
            <w:tcBorders>
              <w:top w:val="single" w:sz="4" w:space="0" w:color="auto"/>
              <w:left w:val="single" w:sz="4" w:space="0" w:color="auto"/>
              <w:bottom w:val="single" w:sz="4" w:space="0" w:color="auto"/>
              <w:right w:val="single" w:sz="4" w:space="0" w:color="auto"/>
            </w:tcBorders>
          </w:tcPr>
          <w:p w14:paraId="3A9DDAAE"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4</w:t>
            </w:r>
          </w:p>
        </w:tc>
        <w:tc>
          <w:tcPr>
            <w:tcW w:w="3403" w:type="dxa"/>
            <w:tcBorders>
              <w:top w:val="single" w:sz="4" w:space="0" w:color="auto"/>
              <w:left w:val="single" w:sz="4" w:space="0" w:color="auto"/>
              <w:bottom w:val="single" w:sz="4" w:space="0" w:color="auto"/>
              <w:right w:val="single" w:sz="4" w:space="0" w:color="auto"/>
            </w:tcBorders>
          </w:tcPr>
          <w:p w14:paraId="54DB27BE"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76907864" w14:textId="77777777" w:rsidR="00B6429C" w:rsidRPr="00FD240D" w:rsidRDefault="00B6429C" w:rsidP="00093A7D">
            <w:pPr>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1F678266"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5F1566CB" w14:textId="77777777" w:rsidTr="00093A7D">
        <w:tc>
          <w:tcPr>
            <w:tcW w:w="533" w:type="dxa"/>
            <w:tcBorders>
              <w:top w:val="single" w:sz="4" w:space="0" w:color="auto"/>
              <w:left w:val="single" w:sz="4" w:space="0" w:color="auto"/>
              <w:bottom w:val="single" w:sz="4" w:space="0" w:color="auto"/>
              <w:right w:val="single" w:sz="4" w:space="0" w:color="auto"/>
            </w:tcBorders>
          </w:tcPr>
          <w:p w14:paraId="31BB59FD"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5</w:t>
            </w:r>
          </w:p>
        </w:tc>
        <w:tc>
          <w:tcPr>
            <w:tcW w:w="3403" w:type="dxa"/>
            <w:tcBorders>
              <w:top w:val="single" w:sz="4" w:space="0" w:color="auto"/>
              <w:left w:val="single" w:sz="4" w:space="0" w:color="auto"/>
              <w:bottom w:val="single" w:sz="4" w:space="0" w:color="auto"/>
              <w:right w:val="single" w:sz="4" w:space="0" w:color="auto"/>
            </w:tcBorders>
          </w:tcPr>
          <w:p w14:paraId="7B77FB13"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44E802A3" w14:textId="77777777" w:rsidR="00B6429C" w:rsidRPr="00FD240D" w:rsidRDefault="00B6429C" w:rsidP="00093A7D">
            <w:pPr>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13B9EF13"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0AAD3D6B" w14:textId="77777777" w:rsidTr="00093A7D">
        <w:tc>
          <w:tcPr>
            <w:tcW w:w="533" w:type="dxa"/>
            <w:tcBorders>
              <w:top w:val="single" w:sz="4" w:space="0" w:color="auto"/>
              <w:left w:val="single" w:sz="4" w:space="0" w:color="auto"/>
              <w:bottom w:val="single" w:sz="4" w:space="0" w:color="auto"/>
              <w:right w:val="single" w:sz="4" w:space="0" w:color="auto"/>
            </w:tcBorders>
            <w:hideMark/>
          </w:tcPr>
          <w:p w14:paraId="5315711B"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w:t>
            </w:r>
          </w:p>
        </w:tc>
        <w:tc>
          <w:tcPr>
            <w:tcW w:w="3403" w:type="dxa"/>
            <w:tcBorders>
              <w:top w:val="single" w:sz="4" w:space="0" w:color="auto"/>
              <w:left w:val="single" w:sz="4" w:space="0" w:color="auto"/>
              <w:bottom w:val="single" w:sz="4" w:space="0" w:color="auto"/>
              <w:right w:val="single" w:sz="4" w:space="0" w:color="auto"/>
            </w:tcBorders>
          </w:tcPr>
          <w:p w14:paraId="78A10035"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5391E491" w14:textId="77777777" w:rsidR="00B6429C" w:rsidRPr="00FD240D" w:rsidRDefault="00B6429C" w:rsidP="00093A7D">
            <w:pPr>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1EFA7D7F" w14:textId="77777777" w:rsidR="00B6429C" w:rsidRPr="00FD240D" w:rsidRDefault="00B6429C" w:rsidP="00093A7D">
            <w:pPr>
              <w:widowControl w:val="0"/>
              <w:tabs>
                <w:tab w:val="left" w:pos="284"/>
              </w:tabs>
              <w:jc w:val="both"/>
              <w:rPr>
                <w:rFonts w:ascii="Open Sans" w:hAnsi="Open Sans" w:cs="Open Sans"/>
                <w:b/>
              </w:rPr>
            </w:pPr>
          </w:p>
        </w:tc>
      </w:tr>
    </w:tbl>
    <w:p w14:paraId="3319E1E7" w14:textId="77777777" w:rsidR="00B6429C" w:rsidRPr="00FD240D" w:rsidRDefault="00B6429C" w:rsidP="00B6429C">
      <w:pPr>
        <w:widowControl w:val="0"/>
        <w:tabs>
          <w:tab w:val="left" w:pos="284"/>
        </w:tabs>
        <w:jc w:val="both"/>
        <w:rPr>
          <w:rFonts w:ascii="Open Sans" w:hAnsi="Open Sans" w:cs="Open Sans"/>
          <w:b/>
        </w:rPr>
      </w:pPr>
    </w:p>
    <w:p w14:paraId="02FC1EF5" w14:textId="77777777" w:rsidR="00B6429C" w:rsidRPr="00FD240D" w:rsidRDefault="00B6429C" w:rsidP="00B6429C">
      <w:pPr>
        <w:widowControl w:val="0"/>
        <w:tabs>
          <w:tab w:val="left" w:pos="284"/>
        </w:tabs>
        <w:jc w:val="both"/>
        <w:rPr>
          <w:rFonts w:ascii="Open Sans" w:hAnsi="Open Sans" w:cs="Open Sans"/>
        </w:rPr>
      </w:pPr>
      <w:r w:rsidRPr="00FD240D">
        <w:rPr>
          <w:rFonts w:ascii="Open Sans" w:hAnsi="Open Sans" w:cs="Open Sans"/>
          <w:b/>
        </w:rPr>
        <w:t>IZJAVLJAMO</w:t>
      </w:r>
      <w:r w:rsidRPr="00FD240D">
        <w:rPr>
          <w:rFonts w:ascii="Open Sans" w:hAnsi="Open Sans" w:cs="Open Sans"/>
        </w:rPr>
        <w:t xml:space="preserve">, da so pri lastništvu zgoraj navedenega ponudnika udeležene naslednje </w:t>
      </w:r>
      <w:r w:rsidRPr="00FD240D">
        <w:rPr>
          <w:rFonts w:ascii="Open Sans" w:hAnsi="Open Sans" w:cs="Open Sans"/>
          <w:u w:val="single"/>
        </w:rPr>
        <w:t>fizične osebe</w:t>
      </w:r>
      <w:r w:rsidRPr="00FD240D">
        <w:rPr>
          <w:rFonts w:ascii="Open Sans" w:hAnsi="Open Sans" w:cs="Open Sans"/>
        </w:rPr>
        <w:t>, vključno z udeležbo tihih družbenikov:</w:t>
      </w:r>
    </w:p>
    <w:p w14:paraId="1D3C4DC9" w14:textId="77777777" w:rsidR="00B6429C" w:rsidRPr="00FD240D" w:rsidRDefault="00B6429C" w:rsidP="00B6429C">
      <w:pPr>
        <w:widowControl w:val="0"/>
        <w:tabs>
          <w:tab w:val="left" w:pos="284"/>
        </w:tabs>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B6429C" w:rsidRPr="00FD240D" w14:paraId="6E09907E" w14:textId="77777777" w:rsidTr="00093A7D">
        <w:tc>
          <w:tcPr>
            <w:tcW w:w="534" w:type="dxa"/>
            <w:tcBorders>
              <w:top w:val="single" w:sz="4" w:space="0" w:color="auto"/>
              <w:left w:val="single" w:sz="4" w:space="0" w:color="auto"/>
              <w:bottom w:val="single" w:sz="4" w:space="0" w:color="auto"/>
              <w:right w:val="single" w:sz="4" w:space="0" w:color="auto"/>
            </w:tcBorders>
            <w:vAlign w:val="center"/>
            <w:hideMark/>
          </w:tcPr>
          <w:p w14:paraId="2D80D504"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Št.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278BF63"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Ime in priimek</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D531700"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Naslov stalnega bivališča</w:t>
            </w:r>
          </w:p>
        </w:tc>
        <w:tc>
          <w:tcPr>
            <w:tcW w:w="1810" w:type="dxa"/>
            <w:tcBorders>
              <w:top w:val="single" w:sz="4" w:space="0" w:color="auto"/>
              <w:left w:val="single" w:sz="4" w:space="0" w:color="auto"/>
              <w:bottom w:val="single" w:sz="4" w:space="0" w:color="auto"/>
              <w:right w:val="single" w:sz="4" w:space="0" w:color="auto"/>
            </w:tcBorders>
            <w:vAlign w:val="center"/>
            <w:hideMark/>
          </w:tcPr>
          <w:p w14:paraId="67A63343"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Delež lastništva v %</w:t>
            </w:r>
          </w:p>
        </w:tc>
      </w:tr>
      <w:tr w:rsidR="00B6429C" w:rsidRPr="00FD240D" w14:paraId="734287E3" w14:textId="77777777" w:rsidTr="00093A7D">
        <w:tc>
          <w:tcPr>
            <w:tcW w:w="534" w:type="dxa"/>
            <w:tcBorders>
              <w:top w:val="single" w:sz="4" w:space="0" w:color="auto"/>
              <w:left w:val="single" w:sz="4" w:space="0" w:color="auto"/>
              <w:bottom w:val="single" w:sz="4" w:space="0" w:color="auto"/>
              <w:right w:val="single" w:sz="4" w:space="0" w:color="auto"/>
            </w:tcBorders>
          </w:tcPr>
          <w:p w14:paraId="7FF914F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1</w:t>
            </w:r>
          </w:p>
        </w:tc>
        <w:tc>
          <w:tcPr>
            <w:tcW w:w="3402" w:type="dxa"/>
            <w:tcBorders>
              <w:top w:val="single" w:sz="4" w:space="0" w:color="auto"/>
              <w:left w:val="single" w:sz="4" w:space="0" w:color="auto"/>
              <w:bottom w:val="single" w:sz="4" w:space="0" w:color="auto"/>
              <w:right w:val="single" w:sz="4" w:space="0" w:color="auto"/>
            </w:tcBorders>
          </w:tcPr>
          <w:p w14:paraId="11A6A78B"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4176488D" w14:textId="77777777" w:rsidR="00B6429C" w:rsidRPr="00FD240D" w:rsidRDefault="00B6429C" w:rsidP="00093A7D">
            <w:pPr>
              <w:widowControl w:val="0"/>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71CA26E1"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0B6CE443" w14:textId="77777777" w:rsidTr="00093A7D">
        <w:tc>
          <w:tcPr>
            <w:tcW w:w="534" w:type="dxa"/>
            <w:tcBorders>
              <w:top w:val="single" w:sz="4" w:space="0" w:color="auto"/>
              <w:left w:val="single" w:sz="4" w:space="0" w:color="auto"/>
              <w:bottom w:val="single" w:sz="4" w:space="0" w:color="auto"/>
              <w:right w:val="single" w:sz="4" w:space="0" w:color="auto"/>
            </w:tcBorders>
          </w:tcPr>
          <w:p w14:paraId="5A63FCEF"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2</w:t>
            </w:r>
          </w:p>
        </w:tc>
        <w:tc>
          <w:tcPr>
            <w:tcW w:w="3402" w:type="dxa"/>
            <w:tcBorders>
              <w:top w:val="single" w:sz="4" w:space="0" w:color="auto"/>
              <w:left w:val="single" w:sz="4" w:space="0" w:color="auto"/>
              <w:bottom w:val="single" w:sz="4" w:space="0" w:color="auto"/>
              <w:right w:val="single" w:sz="4" w:space="0" w:color="auto"/>
            </w:tcBorders>
          </w:tcPr>
          <w:p w14:paraId="48EB4533"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04CA9058" w14:textId="77777777" w:rsidR="00B6429C" w:rsidRPr="00FD240D" w:rsidRDefault="00B6429C" w:rsidP="00093A7D">
            <w:pPr>
              <w:widowControl w:val="0"/>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6A103923"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4D97BA1E" w14:textId="77777777" w:rsidTr="00093A7D">
        <w:tc>
          <w:tcPr>
            <w:tcW w:w="534" w:type="dxa"/>
            <w:tcBorders>
              <w:top w:val="single" w:sz="4" w:space="0" w:color="auto"/>
              <w:left w:val="single" w:sz="4" w:space="0" w:color="auto"/>
              <w:bottom w:val="single" w:sz="4" w:space="0" w:color="auto"/>
              <w:right w:val="single" w:sz="4" w:space="0" w:color="auto"/>
            </w:tcBorders>
          </w:tcPr>
          <w:p w14:paraId="6B7D8B12"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3</w:t>
            </w:r>
          </w:p>
        </w:tc>
        <w:tc>
          <w:tcPr>
            <w:tcW w:w="3402" w:type="dxa"/>
            <w:tcBorders>
              <w:top w:val="single" w:sz="4" w:space="0" w:color="auto"/>
              <w:left w:val="single" w:sz="4" w:space="0" w:color="auto"/>
              <w:bottom w:val="single" w:sz="4" w:space="0" w:color="auto"/>
              <w:right w:val="single" w:sz="4" w:space="0" w:color="auto"/>
            </w:tcBorders>
          </w:tcPr>
          <w:p w14:paraId="4A4D1C3D"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0B411CD1" w14:textId="77777777" w:rsidR="00B6429C" w:rsidRPr="00FD240D" w:rsidRDefault="00B6429C" w:rsidP="00093A7D">
            <w:pPr>
              <w:widowControl w:val="0"/>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5BFB2A6F"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4777BCF1" w14:textId="77777777" w:rsidTr="00093A7D">
        <w:tc>
          <w:tcPr>
            <w:tcW w:w="534" w:type="dxa"/>
            <w:tcBorders>
              <w:top w:val="single" w:sz="4" w:space="0" w:color="auto"/>
              <w:left w:val="single" w:sz="4" w:space="0" w:color="auto"/>
              <w:bottom w:val="single" w:sz="4" w:space="0" w:color="auto"/>
              <w:right w:val="single" w:sz="4" w:space="0" w:color="auto"/>
            </w:tcBorders>
          </w:tcPr>
          <w:p w14:paraId="50CBE9E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4</w:t>
            </w:r>
          </w:p>
        </w:tc>
        <w:tc>
          <w:tcPr>
            <w:tcW w:w="3402" w:type="dxa"/>
            <w:tcBorders>
              <w:top w:val="single" w:sz="4" w:space="0" w:color="auto"/>
              <w:left w:val="single" w:sz="4" w:space="0" w:color="auto"/>
              <w:bottom w:val="single" w:sz="4" w:space="0" w:color="auto"/>
              <w:right w:val="single" w:sz="4" w:space="0" w:color="auto"/>
            </w:tcBorders>
          </w:tcPr>
          <w:p w14:paraId="39D987C1"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6939D778" w14:textId="77777777" w:rsidR="00B6429C" w:rsidRPr="00FD240D" w:rsidRDefault="00B6429C" w:rsidP="00093A7D">
            <w:pPr>
              <w:widowControl w:val="0"/>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6B0C070F"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637D61BB" w14:textId="77777777" w:rsidTr="00093A7D">
        <w:tc>
          <w:tcPr>
            <w:tcW w:w="534" w:type="dxa"/>
            <w:tcBorders>
              <w:top w:val="single" w:sz="4" w:space="0" w:color="auto"/>
              <w:left w:val="single" w:sz="4" w:space="0" w:color="auto"/>
              <w:bottom w:val="single" w:sz="4" w:space="0" w:color="auto"/>
              <w:right w:val="single" w:sz="4" w:space="0" w:color="auto"/>
            </w:tcBorders>
          </w:tcPr>
          <w:p w14:paraId="57983201"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5</w:t>
            </w:r>
          </w:p>
        </w:tc>
        <w:tc>
          <w:tcPr>
            <w:tcW w:w="3402" w:type="dxa"/>
            <w:tcBorders>
              <w:top w:val="single" w:sz="4" w:space="0" w:color="auto"/>
              <w:left w:val="single" w:sz="4" w:space="0" w:color="auto"/>
              <w:bottom w:val="single" w:sz="4" w:space="0" w:color="auto"/>
              <w:right w:val="single" w:sz="4" w:space="0" w:color="auto"/>
            </w:tcBorders>
          </w:tcPr>
          <w:p w14:paraId="04C34302"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51EE53C1" w14:textId="77777777" w:rsidR="00B6429C" w:rsidRPr="00FD240D" w:rsidRDefault="00B6429C" w:rsidP="00093A7D">
            <w:pPr>
              <w:widowControl w:val="0"/>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3F0FFD83"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10954E36" w14:textId="77777777" w:rsidTr="00093A7D">
        <w:tc>
          <w:tcPr>
            <w:tcW w:w="534" w:type="dxa"/>
            <w:tcBorders>
              <w:top w:val="single" w:sz="4" w:space="0" w:color="auto"/>
              <w:left w:val="single" w:sz="4" w:space="0" w:color="auto"/>
              <w:bottom w:val="single" w:sz="4" w:space="0" w:color="auto"/>
              <w:right w:val="single" w:sz="4" w:space="0" w:color="auto"/>
            </w:tcBorders>
            <w:hideMark/>
          </w:tcPr>
          <w:p w14:paraId="5C1B264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w:t>
            </w:r>
          </w:p>
        </w:tc>
        <w:tc>
          <w:tcPr>
            <w:tcW w:w="3402" w:type="dxa"/>
            <w:tcBorders>
              <w:top w:val="single" w:sz="4" w:space="0" w:color="auto"/>
              <w:left w:val="single" w:sz="4" w:space="0" w:color="auto"/>
              <w:bottom w:val="single" w:sz="4" w:space="0" w:color="auto"/>
              <w:right w:val="single" w:sz="4" w:space="0" w:color="auto"/>
            </w:tcBorders>
          </w:tcPr>
          <w:p w14:paraId="1898B92E" w14:textId="77777777" w:rsidR="00B6429C" w:rsidRPr="00FD240D" w:rsidRDefault="00B6429C" w:rsidP="00093A7D">
            <w:pPr>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3604DA73" w14:textId="77777777" w:rsidR="00B6429C" w:rsidRPr="00FD240D" w:rsidRDefault="00B6429C" w:rsidP="00093A7D">
            <w:pPr>
              <w:widowControl w:val="0"/>
              <w:tabs>
                <w:tab w:val="left" w:pos="284"/>
              </w:tabs>
              <w:jc w:val="both"/>
              <w:rPr>
                <w:rFonts w:ascii="Open Sans" w:hAnsi="Open Sans" w:cs="Open Sans"/>
                <w:b/>
              </w:rPr>
            </w:pPr>
          </w:p>
        </w:tc>
        <w:tc>
          <w:tcPr>
            <w:tcW w:w="1810" w:type="dxa"/>
            <w:tcBorders>
              <w:top w:val="single" w:sz="4" w:space="0" w:color="auto"/>
              <w:left w:val="single" w:sz="4" w:space="0" w:color="auto"/>
              <w:bottom w:val="single" w:sz="4" w:space="0" w:color="auto"/>
              <w:right w:val="single" w:sz="4" w:space="0" w:color="auto"/>
            </w:tcBorders>
          </w:tcPr>
          <w:p w14:paraId="733D4537" w14:textId="77777777" w:rsidR="00B6429C" w:rsidRPr="00FD240D" w:rsidRDefault="00B6429C" w:rsidP="00093A7D">
            <w:pPr>
              <w:widowControl w:val="0"/>
              <w:tabs>
                <w:tab w:val="left" w:pos="284"/>
              </w:tabs>
              <w:jc w:val="both"/>
              <w:rPr>
                <w:rFonts w:ascii="Open Sans" w:hAnsi="Open Sans" w:cs="Open Sans"/>
                <w:b/>
              </w:rPr>
            </w:pPr>
          </w:p>
        </w:tc>
      </w:tr>
    </w:tbl>
    <w:p w14:paraId="4AE63194" w14:textId="77777777" w:rsidR="00B6429C" w:rsidRPr="00FD240D" w:rsidRDefault="00B6429C" w:rsidP="00B6429C">
      <w:pPr>
        <w:widowControl w:val="0"/>
        <w:tabs>
          <w:tab w:val="left" w:pos="284"/>
        </w:tabs>
        <w:jc w:val="both"/>
        <w:rPr>
          <w:rFonts w:ascii="Open Sans" w:hAnsi="Open Sans" w:cs="Open Sans"/>
        </w:rPr>
      </w:pPr>
      <w:r w:rsidRPr="00FD240D">
        <w:rPr>
          <w:rFonts w:ascii="Open Sans" w:hAnsi="Open Sans" w:cs="Open Sans"/>
          <w:b/>
        </w:rPr>
        <w:br w:type="page"/>
      </w:r>
      <w:r w:rsidRPr="00FD240D">
        <w:rPr>
          <w:rFonts w:ascii="Open Sans" w:hAnsi="Open Sans" w:cs="Open Sans"/>
          <w:b/>
        </w:rPr>
        <w:lastRenderedPageBreak/>
        <w:t>IZJAVLJAMO</w:t>
      </w:r>
      <w:r w:rsidRPr="00FD240D">
        <w:rPr>
          <w:rFonts w:ascii="Open Sans" w:hAnsi="Open Sans" w:cs="Open Sans"/>
        </w:rPr>
        <w:t xml:space="preserve">, da so skladno z določbami zakona, ki ureja gospodarske družbe, </w:t>
      </w:r>
      <w:r w:rsidRPr="00FD240D">
        <w:rPr>
          <w:rFonts w:ascii="Open Sans" w:hAnsi="Open Sans" w:cs="Open Sans"/>
          <w:u w:val="single"/>
        </w:rPr>
        <w:t>povezane družbe</w:t>
      </w:r>
      <w:r w:rsidRPr="00FD240D">
        <w:rPr>
          <w:rFonts w:ascii="Open Sans" w:hAnsi="Open Sans" w:cs="Open Sans"/>
        </w:rPr>
        <w:t xml:space="preserve"> z zgoraj navedenim ponudnikom, naslednji gospodarski subjekti:</w:t>
      </w:r>
    </w:p>
    <w:p w14:paraId="7C08CAF0" w14:textId="77777777" w:rsidR="00B6429C" w:rsidRPr="00FD240D" w:rsidRDefault="00B6429C" w:rsidP="00B6429C">
      <w:pPr>
        <w:widowControl w:val="0"/>
        <w:tabs>
          <w:tab w:val="left" w:pos="284"/>
        </w:tabs>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B6429C" w:rsidRPr="00FD240D" w14:paraId="000F9FAB" w14:textId="77777777" w:rsidTr="00093A7D">
        <w:tc>
          <w:tcPr>
            <w:tcW w:w="533" w:type="dxa"/>
            <w:tcBorders>
              <w:top w:val="single" w:sz="4" w:space="0" w:color="auto"/>
              <w:left w:val="single" w:sz="4" w:space="0" w:color="auto"/>
              <w:bottom w:val="single" w:sz="4" w:space="0" w:color="auto"/>
              <w:right w:val="single" w:sz="4" w:space="0" w:color="auto"/>
            </w:tcBorders>
            <w:vAlign w:val="center"/>
            <w:hideMark/>
          </w:tcPr>
          <w:p w14:paraId="785E40A9"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Št.</w:t>
            </w:r>
          </w:p>
        </w:tc>
        <w:tc>
          <w:tcPr>
            <w:tcW w:w="3376" w:type="dxa"/>
            <w:tcBorders>
              <w:top w:val="single" w:sz="4" w:space="0" w:color="auto"/>
              <w:left w:val="single" w:sz="4" w:space="0" w:color="auto"/>
              <w:bottom w:val="single" w:sz="4" w:space="0" w:color="auto"/>
              <w:right w:val="single" w:sz="4" w:space="0" w:color="auto"/>
            </w:tcBorders>
            <w:vAlign w:val="center"/>
            <w:hideMark/>
          </w:tcPr>
          <w:p w14:paraId="52E38DC0"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Naziv</w:t>
            </w:r>
          </w:p>
        </w:tc>
        <w:tc>
          <w:tcPr>
            <w:tcW w:w="3657" w:type="dxa"/>
            <w:tcBorders>
              <w:top w:val="single" w:sz="4" w:space="0" w:color="auto"/>
              <w:left w:val="single" w:sz="4" w:space="0" w:color="auto"/>
              <w:bottom w:val="single" w:sz="4" w:space="0" w:color="auto"/>
              <w:right w:val="single" w:sz="4" w:space="0" w:color="auto"/>
            </w:tcBorders>
            <w:vAlign w:val="center"/>
            <w:hideMark/>
          </w:tcPr>
          <w:p w14:paraId="7EC1F06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Sedež</w:t>
            </w:r>
          </w:p>
        </w:tc>
        <w:tc>
          <w:tcPr>
            <w:tcW w:w="1865" w:type="dxa"/>
            <w:tcBorders>
              <w:top w:val="single" w:sz="4" w:space="0" w:color="auto"/>
              <w:left w:val="single" w:sz="4" w:space="0" w:color="auto"/>
              <w:bottom w:val="single" w:sz="4" w:space="0" w:color="auto"/>
              <w:right w:val="single" w:sz="4" w:space="0" w:color="auto"/>
            </w:tcBorders>
            <w:vAlign w:val="center"/>
            <w:hideMark/>
          </w:tcPr>
          <w:p w14:paraId="71310166"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Matična številka</w:t>
            </w:r>
          </w:p>
        </w:tc>
      </w:tr>
      <w:tr w:rsidR="00B6429C" w:rsidRPr="00FD240D" w14:paraId="12E34B98" w14:textId="77777777" w:rsidTr="00093A7D">
        <w:tc>
          <w:tcPr>
            <w:tcW w:w="533" w:type="dxa"/>
            <w:tcBorders>
              <w:top w:val="single" w:sz="4" w:space="0" w:color="auto"/>
              <w:left w:val="single" w:sz="4" w:space="0" w:color="auto"/>
              <w:bottom w:val="single" w:sz="4" w:space="0" w:color="auto"/>
              <w:right w:val="single" w:sz="4" w:space="0" w:color="auto"/>
            </w:tcBorders>
          </w:tcPr>
          <w:p w14:paraId="726D0F1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1</w:t>
            </w:r>
          </w:p>
        </w:tc>
        <w:tc>
          <w:tcPr>
            <w:tcW w:w="3376" w:type="dxa"/>
            <w:tcBorders>
              <w:top w:val="single" w:sz="4" w:space="0" w:color="auto"/>
              <w:left w:val="single" w:sz="4" w:space="0" w:color="auto"/>
              <w:bottom w:val="single" w:sz="4" w:space="0" w:color="auto"/>
              <w:right w:val="single" w:sz="4" w:space="0" w:color="auto"/>
            </w:tcBorders>
          </w:tcPr>
          <w:p w14:paraId="5CE94A30" w14:textId="77777777" w:rsidR="00B6429C" w:rsidRPr="00FD240D" w:rsidRDefault="00B6429C" w:rsidP="00093A7D">
            <w:pPr>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7CCFF0B8" w14:textId="77777777" w:rsidR="00B6429C" w:rsidRPr="00FD240D" w:rsidRDefault="00B6429C" w:rsidP="00093A7D">
            <w:pPr>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5052C884"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40889FC5" w14:textId="77777777" w:rsidTr="00093A7D">
        <w:tc>
          <w:tcPr>
            <w:tcW w:w="533" w:type="dxa"/>
            <w:tcBorders>
              <w:top w:val="single" w:sz="4" w:space="0" w:color="auto"/>
              <w:left w:val="single" w:sz="4" w:space="0" w:color="auto"/>
              <w:bottom w:val="single" w:sz="4" w:space="0" w:color="auto"/>
              <w:right w:val="single" w:sz="4" w:space="0" w:color="auto"/>
            </w:tcBorders>
          </w:tcPr>
          <w:p w14:paraId="34D7BF51"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2</w:t>
            </w:r>
          </w:p>
        </w:tc>
        <w:tc>
          <w:tcPr>
            <w:tcW w:w="3376" w:type="dxa"/>
            <w:tcBorders>
              <w:top w:val="single" w:sz="4" w:space="0" w:color="auto"/>
              <w:left w:val="single" w:sz="4" w:space="0" w:color="auto"/>
              <w:bottom w:val="single" w:sz="4" w:space="0" w:color="auto"/>
              <w:right w:val="single" w:sz="4" w:space="0" w:color="auto"/>
            </w:tcBorders>
          </w:tcPr>
          <w:p w14:paraId="53D349A3" w14:textId="77777777" w:rsidR="00B6429C" w:rsidRPr="00FD240D" w:rsidRDefault="00B6429C" w:rsidP="00093A7D">
            <w:pPr>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6BBCC96E" w14:textId="77777777" w:rsidR="00B6429C" w:rsidRPr="00FD240D" w:rsidRDefault="00B6429C" w:rsidP="00093A7D">
            <w:pPr>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44886B49"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3DA6DB27" w14:textId="77777777" w:rsidTr="00093A7D">
        <w:tc>
          <w:tcPr>
            <w:tcW w:w="533" w:type="dxa"/>
            <w:tcBorders>
              <w:top w:val="single" w:sz="4" w:space="0" w:color="auto"/>
              <w:left w:val="single" w:sz="4" w:space="0" w:color="auto"/>
              <w:bottom w:val="single" w:sz="4" w:space="0" w:color="auto"/>
              <w:right w:val="single" w:sz="4" w:space="0" w:color="auto"/>
            </w:tcBorders>
          </w:tcPr>
          <w:p w14:paraId="546610A6"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3</w:t>
            </w:r>
          </w:p>
        </w:tc>
        <w:tc>
          <w:tcPr>
            <w:tcW w:w="3376" w:type="dxa"/>
            <w:tcBorders>
              <w:top w:val="single" w:sz="4" w:space="0" w:color="auto"/>
              <w:left w:val="single" w:sz="4" w:space="0" w:color="auto"/>
              <w:bottom w:val="single" w:sz="4" w:space="0" w:color="auto"/>
              <w:right w:val="single" w:sz="4" w:space="0" w:color="auto"/>
            </w:tcBorders>
          </w:tcPr>
          <w:p w14:paraId="6A99801A" w14:textId="77777777" w:rsidR="00B6429C" w:rsidRPr="00FD240D" w:rsidRDefault="00B6429C" w:rsidP="00093A7D">
            <w:pPr>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1DD45072" w14:textId="77777777" w:rsidR="00B6429C" w:rsidRPr="00FD240D" w:rsidRDefault="00B6429C" w:rsidP="00093A7D">
            <w:pPr>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751EE793"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53A84386" w14:textId="77777777" w:rsidTr="00093A7D">
        <w:tc>
          <w:tcPr>
            <w:tcW w:w="533" w:type="dxa"/>
            <w:tcBorders>
              <w:top w:val="single" w:sz="4" w:space="0" w:color="auto"/>
              <w:left w:val="single" w:sz="4" w:space="0" w:color="auto"/>
              <w:bottom w:val="single" w:sz="4" w:space="0" w:color="auto"/>
              <w:right w:val="single" w:sz="4" w:space="0" w:color="auto"/>
            </w:tcBorders>
          </w:tcPr>
          <w:p w14:paraId="45323E9C"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4</w:t>
            </w:r>
          </w:p>
        </w:tc>
        <w:tc>
          <w:tcPr>
            <w:tcW w:w="3376" w:type="dxa"/>
            <w:tcBorders>
              <w:top w:val="single" w:sz="4" w:space="0" w:color="auto"/>
              <w:left w:val="single" w:sz="4" w:space="0" w:color="auto"/>
              <w:bottom w:val="single" w:sz="4" w:space="0" w:color="auto"/>
              <w:right w:val="single" w:sz="4" w:space="0" w:color="auto"/>
            </w:tcBorders>
          </w:tcPr>
          <w:p w14:paraId="3398BF8A" w14:textId="77777777" w:rsidR="00B6429C" w:rsidRPr="00FD240D" w:rsidRDefault="00B6429C" w:rsidP="00093A7D">
            <w:pPr>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05F8D4F2" w14:textId="77777777" w:rsidR="00B6429C" w:rsidRPr="00FD240D" w:rsidRDefault="00B6429C" w:rsidP="00093A7D">
            <w:pPr>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360E0A27"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3FA41D55" w14:textId="77777777" w:rsidTr="00093A7D">
        <w:tc>
          <w:tcPr>
            <w:tcW w:w="533" w:type="dxa"/>
            <w:tcBorders>
              <w:top w:val="single" w:sz="4" w:space="0" w:color="auto"/>
              <w:left w:val="single" w:sz="4" w:space="0" w:color="auto"/>
              <w:bottom w:val="single" w:sz="4" w:space="0" w:color="auto"/>
              <w:right w:val="single" w:sz="4" w:space="0" w:color="auto"/>
            </w:tcBorders>
          </w:tcPr>
          <w:p w14:paraId="79333ED9"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5</w:t>
            </w:r>
          </w:p>
        </w:tc>
        <w:tc>
          <w:tcPr>
            <w:tcW w:w="3376" w:type="dxa"/>
            <w:tcBorders>
              <w:top w:val="single" w:sz="4" w:space="0" w:color="auto"/>
              <w:left w:val="single" w:sz="4" w:space="0" w:color="auto"/>
              <w:bottom w:val="single" w:sz="4" w:space="0" w:color="auto"/>
              <w:right w:val="single" w:sz="4" w:space="0" w:color="auto"/>
            </w:tcBorders>
          </w:tcPr>
          <w:p w14:paraId="3DFEFC80" w14:textId="77777777" w:rsidR="00B6429C" w:rsidRPr="00FD240D" w:rsidRDefault="00B6429C" w:rsidP="00093A7D">
            <w:pPr>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7A29831A" w14:textId="77777777" w:rsidR="00B6429C" w:rsidRPr="00FD240D" w:rsidRDefault="00B6429C" w:rsidP="00093A7D">
            <w:pPr>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25977D06" w14:textId="77777777" w:rsidR="00B6429C" w:rsidRPr="00FD240D" w:rsidRDefault="00B6429C" w:rsidP="00093A7D">
            <w:pPr>
              <w:widowControl w:val="0"/>
              <w:tabs>
                <w:tab w:val="left" w:pos="284"/>
              </w:tabs>
              <w:jc w:val="both"/>
              <w:rPr>
                <w:rFonts w:ascii="Open Sans" w:hAnsi="Open Sans" w:cs="Open Sans"/>
                <w:b/>
              </w:rPr>
            </w:pPr>
          </w:p>
        </w:tc>
      </w:tr>
      <w:tr w:rsidR="00B6429C" w:rsidRPr="00FD240D" w14:paraId="5E8AE0B1" w14:textId="77777777" w:rsidTr="00093A7D">
        <w:tc>
          <w:tcPr>
            <w:tcW w:w="533" w:type="dxa"/>
            <w:tcBorders>
              <w:top w:val="single" w:sz="4" w:space="0" w:color="auto"/>
              <w:left w:val="single" w:sz="4" w:space="0" w:color="auto"/>
              <w:bottom w:val="single" w:sz="4" w:space="0" w:color="auto"/>
              <w:right w:val="single" w:sz="4" w:space="0" w:color="auto"/>
            </w:tcBorders>
            <w:hideMark/>
          </w:tcPr>
          <w:p w14:paraId="16060AAA" w14:textId="77777777" w:rsidR="00B6429C" w:rsidRPr="00FD240D" w:rsidRDefault="00B6429C" w:rsidP="00093A7D">
            <w:pPr>
              <w:widowControl w:val="0"/>
              <w:tabs>
                <w:tab w:val="left" w:pos="284"/>
              </w:tabs>
              <w:jc w:val="center"/>
              <w:rPr>
                <w:rFonts w:ascii="Open Sans" w:hAnsi="Open Sans" w:cs="Open Sans"/>
                <w:b/>
              </w:rPr>
            </w:pPr>
            <w:r w:rsidRPr="00FD240D">
              <w:rPr>
                <w:rFonts w:ascii="Open Sans" w:hAnsi="Open Sans" w:cs="Open Sans"/>
                <w:b/>
              </w:rPr>
              <w:t>….</w:t>
            </w:r>
          </w:p>
        </w:tc>
        <w:tc>
          <w:tcPr>
            <w:tcW w:w="3376" w:type="dxa"/>
            <w:tcBorders>
              <w:top w:val="single" w:sz="4" w:space="0" w:color="auto"/>
              <w:left w:val="single" w:sz="4" w:space="0" w:color="auto"/>
              <w:bottom w:val="single" w:sz="4" w:space="0" w:color="auto"/>
              <w:right w:val="single" w:sz="4" w:space="0" w:color="auto"/>
            </w:tcBorders>
          </w:tcPr>
          <w:p w14:paraId="00D3EBDC" w14:textId="77777777" w:rsidR="00B6429C" w:rsidRPr="00FD240D" w:rsidRDefault="00B6429C" w:rsidP="00093A7D">
            <w:pPr>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5D0C1111" w14:textId="77777777" w:rsidR="00B6429C" w:rsidRPr="00FD240D" w:rsidRDefault="00B6429C" w:rsidP="00093A7D">
            <w:pPr>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32F79138" w14:textId="77777777" w:rsidR="00B6429C" w:rsidRPr="00FD240D" w:rsidRDefault="00B6429C" w:rsidP="00093A7D">
            <w:pPr>
              <w:widowControl w:val="0"/>
              <w:tabs>
                <w:tab w:val="left" w:pos="284"/>
              </w:tabs>
              <w:jc w:val="both"/>
              <w:rPr>
                <w:rFonts w:ascii="Open Sans" w:hAnsi="Open Sans" w:cs="Open Sans"/>
                <w:b/>
              </w:rPr>
            </w:pPr>
          </w:p>
        </w:tc>
      </w:tr>
    </w:tbl>
    <w:p w14:paraId="10DACDDB" w14:textId="77777777" w:rsidR="00B6429C" w:rsidRPr="00FD240D" w:rsidRDefault="00B6429C" w:rsidP="00B6429C">
      <w:pPr>
        <w:widowControl w:val="0"/>
        <w:tabs>
          <w:tab w:val="left" w:pos="284"/>
        </w:tabs>
        <w:jc w:val="both"/>
        <w:rPr>
          <w:rFonts w:ascii="Open Sans" w:hAnsi="Open Sans" w:cs="Open Sans"/>
          <w:b/>
        </w:rPr>
      </w:pPr>
    </w:p>
    <w:p w14:paraId="3517FF16" w14:textId="77777777" w:rsidR="00B6429C" w:rsidRPr="00FD240D" w:rsidRDefault="00B6429C" w:rsidP="00B6429C">
      <w:pPr>
        <w:widowControl w:val="0"/>
        <w:tabs>
          <w:tab w:val="left" w:pos="284"/>
        </w:tabs>
        <w:jc w:val="both"/>
        <w:rPr>
          <w:rFonts w:ascii="Open Sans" w:hAnsi="Open Sans" w:cs="Open Sans"/>
        </w:rPr>
      </w:pPr>
    </w:p>
    <w:p w14:paraId="74A1AF21" w14:textId="77777777" w:rsidR="00B6429C" w:rsidRPr="00FD240D" w:rsidRDefault="00B6429C" w:rsidP="00B6429C">
      <w:pPr>
        <w:widowControl w:val="0"/>
        <w:tabs>
          <w:tab w:val="left" w:pos="284"/>
        </w:tabs>
        <w:jc w:val="both"/>
        <w:rPr>
          <w:rFonts w:ascii="Open Sans" w:hAnsi="Open Sans" w:cs="Open Sans"/>
        </w:rPr>
      </w:pPr>
      <w:r w:rsidRPr="00FD240D">
        <w:rPr>
          <w:rFonts w:ascii="Open Sans" w:hAnsi="Open Sans" w:cs="Open Sans"/>
        </w:rPr>
        <w:t>S podpisom te izjave jamčimo, da v celotni lastniški strukturi ni udeleženih drugih fizičnih ter pravnih oseb in tihih družbenikov, ter gospodarskih subjektov, za katere se glede na določbe zakona, ki ureja gospodarske družbe, šteje, da so povezane družbe.</w:t>
      </w:r>
    </w:p>
    <w:p w14:paraId="79C87168" w14:textId="77777777" w:rsidR="00B6429C" w:rsidRPr="00FD240D" w:rsidRDefault="00B6429C" w:rsidP="00B6429C">
      <w:pPr>
        <w:widowControl w:val="0"/>
        <w:tabs>
          <w:tab w:val="left" w:pos="284"/>
        </w:tabs>
        <w:jc w:val="both"/>
        <w:rPr>
          <w:rFonts w:ascii="Open Sans" w:hAnsi="Open Sans" w:cs="Open Sans"/>
        </w:rPr>
      </w:pPr>
    </w:p>
    <w:p w14:paraId="19B39CB1" w14:textId="77777777" w:rsidR="00B6429C" w:rsidRPr="00FD240D" w:rsidRDefault="00B6429C" w:rsidP="00B6429C">
      <w:pPr>
        <w:widowControl w:val="0"/>
        <w:tabs>
          <w:tab w:val="left" w:pos="284"/>
        </w:tabs>
        <w:jc w:val="both"/>
        <w:rPr>
          <w:rFonts w:ascii="Open Sans" w:hAnsi="Open Sans" w:cs="Open Sans"/>
        </w:rPr>
      </w:pPr>
      <w:r w:rsidRPr="00FD240D">
        <w:rPr>
          <w:rFonts w:ascii="Open Sans" w:hAnsi="Open Sans" w:cs="Open Sans"/>
        </w:rPr>
        <w:t>S podpisom te izjave jamčimo za točnost in resničnost podatkov ter se zavedamo, da je okvirni sporazum v primeru lažne izjave ali neresničnih podatkov o dejstvih v izjavi ničen. Zavezujemo se, da bomo naročnika obvestili o vsaki spremembi posredovanih podatkov.</w:t>
      </w:r>
    </w:p>
    <w:p w14:paraId="1A8EFA29" w14:textId="77777777" w:rsidR="00B6429C" w:rsidRPr="00FD240D" w:rsidRDefault="00B6429C" w:rsidP="00B6429C">
      <w:pPr>
        <w:widowControl w:val="0"/>
        <w:tabs>
          <w:tab w:val="left" w:pos="284"/>
        </w:tabs>
        <w:jc w:val="both"/>
        <w:rPr>
          <w:rFonts w:ascii="Open Sans" w:hAnsi="Open Sans" w:cs="Open Sans"/>
          <w:b/>
        </w:rPr>
      </w:pPr>
    </w:p>
    <w:p w14:paraId="7A1FB1C9" w14:textId="77777777" w:rsidR="00B6429C" w:rsidRPr="00FD240D" w:rsidRDefault="00B6429C" w:rsidP="00B6429C">
      <w:pPr>
        <w:widowControl w:val="0"/>
        <w:tabs>
          <w:tab w:val="left" w:pos="284"/>
        </w:tabs>
        <w:jc w:val="both"/>
        <w:rPr>
          <w:rFonts w:ascii="Open Sans" w:hAnsi="Open Sans" w:cs="Open Sans"/>
          <w:u w:val="single"/>
        </w:rPr>
      </w:pPr>
      <w:r w:rsidRPr="00FD240D">
        <w:rPr>
          <w:rFonts w:ascii="Open Sans" w:hAnsi="Open Sans" w:cs="Open Sans"/>
          <w:u w:val="single"/>
        </w:rPr>
        <w:t>Vse izjave podajamo pod kazensko in materialno odgovornostjo.</w:t>
      </w:r>
    </w:p>
    <w:p w14:paraId="2CF46362" w14:textId="77777777" w:rsidR="00B6429C" w:rsidRPr="00FD240D" w:rsidRDefault="00B6429C" w:rsidP="00B6429C">
      <w:pPr>
        <w:widowControl w:val="0"/>
        <w:tabs>
          <w:tab w:val="left" w:pos="284"/>
        </w:tabs>
        <w:jc w:val="both"/>
        <w:rPr>
          <w:rFonts w:ascii="Open Sans" w:hAnsi="Open Sans" w:cs="Open Sans"/>
          <w:b/>
        </w:rPr>
      </w:pPr>
    </w:p>
    <w:p w14:paraId="369567B7" w14:textId="77777777" w:rsidR="00B6429C" w:rsidRPr="00FD240D" w:rsidRDefault="00B6429C" w:rsidP="00B6429C">
      <w:pPr>
        <w:widowControl w:val="0"/>
        <w:tabs>
          <w:tab w:val="left" w:pos="284"/>
        </w:tabs>
        <w:jc w:val="both"/>
        <w:rPr>
          <w:rFonts w:ascii="Open Sans" w:hAnsi="Open Sans" w:cs="Open Sans"/>
          <w:b/>
        </w:rPr>
      </w:pPr>
    </w:p>
    <w:p w14:paraId="1CB8AB67" w14:textId="77777777" w:rsidR="00B6429C" w:rsidRPr="00FD240D" w:rsidRDefault="00B6429C" w:rsidP="00B6429C">
      <w:pPr>
        <w:widowControl w:val="0"/>
        <w:tabs>
          <w:tab w:val="left" w:pos="284"/>
        </w:tabs>
        <w:jc w:val="both"/>
        <w:rPr>
          <w:rFonts w:ascii="Open Sans" w:hAnsi="Open Sans" w:cs="Open Sans"/>
          <w:b/>
        </w:rPr>
      </w:pPr>
    </w:p>
    <w:p w14:paraId="739452AD" w14:textId="77777777" w:rsidR="00B6429C" w:rsidRPr="00FD240D" w:rsidRDefault="00B6429C" w:rsidP="00B6429C">
      <w:pPr>
        <w:widowControl w:val="0"/>
        <w:tabs>
          <w:tab w:val="left" w:pos="284"/>
        </w:tabs>
        <w:jc w:val="both"/>
        <w:rPr>
          <w:rFonts w:ascii="Open Sans" w:hAnsi="Open Sans" w:cs="Open Sans"/>
          <w:b/>
        </w:rPr>
      </w:pPr>
    </w:p>
    <w:p w14:paraId="1C34A2E6" w14:textId="77777777" w:rsidR="00B6429C" w:rsidRPr="00FD240D" w:rsidRDefault="00B6429C" w:rsidP="00B6429C">
      <w:pPr>
        <w:widowControl w:val="0"/>
        <w:tabs>
          <w:tab w:val="left" w:pos="284"/>
        </w:tabs>
        <w:jc w:val="both"/>
        <w:rPr>
          <w:rFonts w:ascii="Open Sans" w:hAnsi="Open Sans" w:cs="Open Sans"/>
          <w:b/>
        </w:rPr>
      </w:pPr>
    </w:p>
    <w:p w14:paraId="2A5A0256" w14:textId="77777777" w:rsidR="00B6429C" w:rsidRPr="00FD240D" w:rsidRDefault="00B6429C" w:rsidP="00B6429C">
      <w:pPr>
        <w:widowControl w:val="0"/>
        <w:tabs>
          <w:tab w:val="left" w:pos="284"/>
        </w:tabs>
        <w:jc w:val="both"/>
        <w:rPr>
          <w:rFonts w:ascii="Open Sans" w:hAnsi="Open Sans" w:cs="Open Sans"/>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6429C" w:rsidRPr="00FD240D" w14:paraId="623A58F2" w14:textId="77777777" w:rsidTr="00093A7D">
        <w:trPr>
          <w:trHeight w:val="235"/>
        </w:trPr>
        <w:tc>
          <w:tcPr>
            <w:tcW w:w="3402" w:type="dxa"/>
            <w:tcBorders>
              <w:bottom w:val="single" w:sz="4" w:space="0" w:color="auto"/>
            </w:tcBorders>
          </w:tcPr>
          <w:p w14:paraId="5A185A3C" w14:textId="77777777" w:rsidR="00B6429C" w:rsidRPr="00FD240D" w:rsidRDefault="00B6429C" w:rsidP="00093A7D">
            <w:pPr>
              <w:widowControl w:val="0"/>
              <w:jc w:val="both"/>
              <w:rPr>
                <w:rFonts w:ascii="Open Sans" w:hAnsi="Open Sans" w:cs="Open Sans"/>
                <w:snapToGrid w:val="0"/>
                <w:color w:val="000000"/>
              </w:rPr>
            </w:pPr>
          </w:p>
        </w:tc>
        <w:tc>
          <w:tcPr>
            <w:tcW w:w="2977" w:type="dxa"/>
          </w:tcPr>
          <w:p w14:paraId="734A8417" w14:textId="77777777" w:rsidR="00B6429C" w:rsidRPr="00FD240D" w:rsidRDefault="00B6429C" w:rsidP="00093A7D">
            <w:pPr>
              <w:widowControl w:val="0"/>
              <w:jc w:val="both"/>
              <w:rPr>
                <w:rFonts w:ascii="Open Sans" w:hAnsi="Open Sans" w:cs="Open Sans"/>
                <w:snapToGrid w:val="0"/>
                <w:color w:val="000000"/>
              </w:rPr>
            </w:pPr>
          </w:p>
        </w:tc>
        <w:tc>
          <w:tcPr>
            <w:tcW w:w="3119" w:type="dxa"/>
            <w:tcBorders>
              <w:bottom w:val="single" w:sz="4" w:space="0" w:color="auto"/>
            </w:tcBorders>
          </w:tcPr>
          <w:p w14:paraId="0CBA4D76" w14:textId="77777777" w:rsidR="00B6429C" w:rsidRPr="00FD240D" w:rsidRDefault="00B6429C" w:rsidP="00093A7D">
            <w:pPr>
              <w:widowControl w:val="0"/>
              <w:tabs>
                <w:tab w:val="left" w:pos="567"/>
                <w:tab w:val="num" w:pos="851"/>
                <w:tab w:val="left" w:pos="993"/>
              </w:tabs>
              <w:jc w:val="both"/>
              <w:rPr>
                <w:rFonts w:ascii="Open Sans" w:hAnsi="Open Sans" w:cs="Open Sans"/>
                <w:snapToGrid w:val="0"/>
                <w:color w:val="000000"/>
              </w:rPr>
            </w:pPr>
          </w:p>
        </w:tc>
      </w:tr>
      <w:tr w:rsidR="00B6429C" w:rsidRPr="00FD240D" w14:paraId="4FA13D9B" w14:textId="77777777" w:rsidTr="00093A7D">
        <w:trPr>
          <w:trHeight w:val="235"/>
        </w:trPr>
        <w:tc>
          <w:tcPr>
            <w:tcW w:w="3402" w:type="dxa"/>
            <w:tcBorders>
              <w:top w:val="single" w:sz="4" w:space="0" w:color="auto"/>
            </w:tcBorders>
          </w:tcPr>
          <w:p w14:paraId="737314C7" w14:textId="77777777" w:rsidR="00B6429C" w:rsidRPr="00FD240D" w:rsidRDefault="00B6429C" w:rsidP="00093A7D">
            <w:pPr>
              <w:widowControl w:val="0"/>
              <w:jc w:val="center"/>
              <w:rPr>
                <w:rFonts w:ascii="Open Sans" w:hAnsi="Open Sans" w:cs="Open Sans"/>
                <w:snapToGrid w:val="0"/>
                <w:color w:val="000000"/>
              </w:rPr>
            </w:pPr>
            <w:r w:rsidRPr="00FD240D">
              <w:rPr>
                <w:rFonts w:ascii="Open Sans" w:hAnsi="Open Sans" w:cs="Open Sans"/>
                <w:snapToGrid w:val="0"/>
                <w:color w:val="000000"/>
              </w:rPr>
              <w:t>kraj, datum</w:t>
            </w:r>
          </w:p>
        </w:tc>
        <w:tc>
          <w:tcPr>
            <w:tcW w:w="2977" w:type="dxa"/>
          </w:tcPr>
          <w:p w14:paraId="20F10078" w14:textId="77777777" w:rsidR="00B6429C" w:rsidRPr="00FD240D" w:rsidRDefault="00B6429C" w:rsidP="00093A7D">
            <w:pPr>
              <w:widowControl w:val="0"/>
              <w:jc w:val="center"/>
              <w:rPr>
                <w:rFonts w:ascii="Open Sans" w:hAnsi="Open Sans" w:cs="Open Sans"/>
                <w:snapToGrid w:val="0"/>
                <w:color w:val="000000"/>
              </w:rPr>
            </w:pPr>
            <w:r w:rsidRPr="00FD240D">
              <w:rPr>
                <w:rFonts w:ascii="Open Sans" w:hAnsi="Open Sans" w:cs="Open Sans"/>
                <w:snapToGrid w:val="0"/>
                <w:color w:val="000000"/>
              </w:rPr>
              <w:t>žig</w:t>
            </w:r>
          </w:p>
        </w:tc>
        <w:tc>
          <w:tcPr>
            <w:tcW w:w="3119" w:type="dxa"/>
            <w:tcBorders>
              <w:top w:val="single" w:sz="4" w:space="0" w:color="auto"/>
            </w:tcBorders>
          </w:tcPr>
          <w:p w14:paraId="58ABBDE7" w14:textId="77777777" w:rsidR="00B6429C" w:rsidRPr="00FD240D" w:rsidRDefault="00B6429C" w:rsidP="00093A7D">
            <w:pPr>
              <w:widowControl w:val="0"/>
              <w:jc w:val="center"/>
              <w:rPr>
                <w:rFonts w:ascii="Open Sans" w:hAnsi="Open Sans" w:cs="Open Sans"/>
                <w:snapToGrid w:val="0"/>
                <w:color w:val="000000"/>
              </w:rPr>
            </w:pPr>
            <w:r w:rsidRPr="00FD240D">
              <w:rPr>
                <w:rFonts w:ascii="Open Sans" w:hAnsi="Open Sans" w:cs="Open Sans"/>
                <w:snapToGrid w:val="0"/>
                <w:color w:val="000000"/>
              </w:rPr>
              <w:t>podpis odgovorne osebe</w:t>
            </w:r>
          </w:p>
        </w:tc>
      </w:tr>
    </w:tbl>
    <w:p w14:paraId="77C5325B" w14:textId="77777777" w:rsidR="00B6429C" w:rsidRPr="00FD240D" w:rsidRDefault="00B6429C" w:rsidP="00B6429C">
      <w:pPr>
        <w:widowControl w:val="0"/>
        <w:tabs>
          <w:tab w:val="left" w:pos="284"/>
        </w:tabs>
        <w:jc w:val="both"/>
        <w:rPr>
          <w:rFonts w:ascii="Open Sans" w:hAnsi="Open Sans" w:cs="Open Sans"/>
        </w:rPr>
      </w:pPr>
    </w:p>
    <w:p w14:paraId="6329BF19" w14:textId="77777777" w:rsidR="00B6429C" w:rsidRPr="00FD240D" w:rsidRDefault="00B6429C" w:rsidP="00B6429C">
      <w:pPr>
        <w:widowControl w:val="0"/>
        <w:tabs>
          <w:tab w:val="left" w:pos="284"/>
        </w:tabs>
        <w:jc w:val="both"/>
        <w:rPr>
          <w:rFonts w:ascii="Open Sans" w:hAnsi="Open Sans" w:cs="Open Sans"/>
        </w:rPr>
      </w:pPr>
    </w:p>
    <w:p w14:paraId="53950D9A" w14:textId="77777777" w:rsidR="00B6429C" w:rsidRPr="00FD240D" w:rsidRDefault="00B6429C" w:rsidP="00B6429C">
      <w:pPr>
        <w:widowControl w:val="0"/>
        <w:tabs>
          <w:tab w:val="left" w:pos="284"/>
        </w:tabs>
        <w:jc w:val="both"/>
        <w:rPr>
          <w:rFonts w:ascii="Open Sans" w:hAnsi="Open Sans" w:cs="Open Sans"/>
        </w:rPr>
      </w:pPr>
    </w:p>
    <w:p w14:paraId="1837BFE3" w14:textId="77777777" w:rsidR="00B6429C" w:rsidRPr="00FD240D" w:rsidRDefault="00B6429C" w:rsidP="00B6429C">
      <w:pPr>
        <w:widowControl w:val="0"/>
        <w:tabs>
          <w:tab w:val="left" w:pos="284"/>
        </w:tabs>
        <w:jc w:val="both"/>
        <w:rPr>
          <w:rFonts w:ascii="Open Sans" w:hAnsi="Open Sans" w:cs="Open Sans"/>
        </w:rPr>
      </w:pPr>
    </w:p>
    <w:p w14:paraId="2DC9335E" w14:textId="77777777" w:rsidR="00B6429C" w:rsidRPr="00FD240D" w:rsidRDefault="00B6429C" w:rsidP="00B6429C">
      <w:pPr>
        <w:widowControl w:val="0"/>
        <w:tabs>
          <w:tab w:val="left" w:pos="284"/>
        </w:tabs>
        <w:jc w:val="both"/>
        <w:rPr>
          <w:rFonts w:ascii="Open Sans" w:hAnsi="Open Sans" w:cs="Open Sans"/>
          <w:b/>
          <w:i/>
        </w:rPr>
      </w:pPr>
    </w:p>
    <w:p w14:paraId="1AC47711" w14:textId="77777777" w:rsidR="00B6429C" w:rsidRPr="00C85052" w:rsidRDefault="00B6429C" w:rsidP="00B6429C">
      <w:pPr>
        <w:widowControl w:val="0"/>
        <w:jc w:val="both"/>
        <w:rPr>
          <w:rFonts w:ascii="Open Sans" w:hAnsi="Open Sans" w:cs="Open Sans"/>
          <w:i/>
          <w:iCs/>
          <w:sz w:val="18"/>
          <w:szCs w:val="18"/>
        </w:rPr>
      </w:pPr>
      <w:r w:rsidRPr="00C85052">
        <w:rPr>
          <w:rFonts w:ascii="Open Sans" w:hAnsi="Open Sans" w:cs="Open Sans"/>
          <w:b/>
          <w:i/>
          <w:sz w:val="18"/>
          <w:szCs w:val="18"/>
        </w:rPr>
        <w:t xml:space="preserve">Navodila za izpolnitev: </w:t>
      </w:r>
      <w:r w:rsidRPr="00C85052">
        <w:rPr>
          <w:rFonts w:ascii="Open Sans" w:hAnsi="Open Sans" w:cs="Open Sans"/>
          <w:i/>
          <w:iCs/>
          <w:sz w:val="18"/>
          <w:szCs w:val="18"/>
        </w:rPr>
        <w:t xml:space="preserve">Izjavo izpolni in podpiše </w:t>
      </w:r>
      <w:r w:rsidRPr="00C85052">
        <w:rPr>
          <w:rFonts w:ascii="Open Sans" w:hAnsi="Open Sans" w:cs="Open Sans"/>
          <w:i/>
          <w:iCs/>
          <w:sz w:val="18"/>
          <w:szCs w:val="18"/>
          <w:u w:val="single"/>
        </w:rPr>
        <w:t>ponudnik</w:t>
      </w:r>
      <w:r w:rsidRPr="00C85052">
        <w:rPr>
          <w:rFonts w:ascii="Open Sans" w:hAnsi="Open Sans" w:cs="Open Sans"/>
          <w:i/>
          <w:iCs/>
          <w:sz w:val="18"/>
          <w:szCs w:val="18"/>
        </w:rPr>
        <w:t xml:space="preserve">, kot tudi vsi </w:t>
      </w:r>
      <w:r w:rsidRPr="00C85052">
        <w:rPr>
          <w:rFonts w:ascii="Open Sans" w:hAnsi="Open Sans" w:cs="Open Sans"/>
          <w:i/>
          <w:iCs/>
          <w:sz w:val="18"/>
          <w:szCs w:val="18"/>
          <w:u w:val="single"/>
        </w:rPr>
        <w:t>posamezni člani skupine ponudnikov</w:t>
      </w:r>
      <w:r w:rsidRPr="00C85052">
        <w:rPr>
          <w:rFonts w:ascii="Open Sans" w:hAnsi="Open Sans" w:cs="Open Sans"/>
          <w:i/>
          <w:iCs/>
          <w:sz w:val="18"/>
          <w:szCs w:val="18"/>
        </w:rPr>
        <w:t xml:space="preserve"> (partnerji) v primeru skupne ponudbe, vsi </w:t>
      </w:r>
      <w:r w:rsidRPr="00C85052">
        <w:rPr>
          <w:rFonts w:ascii="Open Sans" w:hAnsi="Open Sans" w:cs="Open Sans"/>
          <w:i/>
          <w:iCs/>
          <w:sz w:val="18"/>
          <w:szCs w:val="18"/>
          <w:u w:val="single"/>
        </w:rPr>
        <w:t>podizvajalci</w:t>
      </w:r>
      <w:r w:rsidRPr="00C85052">
        <w:rPr>
          <w:rFonts w:ascii="Open Sans" w:hAnsi="Open Sans" w:cs="Open Sans"/>
          <w:i/>
          <w:iCs/>
          <w:sz w:val="18"/>
          <w:szCs w:val="18"/>
        </w:rPr>
        <w:t xml:space="preserve"> ter vsi </w:t>
      </w:r>
      <w:r w:rsidRPr="00C85052">
        <w:rPr>
          <w:rFonts w:ascii="Open Sans" w:hAnsi="Open Sans" w:cs="Open Sans"/>
          <w:bCs/>
          <w:i/>
          <w:iCs/>
          <w:sz w:val="18"/>
          <w:szCs w:val="18"/>
          <w:u w:val="single"/>
        </w:rPr>
        <w:t>gospodarski subjekti katerih zmogljivosti uporablja ponudnik</w:t>
      </w:r>
      <w:r w:rsidRPr="00C85052">
        <w:rPr>
          <w:rFonts w:ascii="Open Sans" w:hAnsi="Open Sans" w:cs="Open Sans"/>
          <w:i/>
          <w:iCs/>
          <w:sz w:val="18"/>
          <w:szCs w:val="18"/>
        </w:rPr>
        <w:t>.</w:t>
      </w:r>
    </w:p>
    <w:p w14:paraId="7E187973" w14:textId="77777777" w:rsidR="00B6429C" w:rsidRPr="00C85052" w:rsidRDefault="00B6429C" w:rsidP="00B6429C">
      <w:pPr>
        <w:widowControl w:val="0"/>
        <w:tabs>
          <w:tab w:val="left" w:pos="284"/>
        </w:tabs>
        <w:jc w:val="both"/>
        <w:rPr>
          <w:rFonts w:ascii="Open Sans" w:hAnsi="Open Sans" w:cs="Open Sans"/>
          <w:i/>
          <w:sz w:val="18"/>
          <w:szCs w:val="18"/>
        </w:rPr>
      </w:pPr>
    </w:p>
    <w:p w14:paraId="0BF82C6A" w14:textId="77777777" w:rsidR="00B6429C" w:rsidRPr="00C85052" w:rsidRDefault="00B6429C" w:rsidP="00B6429C">
      <w:pPr>
        <w:widowControl w:val="0"/>
        <w:tabs>
          <w:tab w:val="left" w:pos="567"/>
          <w:tab w:val="num" w:pos="851"/>
          <w:tab w:val="left" w:pos="993"/>
        </w:tabs>
        <w:jc w:val="both"/>
        <w:rPr>
          <w:rFonts w:ascii="Open Sans" w:hAnsi="Open Sans" w:cs="Open Sans"/>
          <w:i/>
          <w:sz w:val="18"/>
          <w:szCs w:val="18"/>
        </w:rPr>
      </w:pPr>
      <w:r w:rsidRPr="00C85052">
        <w:rPr>
          <w:rFonts w:ascii="Open Sans" w:hAnsi="Open Sans" w:cs="Open Sans"/>
          <w:b/>
          <w:i/>
          <w:sz w:val="18"/>
          <w:szCs w:val="18"/>
        </w:rPr>
        <w:t xml:space="preserve">Navodilo: </w:t>
      </w:r>
      <w:r w:rsidRPr="00C85052">
        <w:rPr>
          <w:rFonts w:ascii="Open Sans" w:hAnsi="Open Sans" w:cs="Open Sans"/>
          <w:i/>
          <w:sz w:val="18"/>
          <w:szCs w:val="18"/>
        </w:rPr>
        <w:t>Obrazec se po potrebi kopira!</w:t>
      </w:r>
    </w:p>
    <w:p w14:paraId="4ACC86E5" w14:textId="77777777" w:rsidR="00B6429C" w:rsidRPr="00C85052" w:rsidRDefault="00B6429C" w:rsidP="00B6429C">
      <w:pPr>
        <w:widowControl w:val="0"/>
        <w:tabs>
          <w:tab w:val="left" w:pos="284"/>
        </w:tabs>
        <w:jc w:val="both"/>
        <w:rPr>
          <w:rFonts w:ascii="Open Sans" w:hAnsi="Open Sans" w:cs="Open Sans"/>
          <w:i/>
          <w:sz w:val="18"/>
          <w:szCs w:val="18"/>
        </w:rPr>
      </w:pPr>
    </w:p>
    <w:p w14:paraId="235FD55C" w14:textId="77777777" w:rsidR="00B6429C" w:rsidRPr="00C85052" w:rsidRDefault="00B6429C" w:rsidP="00B6429C">
      <w:pPr>
        <w:widowControl w:val="0"/>
        <w:tabs>
          <w:tab w:val="left" w:pos="284"/>
        </w:tabs>
        <w:jc w:val="both"/>
        <w:rPr>
          <w:rFonts w:ascii="Open Sans" w:hAnsi="Open Sans" w:cs="Open Sans"/>
          <w:bCs/>
          <w:i/>
          <w:sz w:val="18"/>
          <w:szCs w:val="18"/>
        </w:rPr>
      </w:pPr>
      <w:r w:rsidRPr="00C85052">
        <w:rPr>
          <w:rFonts w:ascii="Open Sans" w:hAnsi="Open Sans" w:cs="Open Sans"/>
          <w:b/>
          <w:bCs/>
          <w:i/>
          <w:sz w:val="18"/>
          <w:szCs w:val="18"/>
        </w:rPr>
        <w:t>Opomba:</w:t>
      </w:r>
      <w:r w:rsidRPr="00C85052">
        <w:rPr>
          <w:rFonts w:ascii="Open Sans" w:hAnsi="Open Sans" w:cs="Open Sans"/>
          <w:bCs/>
          <w:i/>
          <w:sz w:val="18"/>
          <w:szCs w:val="18"/>
        </w:rPr>
        <w:t xml:space="preserve"> </w:t>
      </w:r>
    </w:p>
    <w:p w14:paraId="2E88FFEB" w14:textId="77777777" w:rsidR="00B6429C" w:rsidRPr="00C85052" w:rsidRDefault="00B6429C" w:rsidP="0019014E">
      <w:pPr>
        <w:widowControl w:val="0"/>
        <w:numPr>
          <w:ilvl w:val="0"/>
          <w:numId w:val="5"/>
        </w:numPr>
        <w:tabs>
          <w:tab w:val="left" w:pos="284"/>
          <w:tab w:val="num" w:pos="360"/>
        </w:tabs>
        <w:ind w:left="360"/>
        <w:jc w:val="both"/>
        <w:rPr>
          <w:rFonts w:ascii="Open Sans" w:hAnsi="Open Sans" w:cs="Open Sans"/>
          <w:i/>
          <w:iCs/>
          <w:sz w:val="18"/>
          <w:szCs w:val="18"/>
        </w:rPr>
      </w:pPr>
      <w:r w:rsidRPr="00C85052">
        <w:rPr>
          <w:rFonts w:ascii="Open Sans" w:hAnsi="Open Sans" w:cs="Open Sans"/>
          <w:i/>
          <w:iCs/>
          <w:sz w:val="18"/>
          <w:szCs w:val="18"/>
        </w:rPr>
        <w:t xml:space="preserve">V skladu z odgovorom Komisije za preprečevanje korupcije na vprašanje št. 214 z dne 23.2.2012 v zadevi pod št. 0672-1/2012-39 (objavljeno na spletni strani </w:t>
      </w:r>
      <w:hyperlink r:id="rId19" w:history="1">
        <w:r w:rsidRPr="00C85052">
          <w:rPr>
            <w:rFonts w:ascii="Open Sans" w:hAnsi="Open Sans" w:cs="Open Sans"/>
            <w:i/>
            <w:iCs/>
            <w:color w:val="0000FF"/>
            <w:sz w:val="18"/>
            <w:szCs w:val="18"/>
            <w:u w:val="single"/>
          </w:rPr>
          <w:t>https://www.kpk-rs.si/sl/pogosta-vprasanja</w:t>
        </w:r>
      </w:hyperlink>
      <w:r w:rsidRPr="00C85052">
        <w:rPr>
          <w:rFonts w:ascii="Open Sans" w:hAnsi="Open Sans" w:cs="Open Sans"/>
          <w:i/>
          <w:iCs/>
          <w:sz w:val="18"/>
          <w:szCs w:val="18"/>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8CE9783" w14:textId="77777777" w:rsidR="00B6429C" w:rsidRPr="00C85052" w:rsidRDefault="00B6429C" w:rsidP="00B6429C">
      <w:pPr>
        <w:widowControl w:val="0"/>
        <w:tabs>
          <w:tab w:val="num" w:pos="720"/>
        </w:tabs>
        <w:ind w:left="284" w:hanging="284"/>
        <w:jc w:val="both"/>
        <w:rPr>
          <w:rFonts w:ascii="Open Sans" w:hAnsi="Open Sans" w:cs="Open Sans"/>
          <w:sz w:val="18"/>
          <w:szCs w:val="18"/>
        </w:rPr>
      </w:pPr>
      <w:r w:rsidRPr="00C85052">
        <w:rPr>
          <w:rFonts w:ascii="Open Sans" w:hAnsi="Open Sans" w:cs="Open Sans"/>
          <w:i/>
          <w:sz w:val="18"/>
          <w:szCs w:val="18"/>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C85052">
        <w:rPr>
          <w:rFonts w:ascii="Open Sans" w:hAnsi="Open Sans" w:cs="Open Sans"/>
          <w:i/>
          <w:sz w:val="18"/>
          <w:szCs w:val="18"/>
        </w:rPr>
        <w:t>ZIntPK</w:t>
      </w:r>
      <w:proofErr w:type="spellEnd"/>
      <w:r w:rsidRPr="00C85052">
        <w:rPr>
          <w:rFonts w:ascii="Open Sans" w:hAnsi="Open Sans" w:cs="Open Sans"/>
          <w:i/>
          <w:sz w:val="18"/>
          <w:szCs w:val="18"/>
        </w:rPr>
        <w:t>, ki določa kot obvezno sestavino izjave o lastniški strukturi tudi navedbo o tihih družbenikih, ne pride več v poštev.</w:t>
      </w:r>
      <w:r w:rsidRPr="00FD240D">
        <w:rPr>
          <w:rFonts w:ascii="Open Sans" w:hAnsi="Open Sans" w:cs="Open Sans"/>
          <w:i/>
        </w:rPr>
        <w:t xml:space="preserve"> </w:t>
      </w:r>
      <w:r w:rsidRPr="00C85052">
        <w:rPr>
          <w:rFonts w:ascii="Open Sans" w:hAnsi="Open Sans" w:cs="Open Sans"/>
          <w:i/>
          <w:sz w:val="18"/>
          <w:szCs w:val="18"/>
        </w:rPr>
        <w:t>Določba še vedno nespremenjeno velja za tuje družbe, če po tujem pravu institut tihe družbe obstaja.</w:t>
      </w:r>
      <w:r w:rsidRPr="00C85052">
        <w:rPr>
          <w:rFonts w:ascii="Open Sans" w:hAnsi="Open Sans" w:cs="Open Sans"/>
          <w:sz w:val="18"/>
          <w:szCs w:val="18"/>
        </w:rPr>
        <w:t xml:space="preserve"> </w:t>
      </w:r>
    </w:p>
    <w:p w14:paraId="08975ED3" w14:textId="77777777" w:rsidR="00B6429C" w:rsidRPr="00FD240D" w:rsidRDefault="00B6429C" w:rsidP="00B6429C">
      <w:pPr>
        <w:widowControl w:val="0"/>
        <w:ind w:left="360"/>
        <w:jc w:val="both"/>
        <w:rPr>
          <w:rFonts w:ascii="Open Sans" w:hAnsi="Open Sans" w:cs="Open Sans"/>
        </w:rPr>
      </w:pPr>
    </w:p>
    <w:p w14:paraId="1867A6FB" w14:textId="49F89263" w:rsidR="00152241" w:rsidRPr="00FD240D" w:rsidRDefault="00152241" w:rsidP="00B6429C">
      <w:pPr>
        <w:widowControl w:val="0"/>
        <w:jc w:val="both"/>
        <w:rPr>
          <w:rFonts w:ascii="Open Sans" w:hAnsi="Open Sans" w:cs="Open Sans"/>
          <w: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152241" w:rsidRPr="00FD240D" w14:paraId="2BF90897" w14:textId="77777777" w:rsidTr="00F912EC">
        <w:tc>
          <w:tcPr>
            <w:tcW w:w="7938" w:type="dxa"/>
            <w:tcBorders>
              <w:top w:val="single" w:sz="4" w:space="0" w:color="auto"/>
              <w:bottom w:val="single" w:sz="4" w:space="0" w:color="auto"/>
            </w:tcBorders>
          </w:tcPr>
          <w:p w14:paraId="5B7DADB8" w14:textId="77777777" w:rsidR="00152241" w:rsidRPr="00FD240D" w:rsidRDefault="00152241" w:rsidP="00F912EC">
            <w:pPr>
              <w:widowControl w:val="0"/>
              <w:jc w:val="both"/>
              <w:rPr>
                <w:rFonts w:ascii="Open Sans" w:hAnsi="Open Sans" w:cs="Open Sans"/>
              </w:rPr>
            </w:pPr>
            <w:r w:rsidRPr="00FD240D">
              <w:rPr>
                <w:rFonts w:ascii="Open Sans" w:hAnsi="Open Sans" w:cs="Open Sans"/>
                <w:i/>
              </w:rPr>
              <w:lastRenderedPageBreak/>
              <w:br w:type="page"/>
            </w:r>
            <w:r w:rsidRPr="00FD240D">
              <w:rPr>
                <w:rFonts w:ascii="Open Sans" w:hAnsi="Open Sans" w:cs="Open Sans"/>
              </w:rPr>
              <w:br w:type="page"/>
            </w:r>
            <w:r w:rsidRPr="00FD240D">
              <w:rPr>
                <w:rFonts w:ascii="Open Sans" w:hAnsi="Open Sans" w:cs="Open Sans"/>
              </w:rPr>
              <w:br w:type="page"/>
              <w:t>POOBLASTILO ZA PRIDOBITEV DOKAZILA IZ URADNIH EVIDENC – ZA FIZIČNE OSEBE</w:t>
            </w:r>
          </w:p>
        </w:tc>
        <w:tc>
          <w:tcPr>
            <w:tcW w:w="1560" w:type="dxa"/>
            <w:tcBorders>
              <w:top w:val="single" w:sz="4" w:space="0" w:color="auto"/>
              <w:bottom w:val="single" w:sz="4" w:space="0" w:color="auto"/>
            </w:tcBorders>
          </w:tcPr>
          <w:p w14:paraId="7F7E5111" w14:textId="77777777" w:rsidR="00152241" w:rsidRPr="00FD240D" w:rsidRDefault="00152241" w:rsidP="00F912EC">
            <w:pPr>
              <w:widowControl w:val="0"/>
              <w:jc w:val="both"/>
              <w:rPr>
                <w:rFonts w:ascii="Open Sans" w:hAnsi="Open Sans" w:cs="Open Sans"/>
                <w:b/>
                <w:bCs/>
                <w:i/>
                <w:iCs/>
              </w:rPr>
            </w:pPr>
            <w:r w:rsidRPr="00FD240D">
              <w:rPr>
                <w:rFonts w:ascii="Open Sans" w:hAnsi="Open Sans" w:cs="Open Sans"/>
                <w:b/>
                <w:bCs/>
                <w:i/>
                <w:iCs/>
              </w:rPr>
              <w:t>Priloga 4</w:t>
            </w:r>
          </w:p>
        </w:tc>
      </w:tr>
    </w:tbl>
    <w:p w14:paraId="0BCB55CF" w14:textId="77777777" w:rsidR="00152241" w:rsidRPr="00FD240D" w:rsidRDefault="00152241" w:rsidP="00152241">
      <w:pPr>
        <w:widowControl w:val="0"/>
        <w:tabs>
          <w:tab w:val="left" w:pos="284"/>
        </w:tabs>
        <w:jc w:val="both"/>
        <w:rPr>
          <w:rFonts w:ascii="Open Sans" w:hAnsi="Open Sans" w:cs="Open Sans"/>
          <w:b/>
        </w:rPr>
      </w:pPr>
    </w:p>
    <w:p w14:paraId="12A7AE95" w14:textId="390D66A8" w:rsidR="00152241" w:rsidRPr="00FD240D" w:rsidRDefault="00152241" w:rsidP="00152241">
      <w:pPr>
        <w:widowControl w:val="0"/>
        <w:tabs>
          <w:tab w:val="left" w:pos="567"/>
          <w:tab w:val="num" w:pos="851"/>
          <w:tab w:val="left" w:pos="993"/>
        </w:tabs>
        <w:rPr>
          <w:rFonts w:ascii="Open Sans" w:hAnsi="Open Sans" w:cs="Open Sans"/>
        </w:rPr>
      </w:pPr>
      <w:r w:rsidRPr="00FD240D">
        <w:rPr>
          <w:rFonts w:ascii="Open Sans" w:hAnsi="Open Sans" w:cs="Open Sans"/>
        </w:rPr>
        <w:t xml:space="preserve">Ime in priimek _________________________________________________________________ </w:t>
      </w:r>
    </w:p>
    <w:p w14:paraId="45E14F70"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6FB15633" w14:textId="2C467349"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rPr>
        <w:t>EMŠO ________________________________________________________________________</w:t>
      </w:r>
    </w:p>
    <w:p w14:paraId="0144CC8E"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476817F6" w14:textId="39F65A86"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rPr>
        <w:t>Spodaj podpisani/a, ki sem pri gospodarskemu subjektu _________________________________</w:t>
      </w:r>
    </w:p>
    <w:p w14:paraId="7F6C10EE"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6FD27A96" w14:textId="77777777"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rPr>
        <w:t>član/ica (ustrezno obkrožiti/označiti):</w:t>
      </w:r>
    </w:p>
    <w:p w14:paraId="78B5BDB5" w14:textId="77777777" w:rsidR="00152241" w:rsidRPr="00FD240D" w:rsidRDefault="00152241" w:rsidP="0019014E">
      <w:pPr>
        <w:widowControl w:val="0"/>
        <w:numPr>
          <w:ilvl w:val="0"/>
          <w:numId w:val="38"/>
        </w:numPr>
        <w:tabs>
          <w:tab w:val="left" w:pos="567"/>
          <w:tab w:val="num" w:pos="851"/>
          <w:tab w:val="left" w:pos="993"/>
        </w:tabs>
        <w:jc w:val="both"/>
        <w:rPr>
          <w:rFonts w:ascii="Open Sans" w:hAnsi="Open Sans" w:cs="Open Sans"/>
        </w:rPr>
      </w:pPr>
      <w:r w:rsidRPr="00FD240D">
        <w:rPr>
          <w:rFonts w:ascii="Open Sans" w:hAnsi="Open Sans" w:cs="Open Sans"/>
        </w:rPr>
        <w:t xml:space="preserve">upravnega organa ali </w:t>
      </w:r>
    </w:p>
    <w:p w14:paraId="6F3BB446" w14:textId="77777777" w:rsidR="00152241" w:rsidRPr="00FD240D" w:rsidRDefault="00152241" w:rsidP="0019014E">
      <w:pPr>
        <w:widowControl w:val="0"/>
        <w:numPr>
          <w:ilvl w:val="0"/>
          <w:numId w:val="38"/>
        </w:numPr>
        <w:tabs>
          <w:tab w:val="left" w:pos="567"/>
          <w:tab w:val="num" w:pos="851"/>
          <w:tab w:val="left" w:pos="993"/>
        </w:tabs>
        <w:jc w:val="both"/>
        <w:rPr>
          <w:rFonts w:ascii="Open Sans" w:hAnsi="Open Sans" w:cs="Open Sans"/>
        </w:rPr>
      </w:pPr>
      <w:r w:rsidRPr="00FD240D">
        <w:rPr>
          <w:rFonts w:ascii="Open Sans" w:hAnsi="Open Sans" w:cs="Open Sans"/>
        </w:rPr>
        <w:t>vodstvenega organa ali</w:t>
      </w:r>
    </w:p>
    <w:p w14:paraId="607FD471" w14:textId="77777777" w:rsidR="00152241" w:rsidRPr="00FD240D" w:rsidRDefault="00152241" w:rsidP="0019014E">
      <w:pPr>
        <w:widowControl w:val="0"/>
        <w:numPr>
          <w:ilvl w:val="0"/>
          <w:numId w:val="38"/>
        </w:numPr>
        <w:tabs>
          <w:tab w:val="left" w:pos="567"/>
          <w:tab w:val="num" w:pos="851"/>
          <w:tab w:val="left" w:pos="993"/>
        </w:tabs>
        <w:jc w:val="both"/>
        <w:rPr>
          <w:rFonts w:ascii="Open Sans" w:hAnsi="Open Sans" w:cs="Open Sans"/>
        </w:rPr>
      </w:pPr>
      <w:r w:rsidRPr="00FD240D">
        <w:rPr>
          <w:rFonts w:ascii="Open Sans" w:hAnsi="Open Sans" w:cs="Open Sans"/>
        </w:rPr>
        <w:t xml:space="preserve">nadzornega organa </w:t>
      </w:r>
    </w:p>
    <w:p w14:paraId="2305EC5D"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3549622F" w14:textId="77777777"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rPr>
        <w:t>oziroma imam pooblastila za (ustrezno obkrožiti/označiti):</w:t>
      </w:r>
    </w:p>
    <w:p w14:paraId="5B4879F7" w14:textId="77777777" w:rsidR="00152241" w:rsidRPr="00FD240D" w:rsidRDefault="00152241" w:rsidP="0019014E">
      <w:pPr>
        <w:widowControl w:val="0"/>
        <w:numPr>
          <w:ilvl w:val="0"/>
          <w:numId w:val="38"/>
        </w:numPr>
        <w:tabs>
          <w:tab w:val="left" w:pos="567"/>
          <w:tab w:val="num" w:pos="851"/>
          <w:tab w:val="left" w:pos="993"/>
        </w:tabs>
        <w:jc w:val="both"/>
        <w:rPr>
          <w:rFonts w:ascii="Open Sans" w:hAnsi="Open Sans" w:cs="Open Sans"/>
        </w:rPr>
      </w:pPr>
      <w:r w:rsidRPr="00FD240D">
        <w:rPr>
          <w:rFonts w:ascii="Open Sans" w:hAnsi="Open Sans" w:cs="Open Sans"/>
        </w:rPr>
        <w:t>njegovo zastopanje ali</w:t>
      </w:r>
    </w:p>
    <w:p w14:paraId="067BF138" w14:textId="77777777" w:rsidR="00152241" w:rsidRPr="00FD240D" w:rsidRDefault="00152241" w:rsidP="0019014E">
      <w:pPr>
        <w:widowControl w:val="0"/>
        <w:numPr>
          <w:ilvl w:val="0"/>
          <w:numId w:val="38"/>
        </w:numPr>
        <w:tabs>
          <w:tab w:val="left" w:pos="567"/>
          <w:tab w:val="num" w:pos="851"/>
          <w:tab w:val="left" w:pos="993"/>
        </w:tabs>
        <w:jc w:val="both"/>
        <w:rPr>
          <w:rFonts w:ascii="Open Sans" w:hAnsi="Open Sans" w:cs="Open Sans"/>
        </w:rPr>
      </w:pPr>
      <w:r w:rsidRPr="00FD240D">
        <w:rPr>
          <w:rFonts w:ascii="Open Sans" w:hAnsi="Open Sans" w:cs="Open Sans"/>
        </w:rPr>
        <w:t>odločanje ali</w:t>
      </w:r>
    </w:p>
    <w:p w14:paraId="5BE1A7D1" w14:textId="77777777" w:rsidR="00152241" w:rsidRPr="00FD240D" w:rsidRDefault="00152241" w:rsidP="0019014E">
      <w:pPr>
        <w:widowControl w:val="0"/>
        <w:numPr>
          <w:ilvl w:val="0"/>
          <w:numId w:val="38"/>
        </w:numPr>
        <w:tabs>
          <w:tab w:val="left" w:pos="567"/>
          <w:tab w:val="num" w:pos="851"/>
          <w:tab w:val="left" w:pos="993"/>
        </w:tabs>
        <w:jc w:val="both"/>
        <w:rPr>
          <w:rFonts w:ascii="Open Sans" w:hAnsi="Open Sans" w:cs="Open Sans"/>
        </w:rPr>
      </w:pPr>
      <w:r w:rsidRPr="00FD240D">
        <w:rPr>
          <w:rFonts w:ascii="Open Sans" w:hAnsi="Open Sans" w:cs="Open Sans"/>
        </w:rPr>
        <w:t>nadzor v njem,</w:t>
      </w:r>
    </w:p>
    <w:p w14:paraId="7AEFD8C9"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5E5C8B62" w14:textId="77777777"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b/>
        </w:rPr>
        <w:t>pod kazensko in materialno odgovornostjo</w:t>
      </w:r>
      <w:r w:rsidRPr="00FD240D">
        <w:rPr>
          <w:rFonts w:ascii="Open Sans" w:hAnsi="Open Sans" w:cs="Open Sans"/>
        </w:rPr>
        <w:t xml:space="preserve"> </w:t>
      </w:r>
    </w:p>
    <w:p w14:paraId="1F5C0BE4" w14:textId="77777777" w:rsidR="00152241" w:rsidRPr="00FD240D" w:rsidRDefault="00152241" w:rsidP="00152241">
      <w:pPr>
        <w:widowControl w:val="0"/>
        <w:tabs>
          <w:tab w:val="left" w:pos="567"/>
          <w:tab w:val="num" w:pos="851"/>
          <w:tab w:val="left" w:pos="993"/>
        </w:tabs>
        <w:jc w:val="center"/>
        <w:rPr>
          <w:rFonts w:ascii="Open Sans" w:hAnsi="Open Sans" w:cs="Open Sans"/>
          <w:b/>
        </w:rPr>
      </w:pPr>
    </w:p>
    <w:p w14:paraId="2940E2C6" w14:textId="77777777" w:rsidR="00152241" w:rsidRPr="00FD240D" w:rsidRDefault="00152241" w:rsidP="00152241">
      <w:pPr>
        <w:widowControl w:val="0"/>
        <w:tabs>
          <w:tab w:val="left" w:pos="567"/>
          <w:tab w:val="num" w:pos="851"/>
          <w:tab w:val="left" w:pos="993"/>
        </w:tabs>
        <w:jc w:val="center"/>
        <w:rPr>
          <w:rFonts w:ascii="Open Sans" w:hAnsi="Open Sans" w:cs="Open Sans"/>
          <w:b/>
        </w:rPr>
      </w:pPr>
      <w:r w:rsidRPr="00FD240D">
        <w:rPr>
          <w:rFonts w:ascii="Open Sans" w:hAnsi="Open Sans" w:cs="Open Sans"/>
          <w:b/>
        </w:rPr>
        <w:t>IZJAVLJAM</w:t>
      </w:r>
    </w:p>
    <w:p w14:paraId="3948A191"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326B1723" w14:textId="77777777"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rPr>
        <w:t xml:space="preserve">da mi ni bila izrečena pravnomočna sodba za kazniva dejanja iz Kazenskega zakonika (Uradni list RS, št. 50/12 </w:t>
      </w:r>
      <w:r w:rsidRPr="00FD240D">
        <w:rPr>
          <w:rFonts w:ascii="Open Sans" w:hAnsi="Open Sans" w:cs="Open Sans"/>
          <w:bCs/>
        </w:rPr>
        <w:t>s spremembami; v nadaljnjem besedilu: KZ-1</w:t>
      </w:r>
      <w:r w:rsidRPr="00FD240D">
        <w:rPr>
          <w:rFonts w:ascii="Open Sans" w:hAnsi="Open Sans" w:cs="Open Sans"/>
        </w:rPr>
        <w:t xml:space="preserve">) in so našteta v prvem odstavku 75. člena ZJN-3, ali za primerljiva kazniva dejanja, ki so jih izrekla tuja sodišča. </w:t>
      </w:r>
    </w:p>
    <w:p w14:paraId="51635CED"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6BF0C750" w14:textId="77777777" w:rsidR="00152241" w:rsidRPr="00FD240D" w:rsidRDefault="00152241" w:rsidP="00152241">
      <w:pPr>
        <w:widowControl w:val="0"/>
        <w:tabs>
          <w:tab w:val="left" w:pos="567"/>
          <w:tab w:val="num" w:pos="851"/>
          <w:tab w:val="left" w:pos="993"/>
        </w:tabs>
        <w:jc w:val="both"/>
        <w:rPr>
          <w:rFonts w:ascii="Open Sans" w:hAnsi="Open Sans" w:cs="Open Sans"/>
        </w:rPr>
      </w:pPr>
      <w:r w:rsidRPr="00FD240D">
        <w:rPr>
          <w:rFonts w:ascii="Open Sans" w:hAnsi="Open Sans" w:cs="Open Sans"/>
        </w:rPr>
        <w:t>in</w:t>
      </w:r>
    </w:p>
    <w:p w14:paraId="2168D037" w14:textId="77777777" w:rsidR="00152241" w:rsidRPr="00FD240D" w:rsidRDefault="00152241" w:rsidP="00152241">
      <w:pPr>
        <w:widowControl w:val="0"/>
        <w:tabs>
          <w:tab w:val="left" w:pos="567"/>
          <w:tab w:val="num" w:pos="851"/>
          <w:tab w:val="left" w:pos="993"/>
        </w:tabs>
        <w:jc w:val="center"/>
        <w:rPr>
          <w:rFonts w:ascii="Open Sans" w:hAnsi="Open Sans" w:cs="Open Sans"/>
          <w:b/>
        </w:rPr>
      </w:pPr>
      <w:r w:rsidRPr="00FD240D">
        <w:rPr>
          <w:rFonts w:ascii="Open Sans" w:hAnsi="Open Sans" w:cs="Open Sans"/>
          <w:b/>
        </w:rPr>
        <w:t>POOBLAŠČAM</w:t>
      </w:r>
    </w:p>
    <w:p w14:paraId="4D089610" w14:textId="77777777" w:rsidR="00152241" w:rsidRPr="00FD240D" w:rsidRDefault="00152241" w:rsidP="00152241">
      <w:pPr>
        <w:widowControl w:val="0"/>
        <w:tabs>
          <w:tab w:val="left" w:pos="567"/>
          <w:tab w:val="num" w:pos="851"/>
          <w:tab w:val="left" w:pos="993"/>
        </w:tabs>
        <w:jc w:val="both"/>
        <w:rPr>
          <w:rFonts w:ascii="Open Sans" w:hAnsi="Open Sans" w:cs="Open Sans"/>
        </w:rPr>
      </w:pPr>
    </w:p>
    <w:p w14:paraId="6E0452AB" w14:textId="0DCF348E" w:rsidR="00152241" w:rsidRPr="00FD240D" w:rsidRDefault="00152241" w:rsidP="00152241">
      <w:pPr>
        <w:widowControl w:val="0"/>
        <w:tabs>
          <w:tab w:val="left" w:pos="567"/>
          <w:tab w:val="left" w:pos="851"/>
          <w:tab w:val="left" w:pos="993"/>
        </w:tabs>
        <w:suppressAutoHyphens/>
        <w:jc w:val="both"/>
        <w:rPr>
          <w:rFonts w:ascii="Open Sans" w:hAnsi="Open Sans" w:cs="Open Sans"/>
        </w:rPr>
      </w:pPr>
      <w:r w:rsidRPr="00FD240D">
        <w:rPr>
          <w:rFonts w:ascii="Open Sans" w:hAnsi="Open Sans" w:cs="Open Sans"/>
        </w:rPr>
        <w:t xml:space="preserve">JAVNO PODJETJE ENERGETIKA LJUUBLJANA, d.o.o., Verovškova ulica 62, 1000 Ljubljana, da za potrebe preverjanja izpolnjevanja pogojev v postopku oddaje javnega naročila št. </w:t>
      </w:r>
      <w:r w:rsidR="00FD240D">
        <w:rPr>
          <w:rFonts w:ascii="Open Sans" w:hAnsi="Open Sans" w:cs="Open Sans"/>
          <w:b/>
          <w:noProof/>
        </w:rPr>
        <w:t>ENLJ-SAL-80/25</w:t>
      </w:r>
      <w:r w:rsidRPr="00FD240D">
        <w:rPr>
          <w:rFonts w:ascii="Open Sans" w:hAnsi="Open Sans" w:cs="Open Sans"/>
          <w:b/>
          <w:noProof/>
        </w:rPr>
        <w:t xml:space="preserve"> -</w:t>
      </w:r>
      <w:r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Pr="00FD240D">
        <w:rPr>
          <w:rFonts w:ascii="Open Sans" w:hAnsi="Open Sans" w:cs="Open Sans"/>
        </w:rPr>
        <w:t xml:space="preserve">, od Ministrstva za pravosodje pridobi potrdilo iz kazenske evidence oziroma preveri podatke za preveritev ponudbe /zahtev iz tč. 3.1. razpisne dokumentacije/ v enotnem informacijskem sistemu </w:t>
      </w:r>
      <w:proofErr w:type="spellStart"/>
      <w:r w:rsidRPr="00FD240D">
        <w:rPr>
          <w:rFonts w:ascii="Open Sans" w:hAnsi="Open Sans" w:cs="Open Sans"/>
        </w:rPr>
        <w:t>eJN</w:t>
      </w:r>
      <w:proofErr w:type="spellEnd"/>
      <w:r w:rsidRPr="00FD240D">
        <w:rPr>
          <w:rFonts w:ascii="Open Sans" w:hAnsi="Open Sans" w:cs="Open Sans"/>
        </w:rPr>
        <w:t xml:space="preserve"> – </w:t>
      </w:r>
      <w:proofErr w:type="spellStart"/>
      <w:r w:rsidRPr="00FD240D">
        <w:rPr>
          <w:rFonts w:ascii="Open Sans" w:hAnsi="Open Sans" w:cs="Open Sans"/>
        </w:rPr>
        <w:t>eDosje</w:t>
      </w:r>
      <w:proofErr w:type="spellEnd"/>
      <w:r w:rsidRPr="00FD240D">
        <w:rPr>
          <w:rFonts w:ascii="Open Sans" w:hAnsi="Open Sans" w:cs="Open Sans"/>
        </w:rPr>
        <w:t xml:space="preserve"> v povezavi z devetim odstavkom 77. člena ZJN-3.</w:t>
      </w:r>
    </w:p>
    <w:p w14:paraId="62227104" w14:textId="2874472C" w:rsidR="00152241" w:rsidRPr="00FD240D" w:rsidRDefault="00152241" w:rsidP="00152241">
      <w:pPr>
        <w:widowControl w:val="0"/>
        <w:tabs>
          <w:tab w:val="left" w:pos="567"/>
          <w:tab w:val="left" w:pos="851"/>
          <w:tab w:val="left" w:pos="993"/>
        </w:tabs>
        <w:suppressAutoHyphens/>
        <w:jc w:val="both"/>
        <w:rPr>
          <w:rFonts w:ascii="Open Sans" w:hAnsi="Open Sans" w:cs="Open Sans"/>
          <w:b/>
        </w:rPr>
      </w:pPr>
    </w:p>
    <w:p w14:paraId="0FDB2500" w14:textId="77777777" w:rsidR="00152241" w:rsidRPr="00FD240D" w:rsidRDefault="00152241" w:rsidP="00152241">
      <w:pPr>
        <w:widowControl w:val="0"/>
        <w:tabs>
          <w:tab w:val="left" w:pos="567"/>
          <w:tab w:val="left" w:pos="851"/>
          <w:tab w:val="left" w:pos="993"/>
        </w:tabs>
        <w:suppressAutoHyphens/>
        <w:jc w:val="both"/>
        <w:rPr>
          <w:rFonts w:ascii="Open Sans" w:hAnsi="Open Sans" w:cs="Open Sans"/>
          <w:b/>
        </w:rPr>
      </w:pPr>
    </w:p>
    <w:p w14:paraId="70436CC3" w14:textId="77777777" w:rsidR="00152241" w:rsidRPr="00FD240D" w:rsidRDefault="00152241" w:rsidP="00152241">
      <w:pPr>
        <w:widowControl w:val="0"/>
        <w:tabs>
          <w:tab w:val="left" w:pos="567"/>
          <w:tab w:val="num" w:pos="851"/>
          <w:tab w:val="left" w:pos="993"/>
        </w:tabs>
        <w:jc w:val="both"/>
        <w:rPr>
          <w:rFonts w:ascii="Open Sans" w:hAnsi="Open Sans" w:cs="Open San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52241" w:rsidRPr="00FD240D" w14:paraId="49446C8F" w14:textId="77777777" w:rsidTr="00F912EC">
        <w:trPr>
          <w:trHeight w:val="235"/>
        </w:trPr>
        <w:tc>
          <w:tcPr>
            <w:tcW w:w="3402" w:type="dxa"/>
            <w:tcBorders>
              <w:top w:val="single" w:sz="4" w:space="0" w:color="auto"/>
            </w:tcBorders>
          </w:tcPr>
          <w:p w14:paraId="65B07976" w14:textId="77777777" w:rsidR="00152241" w:rsidRPr="00FD240D" w:rsidRDefault="00152241" w:rsidP="00F912EC">
            <w:pPr>
              <w:widowControl w:val="0"/>
              <w:jc w:val="center"/>
              <w:rPr>
                <w:rFonts w:ascii="Open Sans" w:hAnsi="Open Sans" w:cs="Open Sans"/>
                <w:snapToGrid w:val="0"/>
                <w:color w:val="000000"/>
              </w:rPr>
            </w:pPr>
            <w:r w:rsidRPr="00FD240D">
              <w:rPr>
                <w:rFonts w:ascii="Open Sans" w:hAnsi="Open Sans" w:cs="Open Sans"/>
                <w:snapToGrid w:val="0"/>
                <w:color w:val="000000"/>
              </w:rPr>
              <w:t xml:space="preserve"> (Kraj, datum)</w:t>
            </w:r>
          </w:p>
        </w:tc>
        <w:tc>
          <w:tcPr>
            <w:tcW w:w="2410" w:type="dxa"/>
          </w:tcPr>
          <w:p w14:paraId="3E309130" w14:textId="77777777" w:rsidR="00152241" w:rsidRPr="00FD240D" w:rsidRDefault="00152241" w:rsidP="00F912EC">
            <w:pPr>
              <w:widowControl w:val="0"/>
              <w:jc w:val="center"/>
              <w:rPr>
                <w:rFonts w:ascii="Open Sans" w:hAnsi="Open Sans" w:cs="Open Sans"/>
                <w:snapToGrid w:val="0"/>
                <w:color w:val="000000"/>
              </w:rPr>
            </w:pPr>
          </w:p>
        </w:tc>
        <w:tc>
          <w:tcPr>
            <w:tcW w:w="3686" w:type="dxa"/>
            <w:tcBorders>
              <w:top w:val="single" w:sz="4" w:space="0" w:color="auto"/>
            </w:tcBorders>
          </w:tcPr>
          <w:p w14:paraId="683EB8CD" w14:textId="77777777" w:rsidR="00152241" w:rsidRPr="00FD240D" w:rsidRDefault="00152241" w:rsidP="00F912EC">
            <w:pPr>
              <w:widowControl w:val="0"/>
              <w:jc w:val="center"/>
              <w:rPr>
                <w:rFonts w:ascii="Open Sans" w:hAnsi="Open Sans" w:cs="Open Sans"/>
                <w:snapToGrid w:val="0"/>
                <w:color w:val="000000"/>
              </w:rPr>
            </w:pPr>
            <w:r w:rsidRPr="00FD240D">
              <w:rPr>
                <w:rFonts w:ascii="Open Sans" w:hAnsi="Open Sans" w:cs="Open Sans"/>
                <w:snapToGrid w:val="0"/>
                <w:color w:val="000000"/>
              </w:rPr>
              <w:t>(Podpis fizične osebe)</w:t>
            </w:r>
          </w:p>
        </w:tc>
      </w:tr>
    </w:tbl>
    <w:p w14:paraId="61058CDA" w14:textId="77777777" w:rsidR="00152241" w:rsidRPr="00FD240D" w:rsidRDefault="00152241" w:rsidP="00152241">
      <w:pPr>
        <w:widowControl w:val="0"/>
        <w:tabs>
          <w:tab w:val="left" w:pos="284"/>
        </w:tabs>
        <w:jc w:val="both"/>
        <w:rPr>
          <w:rFonts w:ascii="Open Sans" w:hAnsi="Open Sans" w:cs="Open Sans"/>
        </w:rPr>
      </w:pPr>
    </w:p>
    <w:p w14:paraId="1D2DAC77" w14:textId="77777777" w:rsidR="003509ED" w:rsidRDefault="003509ED" w:rsidP="00152241">
      <w:pPr>
        <w:widowControl w:val="0"/>
        <w:tabs>
          <w:tab w:val="left" w:pos="284"/>
        </w:tabs>
        <w:jc w:val="both"/>
        <w:rPr>
          <w:rFonts w:ascii="Open Sans" w:hAnsi="Open Sans" w:cs="Open Sans"/>
          <w:b/>
          <w:i/>
          <w:sz w:val="18"/>
          <w:szCs w:val="18"/>
        </w:rPr>
      </w:pPr>
    </w:p>
    <w:p w14:paraId="02A2F5EC" w14:textId="77777777" w:rsidR="00C04411" w:rsidRDefault="00C04411" w:rsidP="00152241">
      <w:pPr>
        <w:widowControl w:val="0"/>
        <w:tabs>
          <w:tab w:val="left" w:pos="284"/>
        </w:tabs>
        <w:jc w:val="both"/>
        <w:rPr>
          <w:rFonts w:ascii="Open Sans" w:hAnsi="Open Sans" w:cs="Open Sans"/>
          <w:b/>
          <w:i/>
          <w:sz w:val="18"/>
          <w:szCs w:val="18"/>
        </w:rPr>
      </w:pPr>
    </w:p>
    <w:p w14:paraId="2CF97E68" w14:textId="517B4F6D" w:rsidR="00152241" w:rsidRPr="003509ED" w:rsidRDefault="00152241" w:rsidP="00152241">
      <w:pPr>
        <w:widowControl w:val="0"/>
        <w:tabs>
          <w:tab w:val="left" w:pos="284"/>
        </w:tabs>
        <w:jc w:val="both"/>
        <w:rPr>
          <w:rFonts w:ascii="Open Sans" w:hAnsi="Open Sans" w:cs="Open Sans"/>
          <w:i/>
          <w:sz w:val="18"/>
          <w:szCs w:val="18"/>
        </w:rPr>
      </w:pPr>
      <w:r w:rsidRPr="003509ED">
        <w:rPr>
          <w:rFonts w:ascii="Open Sans" w:hAnsi="Open Sans" w:cs="Open Sans"/>
          <w:b/>
          <w:i/>
          <w:sz w:val="18"/>
          <w:szCs w:val="18"/>
        </w:rPr>
        <w:t>Navodilo:</w:t>
      </w:r>
      <w:r w:rsidRPr="003509ED">
        <w:rPr>
          <w:rFonts w:ascii="Open Sans" w:hAnsi="Open Sans" w:cs="Open Sans"/>
          <w:i/>
          <w:sz w:val="18"/>
          <w:szCs w:val="18"/>
        </w:rPr>
        <w:t xml:space="preserve"> Izjavo izpolnijo in podpišejo VSE osebe, ki so:</w:t>
      </w:r>
    </w:p>
    <w:p w14:paraId="7A73353E" w14:textId="77777777" w:rsidR="00152241" w:rsidRPr="003509ED" w:rsidRDefault="00152241" w:rsidP="0019014E">
      <w:pPr>
        <w:widowControl w:val="0"/>
        <w:numPr>
          <w:ilvl w:val="0"/>
          <w:numId w:val="5"/>
        </w:numPr>
        <w:tabs>
          <w:tab w:val="num" w:pos="284"/>
        </w:tabs>
        <w:ind w:left="284" w:hanging="284"/>
        <w:jc w:val="both"/>
        <w:rPr>
          <w:rFonts w:ascii="Open Sans" w:hAnsi="Open Sans" w:cs="Open Sans"/>
          <w:i/>
          <w:sz w:val="18"/>
          <w:szCs w:val="18"/>
        </w:rPr>
      </w:pPr>
      <w:r w:rsidRPr="003509ED">
        <w:rPr>
          <w:rFonts w:ascii="Open Sans" w:hAnsi="Open Sans" w:cs="Open Sans"/>
          <w:i/>
          <w:sz w:val="18"/>
          <w:szCs w:val="18"/>
        </w:rPr>
        <w:t xml:space="preserve">člani upravnega, vodstvenega ali nadzornega organa ponudnika (v primeru skupne ponudbe velja za vse člane skupine ponudnikov – partnerje), podizvajalca </w:t>
      </w:r>
      <w:r w:rsidRPr="003509ED">
        <w:rPr>
          <w:rFonts w:ascii="Open Sans" w:hAnsi="Open Sans" w:cs="Open Sans"/>
          <w:i/>
          <w:iCs/>
          <w:sz w:val="18"/>
          <w:szCs w:val="18"/>
        </w:rPr>
        <w:t>oz. subjekt, katerega zmogljivost uporablja ponudnik</w:t>
      </w:r>
      <w:r w:rsidRPr="003509ED">
        <w:rPr>
          <w:rFonts w:ascii="Open Sans" w:hAnsi="Open Sans" w:cs="Open Sans"/>
          <w:i/>
          <w:sz w:val="18"/>
          <w:szCs w:val="18"/>
        </w:rPr>
        <w:t xml:space="preserve"> ali</w:t>
      </w:r>
    </w:p>
    <w:p w14:paraId="30CE8715" w14:textId="77777777" w:rsidR="00152241" w:rsidRPr="003509ED" w:rsidRDefault="00152241" w:rsidP="0019014E">
      <w:pPr>
        <w:widowControl w:val="0"/>
        <w:numPr>
          <w:ilvl w:val="0"/>
          <w:numId w:val="5"/>
        </w:numPr>
        <w:tabs>
          <w:tab w:val="num" w:pos="284"/>
        </w:tabs>
        <w:ind w:left="284" w:hanging="284"/>
        <w:jc w:val="both"/>
        <w:rPr>
          <w:rFonts w:ascii="Open Sans" w:hAnsi="Open Sans" w:cs="Open Sans"/>
          <w:i/>
          <w:sz w:val="18"/>
          <w:szCs w:val="18"/>
        </w:rPr>
      </w:pPr>
      <w:r w:rsidRPr="003509ED">
        <w:rPr>
          <w:rFonts w:ascii="Open Sans" w:hAnsi="Open Sans" w:cs="Open Sans"/>
          <w:i/>
          <w:sz w:val="18"/>
          <w:szCs w:val="18"/>
        </w:rPr>
        <w:t>ki imajo pooblastila za njegovo zastopanje ali odločanje ali nadzor v njem.</w:t>
      </w:r>
    </w:p>
    <w:p w14:paraId="7E20F855" w14:textId="77777777" w:rsidR="00152241" w:rsidRPr="003509ED" w:rsidRDefault="00152241" w:rsidP="00152241">
      <w:pPr>
        <w:widowControl w:val="0"/>
        <w:tabs>
          <w:tab w:val="left" w:pos="0"/>
        </w:tabs>
        <w:jc w:val="both"/>
        <w:rPr>
          <w:rFonts w:ascii="Open Sans" w:hAnsi="Open Sans" w:cs="Open Sans"/>
          <w:i/>
          <w:sz w:val="18"/>
          <w:szCs w:val="18"/>
        </w:rPr>
      </w:pPr>
      <w:r w:rsidRPr="003509ED">
        <w:rPr>
          <w:rFonts w:ascii="Open Sans" w:hAnsi="Open Sans" w:cs="Open Sans"/>
          <w:i/>
          <w:sz w:val="18"/>
          <w:szCs w:val="18"/>
        </w:rPr>
        <w:t>V kolikor oseba opravlja več funkcija hkrati, ustrezno označi vse funkcije v katerih nastopa.</w:t>
      </w:r>
    </w:p>
    <w:p w14:paraId="51E3CE90" w14:textId="77777777" w:rsidR="00152241" w:rsidRPr="003509ED" w:rsidRDefault="00152241" w:rsidP="00152241">
      <w:pPr>
        <w:widowControl w:val="0"/>
        <w:jc w:val="both"/>
        <w:rPr>
          <w:rFonts w:ascii="Open Sans" w:hAnsi="Open Sans" w:cs="Open Sans"/>
          <w:b/>
          <w:i/>
          <w:sz w:val="18"/>
          <w:szCs w:val="18"/>
        </w:rPr>
      </w:pPr>
    </w:p>
    <w:p w14:paraId="3FC45EE0" w14:textId="6014B382" w:rsidR="00152241" w:rsidRDefault="00152241" w:rsidP="00C04411">
      <w:pPr>
        <w:widowControl w:val="0"/>
        <w:jc w:val="both"/>
        <w:rPr>
          <w:rFonts w:ascii="Open Sans" w:hAnsi="Open Sans" w:cs="Open Sans"/>
          <w:i/>
          <w:sz w:val="18"/>
          <w:szCs w:val="18"/>
        </w:rPr>
      </w:pPr>
      <w:r w:rsidRPr="003509ED">
        <w:rPr>
          <w:rFonts w:ascii="Open Sans" w:hAnsi="Open Sans" w:cs="Open Sans"/>
          <w:i/>
          <w:sz w:val="18"/>
          <w:szCs w:val="18"/>
        </w:rPr>
        <w:t>Obrazec se po potrebi fotokopira!</w:t>
      </w:r>
    </w:p>
    <w:p w14:paraId="15377060" w14:textId="77777777" w:rsidR="00C04411" w:rsidRPr="00C04411" w:rsidRDefault="00C04411" w:rsidP="00C04411">
      <w:pPr>
        <w:widowControl w:val="0"/>
        <w:jc w:val="both"/>
        <w:rPr>
          <w:rFonts w:ascii="Open Sans" w:hAnsi="Open Sans" w:cs="Open Sans"/>
          <w:i/>
          <w:sz w:val="18"/>
          <w:szCs w:val="18"/>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152241" w:rsidRPr="00FD240D" w14:paraId="0C48E897" w14:textId="77777777" w:rsidTr="00F912EC">
        <w:tc>
          <w:tcPr>
            <w:tcW w:w="7740" w:type="dxa"/>
            <w:tcBorders>
              <w:top w:val="single" w:sz="4" w:space="0" w:color="000000"/>
              <w:left w:val="single" w:sz="4" w:space="0" w:color="000000"/>
              <w:bottom w:val="single" w:sz="4" w:space="0" w:color="000000"/>
            </w:tcBorders>
          </w:tcPr>
          <w:p w14:paraId="6B788B5E" w14:textId="77777777" w:rsidR="00152241" w:rsidRPr="00FD240D" w:rsidRDefault="00152241" w:rsidP="00F912EC">
            <w:pPr>
              <w:widowControl w:val="0"/>
              <w:snapToGrid w:val="0"/>
              <w:jc w:val="both"/>
              <w:rPr>
                <w:rFonts w:ascii="Open Sans" w:hAnsi="Open Sans" w:cs="Open Sans"/>
              </w:rPr>
            </w:pPr>
            <w:r w:rsidRPr="00FD240D">
              <w:rPr>
                <w:rFonts w:ascii="Open Sans" w:hAnsi="Open Sans" w:cs="Open Sans"/>
              </w:rPr>
              <w:lastRenderedPageBreak/>
              <w:br w:type="page"/>
            </w:r>
            <w:r w:rsidRPr="00FD240D">
              <w:rPr>
                <w:rFonts w:ascii="Open Sans" w:hAnsi="Open Sans" w:cs="Open Sans"/>
                <w:b/>
              </w:rPr>
              <w:br w:type="page"/>
            </w:r>
            <w:r w:rsidRPr="00FD240D">
              <w:rPr>
                <w:rFonts w:ascii="Open Sans" w:hAnsi="Open Sans" w:cs="Open Sans"/>
                <w:b/>
              </w:rPr>
              <w:br w:type="page"/>
            </w:r>
            <w:r w:rsidRPr="00FD240D">
              <w:rPr>
                <w:rFonts w:ascii="Open Sans" w:hAnsi="Open Sans" w:cs="Open Sans"/>
              </w:rPr>
              <w:t>IZJAVA O SODELOVANJU S PODIZVAJALCEM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0A8786BE" w14:textId="77777777" w:rsidR="00152241" w:rsidRPr="00FD240D" w:rsidRDefault="00152241" w:rsidP="00F912EC">
            <w:pPr>
              <w:widowControl w:val="0"/>
              <w:ind w:left="72" w:hanging="72"/>
              <w:jc w:val="both"/>
              <w:rPr>
                <w:rFonts w:ascii="Open Sans" w:hAnsi="Open Sans" w:cs="Open Sans"/>
                <w:i/>
              </w:rPr>
            </w:pPr>
            <w:r w:rsidRPr="00FD240D">
              <w:rPr>
                <w:rFonts w:ascii="Open Sans" w:hAnsi="Open Sans" w:cs="Open Sans"/>
                <w:b/>
                <w:bCs/>
                <w:i/>
              </w:rPr>
              <w:t>Priloga 5</w:t>
            </w:r>
          </w:p>
        </w:tc>
      </w:tr>
    </w:tbl>
    <w:p w14:paraId="640F99DB" w14:textId="77777777" w:rsidR="00152241" w:rsidRPr="00FD240D" w:rsidRDefault="00152241" w:rsidP="00152241">
      <w:pPr>
        <w:widowControl w:val="0"/>
        <w:jc w:val="both"/>
        <w:rPr>
          <w:rFonts w:ascii="Open Sans" w:hAnsi="Open Sans" w:cs="Open Sans"/>
        </w:rPr>
      </w:pPr>
    </w:p>
    <w:p w14:paraId="458E5ED2" w14:textId="77777777" w:rsidR="00152241" w:rsidRPr="00FD240D" w:rsidRDefault="00152241" w:rsidP="00152241">
      <w:pPr>
        <w:widowControl w:val="0"/>
        <w:jc w:val="both"/>
        <w:rPr>
          <w:rFonts w:ascii="Open Sans" w:hAnsi="Open Sans" w:cs="Open Sans"/>
        </w:rPr>
      </w:pPr>
      <w:r w:rsidRPr="00FD240D">
        <w:rPr>
          <w:rFonts w:ascii="Open Sans" w:hAnsi="Open Sans" w:cs="Open Sans"/>
        </w:rPr>
        <w:t>Ponudnik: __________________________________________________________________,</w:t>
      </w:r>
    </w:p>
    <w:p w14:paraId="01D86639" w14:textId="62DDA2E3"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color w:val="000000"/>
        </w:rPr>
        <w:t>izjavljamo, da bomo pri izvedbi</w:t>
      </w:r>
      <w:r w:rsidRPr="00FD240D">
        <w:rPr>
          <w:rFonts w:ascii="Open Sans" w:hAnsi="Open Sans" w:cs="Open Sans"/>
        </w:rPr>
        <w:t xml:space="preserve"> javnega naročila </w:t>
      </w:r>
      <w:r w:rsidR="00FD240D">
        <w:rPr>
          <w:rFonts w:ascii="Open Sans" w:hAnsi="Open Sans" w:cs="Open Sans"/>
          <w:b/>
          <w:noProof/>
        </w:rPr>
        <w:t>ENLJ-SAL-80/25</w:t>
      </w:r>
      <w:r w:rsidRPr="00FD240D">
        <w:rPr>
          <w:rFonts w:ascii="Open Sans" w:hAnsi="Open Sans" w:cs="Open Sans"/>
          <w:b/>
          <w:noProof/>
        </w:rPr>
        <w:t xml:space="preserve"> -</w:t>
      </w:r>
      <w:r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Pr="00FD240D">
        <w:rPr>
          <w:rFonts w:ascii="Open Sans" w:hAnsi="Open Sans" w:cs="Open Sans"/>
          <w:b/>
        </w:rPr>
        <w:t xml:space="preserve"> </w:t>
      </w:r>
      <w:r w:rsidRPr="00FD240D">
        <w:rPr>
          <w:rFonts w:ascii="Open Sans" w:hAnsi="Open Sans" w:cs="Open Sans"/>
        </w:rPr>
        <w:t>sodelovali z naslednjim podizvajalcem:</w:t>
      </w:r>
    </w:p>
    <w:p w14:paraId="65D65A91" w14:textId="77777777" w:rsidR="00152241" w:rsidRPr="00FD240D" w:rsidRDefault="00152241" w:rsidP="00152241">
      <w:pPr>
        <w:widowControl w:val="0"/>
        <w:jc w:val="both"/>
        <w:rPr>
          <w:rFonts w:ascii="Open Sans" w:hAnsi="Open Sans" w:cs="Open San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152241" w:rsidRPr="00FD240D" w14:paraId="3A4D0FBF" w14:textId="77777777" w:rsidTr="00F912EC">
        <w:trPr>
          <w:trHeight w:val="460"/>
        </w:trPr>
        <w:tc>
          <w:tcPr>
            <w:tcW w:w="6062" w:type="dxa"/>
            <w:shd w:val="clear" w:color="auto" w:fill="auto"/>
            <w:vAlign w:val="center"/>
          </w:tcPr>
          <w:p w14:paraId="6B5D5FEA" w14:textId="77777777" w:rsidR="00152241" w:rsidRPr="00FD240D" w:rsidRDefault="00152241" w:rsidP="00F912EC">
            <w:pPr>
              <w:widowControl w:val="0"/>
              <w:jc w:val="center"/>
              <w:rPr>
                <w:rFonts w:ascii="Open Sans" w:hAnsi="Open Sans" w:cs="Open Sans"/>
                <w:color w:val="000000"/>
              </w:rPr>
            </w:pPr>
            <w:r w:rsidRPr="00FD240D">
              <w:rPr>
                <w:rFonts w:ascii="Open Sans" w:hAnsi="Open Sans" w:cs="Open Sans"/>
                <w:b/>
                <w:bCs/>
                <w:color w:val="000000"/>
              </w:rPr>
              <w:t>NAZIV IN NASLOV PODIZVAJALCA</w:t>
            </w:r>
          </w:p>
        </w:tc>
        <w:tc>
          <w:tcPr>
            <w:tcW w:w="3402" w:type="dxa"/>
            <w:shd w:val="clear" w:color="auto" w:fill="auto"/>
          </w:tcPr>
          <w:p w14:paraId="783592C9" w14:textId="77777777" w:rsidR="00152241" w:rsidRPr="00FD240D" w:rsidRDefault="00152241" w:rsidP="00F912EC">
            <w:pPr>
              <w:widowControl w:val="0"/>
              <w:jc w:val="center"/>
              <w:rPr>
                <w:rFonts w:ascii="Open Sans" w:hAnsi="Open Sans" w:cs="Open Sans"/>
                <w:color w:val="000000"/>
              </w:rPr>
            </w:pPr>
            <w:r w:rsidRPr="00FD240D">
              <w:rPr>
                <w:rFonts w:ascii="Open Sans" w:hAnsi="Open Sans" w:cs="Open Sans"/>
                <w:color w:val="000000"/>
              </w:rPr>
              <w:t xml:space="preserve">Zahteva za neposredno plačilo od podizvajalca </w:t>
            </w:r>
            <w:r w:rsidRPr="00FD240D">
              <w:rPr>
                <w:rFonts w:ascii="Open Sans" w:hAnsi="Open Sans" w:cs="Open Sans"/>
                <w:b/>
                <w:color w:val="000000"/>
              </w:rPr>
              <w:t xml:space="preserve">DA </w:t>
            </w:r>
            <w:r w:rsidRPr="00FD240D">
              <w:rPr>
                <w:rFonts w:ascii="Open Sans" w:hAnsi="Open Sans" w:cs="Open Sans"/>
                <w:color w:val="000000"/>
              </w:rPr>
              <w:t xml:space="preserve">ali </w:t>
            </w:r>
            <w:r w:rsidRPr="00FD240D">
              <w:rPr>
                <w:rFonts w:ascii="Open Sans" w:hAnsi="Open Sans" w:cs="Open Sans"/>
                <w:b/>
                <w:color w:val="000000"/>
              </w:rPr>
              <w:t>NE</w:t>
            </w:r>
          </w:p>
        </w:tc>
      </w:tr>
      <w:tr w:rsidR="00152241" w:rsidRPr="00FD240D" w14:paraId="74CA76A9" w14:textId="77777777" w:rsidTr="00F912EC">
        <w:trPr>
          <w:trHeight w:val="460"/>
        </w:trPr>
        <w:tc>
          <w:tcPr>
            <w:tcW w:w="6062" w:type="dxa"/>
            <w:shd w:val="clear" w:color="auto" w:fill="auto"/>
          </w:tcPr>
          <w:p w14:paraId="3961ED6D" w14:textId="77777777" w:rsidR="00152241" w:rsidRPr="00FD240D" w:rsidRDefault="00152241" w:rsidP="00F912EC">
            <w:pPr>
              <w:widowControl w:val="0"/>
              <w:jc w:val="both"/>
              <w:rPr>
                <w:rFonts w:ascii="Open Sans" w:hAnsi="Open Sans" w:cs="Open Sans"/>
                <w:color w:val="000000"/>
              </w:rPr>
            </w:pPr>
          </w:p>
        </w:tc>
        <w:tc>
          <w:tcPr>
            <w:tcW w:w="3402" w:type="dxa"/>
            <w:shd w:val="clear" w:color="auto" w:fill="auto"/>
          </w:tcPr>
          <w:p w14:paraId="7CDE3CAB" w14:textId="77777777" w:rsidR="00152241" w:rsidRPr="00FD240D" w:rsidRDefault="00152241" w:rsidP="00F912EC">
            <w:pPr>
              <w:widowControl w:val="0"/>
              <w:jc w:val="both"/>
              <w:rPr>
                <w:rFonts w:ascii="Open Sans" w:hAnsi="Open Sans" w:cs="Open Sans"/>
                <w:color w:val="000000"/>
              </w:rPr>
            </w:pPr>
          </w:p>
        </w:tc>
      </w:tr>
    </w:tbl>
    <w:p w14:paraId="16372C0E" w14:textId="77777777" w:rsidR="00152241" w:rsidRPr="00FD240D" w:rsidRDefault="00152241" w:rsidP="00152241">
      <w:pPr>
        <w:widowControl w:val="0"/>
        <w:jc w:val="both"/>
        <w:rPr>
          <w:rFonts w:ascii="Open Sans" w:hAnsi="Open Sans" w:cs="Open Sans"/>
          <w:b/>
          <w:bCs/>
        </w:rPr>
      </w:pPr>
    </w:p>
    <w:p w14:paraId="5DA1D5E6" w14:textId="77777777" w:rsidR="00152241" w:rsidRPr="00FD240D" w:rsidRDefault="00152241" w:rsidP="00152241">
      <w:pPr>
        <w:widowControl w:val="0"/>
        <w:jc w:val="center"/>
        <w:rPr>
          <w:rFonts w:ascii="Open Sans" w:hAnsi="Open Sans" w:cs="Open Sans"/>
          <w:b/>
          <w:bCs/>
        </w:rPr>
      </w:pPr>
      <w:r w:rsidRPr="00FD240D">
        <w:rPr>
          <w:rFonts w:ascii="Open Sans" w:hAnsi="Open Sans" w:cs="Open Sans"/>
          <w:b/>
          <w:bCs/>
        </w:rPr>
        <w:t>Pooblastilo A: v primeru, da je pri podizvajalcu označeno z "DA" - dajemo</w:t>
      </w:r>
    </w:p>
    <w:p w14:paraId="2497B6F7" w14:textId="77777777" w:rsidR="00152241" w:rsidRPr="00FD240D" w:rsidRDefault="00152241" w:rsidP="00152241">
      <w:pPr>
        <w:widowControl w:val="0"/>
        <w:jc w:val="center"/>
        <w:rPr>
          <w:rFonts w:ascii="Open Sans" w:hAnsi="Open Sans" w:cs="Open Sans"/>
          <w:b/>
          <w:bCs/>
        </w:rPr>
      </w:pPr>
      <w:r w:rsidRPr="00FD240D">
        <w:rPr>
          <w:rFonts w:ascii="Open Sans" w:hAnsi="Open Sans" w:cs="Open Sans"/>
          <w:b/>
          <w:bCs/>
        </w:rPr>
        <w:t>POOBLASTILO ZA NEPOSREDNO PLAČEVANJE PODIZVAJALCU</w:t>
      </w:r>
    </w:p>
    <w:p w14:paraId="6B52F679" w14:textId="77777777" w:rsidR="00152241" w:rsidRPr="00FD240D" w:rsidRDefault="00152241" w:rsidP="00152241">
      <w:pPr>
        <w:widowControl w:val="0"/>
        <w:jc w:val="both"/>
        <w:rPr>
          <w:rFonts w:ascii="Open Sans" w:hAnsi="Open Sans" w:cs="Open Sans"/>
        </w:rPr>
      </w:pPr>
    </w:p>
    <w:p w14:paraId="68C66A81" w14:textId="77777777" w:rsidR="00152241" w:rsidRPr="00FD240D" w:rsidRDefault="00152241" w:rsidP="00152241">
      <w:pPr>
        <w:widowControl w:val="0"/>
        <w:jc w:val="both"/>
        <w:rPr>
          <w:rFonts w:ascii="Open Sans" w:hAnsi="Open Sans" w:cs="Open Sans"/>
        </w:rPr>
      </w:pPr>
      <w:r w:rsidRPr="00FD240D">
        <w:rPr>
          <w:rFonts w:ascii="Open Sans" w:hAnsi="Open Sans" w:cs="Open Sans"/>
        </w:rPr>
        <w:t xml:space="preserve">Pooblaščamo naročnika, da na podlagi potrjenega računa/situacije neposredno plačuje ponudnikove obveznosti do podizvajalca podizvajalcu, ki smo ga kot ponudnik navedli v zgornji tabeli in je označen z "DA". </w:t>
      </w:r>
    </w:p>
    <w:p w14:paraId="1EF0BC18" w14:textId="77777777" w:rsidR="00152241" w:rsidRPr="00FD240D" w:rsidRDefault="00152241" w:rsidP="00152241">
      <w:pPr>
        <w:widowControl w:val="0"/>
        <w:jc w:val="both"/>
        <w:rPr>
          <w:rFonts w:ascii="Open Sans" w:hAnsi="Open Sans" w:cs="Open Sans"/>
        </w:rPr>
      </w:pPr>
    </w:p>
    <w:p w14:paraId="146CA768" w14:textId="77777777" w:rsidR="00152241" w:rsidRPr="00FD240D" w:rsidRDefault="00152241" w:rsidP="00152241">
      <w:pPr>
        <w:widowControl w:val="0"/>
        <w:jc w:val="both"/>
        <w:rPr>
          <w:rFonts w:ascii="Open Sans" w:hAnsi="Open Sans" w:cs="Open Sans"/>
        </w:rPr>
      </w:pPr>
      <w:r w:rsidRPr="00FD240D">
        <w:rPr>
          <w:rFonts w:ascii="Open Sans" w:hAnsi="Open Sans" w:cs="Open Sans"/>
        </w:rPr>
        <w:t>S plačilom posameznega zneska podizvajalcu obveznost naročnika za plačilo ponudniku ugasne do višine tako plačanega zneska podizvajalcu.</w:t>
      </w:r>
    </w:p>
    <w:p w14:paraId="275F0D96" w14:textId="77777777" w:rsidR="00152241" w:rsidRPr="00FD240D" w:rsidRDefault="00152241" w:rsidP="00152241">
      <w:pPr>
        <w:widowControl w:val="0"/>
        <w:jc w:val="both"/>
        <w:rPr>
          <w:rFonts w:ascii="Open Sans" w:hAnsi="Open Sans" w:cs="Open Sans"/>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152241" w:rsidRPr="00FD240D" w14:paraId="12BCA174" w14:textId="77777777" w:rsidTr="00F912EC">
        <w:trPr>
          <w:trHeight w:val="235"/>
        </w:trPr>
        <w:tc>
          <w:tcPr>
            <w:tcW w:w="3374" w:type="dxa"/>
            <w:tcBorders>
              <w:bottom w:val="single" w:sz="4" w:space="0" w:color="auto"/>
            </w:tcBorders>
          </w:tcPr>
          <w:p w14:paraId="0498EDF1" w14:textId="77777777" w:rsidR="00152241" w:rsidRPr="00FD240D" w:rsidRDefault="00152241" w:rsidP="00F912EC">
            <w:pPr>
              <w:widowControl w:val="0"/>
              <w:jc w:val="both"/>
              <w:rPr>
                <w:rFonts w:ascii="Open Sans" w:hAnsi="Open Sans" w:cs="Open Sans"/>
                <w:snapToGrid w:val="0"/>
              </w:rPr>
            </w:pPr>
          </w:p>
        </w:tc>
        <w:tc>
          <w:tcPr>
            <w:tcW w:w="2977" w:type="dxa"/>
          </w:tcPr>
          <w:p w14:paraId="79ECDDBC" w14:textId="77777777" w:rsidR="00152241" w:rsidRPr="00FD240D" w:rsidRDefault="00152241" w:rsidP="00F912EC">
            <w:pPr>
              <w:widowControl w:val="0"/>
              <w:jc w:val="both"/>
              <w:rPr>
                <w:rFonts w:ascii="Open Sans" w:hAnsi="Open Sans" w:cs="Open Sans"/>
                <w:snapToGrid w:val="0"/>
              </w:rPr>
            </w:pPr>
          </w:p>
        </w:tc>
        <w:tc>
          <w:tcPr>
            <w:tcW w:w="3119" w:type="dxa"/>
            <w:tcBorders>
              <w:bottom w:val="single" w:sz="4" w:space="0" w:color="auto"/>
            </w:tcBorders>
          </w:tcPr>
          <w:p w14:paraId="0F03756D" w14:textId="77777777" w:rsidR="00152241" w:rsidRPr="00FD240D" w:rsidRDefault="00152241" w:rsidP="00F912EC">
            <w:pPr>
              <w:widowControl w:val="0"/>
              <w:jc w:val="both"/>
              <w:rPr>
                <w:rFonts w:ascii="Open Sans" w:hAnsi="Open Sans" w:cs="Open Sans"/>
                <w:snapToGrid w:val="0"/>
              </w:rPr>
            </w:pPr>
          </w:p>
        </w:tc>
      </w:tr>
      <w:tr w:rsidR="00152241" w:rsidRPr="00FD240D" w14:paraId="6FB52855" w14:textId="77777777" w:rsidTr="00F912EC">
        <w:trPr>
          <w:trHeight w:val="235"/>
        </w:trPr>
        <w:tc>
          <w:tcPr>
            <w:tcW w:w="3374" w:type="dxa"/>
            <w:tcBorders>
              <w:top w:val="single" w:sz="4" w:space="0" w:color="auto"/>
            </w:tcBorders>
          </w:tcPr>
          <w:p w14:paraId="698AA439"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kraj, datum</w:t>
            </w:r>
          </w:p>
        </w:tc>
        <w:tc>
          <w:tcPr>
            <w:tcW w:w="2977" w:type="dxa"/>
          </w:tcPr>
          <w:p w14:paraId="06CB0AAF"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žig</w:t>
            </w:r>
          </w:p>
        </w:tc>
        <w:tc>
          <w:tcPr>
            <w:tcW w:w="3119" w:type="dxa"/>
            <w:tcBorders>
              <w:top w:val="single" w:sz="4" w:space="0" w:color="auto"/>
            </w:tcBorders>
          </w:tcPr>
          <w:p w14:paraId="3665853C"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rPr>
              <w:t xml:space="preserve">ime in priimek ter </w:t>
            </w:r>
            <w:r w:rsidRPr="00FD240D">
              <w:rPr>
                <w:rFonts w:ascii="Open Sans" w:hAnsi="Open Sans" w:cs="Open Sans"/>
                <w:snapToGrid w:val="0"/>
                <w:color w:val="000000"/>
              </w:rPr>
              <w:t>podpis odgovorne osebe ponudnika</w:t>
            </w:r>
          </w:p>
        </w:tc>
      </w:tr>
    </w:tbl>
    <w:p w14:paraId="13D94768" w14:textId="77777777" w:rsidR="00152241" w:rsidRPr="00FD240D" w:rsidRDefault="00152241" w:rsidP="00152241">
      <w:pPr>
        <w:widowControl w:val="0"/>
        <w:jc w:val="both"/>
        <w:rPr>
          <w:rFonts w:ascii="Open Sans" w:hAnsi="Open Sans" w:cs="Open Sans"/>
          <w:b/>
        </w:rPr>
      </w:pPr>
    </w:p>
    <w:p w14:paraId="11952472" w14:textId="77777777" w:rsidR="00152241" w:rsidRPr="00FD240D" w:rsidRDefault="00152241" w:rsidP="00152241">
      <w:pPr>
        <w:widowControl w:val="0"/>
        <w:jc w:val="center"/>
        <w:rPr>
          <w:rFonts w:ascii="Open Sans" w:hAnsi="Open Sans" w:cs="Open Sans"/>
          <w:b/>
          <w:bCs/>
        </w:rPr>
      </w:pPr>
      <w:r w:rsidRPr="00FD240D">
        <w:rPr>
          <w:rFonts w:ascii="Open Sans" w:hAnsi="Open Sans" w:cs="Open Sans"/>
          <w:b/>
          <w:bCs/>
        </w:rPr>
        <w:t>Pooblastilo B: v primeru, da je pri podizvajalcu označeno z "NE" – ne dajemo</w:t>
      </w:r>
    </w:p>
    <w:p w14:paraId="21A3DDB7" w14:textId="77777777" w:rsidR="00152241" w:rsidRPr="00FD240D" w:rsidRDefault="00152241" w:rsidP="00152241">
      <w:pPr>
        <w:widowControl w:val="0"/>
        <w:jc w:val="center"/>
        <w:rPr>
          <w:rFonts w:ascii="Open Sans" w:hAnsi="Open Sans" w:cs="Open Sans"/>
          <w:b/>
          <w:bCs/>
        </w:rPr>
      </w:pPr>
      <w:r w:rsidRPr="00FD240D">
        <w:rPr>
          <w:rFonts w:ascii="Open Sans" w:hAnsi="Open Sans" w:cs="Open Sans"/>
          <w:b/>
          <w:bCs/>
        </w:rPr>
        <w:t>POOBLASTILA ZA NEPOSREDNO PLAČEVANJE PODIZVAJALCU</w:t>
      </w:r>
    </w:p>
    <w:p w14:paraId="267D8714" w14:textId="77777777" w:rsidR="00152241" w:rsidRPr="00FD240D" w:rsidRDefault="00152241" w:rsidP="00152241">
      <w:pPr>
        <w:widowControl w:val="0"/>
        <w:jc w:val="both"/>
        <w:rPr>
          <w:rFonts w:ascii="Open Sans" w:hAnsi="Open Sans" w:cs="Open Sans"/>
          <w:b/>
        </w:rPr>
      </w:pPr>
    </w:p>
    <w:p w14:paraId="38B3DCB0" w14:textId="77777777" w:rsidR="00152241" w:rsidRPr="00FD240D" w:rsidRDefault="00152241" w:rsidP="00152241">
      <w:pPr>
        <w:widowControl w:val="0"/>
        <w:jc w:val="both"/>
        <w:rPr>
          <w:rFonts w:ascii="Open Sans" w:hAnsi="Open Sans" w:cs="Open Sans"/>
        </w:rPr>
      </w:pPr>
      <w:r w:rsidRPr="00FD240D">
        <w:rPr>
          <w:rFonts w:ascii="Open Sans" w:hAnsi="Open Sans" w:cs="Open Sans"/>
        </w:rPr>
        <w:t>Nastopamo s podizvajalcem, ki ne zahteva neposredno plačilo, kar pomeni, da s tem ni podana zahteva za neposredno plačilo podizvajalcu in naročnik plačuje ponudnikove obveznosti do podizvajalca ponudniku.</w:t>
      </w:r>
    </w:p>
    <w:p w14:paraId="67261E48" w14:textId="77777777" w:rsidR="00152241" w:rsidRPr="00FD240D" w:rsidRDefault="00152241" w:rsidP="00152241">
      <w:pPr>
        <w:widowControl w:val="0"/>
        <w:jc w:val="both"/>
        <w:rPr>
          <w:rFonts w:ascii="Open Sans" w:hAnsi="Open Sans" w:cs="Open Sans"/>
        </w:rPr>
      </w:pPr>
    </w:p>
    <w:p w14:paraId="3C64A1E6" w14:textId="77777777" w:rsidR="00152241" w:rsidRPr="00FD240D" w:rsidRDefault="00152241" w:rsidP="00152241">
      <w:pPr>
        <w:widowControl w:val="0"/>
        <w:jc w:val="both"/>
        <w:rPr>
          <w:rFonts w:ascii="Open Sans" w:hAnsi="Open Sans" w:cs="Open Sans"/>
        </w:rPr>
      </w:pPr>
      <w:r w:rsidRPr="00FD240D">
        <w:rPr>
          <w:rFonts w:ascii="Open Sans" w:hAnsi="Open Sans" w:cs="Open Sans"/>
        </w:rPr>
        <w:t>V tem primeru bo naročnik od ponudnika zahteval, da mu najpozneje v 60 (šestdesetih) dneh od plačila končnega računa/situacije pošlje svojo pisno izjavo in pisno izjavo podizvajalca, da je podizvajalec prejel plačilo za izvedena dela, ki so neposredno povezana s predmetom okvirnega sporazuma. Če ponudnik naročniku na njegov poziv ne posreduje teh izjav, naročnik Državni revizijski komisiji poda predlog za uvedbo postopka o prekršku iz 2. točke prvega odstavka 112. člena ZJN-3.</w:t>
      </w:r>
    </w:p>
    <w:p w14:paraId="7BA3C40D" w14:textId="5BF355B6" w:rsidR="00152241" w:rsidRPr="00FD240D" w:rsidRDefault="00152241" w:rsidP="00152241">
      <w:pPr>
        <w:widowControl w:val="0"/>
        <w:jc w:val="both"/>
        <w:rPr>
          <w:rFonts w:ascii="Open Sans" w:hAnsi="Open Sans" w:cs="Open Sans"/>
        </w:rPr>
      </w:pPr>
    </w:p>
    <w:p w14:paraId="212C1184" w14:textId="77777777" w:rsidR="00152241" w:rsidRPr="00FD240D" w:rsidRDefault="00152241" w:rsidP="00152241">
      <w:pPr>
        <w:widowControl w:val="0"/>
        <w:jc w:val="both"/>
        <w:rPr>
          <w:rFonts w:ascii="Open Sans" w:hAnsi="Open Sans" w:cs="Open Sans"/>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152241" w:rsidRPr="00FD240D" w14:paraId="5D86593B" w14:textId="77777777" w:rsidTr="00F912EC">
        <w:trPr>
          <w:trHeight w:val="235"/>
        </w:trPr>
        <w:tc>
          <w:tcPr>
            <w:tcW w:w="3374" w:type="dxa"/>
            <w:tcBorders>
              <w:bottom w:val="single" w:sz="4" w:space="0" w:color="auto"/>
            </w:tcBorders>
          </w:tcPr>
          <w:p w14:paraId="54A51C36" w14:textId="77777777" w:rsidR="00152241" w:rsidRPr="00FD240D" w:rsidRDefault="00152241" w:rsidP="00F912EC">
            <w:pPr>
              <w:widowControl w:val="0"/>
              <w:jc w:val="both"/>
              <w:rPr>
                <w:rFonts w:ascii="Open Sans" w:hAnsi="Open Sans" w:cs="Open Sans"/>
                <w:snapToGrid w:val="0"/>
              </w:rPr>
            </w:pPr>
          </w:p>
        </w:tc>
        <w:tc>
          <w:tcPr>
            <w:tcW w:w="2977" w:type="dxa"/>
          </w:tcPr>
          <w:p w14:paraId="5D381643" w14:textId="77777777" w:rsidR="00152241" w:rsidRPr="00FD240D" w:rsidRDefault="00152241" w:rsidP="00F912EC">
            <w:pPr>
              <w:widowControl w:val="0"/>
              <w:jc w:val="both"/>
              <w:rPr>
                <w:rFonts w:ascii="Open Sans" w:hAnsi="Open Sans" w:cs="Open Sans"/>
                <w:snapToGrid w:val="0"/>
              </w:rPr>
            </w:pPr>
          </w:p>
        </w:tc>
        <w:tc>
          <w:tcPr>
            <w:tcW w:w="3119" w:type="dxa"/>
            <w:tcBorders>
              <w:bottom w:val="single" w:sz="4" w:space="0" w:color="auto"/>
            </w:tcBorders>
          </w:tcPr>
          <w:p w14:paraId="4BBAEF97" w14:textId="77777777" w:rsidR="00152241" w:rsidRPr="00FD240D" w:rsidRDefault="00152241" w:rsidP="00F912EC">
            <w:pPr>
              <w:widowControl w:val="0"/>
              <w:jc w:val="both"/>
              <w:rPr>
                <w:rFonts w:ascii="Open Sans" w:hAnsi="Open Sans" w:cs="Open Sans"/>
                <w:snapToGrid w:val="0"/>
              </w:rPr>
            </w:pPr>
          </w:p>
        </w:tc>
      </w:tr>
      <w:tr w:rsidR="00152241" w:rsidRPr="00FD240D" w14:paraId="403DE9D8" w14:textId="77777777" w:rsidTr="00F912EC">
        <w:trPr>
          <w:trHeight w:val="235"/>
        </w:trPr>
        <w:tc>
          <w:tcPr>
            <w:tcW w:w="3374" w:type="dxa"/>
            <w:tcBorders>
              <w:top w:val="single" w:sz="4" w:space="0" w:color="auto"/>
            </w:tcBorders>
          </w:tcPr>
          <w:p w14:paraId="061A236C"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kraj, datum</w:t>
            </w:r>
          </w:p>
        </w:tc>
        <w:tc>
          <w:tcPr>
            <w:tcW w:w="2977" w:type="dxa"/>
          </w:tcPr>
          <w:p w14:paraId="33CDAACB"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žig</w:t>
            </w:r>
          </w:p>
        </w:tc>
        <w:tc>
          <w:tcPr>
            <w:tcW w:w="3119" w:type="dxa"/>
            <w:tcBorders>
              <w:top w:val="single" w:sz="4" w:space="0" w:color="auto"/>
            </w:tcBorders>
          </w:tcPr>
          <w:p w14:paraId="741E0F4D"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rPr>
              <w:t xml:space="preserve">ime in priimek ter </w:t>
            </w:r>
            <w:r w:rsidRPr="00FD240D">
              <w:rPr>
                <w:rFonts w:ascii="Open Sans" w:hAnsi="Open Sans" w:cs="Open Sans"/>
                <w:snapToGrid w:val="0"/>
                <w:color w:val="000000"/>
              </w:rPr>
              <w:t>podpis odgovorne osebe ponudnika</w:t>
            </w:r>
          </w:p>
        </w:tc>
      </w:tr>
    </w:tbl>
    <w:p w14:paraId="2240DA76" w14:textId="77777777" w:rsidR="00152241" w:rsidRPr="00FD240D" w:rsidRDefault="00152241" w:rsidP="00152241">
      <w:pPr>
        <w:widowControl w:val="0"/>
        <w:tabs>
          <w:tab w:val="left" w:pos="284"/>
        </w:tabs>
        <w:jc w:val="both"/>
        <w:rPr>
          <w:rFonts w:ascii="Open Sans" w:hAnsi="Open Sans" w:cs="Open Sans"/>
          <w:b/>
          <w:i/>
        </w:rPr>
      </w:pPr>
    </w:p>
    <w:p w14:paraId="68A2EB0E" w14:textId="77777777" w:rsidR="00152241" w:rsidRPr="00FD240D" w:rsidRDefault="00152241" w:rsidP="00152241">
      <w:pPr>
        <w:widowControl w:val="0"/>
        <w:tabs>
          <w:tab w:val="left" w:pos="284"/>
        </w:tabs>
        <w:jc w:val="both"/>
        <w:rPr>
          <w:rFonts w:ascii="Open Sans" w:hAnsi="Open Sans" w:cs="Open Sans"/>
          <w:b/>
          <w:i/>
        </w:rPr>
      </w:pPr>
    </w:p>
    <w:p w14:paraId="4D205E70" w14:textId="77777777" w:rsidR="00152241" w:rsidRPr="00C30D09" w:rsidRDefault="00152241" w:rsidP="00152241">
      <w:pPr>
        <w:widowControl w:val="0"/>
        <w:tabs>
          <w:tab w:val="left" w:pos="284"/>
        </w:tabs>
        <w:jc w:val="both"/>
        <w:rPr>
          <w:rFonts w:ascii="Open Sans" w:hAnsi="Open Sans" w:cs="Open Sans"/>
          <w:i/>
          <w:sz w:val="18"/>
          <w:szCs w:val="18"/>
        </w:rPr>
      </w:pPr>
      <w:r w:rsidRPr="00C30D09">
        <w:rPr>
          <w:rFonts w:ascii="Open Sans" w:hAnsi="Open Sans" w:cs="Open Sans"/>
          <w:b/>
          <w:i/>
          <w:sz w:val="18"/>
          <w:szCs w:val="18"/>
        </w:rPr>
        <w:t>Opomba:</w:t>
      </w:r>
      <w:r w:rsidRPr="00C30D09">
        <w:rPr>
          <w:rFonts w:ascii="Open Sans" w:hAnsi="Open Sans" w:cs="Open Sans"/>
          <w:i/>
          <w:sz w:val="18"/>
          <w:szCs w:val="18"/>
        </w:rPr>
        <w:t xml:space="preserve"> </w:t>
      </w:r>
    </w:p>
    <w:p w14:paraId="6DD3CD2B" w14:textId="77777777" w:rsidR="00152241" w:rsidRPr="00C30D09" w:rsidRDefault="00152241" w:rsidP="0019014E">
      <w:pPr>
        <w:widowControl w:val="0"/>
        <w:numPr>
          <w:ilvl w:val="0"/>
          <w:numId w:val="5"/>
        </w:numPr>
        <w:tabs>
          <w:tab w:val="clear" w:pos="1070"/>
        </w:tabs>
        <w:ind w:left="284" w:hanging="218"/>
        <w:jc w:val="both"/>
        <w:rPr>
          <w:rFonts w:ascii="Open Sans" w:hAnsi="Open Sans" w:cs="Open Sans"/>
          <w:i/>
          <w:iCs/>
          <w:sz w:val="18"/>
          <w:szCs w:val="18"/>
        </w:rPr>
      </w:pPr>
      <w:r w:rsidRPr="00C30D09">
        <w:rPr>
          <w:rFonts w:ascii="Open Sans" w:hAnsi="Open Sans" w:cs="Open Sans"/>
          <w:i/>
          <w:iCs/>
          <w:sz w:val="18"/>
          <w:szCs w:val="18"/>
        </w:rPr>
        <w:t>Obrazec se izpolni in podpiše, kadar namerava ponudnik izvesti javno naročilo s podizvajalcem, in sicer: če je podizvajalec označen z »DA« - se podpiše Pooblastilo A, če je podizvajalec označen z »NE« - se podpiše Pooblastilo B.</w:t>
      </w:r>
    </w:p>
    <w:p w14:paraId="7172ECB2" w14:textId="77777777" w:rsidR="00152241" w:rsidRPr="00C30D09" w:rsidRDefault="00152241" w:rsidP="0019014E">
      <w:pPr>
        <w:widowControl w:val="0"/>
        <w:numPr>
          <w:ilvl w:val="0"/>
          <w:numId w:val="5"/>
        </w:numPr>
        <w:tabs>
          <w:tab w:val="clear" w:pos="1070"/>
        </w:tabs>
        <w:ind w:left="284" w:hanging="218"/>
        <w:jc w:val="both"/>
        <w:rPr>
          <w:rFonts w:ascii="Open Sans" w:hAnsi="Open Sans" w:cs="Open Sans"/>
          <w:i/>
          <w:iCs/>
          <w:sz w:val="18"/>
          <w:szCs w:val="18"/>
        </w:rPr>
      </w:pPr>
      <w:r w:rsidRPr="00C30D09">
        <w:rPr>
          <w:rFonts w:ascii="Open Sans" w:hAnsi="Open Sans" w:cs="Open Sans"/>
          <w:i/>
          <w:iCs/>
          <w:sz w:val="18"/>
          <w:szCs w:val="18"/>
        </w:rPr>
        <w:t>Obrazec se izpolni za vsakega podizvajalca posebej.</w:t>
      </w:r>
    </w:p>
    <w:p w14:paraId="60EF4F17" w14:textId="77777777" w:rsidR="00152241" w:rsidRPr="00C30D09" w:rsidRDefault="00152241" w:rsidP="0019014E">
      <w:pPr>
        <w:widowControl w:val="0"/>
        <w:numPr>
          <w:ilvl w:val="0"/>
          <w:numId w:val="5"/>
        </w:numPr>
        <w:tabs>
          <w:tab w:val="clear" w:pos="1070"/>
        </w:tabs>
        <w:ind w:left="284" w:hanging="218"/>
        <w:jc w:val="both"/>
        <w:rPr>
          <w:rFonts w:ascii="Open Sans" w:hAnsi="Open Sans" w:cs="Open Sans"/>
          <w:i/>
          <w:iCs/>
          <w:sz w:val="18"/>
          <w:szCs w:val="18"/>
        </w:rPr>
      </w:pPr>
      <w:r w:rsidRPr="00C30D09">
        <w:rPr>
          <w:rFonts w:ascii="Open Sans" w:hAnsi="Open Sans" w:cs="Open Sans"/>
          <w:i/>
          <w:iCs/>
          <w:sz w:val="18"/>
          <w:szCs w:val="18"/>
        </w:rPr>
        <w:t xml:space="preserve">V primeru, da ponudnik ne namerava izvesti javno naročilo s podizvajalcem, obrazca ni potrebno izpolniti ter predložiti.  </w:t>
      </w:r>
    </w:p>
    <w:p w14:paraId="57BA0AE2" w14:textId="77777777" w:rsidR="00152241" w:rsidRPr="00FD240D" w:rsidRDefault="00152241" w:rsidP="00152241">
      <w:pPr>
        <w:widowControl w:val="0"/>
        <w:tabs>
          <w:tab w:val="left" w:pos="567"/>
          <w:tab w:val="num" w:pos="851"/>
          <w:tab w:val="left" w:pos="993"/>
        </w:tabs>
        <w:jc w:val="both"/>
        <w:rPr>
          <w:rFonts w:ascii="Open Sans" w:hAnsi="Open Sans" w:cs="Open Sans"/>
          <w:b/>
          <w:i/>
        </w:rPr>
      </w:pPr>
    </w:p>
    <w:p w14:paraId="17405EAA" w14:textId="77777777" w:rsidR="00152241" w:rsidRPr="00C30D09" w:rsidRDefault="00152241" w:rsidP="00152241">
      <w:pPr>
        <w:widowControl w:val="0"/>
        <w:tabs>
          <w:tab w:val="left" w:pos="567"/>
          <w:tab w:val="num" w:pos="851"/>
          <w:tab w:val="left" w:pos="993"/>
        </w:tabs>
        <w:jc w:val="both"/>
        <w:rPr>
          <w:rFonts w:ascii="Open Sans" w:hAnsi="Open Sans" w:cs="Open Sans"/>
          <w:i/>
          <w:sz w:val="18"/>
          <w:szCs w:val="18"/>
        </w:rPr>
      </w:pPr>
      <w:r w:rsidRPr="00C30D09">
        <w:rPr>
          <w:rFonts w:ascii="Open Sans" w:hAnsi="Open Sans" w:cs="Open Sans"/>
          <w:b/>
          <w:i/>
          <w:sz w:val="18"/>
          <w:szCs w:val="18"/>
        </w:rPr>
        <w:t xml:space="preserve">Navodilo: </w:t>
      </w:r>
      <w:r w:rsidRPr="00C30D09">
        <w:rPr>
          <w:rFonts w:ascii="Open Sans" w:hAnsi="Open Sans" w:cs="Open Sans"/>
          <w:i/>
          <w:sz w:val="18"/>
          <w:szCs w:val="18"/>
        </w:rPr>
        <w:t>Obrazec se po potrebi kopira!</w:t>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52241" w:rsidRPr="00FD240D" w14:paraId="4E1E0215" w14:textId="77777777" w:rsidTr="00F912EC">
        <w:tc>
          <w:tcPr>
            <w:tcW w:w="8008" w:type="dxa"/>
            <w:tcBorders>
              <w:top w:val="single" w:sz="4" w:space="0" w:color="auto"/>
              <w:bottom w:val="single" w:sz="4" w:space="0" w:color="auto"/>
            </w:tcBorders>
          </w:tcPr>
          <w:p w14:paraId="1B7C5C14" w14:textId="77777777" w:rsidR="00152241" w:rsidRPr="00FD240D" w:rsidRDefault="00152241" w:rsidP="00F912EC">
            <w:pPr>
              <w:widowControl w:val="0"/>
              <w:jc w:val="both"/>
              <w:rPr>
                <w:rFonts w:ascii="Open Sans" w:hAnsi="Open Sans" w:cs="Open Sans"/>
              </w:rPr>
            </w:pPr>
            <w:r w:rsidRPr="00FD240D">
              <w:rPr>
                <w:rFonts w:ascii="Open Sans" w:hAnsi="Open Sans" w:cs="Open Sans"/>
                <w:b/>
              </w:rPr>
              <w:lastRenderedPageBreak/>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t>PODATKI PODIZVAJALCA</w:t>
            </w:r>
          </w:p>
        </w:tc>
        <w:tc>
          <w:tcPr>
            <w:tcW w:w="1418" w:type="dxa"/>
            <w:tcBorders>
              <w:top w:val="single" w:sz="4" w:space="0" w:color="auto"/>
              <w:bottom w:val="single" w:sz="4" w:space="0" w:color="auto"/>
            </w:tcBorders>
          </w:tcPr>
          <w:p w14:paraId="0CE52736" w14:textId="77777777" w:rsidR="00152241" w:rsidRPr="00FD240D" w:rsidRDefault="00152241" w:rsidP="00F912EC">
            <w:pPr>
              <w:widowControl w:val="0"/>
              <w:jc w:val="both"/>
              <w:rPr>
                <w:rFonts w:ascii="Open Sans" w:hAnsi="Open Sans" w:cs="Open Sans"/>
                <w:b/>
                <w:i/>
              </w:rPr>
            </w:pPr>
            <w:r w:rsidRPr="00FD240D">
              <w:rPr>
                <w:rFonts w:ascii="Open Sans" w:hAnsi="Open Sans" w:cs="Open Sans"/>
                <w:b/>
                <w:i/>
              </w:rPr>
              <w:t>Priloga 5/1</w:t>
            </w:r>
          </w:p>
        </w:tc>
      </w:tr>
    </w:tbl>
    <w:p w14:paraId="7042B3B2" w14:textId="77777777" w:rsidR="00152241" w:rsidRPr="00FD240D" w:rsidRDefault="00152241" w:rsidP="00152241">
      <w:pPr>
        <w:widowControl w:val="0"/>
        <w:jc w:val="both"/>
        <w:rPr>
          <w:rFonts w:ascii="Open Sans" w:hAnsi="Open Sans" w:cs="Open Sans"/>
        </w:rPr>
      </w:pPr>
    </w:p>
    <w:p w14:paraId="4A0CA4F0" w14:textId="77777777" w:rsidR="00C30D09" w:rsidRDefault="00FD240D" w:rsidP="00152241">
      <w:pPr>
        <w:widowControl w:val="0"/>
        <w:jc w:val="center"/>
        <w:rPr>
          <w:rFonts w:ascii="Open Sans" w:hAnsi="Open Sans" w:cs="Open Sans"/>
          <w:b/>
          <w:noProof/>
        </w:rPr>
      </w:pPr>
      <w:r>
        <w:rPr>
          <w:rFonts w:ascii="Open Sans" w:hAnsi="Open Sans" w:cs="Open Sans"/>
          <w:b/>
          <w:noProof/>
        </w:rPr>
        <w:t>ENLJ-SAL-80/25</w:t>
      </w:r>
      <w:r w:rsidR="00152241" w:rsidRPr="00FD240D">
        <w:rPr>
          <w:rFonts w:ascii="Open Sans" w:hAnsi="Open Sans" w:cs="Open Sans"/>
          <w:b/>
          <w:noProof/>
        </w:rPr>
        <w:t xml:space="preserve"> - </w:t>
      </w:r>
      <w:r>
        <w:rPr>
          <w:rFonts w:ascii="Open Sans" w:hAnsi="Open Sans" w:cs="Open Sans"/>
          <w:b/>
          <w:noProof/>
        </w:rPr>
        <w:t xml:space="preserve">VZDRŽEVANJE IN SERVISIRANJE KONVEKTORJEV ZA </w:t>
      </w:r>
    </w:p>
    <w:p w14:paraId="28575B34" w14:textId="168106AD" w:rsidR="00152241" w:rsidRDefault="00FD240D" w:rsidP="00152241">
      <w:pPr>
        <w:widowControl w:val="0"/>
        <w:jc w:val="center"/>
        <w:rPr>
          <w:rFonts w:ascii="Open Sans" w:hAnsi="Open Sans" w:cs="Open Sans"/>
          <w:b/>
          <w:noProof/>
        </w:rPr>
      </w:pPr>
      <w:r>
        <w:rPr>
          <w:rFonts w:ascii="Open Sans" w:hAnsi="Open Sans" w:cs="Open Sans"/>
          <w:b/>
          <w:noProof/>
        </w:rPr>
        <w:t>SISTEM OGREVANJA IN HLAJENJA</w:t>
      </w:r>
    </w:p>
    <w:p w14:paraId="6EE9CE52" w14:textId="1A9D17D4" w:rsidR="00C30D09" w:rsidRDefault="00C30D09" w:rsidP="00152241">
      <w:pPr>
        <w:widowControl w:val="0"/>
        <w:jc w:val="center"/>
        <w:rPr>
          <w:rFonts w:ascii="Open Sans" w:hAnsi="Open Sans" w:cs="Open Sans"/>
          <w:b/>
          <w:noProof/>
        </w:rPr>
      </w:pP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879"/>
      </w:tblGrid>
      <w:tr w:rsidR="00C30D09" w:rsidRPr="00C30D09" w14:paraId="33300EEF" w14:textId="77777777" w:rsidTr="00006074">
        <w:trPr>
          <w:trHeight w:val="385"/>
          <w:jc w:val="center"/>
        </w:trPr>
        <w:tc>
          <w:tcPr>
            <w:tcW w:w="3544" w:type="dxa"/>
          </w:tcPr>
          <w:p w14:paraId="15578C41" w14:textId="77777777" w:rsidR="00C30D09" w:rsidRPr="00C30D09" w:rsidRDefault="00C30D09" w:rsidP="00006074">
            <w:pPr>
              <w:widowControl w:val="0"/>
              <w:jc w:val="both"/>
              <w:rPr>
                <w:rFonts w:ascii="Open Sans" w:hAnsi="Open Sans" w:cs="Open Sans"/>
              </w:rPr>
            </w:pPr>
            <w:r w:rsidRPr="00C30D09">
              <w:rPr>
                <w:rFonts w:ascii="Open Sans" w:hAnsi="Open Sans" w:cs="Open Sans"/>
              </w:rPr>
              <w:t>Naziv podizvajalca</w:t>
            </w:r>
          </w:p>
          <w:p w14:paraId="5AAC4D16" w14:textId="77777777" w:rsidR="00C30D09" w:rsidRPr="00C30D09" w:rsidRDefault="00C30D09" w:rsidP="00006074">
            <w:pPr>
              <w:widowControl w:val="0"/>
              <w:jc w:val="both"/>
              <w:rPr>
                <w:rFonts w:ascii="Open Sans" w:hAnsi="Open Sans" w:cs="Open Sans"/>
              </w:rPr>
            </w:pPr>
          </w:p>
        </w:tc>
        <w:tc>
          <w:tcPr>
            <w:tcW w:w="5879" w:type="dxa"/>
          </w:tcPr>
          <w:p w14:paraId="1F163D08" w14:textId="77777777" w:rsidR="00C30D09" w:rsidRPr="00C30D09" w:rsidRDefault="00C30D09" w:rsidP="00006074">
            <w:pPr>
              <w:widowControl w:val="0"/>
              <w:jc w:val="both"/>
              <w:rPr>
                <w:rFonts w:ascii="Open Sans" w:hAnsi="Open Sans" w:cs="Open Sans"/>
              </w:rPr>
            </w:pPr>
          </w:p>
        </w:tc>
      </w:tr>
      <w:tr w:rsidR="00C30D09" w:rsidRPr="00C30D09" w14:paraId="663C3F7D" w14:textId="77777777" w:rsidTr="00006074">
        <w:trPr>
          <w:jc w:val="center"/>
        </w:trPr>
        <w:tc>
          <w:tcPr>
            <w:tcW w:w="3544" w:type="dxa"/>
          </w:tcPr>
          <w:p w14:paraId="55B9B50C" w14:textId="77777777" w:rsidR="00C30D09" w:rsidRPr="00C30D09" w:rsidRDefault="00C30D09" w:rsidP="00006074">
            <w:pPr>
              <w:widowControl w:val="0"/>
              <w:jc w:val="both"/>
              <w:rPr>
                <w:rFonts w:ascii="Open Sans" w:hAnsi="Open Sans" w:cs="Open Sans"/>
              </w:rPr>
            </w:pPr>
            <w:r w:rsidRPr="00C30D09">
              <w:rPr>
                <w:rFonts w:ascii="Open Sans" w:hAnsi="Open Sans" w:cs="Open Sans"/>
              </w:rPr>
              <w:t>Polni naslov</w:t>
            </w:r>
          </w:p>
          <w:p w14:paraId="50637F79" w14:textId="77777777" w:rsidR="00C30D09" w:rsidRPr="00C30D09" w:rsidRDefault="00C30D09" w:rsidP="00006074">
            <w:pPr>
              <w:widowControl w:val="0"/>
              <w:jc w:val="both"/>
              <w:rPr>
                <w:rFonts w:ascii="Open Sans" w:hAnsi="Open Sans" w:cs="Open Sans"/>
              </w:rPr>
            </w:pPr>
          </w:p>
        </w:tc>
        <w:tc>
          <w:tcPr>
            <w:tcW w:w="5879" w:type="dxa"/>
          </w:tcPr>
          <w:p w14:paraId="141E374D" w14:textId="77777777" w:rsidR="00C30D09" w:rsidRPr="00C30D09" w:rsidRDefault="00C30D09" w:rsidP="00006074">
            <w:pPr>
              <w:widowControl w:val="0"/>
              <w:jc w:val="both"/>
              <w:rPr>
                <w:rFonts w:ascii="Open Sans" w:hAnsi="Open Sans" w:cs="Open Sans"/>
              </w:rPr>
            </w:pPr>
          </w:p>
        </w:tc>
      </w:tr>
      <w:tr w:rsidR="00C30D09" w:rsidRPr="00C30D09" w14:paraId="5123BE6B" w14:textId="77777777" w:rsidTr="00006074">
        <w:trPr>
          <w:jc w:val="center"/>
        </w:trPr>
        <w:tc>
          <w:tcPr>
            <w:tcW w:w="3544" w:type="dxa"/>
          </w:tcPr>
          <w:p w14:paraId="305C994B" w14:textId="77777777" w:rsidR="00C30D09" w:rsidRPr="00C30D09" w:rsidRDefault="00C30D09" w:rsidP="00006074">
            <w:pPr>
              <w:widowControl w:val="0"/>
              <w:jc w:val="both"/>
              <w:rPr>
                <w:rFonts w:ascii="Open Sans" w:hAnsi="Open Sans" w:cs="Open Sans"/>
              </w:rPr>
            </w:pPr>
            <w:r w:rsidRPr="00C30D09">
              <w:rPr>
                <w:rFonts w:ascii="Open Sans" w:hAnsi="Open Sans" w:cs="Open Sans"/>
              </w:rPr>
              <w:t xml:space="preserve">Kontaktna oseba </w:t>
            </w:r>
          </w:p>
          <w:p w14:paraId="6B71A7E3" w14:textId="77777777" w:rsidR="00C30D09" w:rsidRPr="00C30D09" w:rsidRDefault="00C30D09" w:rsidP="00006074">
            <w:pPr>
              <w:widowControl w:val="0"/>
              <w:jc w:val="both"/>
              <w:rPr>
                <w:rFonts w:ascii="Open Sans" w:hAnsi="Open Sans" w:cs="Open Sans"/>
              </w:rPr>
            </w:pPr>
          </w:p>
        </w:tc>
        <w:tc>
          <w:tcPr>
            <w:tcW w:w="5879" w:type="dxa"/>
          </w:tcPr>
          <w:p w14:paraId="0242A0E9" w14:textId="77777777" w:rsidR="00C30D09" w:rsidRPr="00C30D09" w:rsidRDefault="00C30D09" w:rsidP="00006074">
            <w:pPr>
              <w:widowControl w:val="0"/>
              <w:jc w:val="both"/>
              <w:rPr>
                <w:rFonts w:ascii="Open Sans" w:hAnsi="Open Sans" w:cs="Open Sans"/>
              </w:rPr>
            </w:pPr>
          </w:p>
        </w:tc>
      </w:tr>
      <w:tr w:rsidR="00C30D09" w:rsidRPr="00C30D09" w14:paraId="545558EA" w14:textId="77777777" w:rsidTr="00006074">
        <w:trPr>
          <w:jc w:val="center"/>
        </w:trPr>
        <w:tc>
          <w:tcPr>
            <w:tcW w:w="3544" w:type="dxa"/>
            <w:tcBorders>
              <w:top w:val="single" w:sz="4" w:space="0" w:color="auto"/>
              <w:left w:val="single" w:sz="4" w:space="0" w:color="auto"/>
              <w:bottom w:val="single" w:sz="4" w:space="0" w:color="auto"/>
              <w:right w:val="single" w:sz="4" w:space="0" w:color="auto"/>
            </w:tcBorders>
          </w:tcPr>
          <w:p w14:paraId="634CFC6B" w14:textId="77777777" w:rsidR="00C30D09" w:rsidRPr="00C30D09" w:rsidRDefault="00C30D09" w:rsidP="00006074">
            <w:pPr>
              <w:widowControl w:val="0"/>
              <w:jc w:val="both"/>
              <w:rPr>
                <w:rFonts w:ascii="Open Sans" w:hAnsi="Open Sans" w:cs="Open Sans"/>
              </w:rPr>
            </w:pPr>
            <w:r w:rsidRPr="00C30D09">
              <w:rPr>
                <w:rFonts w:ascii="Open Sans" w:hAnsi="Open Sans" w:cs="Open Sans"/>
              </w:rPr>
              <w:t>Telefonska številka</w:t>
            </w:r>
          </w:p>
          <w:p w14:paraId="1B7C74C8" w14:textId="77777777" w:rsidR="00C30D09" w:rsidRPr="00C30D09" w:rsidRDefault="00C30D09" w:rsidP="00006074">
            <w:pPr>
              <w:widowControl w:val="0"/>
              <w:jc w:val="both"/>
              <w:rPr>
                <w:rFonts w:ascii="Open Sans" w:hAnsi="Open Sans" w:cs="Open Sans"/>
              </w:rPr>
            </w:pPr>
          </w:p>
        </w:tc>
        <w:tc>
          <w:tcPr>
            <w:tcW w:w="5879" w:type="dxa"/>
            <w:tcBorders>
              <w:top w:val="single" w:sz="4" w:space="0" w:color="auto"/>
              <w:left w:val="single" w:sz="4" w:space="0" w:color="auto"/>
              <w:bottom w:val="single" w:sz="4" w:space="0" w:color="auto"/>
              <w:right w:val="single" w:sz="4" w:space="0" w:color="auto"/>
            </w:tcBorders>
          </w:tcPr>
          <w:p w14:paraId="1098E351" w14:textId="77777777" w:rsidR="00C30D09" w:rsidRPr="00C30D09" w:rsidRDefault="00C30D09" w:rsidP="00006074">
            <w:pPr>
              <w:widowControl w:val="0"/>
              <w:jc w:val="both"/>
              <w:rPr>
                <w:rFonts w:ascii="Open Sans" w:hAnsi="Open Sans" w:cs="Open Sans"/>
              </w:rPr>
            </w:pPr>
          </w:p>
        </w:tc>
      </w:tr>
      <w:tr w:rsidR="00C30D09" w:rsidRPr="00C30D09" w14:paraId="0EEB46EC" w14:textId="77777777" w:rsidTr="00006074">
        <w:trPr>
          <w:jc w:val="center"/>
        </w:trPr>
        <w:tc>
          <w:tcPr>
            <w:tcW w:w="3544" w:type="dxa"/>
            <w:tcBorders>
              <w:top w:val="single" w:sz="4" w:space="0" w:color="auto"/>
              <w:left w:val="single" w:sz="4" w:space="0" w:color="auto"/>
              <w:bottom w:val="single" w:sz="4" w:space="0" w:color="auto"/>
              <w:right w:val="single" w:sz="4" w:space="0" w:color="auto"/>
            </w:tcBorders>
            <w:vAlign w:val="center"/>
          </w:tcPr>
          <w:p w14:paraId="6940F594" w14:textId="77777777" w:rsidR="00C30D09" w:rsidRPr="00C30D09" w:rsidRDefault="00C30D09" w:rsidP="00006074">
            <w:pPr>
              <w:widowControl w:val="0"/>
              <w:rPr>
                <w:rFonts w:ascii="Open Sans" w:hAnsi="Open Sans" w:cs="Open Sans"/>
              </w:rPr>
            </w:pPr>
            <w:r w:rsidRPr="00C30D09">
              <w:rPr>
                <w:rFonts w:ascii="Open Sans" w:hAnsi="Open Sans" w:cs="Open Sans"/>
              </w:rPr>
              <w:t>Vse osebe, ki so člani upravnega, vodstvenega ali nadzornega organa tega gospodarskega subjekta ali ki imajo pooblastila za njegovo zastopanje ali odločanje ali nadzor v njem</w:t>
            </w:r>
          </w:p>
        </w:tc>
        <w:tc>
          <w:tcPr>
            <w:tcW w:w="5879" w:type="dxa"/>
            <w:tcBorders>
              <w:top w:val="single" w:sz="4" w:space="0" w:color="auto"/>
              <w:left w:val="single" w:sz="4" w:space="0" w:color="auto"/>
              <w:bottom w:val="single" w:sz="4" w:space="0" w:color="auto"/>
              <w:right w:val="single" w:sz="4" w:space="0" w:color="auto"/>
            </w:tcBorders>
          </w:tcPr>
          <w:p w14:paraId="7C1A102B" w14:textId="77777777" w:rsidR="00C30D09" w:rsidRPr="00C30D09" w:rsidRDefault="00C30D09" w:rsidP="00006074">
            <w:pPr>
              <w:widowControl w:val="0"/>
              <w:jc w:val="both"/>
              <w:rPr>
                <w:rFonts w:ascii="Open Sans" w:hAnsi="Open Sans" w:cs="Open Sans"/>
              </w:rPr>
            </w:pPr>
          </w:p>
        </w:tc>
      </w:tr>
      <w:tr w:rsidR="00C30D09" w:rsidRPr="00C30D09" w14:paraId="5FA7148C" w14:textId="77777777" w:rsidTr="00006074">
        <w:trPr>
          <w:trHeight w:val="163"/>
          <w:jc w:val="center"/>
        </w:trPr>
        <w:tc>
          <w:tcPr>
            <w:tcW w:w="3544" w:type="dxa"/>
          </w:tcPr>
          <w:p w14:paraId="730C849A" w14:textId="77777777" w:rsidR="00C30D09" w:rsidRPr="00C30D09" w:rsidRDefault="00C30D09" w:rsidP="00006074">
            <w:pPr>
              <w:widowControl w:val="0"/>
              <w:jc w:val="both"/>
              <w:rPr>
                <w:rFonts w:ascii="Open Sans" w:hAnsi="Open Sans" w:cs="Open Sans"/>
              </w:rPr>
            </w:pPr>
            <w:r w:rsidRPr="00C30D09">
              <w:rPr>
                <w:rFonts w:ascii="Open Sans" w:hAnsi="Open Sans" w:cs="Open Sans"/>
              </w:rPr>
              <w:t>Matična številka</w:t>
            </w:r>
          </w:p>
        </w:tc>
        <w:tc>
          <w:tcPr>
            <w:tcW w:w="5879" w:type="dxa"/>
          </w:tcPr>
          <w:p w14:paraId="424802FA" w14:textId="77777777" w:rsidR="00C30D09" w:rsidRPr="00C30D09" w:rsidRDefault="00C30D09" w:rsidP="00006074">
            <w:pPr>
              <w:widowControl w:val="0"/>
              <w:jc w:val="both"/>
              <w:rPr>
                <w:rFonts w:ascii="Open Sans" w:hAnsi="Open Sans" w:cs="Open Sans"/>
              </w:rPr>
            </w:pPr>
          </w:p>
        </w:tc>
      </w:tr>
      <w:tr w:rsidR="00C30D09" w:rsidRPr="00C30D09" w14:paraId="1D68D3AB" w14:textId="77777777" w:rsidTr="00006074">
        <w:trPr>
          <w:jc w:val="center"/>
        </w:trPr>
        <w:tc>
          <w:tcPr>
            <w:tcW w:w="3544" w:type="dxa"/>
          </w:tcPr>
          <w:p w14:paraId="27CC35FF" w14:textId="77777777" w:rsidR="00C30D09" w:rsidRPr="00C30D09" w:rsidRDefault="00C30D09" w:rsidP="00006074">
            <w:pPr>
              <w:widowControl w:val="0"/>
              <w:jc w:val="both"/>
              <w:rPr>
                <w:rFonts w:ascii="Open Sans" w:hAnsi="Open Sans" w:cs="Open Sans"/>
              </w:rPr>
            </w:pPr>
            <w:r w:rsidRPr="00C30D09">
              <w:rPr>
                <w:rFonts w:ascii="Open Sans" w:hAnsi="Open Sans" w:cs="Open Sans"/>
              </w:rPr>
              <w:t>Davčna številka</w:t>
            </w:r>
          </w:p>
        </w:tc>
        <w:tc>
          <w:tcPr>
            <w:tcW w:w="5879" w:type="dxa"/>
          </w:tcPr>
          <w:p w14:paraId="60404A22" w14:textId="77777777" w:rsidR="00C30D09" w:rsidRPr="00C30D09" w:rsidRDefault="00C30D09" w:rsidP="00006074">
            <w:pPr>
              <w:widowControl w:val="0"/>
              <w:jc w:val="both"/>
              <w:rPr>
                <w:rFonts w:ascii="Open Sans" w:hAnsi="Open Sans" w:cs="Open Sans"/>
              </w:rPr>
            </w:pPr>
          </w:p>
        </w:tc>
      </w:tr>
      <w:tr w:rsidR="00C30D09" w:rsidRPr="00C30D09" w14:paraId="684C7723" w14:textId="77777777" w:rsidTr="00006074">
        <w:trPr>
          <w:jc w:val="center"/>
        </w:trPr>
        <w:tc>
          <w:tcPr>
            <w:tcW w:w="3544" w:type="dxa"/>
          </w:tcPr>
          <w:p w14:paraId="598D0E60" w14:textId="77777777" w:rsidR="00C30D09" w:rsidRPr="00C30D09" w:rsidRDefault="00C30D09" w:rsidP="00006074">
            <w:pPr>
              <w:widowControl w:val="0"/>
              <w:jc w:val="both"/>
              <w:rPr>
                <w:rFonts w:ascii="Open Sans" w:hAnsi="Open Sans" w:cs="Open Sans"/>
              </w:rPr>
            </w:pPr>
            <w:r w:rsidRPr="00C30D09">
              <w:rPr>
                <w:rFonts w:ascii="Open Sans" w:hAnsi="Open Sans" w:cs="Open Sans"/>
              </w:rPr>
              <w:t>Transakcijski račun in navedba banke</w:t>
            </w:r>
          </w:p>
        </w:tc>
        <w:tc>
          <w:tcPr>
            <w:tcW w:w="5879" w:type="dxa"/>
          </w:tcPr>
          <w:p w14:paraId="136D6F1D" w14:textId="77777777" w:rsidR="00C30D09" w:rsidRPr="00C30D09" w:rsidRDefault="00C30D09" w:rsidP="00006074">
            <w:pPr>
              <w:widowControl w:val="0"/>
              <w:jc w:val="both"/>
              <w:rPr>
                <w:rFonts w:ascii="Open Sans" w:hAnsi="Open Sans" w:cs="Open Sans"/>
              </w:rPr>
            </w:pPr>
          </w:p>
        </w:tc>
      </w:tr>
      <w:tr w:rsidR="00C30D09" w:rsidRPr="00C30D09" w14:paraId="698046A7" w14:textId="77777777" w:rsidTr="00006074">
        <w:trPr>
          <w:trHeight w:val="1260"/>
          <w:jc w:val="center"/>
        </w:trPr>
        <w:tc>
          <w:tcPr>
            <w:tcW w:w="3544" w:type="dxa"/>
          </w:tcPr>
          <w:p w14:paraId="58835E1E" w14:textId="77777777" w:rsidR="00C30D09" w:rsidRPr="00C30D09" w:rsidRDefault="00C30D09" w:rsidP="00006074">
            <w:pPr>
              <w:widowControl w:val="0"/>
              <w:rPr>
                <w:rFonts w:ascii="Open Sans" w:hAnsi="Open Sans" w:cs="Open Sans"/>
              </w:rPr>
            </w:pPr>
            <w:r w:rsidRPr="00C30D09">
              <w:rPr>
                <w:rFonts w:ascii="Open Sans" w:hAnsi="Open Sans" w:cs="Open Sans"/>
              </w:rPr>
              <w:t xml:space="preserve">Vsak del javnega naročila (storitev), ki se oddaja v </w:t>
            </w:r>
            <w:proofErr w:type="spellStart"/>
            <w:r w:rsidRPr="00C30D09">
              <w:rPr>
                <w:rFonts w:ascii="Open Sans" w:hAnsi="Open Sans" w:cs="Open Sans"/>
              </w:rPr>
              <w:t>podizvajanje</w:t>
            </w:r>
            <w:proofErr w:type="spellEnd"/>
            <w:r w:rsidRPr="00C30D09">
              <w:rPr>
                <w:rFonts w:ascii="Open Sans" w:hAnsi="Open Sans" w:cs="Open Sans"/>
              </w:rPr>
              <w:t xml:space="preserve"> (vrsta/opis storitev)</w:t>
            </w:r>
          </w:p>
        </w:tc>
        <w:tc>
          <w:tcPr>
            <w:tcW w:w="5879" w:type="dxa"/>
          </w:tcPr>
          <w:p w14:paraId="42BE8E06" w14:textId="77777777" w:rsidR="00C30D09" w:rsidRPr="00C30D09" w:rsidRDefault="00C30D09" w:rsidP="00006074">
            <w:pPr>
              <w:widowControl w:val="0"/>
              <w:jc w:val="both"/>
              <w:rPr>
                <w:rFonts w:ascii="Open Sans" w:hAnsi="Open Sans" w:cs="Open Sans"/>
              </w:rPr>
            </w:pPr>
          </w:p>
          <w:p w14:paraId="235B4FF4" w14:textId="77777777" w:rsidR="00C30D09" w:rsidRPr="00C30D09" w:rsidRDefault="00C30D09" w:rsidP="00006074">
            <w:pPr>
              <w:widowControl w:val="0"/>
              <w:jc w:val="both"/>
              <w:rPr>
                <w:rFonts w:ascii="Open Sans" w:hAnsi="Open Sans" w:cs="Open Sans"/>
              </w:rPr>
            </w:pPr>
          </w:p>
          <w:p w14:paraId="5C8DFF10" w14:textId="77777777" w:rsidR="00C30D09" w:rsidRDefault="00C30D09" w:rsidP="00006074">
            <w:pPr>
              <w:widowControl w:val="0"/>
              <w:rPr>
                <w:rFonts w:ascii="Open Sans" w:hAnsi="Open Sans" w:cs="Open Sans"/>
              </w:rPr>
            </w:pPr>
          </w:p>
          <w:p w14:paraId="0116F9F8" w14:textId="71E796B8" w:rsidR="007E680E" w:rsidRPr="007E680E" w:rsidRDefault="007E680E" w:rsidP="007E680E">
            <w:pPr>
              <w:rPr>
                <w:rFonts w:ascii="Open Sans" w:hAnsi="Open Sans" w:cs="Open Sans"/>
              </w:rPr>
            </w:pPr>
          </w:p>
        </w:tc>
      </w:tr>
      <w:tr w:rsidR="00C30D09" w:rsidRPr="00C30D09" w14:paraId="01D8E481" w14:textId="77777777" w:rsidTr="00006074">
        <w:trPr>
          <w:trHeight w:val="208"/>
          <w:jc w:val="center"/>
        </w:trPr>
        <w:tc>
          <w:tcPr>
            <w:tcW w:w="3544" w:type="dxa"/>
          </w:tcPr>
          <w:p w14:paraId="79237146" w14:textId="77777777" w:rsidR="00C30D09" w:rsidRPr="00C30D09" w:rsidRDefault="00C30D09" w:rsidP="00006074">
            <w:pPr>
              <w:widowControl w:val="0"/>
              <w:rPr>
                <w:rFonts w:ascii="Open Sans" w:hAnsi="Open Sans" w:cs="Open Sans"/>
              </w:rPr>
            </w:pPr>
            <w:r w:rsidRPr="00C30D09">
              <w:rPr>
                <w:rFonts w:ascii="Open Sans" w:hAnsi="Open Sans" w:cs="Open Sans"/>
              </w:rPr>
              <w:t xml:space="preserve">Količina/Delež (%) javnega naročila, ki se oddaja v </w:t>
            </w:r>
            <w:proofErr w:type="spellStart"/>
            <w:r w:rsidRPr="00C30D09">
              <w:rPr>
                <w:rFonts w:ascii="Open Sans" w:hAnsi="Open Sans" w:cs="Open Sans"/>
              </w:rPr>
              <w:t>podizvajanje</w:t>
            </w:r>
            <w:proofErr w:type="spellEnd"/>
          </w:p>
        </w:tc>
        <w:tc>
          <w:tcPr>
            <w:tcW w:w="5879" w:type="dxa"/>
          </w:tcPr>
          <w:p w14:paraId="5FBD725B" w14:textId="77777777" w:rsidR="00C30D09" w:rsidRPr="00C30D09" w:rsidRDefault="00C30D09" w:rsidP="00006074">
            <w:pPr>
              <w:widowControl w:val="0"/>
              <w:jc w:val="both"/>
              <w:rPr>
                <w:rFonts w:ascii="Open Sans" w:hAnsi="Open Sans" w:cs="Open Sans"/>
              </w:rPr>
            </w:pPr>
          </w:p>
        </w:tc>
      </w:tr>
      <w:tr w:rsidR="00C30D09" w:rsidRPr="00C30D09" w14:paraId="01D57E9C" w14:textId="77777777" w:rsidTr="00006074">
        <w:trPr>
          <w:jc w:val="center"/>
        </w:trPr>
        <w:tc>
          <w:tcPr>
            <w:tcW w:w="3544" w:type="dxa"/>
          </w:tcPr>
          <w:p w14:paraId="78C2DB5D" w14:textId="77777777" w:rsidR="00C30D09" w:rsidRPr="00C30D09" w:rsidRDefault="00C30D09" w:rsidP="00006074">
            <w:pPr>
              <w:widowControl w:val="0"/>
              <w:jc w:val="both"/>
              <w:rPr>
                <w:rFonts w:ascii="Open Sans" w:hAnsi="Open Sans" w:cs="Open Sans"/>
              </w:rPr>
            </w:pPr>
            <w:r w:rsidRPr="00C30D09">
              <w:rPr>
                <w:rFonts w:ascii="Open Sans" w:hAnsi="Open Sans" w:cs="Open Sans"/>
              </w:rPr>
              <w:t>Kraj izvedbe storitev</w:t>
            </w:r>
          </w:p>
        </w:tc>
        <w:tc>
          <w:tcPr>
            <w:tcW w:w="5879" w:type="dxa"/>
          </w:tcPr>
          <w:p w14:paraId="666668F5" w14:textId="77777777" w:rsidR="00C30D09" w:rsidRPr="00C30D09" w:rsidRDefault="00C30D09" w:rsidP="00006074">
            <w:pPr>
              <w:widowControl w:val="0"/>
              <w:jc w:val="both"/>
              <w:rPr>
                <w:rFonts w:ascii="Open Sans" w:hAnsi="Open Sans" w:cs="Open Sans"/>
              </w:rPr>
            </w:pPr>
          </w:p>
        </w:tc>
      </w:tr>
      <w:tr w:rsidR="00C30D09" w:rsidRPr="00C30D09" w14:paraId="6506B504" w14:textId="77777777" w:rsidTr="00006074">
        <w:trPr>
          <w:trHeight w:val="305"/>
          <w:jc w:val="center"/>
        </w:trPr>
        <w:tc>
          <w:tcPr>
            <w:tcW w:w="3544" w:type="dxa"/>
          </w:tcPr>
          <w:p w14:paraId="7666E6F5" w14:textId="77777777" w:rsidR="00C30D09" w:rsidRPr="00C30D09" w:rsidRDefault="00C30D09" w:rsidP="00006074">
            <w:pPr>
              <w:widowControl w:val="0"/>
              <w:jc w:val="both"/>
              <w:rPr>
                <w:rFonts w:ascii="Open Sans" w:hAnsi="Open Sans" w:cs="Open Sans"/>
              </w:rPr>
            </w:pPr>
            <w:r w:rsidRPr="00C30D09">
              <w:rPr>
                <w:rFonts w:ascii="Open Sans" w:hAnsi="Open Sans" w:cs="Open Sans"/>
              </w:rPr>
              <w:t>Rok izvedbe storitev</w:t>
            </w:r>
          </w:p>
        </w:tc>
        <w:tc>
          <w:tcPr>
            <w:tcW w:w="5879" w:type="dxa"/>
          </w:tcPr>
          <w:p w14:paraId="64B73F5D" w14:textId="77777777" w:rsidR="00C30D09" w:rsidRPr="00C30D09" w:rsidRDefault="00C30D09" w:rsidP="00006074">
            <w:pPr>
              <w:widowControl w:val="0"/>
              <w:jc w:val="both"/>
              <w:rPr>
                <w:rFonts w:ascii="Open Sans" w:hAnsi="Open Sans" w:cs="Open Sans"/>
              </w:rPr>
            </w:pPr>
          </w:p>
        </w:tc>
      </w:tr>
    </w:tbl>
    <w:p w14:paraId="5EDF7EE0" w14:textId="77777777" w:rsidR="00152241" w:rsidRPr="00FD240D" w:rsidRDefault="00152241" w:rsidP="00152241">
      <w:pPr>
        <w:widowControl w:val="0"/>
        <w:tabs>
          <w:tab w:val="left" w:pos="567"/>
          <w:tab w:val="left" w:pos="851"/>
          <w:tab w:val="left" w:pos="993"/>
        </w:tabs>
        <w:suppressAutoHyphens/>
        <w:jc w:val="both"/>
        <w:rPr>
          <w:rFonts w:ascii="Open Sans" w:hAnsi="Open Sans" w:cs="Open Sans"/>
          <w:lang w:eastAsia="ar-SA"/>
        </w:rPr>
      </w:pPr>
    </w:p>
    <w:p w14:paraId="3F1335EF" w14:textId="77777777" w:rsidR="00152241" w:rsidRPr="00FD240D" w:rsidRDefault="00152241" w:rsidP="00152241">
      <w:pPr>
        <w:widowControl w:val="0"/>
        <w:jc w:val="center"/>
        <w:rPr>
          <w:rFonts w:ascii="Open Sans" w:hAnsi="Open Sans" w:cs="Open Sans"/>
          <w:b/>
          <w:bCs/>
        </w:rPr>
      </w:pPr>
      <w:r w:rsidRPr="00FD240D">
        <w:rPr>
          <w:rFonts w:ascii="Open Sans" w:hAnsi="Open Sans" w:cs="Open Sans"/>
          <w:b/>
          <w:bCs/>
        </w:rPr>
        <w:t>SOGLASJE ZA NEPOSREDNO PLAČEVANJE PODIZVAJALCEM</w:t>
      </w:r>
    </w:p>
    <w:p w14:paraId="5F08F481" w14:textId="77777777" w:rsidR="00152241" w:rsidRPr="00FD240D" w:rsidRDefault="00152241" w:rsidP="00152241">
      <w:pPr>
        <w:widowControl w:val="0"/>
        <w:jc w:val="both"/>
        <w:rPr>
          <w:rFonts w:ascii="Open Sans" w:hAnsi="Open Sans" w:cs="Open Sans"/>
        </w:rPr>
      </w:pPr>
    </w:p>
    <w:p w14:paraId="7598DB2B" w14:textId="77777777" w:rsidR="00152241" w:rsidRPr="00FD240D" w:rsidRDefault="00152241" w:rsidP="00152241">
      <w:pPr>
        <w:widowControl w:val="0"/>
        <w:jc w:val="both"/>
        <w:rPr>
          <w:rFonts w:ascii="Open Sans" w:hAnsi="Open Sans" w:cs="Open Sans"/>
        </w:rPr>
      </w:pPr>
      <w:r w:rsidRPr="00FD240D">
        <w:rPr>
          <w:rFonts w:ascii="Open Sans" w:hAnsi="Open Sans" w:cs="Open Sans"/>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152241" w:rsidRPr="00FD240D" w14:paraId="15D43FE7" w14:textId="77777777" w:rsidTr="00F912EC">
        <w:tc>
          <w:tcPr>
            <w:tcW w:w="4820" w:type="dxa"/>
          </w:tcPr>
          <w:p w14:paraId="041CE674" w14:textId="77777777" w:rsidR="00152241" w:rsidRPr="00FD240D" w:rsidRDefault="00152241" w:rsidP="0019014E">
            <w:pPr>
              <w:widowControl w:val="0"/>
              <w:numPr>
                <w:ilvl w:val="0"/>
                <w:numId w:val="6"/>
              </w:numPr>
              <w:ind w:left="318" w:hanging="426"/>
              <w:jc w:val="both"/>
              <w:rPr>
                <w:rFonts w:ascii="Open Sans" w:hAnsi="Open Sans" w:cs="Open Sans"/>
                <w:b/>
              </w:rPr>
            </w:pPr>
            <w:r w:rsidRPr="00FD240D">
              <w:rPr>
                <w:rFonts w:ascii="Open Sans" w:hAnsi="Open Sans" w:cs="Open Sans"/>
              </w:rPr>
              <w:t>soglašam,</w:t>
            </w:r>
          </w:p>
        </w:tc>
        <w:tc>
          <w:tcPr>
            <w:tcW w:w="4394" w:type="dxa"/>
          </w:tcPr>
          <w:p w14:paraId="63C19DEC" w14:textId="77777777" w:rsidR="00152241" w:rsidRPr="00FD240D" w:rsidRDefault="00152241" w:rsidP="0019014E">
            <w:pPr>
              <w:widowControl w:val="0"/>
              <w:numPr>
                <w:ilvl w:val="0"/>
                <w:numId w:val="6"/>
              </w:numPr>
              <w:ind w:left="459"/>
              <w:jc w:val="both"/>
              <w:rPr>
                <w:rFonts w:ascii="Open Sans" w:hAnsi="Open Sans" w:cs="Open Sans"/>
                <w:b/>
              </w:rPr>
            </w:pPr>
            <w:r w:rsidRPr="00FD240D">
              <w:rPr>
                <w:rFonts w:ascii="Open Sans" w:hAnsi="Open Sans" w:cs="Open Sans"/>
              </w:rPr>
              <w:t>ne soglašam,</w:t>
            </w:r>
          </w:p>
        </w:tc>
      </w:tr>
    </w:tbl>
    <w:p w14:paraId="0AA43A3E" w14:textId="77777777" w:rsidR="00152241" w:rsidRPr="00FD240D" w:rsidRDefault="00152241" w:rsidP="00152241">
      <w:pPr>
        <w:widowControl w:val="0"/>
        <w:jc w:val="both"/>
        <w:rPr>
          <w:rFonts w:ascii="Open Sans" w:hAnsi="Open Sans" w:cs="Open Sans"/>
        </w:rPr>
      </w:pPr>
    </w:p>
    <w:p w14:paraId="595B0E46" w14:textId="77777777" w:rsidR="00152241" w:rsidRPr="00FD240D" w:rsidRDefault="00152241" w:rsidP="00152241">
      <w:pPr>
        <w:widowControl w:val="0"/>
        <w:jc w:val="both"/>
        <w:rPr>
          <w:rFonts w:ascii="Open Sans" w:hAnsi="Open Sans" w:cs="Open Sans"/>
        </w:rPr>
      </w:pPr>
      <w:r w:rsidRPr="00FD240D">
        <w:rPr>
          <w:rFonts w:ascii="Open Sans" w:hAnsi="Open Sans" w:cs="Open Sans"/>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53F84A6" w14:textId="75DB2364" w:rsidR="00152241" w:rsidRPr="00FD240D" w:rsidRDefault="00152241" w:rsidP="00152241">
      <w:pPr>
        <w:widowControl w:val="0"/>
        <w:tabs>
          <w:tab w:val="left" w:pos="5400"/>
        </w:tabs>
        <w:jc w:val="both"/>
        <w:rPr>
          <w:rFonts w:ascii="Open Sans" w:hAnsi="Open Sans" w:cs="Open Sans"/>
        </w:rPr>
      </w:pPr>
    </w:p>
    <w:p w14:paraId="72E9A5F7" w14:textId="77777777" w:rsidR="00DB1FC3" w:rsidRPr="00FD240D" w:rsidRDefault="00DB1FC3" w:rsidP="00152241">
      <w:pPr>
        <w:widowControl w:val="0"/>
        <w:tabs>
          <w:tab w:val="left" w:pos="5400"/>
        </w:tabs>
        <w:jc w:val="both"/>
        <w:rPr>
          <w:rFonts w:ascii="Open Sans" w:hAnsi="Open Sans" w:cs="Open Sans"/>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152241" w:rsidRPr="00FD240D" w14:paraId="5539C228" w14:textId="77777777" w:rsidTr="00F912EC">
        <w:trPr>
          <w:trHeight w:val="235"/>
        </w:trPr>
        <w:tc>
          <w:tcPr>
            <w:tcW w:w="3374" w:type="dxa"/>
            <w:tcBorders>
              <w:bottom w:val="single" w:sz="4" w:space="0" w:color="auto"/>
            </w:tcBorders>
          </w:tcPr>
          <w:p w14:paraId="40D09964" w14:textId="77777777" w:rsidR="00152241" w:rsidRPr="00FD240D" w:rsidRDefault="00152241" w:rsidP="00F912EC">
            <w:pPr>
              <w:widowControl w:val="0"/>
              <w:jc w:val="both"/>
              <w:rPr>
                <w:rFonts w:ascii="Open Sans" w:hAnsi="Open Sans" w:cs="Open Sans"/>
                <w:snapToGrid w:val="0"/>
              </w:rPr>
            </w:pPr>
          </w:p>
        </w:tc>
        <w:tc>
          <w:tcPr>
            <w:tcW w:w="2977" w:type="dxa"/>
          </w:tcPr>
          <w:p w14:paraId="1D9956F0" w14:textId="77777777" w:rsidR="00152241" w:rsidRPr="00FD240D" w:rsidRDefault="00152241" w:rsidP="00F912EC">
            <w:pPr>
              <w:widowControl w:val="0"/>
              <w:jc w:val="both"/>
              <w:rPr>
                <w:rFonts w:ascii="Open Sans" w:hAnsi="Open Sans" w:cs="Open Sans"/>
                <w:snapToGrid w:val="0"/>
              </w:rPr>
            </w:pPr>
          </w:p>
        </w:tc>
        <w:tc>
          <w:tcPr>
            <w:tcW w:w="3119" w:type="dxa"/>
            <w:tcBorders>
              <w:bottom w:val="single" w:sz="4" w:space="0" w:color="auto"/>
            </w:tcBorders>
          </w:tcPr>
          <w:p w14:paraId="1EA90537" w14:textId="77777777" w:rsidR="00152241" w:rsidRPr="00FD240D" w:rsidRDefault="00152241" w:rsidP="00F912EC">
            <w:pPr>
              <w:widowControl w:val="0"/>
              <w:jc w:val="both"/>
              <w:rPr>
                <w:rFonts w:ascii="Open Sans" w:hAnsi="Open Sans" w:cs="Open Sans"/>
                <w:snapToGrid w:val="0"/>
              </w:rPr>
            </w:pPr>
          </w:p>
        </w:tc>
      </w:tr>
      <w:tr w:rsidR="00152241" w:rsidRPr="00FD240D" w14:paraId="5855C5BD" w14:textId="77777777" w:rsidTr="00F912EC">
        <w:trPr>
          <w:trHeight w:val="235"/>
        </w:trPr>
        <w:tc>
          <w:tcPr>
            <w:tcW w:w="3374" w:type="dxa"/>
            <w:tcBorders>
              <w:top w:val="single" w:sz="4" w:space="0" w:color="auto"/>
            </w:tcBorders>
          </w:tcPr>
          <w:p w14:paraId="23DA54B2"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kraj, datum</w:t>
            </w:r>
          </w:p>
        </w:tc>
        <w:tc>
          <w:tcPr>
            <w:tcW w:w="2977" w:type="dxa"/>
          </w:tcPr>
          <w:p w14:paraId="09EFF42E"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žig</w:t>
            </w:r>
          </w:p>
        </w:tc>
        <w:tc>
          <w:tcPr>
            <w:tcW w:w="3119" w:type="dxa"/>
            <w:tcBorders>
              <w:top w:val="single" w:sz="4" w:space="0" w:color="auto"/>
            </w:tcBorders>
          </w:tcPr>
          <w:p w14:paraId="55772F13"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rPr>
              <w:t xml:space="preserve">ime in priimek ter </w:t>
            </w:r>
            <w:r w:rsidRPr="00FD240D">
              <w:rPr>
                <w:rFonts w:ascii="Open Sans" w:hAnsi="Open Sans" w:cs="Open Sans"/>
                <w:snapToGrid w:val="0"/>
                <w:color w:val="000000"/>
              </w:rPr>
              <w:t>podpis odgovorne osebe podizvajalca</w:t>
            </w:r>
          </w:p>
        </w:tc>
      </w:tr>
    </w:tbl>
    <w:p w14:paraId="58503B1E" w14:textId="77777777" w:rsidR="00C30D09" w:rsidRPr="00C30D09" w:rsidRDefault="00C30D09" w:rsidP="00152241">
      <w:pPr>
        <w:widowControl w:val="0"/>
        <w:tabs>
          <w:tab w:val="left" w:pos="284"/>
        </w:tabs>
        <w:jc w:val="both"/>
        <w:rPr>
          <w:rFonts w:ascii="Open Sans" w:hAnsi="Open Sans" w:cs="Open Sans"/>
          <w:b/>
          <w:i/>
          <w:sz w:val="18"/>
          <w:szCs w:val="18"/>
        </w:rPr>
      </w:pPr>
    </w:p>
    <w:p w14:paraId="2BFB36E2" w14:textId="77777777" w:rsidR="00C04411" w:rsidRDefault="00C04411" w:rsidP="00C04411">
      <w:pPr>
        <w:widowControl w:val="0"/>
        <w:tabs>
          <w:tab w:val="left" w:pos="284"/>
        </w:tabs>
        <w:jc w:val="both"/>
        <w:rPr>
          <w:rFonts w:ascii="Open Sans" w:hAnsi="Open Sans" w:cs="Open Sans"/>
          <w:b/>
          <w:i/>
          <w:sz w:val="18"/>
          <w:szCs w:val="18"/>
        </w:rPr>
      </w:pPr>
    </w:p>
    <w:p w14:paraId="42EC150E" w14:textId="1F7D7B98" w:rsidR="00152241" w:rsidRPr="00C04411" w:rsidRDefault="00152241" w:rsidP="00C04411">
      <w:pPr>
        <w:widowControl w:val="0"/>
        <w:tabs>
          <w:tab w:val="left" w:pos="284"/>
        </w:tabs>
        <w:jc w:val="both"/>
        <w:rPr>
          <w:rFonts w:ascii="Open Sans" w:hAnsi="Open Sans" w:cs="Open Sans"/>
          <w:i/>
          <w:iCs/>
          <w:sz w:val="18"/>
          <w:szCs w:val="18"/>
        </w:rPr>
      </w:pPr>
      <w:r w:rsidRPr="00C30D09">
        <w:rPr>
          <w:rFonts w:ascii="Open Sans" w:hAnsi="Open Sans" w:cs="Open Sans"/>
          <w:b/>
          <w:i/>
          <w:sz w:val="18"/>
          <w:szCs w:val="18"/>
        </w:rPr>
        <w:t>Opomba:</w:t>
      </w:r>
      <w:r w:rsidRPr="00C30D09">
        <w:rPr>
          <w:rFonts w:ascii="Open Sans" w:hAnsi="Open Sans" w:cs="Open Sans"/>
          <w:i/>
          <w:sz w:val="18"/>
          <w:szCs w:val="18"/>
        </w:rPr>
        <w:t xml:space="preserve"> </w:t>
      </w:r>
      <w:r w:rsidRPr="00C30D09">
        <w:rPr>
          <w:rFonts w:ascii="Open Sans" w:hAnsi="Open Sans" w:cs="Open Sans"/>
          <w:i/>
          <w:iCs/>
          <w:sz w:val="18"/>
          <w:szCs w:val="18"/>
        </w:rPr>
        <w:t>Obrazec se izpolni za vsakega podizvajalca posebej.</w:t>
      </w:r>
    </w:p>
    <w:p w14:paraId="75F08862" w14:textId="77777777" w:rsidR="00152241" w:rsidRPr="00C30D09" w:rsidRDefault="00152241" w:rsidP="00152241">
      <w:pPr>
        <w:widowControl w:val="0"/>
        <w:tabs>
          <w:tab w:val="left" w:pos="567"/>
          <w:tab w:val="num" w:pos="851"/>
          <w:tab w:val="left" w:pos="993"/>
        </w:tabs>
        <w:jc w:val="both"/>
        <w:rPr>
          <w:rFonts w:ascii="Open Sans" w:hAnsi="Open Sans" w:cs="Open Sans"/>
          <w:i/>
          <w:sz w:val="18"/>
          <w:szCs w:val="18"/>
        </w:rPr>
      </w:pPr>
      <w:r w:rsidRPr="00C30D09">
        <w:rPr>
          <w:rFonts w:ascii="Open Sans" w:hAnsi="Open Sans" w:cs="Open Sans"/>
          <w:b/>
          <w:i/>
          <w:sz w:val="18"/>
          <w:szCs w:val="18"/>
        </w:rPr>
        <w:t xml:space="preserve">Navodilo: </w:t>
      </w:r>
      <w:r w:rsidRPr="00C30D09">
        <w:rPr>
          <w:rFonts w:ascii="Open Sans" w:hAnsi="Open Sans" w:cs="Open Sans"/>
          <w:i/>
          <w:sz w:val="18"/>
          <w:szCs w:val="18"/>
        </w:rPr>
        <w:t>Obrazec se po potrebi kopira!</w:t>
      </w:r>
    </w:p>
    <w:p w14:paraId="27AD10B0" w14:textId="77777777" w:rsidR="00152241" w:rsidRPr="00C30D09" w:rsidRDefault="00152241" w:rsidP="00152241">
      <w:pPr>
        <w:widowControl w:val="0"/>
        <w:tabs>
          <w:tab w:val="left" w:pos="567"/>
          <w:tab w:val="num" w:pos="851"/>
          <w:tab w:val="left" w:pos="993"/>
        </w:tabs>
        <w:jc w:val="both"/>
        <w:rPr>
          <w:rFonts w:ascii="Open Sans" w:hAnsi="Open Sans" w:cs="Open Sans"/>
          <w:i/>
          <w:sz w:val="18"/>
          <w:szCs w:val="18"/>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52241" w:rsidRPr="00FD240D" w14:paraId="649FDF5C" w14:textId="77777777" w:rsidTr="00F912EC">
        <w:tc>
          <w:tcPr>
            <w:tcW w:w="8008" w:type="dxa"/>
            <w:tcBorders>
              <w:top w:val="single" w:sz="4" w:space="0" w:color="auto"/>
              <w:bottom w:val="single" w:sz="4" w:space="0" w:color="auto"/>
            </w:tcBorders>
          </w:tcPr>
          <w:p w14:paraId="3565F7CB" w14:textId="77777777" w:rsidR="00152241" w:rsidRPr="00FD240D" w:rsidRDefault="00152241" w:rsidP="00F912EC">
            <w:pPr>
              <w:widowControl w:val="0"/>
              <w:jc w:val="both"/>
              <w:rPr>
                <w:rFonts w:ascii="Open Sans" w:hAnsi="Open Sans" w:cs="Open Sans"/>
              </w:rPr>
            </w:pPr>
            <w:r w:rsidRPr="00FD240D">
              <w:rPr>
                <w:rFonts w:ascii="Open Sans" w:hAnsi="Open Sans" w:cs="Open Sans"/>
                <w:i/>
              </w:rPr>
              <w:lastRenderedPageBreak/>
              <w:br w:type="page"/>
            </w:r>
            <w:r w:rsidRPr="00FD240D">
              <w:rPr>
                <w:rFonts w:ascii="Open Sans" w:hAnsi="Open Sans" w:cs="Open Sans"/>
              </w:rPr>
              <w:t>SEZNAM SUBJEKTOV, KATERIH ZMOGLJIVOST UPORABLJA PONUDNIK</w:t>
            </w:r>
          </w:p>
        </w:tc>
        <w:tc>
          <w:tcPr>
            <w:tcW w:w="1418" w:type="dxa"/>
            <w:tcBorders>
              <w:top w:val="single" w:sz="4" w:space="0" w:color="auto"/>
              <w:bottom w:val="single" w:sz="4" w:space="0" w:color="auto"/>
            </w:tcBorders>
          </w:tcPr>
          <w:p w14:paraId="23E00801" w14:textId="77777777" w:rsidR="00152241" w:rsidRPr="00FD240D" w:rsidRDefault="00152241" w:rsidP="00F912EC">
            <w:pPr>
              <w:widowControl w:val="0"/>
              <w:jc w:val="both"/>
              <w:rPr>
                <w:rFonts w:ascii="Open Sans" w:hAnsi="Open Sans" w:cs="Open Sans"/>
                <w:b/>
                <w:i/>
              </w:rPr>
            </w:pPr>
            <w:r w:rsidRPr="00FD240D">
              <w:rPr>
                <w:rFonts w:ascii="Open Sans" w:hAnsi="Open Sans" w:cs="Open Sans"/>
                <w:b/>
                <w:i/>
              </w:rPr>
              <w:t>Priloga 6</w:t>
            </w:r>
          </w:p>
        </w:tc>
      </w:tr>
    </w:tbl>
    <w:p w14:paraId="6448B3D2" w14:textId="77777777" w:rsidR="00152241" w:rsidRPr="00FD240D" w:rsidRDefault="00152241" w:rsidP="00152241">
      <w:pPr>
        <w:widowControl w:val="0"/>
        <w:jc w:val="both"/>
        <w:rPr>
          <w:rFonts w:ascii="Open Sans" w:hAnsi="Open Sans" w:cs="Open Sans"/>
        </w:rPr>
      </w:pPr>
    </w:p>
    <w:p w14:paraId="5427729A" w14:textId="77777777" w:rsidR="00152241" w:rsidRPr="00FD240D" w:rsidRDefault="00152241" w:rsidP="00152241">
      <w:pPr>
        <w:widowControl w:val="0"/>
        <w:jc w:val="both"/>
        <w:rPr>
          <w:rFonts w:ascii="Open Sans" w:hAnsi="Open Sans" w:cs="Open Sans"/>
        </w:rPr>
      </w:pPr>
    </w:p>
    <w:p w14:paraId="08646CB1" w14:textId="77777777" w:rsidR="00152241" w:rsidRPr="00FD240D" w:rsidRDefault="00152241" w:rsidP="00152241">
      <w:pPr>
        <w:widowControl w:val="0"/>
        <w:rPr>
          <w:rFonts w:ascii="Open Sans" w:hAnsi="Open Sans" w:cs="Open Sans"/>
        </w:rPr>
      </w:pPr>
      <w:r w:rsidRPr="00FD240D">
        <w:rPr>
          <w:rFonts w:ascii="Open Sans" w:hAnsi="Open Sans" w:cs="Open Sans"/>
        </w:rPr>
        <w:t>Ponudnik: ____________________________________________________________________,</w:t>
      </w:r>
    </w:p>
    <w:p w14:paraId="0FAA879D" w14:textId="33E9C7DA" w:rsidR="00152241" w:rsidRPr="00FD240D" w:rsidRDefault="00152241" w:rsidP="00152241">
      <w:pPr>
        <w:widowControl w:val="0"/>
        <w:tabs>
          <w:tab w:val="left" w:pos="284"/>
        </w:tabs>
        <w:jc w:val="both"/>
        <w:rPr>
          <w:rFonts w:ascii="Open Sans" w:hAnsi="Open Sans" w:cs="Open Sans"/>
        </w:rPr>
      </w:pPr>
      <w:r w:rsidRPr="00FD240D">
        <w:rPr>
          <w:rFonts w:ascii="Open Sans" w:hAnsi="Open Sans" w:cs="Open Sans"/>
          <w:color w:val="000000"/>
        </w:rPr>
        <w:t>izjavljamo, da bomo pri izvedbi</w:t>
      </w:r>
      <w:r w:rsidRPr="00FD240D">
        <w:rPr>
          <w:rFonts w:ascii="Open Sans" w:hAnsi="Open Sans" w:cs="Open Sans"/>
        </w:rPr>
        <w:t xml:space="preserve"> javnega naročila št. </w:t>
      </w:r>
      <w:r w:rsidR="00FD240D">
        <w:rPr>
          <w:rFonts w:ascii="Open Sans" w:hAnsi="Open Sans" w:cs="Open Sans"/>
          <w:b/>
          <w:noProof/>
        </w:rPr>
        <w:t>ENLJ-SAL-80/25</w:t>
      </w:r>
      <w:r w:rsidR="00DB1FC3" w:rsidRPr="00FD240D">
        <w:rPr>
          <w:rFonts w:ascii="Open Sans" w:hAnsi="Open Sans" w:cs="Open Sans"/>
          <w:b/>
          <w:noProof/>
        </w:rPr>
        <w:t xml:space="preserve"> -</w:t>
      </w:r>
      <w:r w:rsidR="00DB1FC3"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00DB1FC3" w:rsidRPr="00FD240D">
        <w:rPr>
          <w:rFonts w:ascii="Open Sans" w:hAnsi="Open Sans" w:cs="Open Sans"/>
          <w:b/>
        </w:rPr>
        <w:t xml:space="preserve"> </w:t>
      </w:r>
      <w:r w:rsidRPr="00FD240D">
        <w:rPr>
          <w:rFonts w:ascii="Open Sans" w:hAnsi="Open Sans" w:cs="Open Sans"/>
        </w:rPr>
        <w:t>uporabili zmogljivosti drugih subjektov:</w:t>
      </w:r>
    </w:p>
    <w:p w14:paraId="1C214630" w14:textId="77777777" w:rsidR="00152241" w:rsidRPr="00FD240D" w:rsidRDefault="00152241" w:rsidP="00152241">
      <w:pPr>
        <w:widowControl w:val="0"/>
        <w:jc w:val="both"/>
        <w:rPr>
          <w:rFonts w:ascii="Open Sans" w:hAnsi="Open Sans" w:cs="Open Sans"/>
        </w:rPr>
      </w:pPr>
    </w:p>
    <w:tbl>
      <w:tblPr>
        <w:tblW w:w="9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5915"/>
      </w:tblGrid>
      <w:tr w:rsidR="00152241" w:rsidRPr="00FD240D" w14:paraId="6FFD55F7" w14:textId="77777777" w:rsidTr="00F912EC">
        <w:trPr>
          <w:trHeight w:val="385"/>
          <w:jc w:val="center"/>
        </w:trPr>
        <w:tc>
          <w:tcPr>
            <w:tcW w:w="3366" w:type="dxa"/>
          </w:tcPr>
          <w:p w14:paraId="438E6319" w14:textId="77777777" w:rsidR="00152241" w:rsidRPr="00FD240D" w:rsidRDefault="00152241" w:rsidP="00F912EC">
            <w:pPr>
              <w:widowControl w:val="0"/>
              <w:jc w:val="both"/>
              <w:rPr>
                <w:rFonts w:ascii="Open Sans" w:hAnsi="Open Sans" w:cs="Open Sans"/>
              </w:rPr>
            </w:pPr>
            <w:r w:rsidRPr="00FD240D">
              <w:rPr>
                <w:rFonts w:ascii="Open Sans" w:hAnsi="Open Sans" w:cs="Open Sans"/>
              </w:rPr>
              <w:t>Naziv gospodarskega subjekta</w:t>
            </w:r>
          </w:p>
          <w:p w14:paraId="487C90BF" w14:textId="77777777" w:rsidR="00152241" w:rsidRPr="00FD240D" w:rsidRDefault="00152241" w:rsidP="00F912EC">
            <w:pPr>
              <w:widowControl w:val="0"/>
              <w:rPr>
                <w:rFonts w:ascii="Open Sans" w:hAnsi="Open Sans" w:cs="Open Sans"/>
              </w:rPr>
            </w:pPr>
          </w:p>
        </w:tc>
        <w:tc>
          <w:tcPr>
            <w:tcW w:w="5915" w:type="dxa"/>
          </w:tcPr>
          <w:p w14:paraId="6DC9C0FB" w14:textId="77777777" w:rsidR="00152241" w:rsidRPr="00FD240D" w:rsidRDefault="00152241" w:rsidP="00F912EC">
            <w:pPr>
              <w:widowControl w:val="0"/>
              <w:jc w:val="both"/>
              <w:rPr>
                <w:rFonts w:ascii="Open Sans" w:hAnsi="Open Sans" w:cs="Open Sans"/>
              </w:rPr>
            </w:pPr>
          </w:p>
        </w:tc>
      </w:tr>
      <w:tr w:rsidR="00152241" w:rsidRPr="00FD240D" w14:paraId="02B381E3" w14:textId="77777777" w:rsidTr="00F912EC">
        <w:trPr>
          <w:jc w:val="center"/>
        </w:trPr>
        <w:tc>
          <w:tcPr>
            <w:tcW w:w="3366" w:type="dxa"/>
          </w:tcPr>
          <w:p w14:paraId="64D7DD70" w14:textId="77777777" w:rsidR="00152241" w:rsidRPr="00FD240D" w:rsidRDefault="00152241" w:rsidP="00F912EC">
            <w:pPr>
              <w:widowControl w:val="0"/>
              <w:jc w:val="both"/>
              <w:rPr>
                <w:rFonts w:ascii="Open Sans" w:hAnsi="Open Sans" w:cs="Open Sans"/>
              </w:rPr>
            </w:pPr>
            <w:r w:rsidRPr="00FD240D">
              <w:rPr>
                <w:rFonts w:ascii="Open Sans" w:hAnsi="Open Sans" w:cs="Open Sans"/>
              </w:rPr>
              <w:t>Polni naslov</w:t>
            </w:r>
          </w:p>
          <w:p w14:paraId="48570381" w14:textId="77777777" w:rsidR="00152241" w:rsidRPr="00FD240D" w:rsidRDefault="00152241" w:rsidP="00F912EC">
            <w:pPr>
              <w:widowControl w:val="0"/>
              <w:jc w:val="both"/>
              <w:rPr>
                <w:rFonts w:ascii="Open Sans" w:hAnsi="Open Sans" w:cs="Open Sans"/>
              </w:rPr>
            </w:pPr>
          </w:p>
        </w:tc>
        <w:tc>
          <w:tcPr>
            <w:tcW w:w="5915" w:type="dxa"/>
          </w:tcPr>
          <w:p w14:paraId="4D2E4254" w14:textId="77777777" w:rsidR="00152241" w:rsidRPr="00FD240D" w:rsidRDefault="00152241" w:rsidP="00F912EC">
            <w:pPr>
              <w:widowControl w:val="0"/>
              <w:jc w:val="both"/>
              <w:rPr>
                <w:rFonts w:ascii="Open Sans" w:hAnsi="Open Sans" w:cs="Open Sans"/>
              </w:rPr>
            </w:pPr>
          </w:p>
        </w:tc>
      </w:tr>
      <w:tr w:rsidR="00152241" w:rsidRPr="00FD240D" w14:paraId="2A336227" w14:textId="77777777" w:rsidTr="00F912EC">
        <w:trPr>
          <w:jc w:val="center"/>
        </w:trPr>
        <w:tc>
          <w:tcPr>
            <w:tcW w:w="3366" w:type="dxa"/>
          </w:tcPr>
          <w:p w14:paraId="3B8A8E1F" w14:textId="7B128673" w:rsidR="00152241" w:rsidRPr="00FD240D" w:rsidRDefault="00152241" w:rsidP="00F912EC">
            <w:pPr>
              <w:widowControl w:val="0"/>
              <w:jc w:val="both"/>
              <w:rPr>
                <w:rFonts w:ascii="Open Sans" w:hAnsi="Open Sans" w:cs="Open Sans"/>
              </w:rPr>
            </w:pPr>
            <w:r w:rsidRPr="00FD240D">
              <w:rPr>
                <w:rFonts w:ascii="Open Sans" w:hAnsi="Open Sans" w:cs="Open Sans"/>
              </w:rPr>
              <w:t>Telefon</w:t>
            </w:r>
            <w:r w:rsidR="006E1E6C">
              <w:rPr>
                <w:rFonts w:ascii="Open Sans" w:hAnsi="Open Sans" w:cs="Open Sans"/>
              </w:rPr>
              <w:t>ska številka</w:t>
            </w:r>
          </w:p>
          <w:p w14:paraId="4D7B1EFE" w14:textId="77777777" w:rsidR="00152241" w:rsidRPr="00FD240D" w:rsidRDefault="00152241" w:rsidP="00F912EC">
            <w:pPr>
              <w:widowControl w:val="0"/>
              <w:jc w:val="both"/>
              <w:rPr>
                <w:rFonts w:ascii="Open Sans" w:hAnsi="Open Sans" w:cs="Open Sans"/>
              </w:rPr>
            </w:pPr>
          </w:p>
        </w:tc>
        <w:tc>
          <w:tcPr>
            <w:tcW w:w="5915" w:type="dxa"/>
          </w:tcPr>
          <w:p w14:paraId="0760DE0E" w14:textId="77777777" w:rsidR="00152241" w:rsidRPr="00FD240D" w:rsidRDefault="00152241" w:rsidP="00F912EC">
            <w:pPr>
              <w:widowControl w:val="0"/>
              <w:jc w:val="both"/>
              <w:rPr>
                <w:rFonts w:ascii="Open Sans" w:hAnsi="Open Sans" w:cs="Open Sans"/>
              </w:rPr>
            </w:pPr>
          </w:p>
        </w:tc>
      </w:tr>
      <w:tr w:rsidR="00152241" w:rsidRPr="00FD240D" w14:paraId="35165C02" w14:textId="77777777" w:rsidTr="00F912EC">
        <w:trPr>
          <w:trHeight w:val="341"/>
          <w:jc w:val="center"/>
        </w:trPr>
        <w:tc>
          <w:tcPr>
            <w:tcW w:w="3366" w:type="dxa"/>
          </w:tcPr>
          <w:p w14:paraId="10494C4F" w14:textId="77777777" w:rsidR="00152241" w:rsidRPr="00FD240D" w:rsidRDefault="00152241" w:rsidP="00F912EC">
            <w:pPr>
              <w:widowControl w:val="0"/>
              <w:jc w:val="both"/>
              <w:rPr>
                <w:rFonts w:ascii="Open Sans" w:hAnsi="Open Sans" w:cs="Open Sans"/>
              </w:rPr>
            </w:pPr>
            <w:r w:rsidRPr="00FD240D">
              <w:rPr>
                <w:rFonts w:ascii="Open Sans" w:hAnsi="Open Sans" w:cs="Open Sans"/>
              </w:rPr>
              <w:t>Kontaktna oseba</w:t>
            </w:r>
          </w:p>
        </w:tc>
        <w:tc>
          <w:tcPr>
            <w:tcW w:w="5915" w:type="dxa"/>
          </w:tcPr>
          <w:p w14:paraId="670139E1" w14:textId="77777777" w:rsidR="00152241" w:rsidRPr="00FD240D" w:rsidRDefault="00152241" w:rsidP="00F912EC">
            <w:pPr>
              <w:widowControl w:val="0"/>
              <w:jc w:val="both"/>
              <w:rPr>
                <w:rFonts w:ascii="Open Sans" w:hAnsi="Open Sans" w:cs="Open Sans"/>
              </w:rPr>
            </w:pPr>
          </w:p>
        </w:tc>
      </w:tr>
      <w:tr w:rsidR="00152241" w:rsidRPr="00FD240D" w14:paraId="11FDD67C" w14:textId="77777777" w:rsidTr="00F912EC">
        <w:trPr>
          <w:jc w:val="center"/>
        </w:trPr>
        <w:tc>
          <w:tcPr>
            <w:tcW w:w="3366" w:type="dxa"/>
          </w:tcPr>
          <w:p w14:paraId="35D48874" w14:textId="77777777" w:rsidR="00152241" w:rsidRPr="00FD240D" w:rsidRDefault="00152241" w:rsidP="00F912EC">
            <w:pPr>
              <w:widowControl w:val="0"/>
              <w:rPr>
                <w:rFonts w:ascii="Open Sans" w:hAnsi="Open Sans" w:cs="Open Sans"/>
              </w:rPr>
            </w:pPr>
            <w:r w:rsidRPr="00FD240D">
              <w:rPr>
                <w:rFonts w:ascii="Open Sans" w:hAnsi="Open Sans" w:cs="Open Sans"/>
              </w:rPr>
              <w:t>Vse osebe, ki so člani upravnega, vodstvenega ali nadzornega organa tega gospodarskega subjekta ali ki ima pooblastila za njegovo zastopanje ali odločanje ali nadzor v njem</w:t>
            </w:r>
          </w:p>
        </w:tc>
        <w:tc>
          <w:tcPr>
            <w:tcW w:w="5915" w:type="dxa"/>
          </w:tcPr>
          <w:p w14:paraId="358387CF" w14:textId="77777777" w:rsidR="00152241" w:rsidRPr="00FD240D" w:rsidRDefault="00152241" w:rsidP="00F912EC">
            <w:pPr>
              <w:widowControl w:val="0"/>
              <w:jc w:val="both"/>
              <w:rPr>
                <w:rFonts w:ascii="Open Sans" w:hAnsi="Open Sans" w:cs="Open Sans"/>
              </w:rPr>
            </w:pPr>
          </w:p>
        </w:tc>
      </w:tr>
      <w:tr w:rsidR="00152241" w:rsidRPr="00FD240D" w14:paraId="106AD8E0" w14:textId="77777777" w:rsidTr="00F912EC">
        <w:trPr>
          <w:jc w:val="center"/>
        </w:trPr>
        <w:tc>
          <w:tcPr>
            <w:tcW w:w="3366" w:type="dxa"/>
          </w:tcPr>
          <w:p w14:paraId="521A150F" w14:textId="77777777" w:rsidR="00152241" w:rsidRPr="00FD240D" w:rsidRDefault="00152241" w:rsidP="00F912EC">
            <w:pPr>
              <w:widowControl w:val="0"/>
              <w:jc w:val="both"/>
              <w:rPr>
                <w:rFonts w:ascii="Open Sans" w:hAnsi="Open Sans" w:cs="Open Sans"/>
              </w:rPr>
            </w:pPr>
            <w:r w:rsidRPr="00FD240D">
              <w:rPr>
                <w:rFonts w:ascii="Open Sans" w:hAnsi="Open Sans" w:cs="Open Sans"/>
              </w:rPr>
              <w:t>Matična številka</w:t>
            </w:r>
          </w:p>
        </w:tc>
        <w:tc>
          <w:tcPr>
            <w:tcW w:w="5915" w:type="dxa"/>
          </w:tcPr>
          <w:p w14:paraId="4DA6BB43" w14:textId="77777777" w:rsidR="00152241" w:rsidRPr="00FD240D" w:rsidRDefault="00152241" w:rsidP="00F912EC">
            <w:pPr>
              <w:widowControl w:val="0"/>
              <w:jc w:val="both"/>
              <w:rPr>
                <w:rFonts w:ascii="Open Sans" w:hAnsi="Open Sans" w:cs="Open Sans"/>
              </w:rPr>
            </w:pPr>
          </w:p>
        </w:tc>
      </w:tr>
      <w:tr w:rsidR="00152241" w:rsidRPr="00FD240D" w14:paraId="4ED11AFC" w14:textId="77777777" w:rsidTr="00F912EC">
        <w:trPr>
          <w:jc w:val="center"/>
        </w:trPr>
        <w:tc>
          <w:tcPr>
            <w:tcW w:w="3366" w:type="dxa"/>
          </w:tcPr>
          <w:p w14:paraId="6E0ED38D" w14:textId="77777777" w:rsidR="00152241" w:rsidRPr="00FD240D" w:rsidRDefault="00152241" w:rsidP="00F912EC">
            <w:pPr>
              <w:widowControl w:val="0"/>
              <w:jc w:val="both"/>
              <w:rPr>
                <w:rFonts w:ascii="Open Sans" w:hAnsi="Open Sans" w:cs="Open Sans"/>
              </w:rPr>
            </w:pPr>
            <w:r w:rsidRPr="00FD240D">
              <w:rPr>
                <w:rFonts w:ascii="Open Sans" w:hAnsi="Open Sans" w:cs="Open Sans"/>
              </w:rPr>
              <w:t>Davčna številka</w:t>
            </w:r>
          </w:p>
        </w:tc>
        <w:tc>
          <w:tcPr>
            <w:tcW w:w="5915" w:type="dxa"/>
          </w:tcPr>
          <w:p w14:paraId="49D6C1AE" w14:textId="77777777" w:rsidR="00152241" w:rsidRPr="00FD240D" w:rsidRDefault="00152241" w:rsidP="00F912EC">
            <w:pPr>
              <w:widowControl w:val="0"/>
              <w:jc w:val="both"/>
              <w:rPr>
                <w:rFonts w:ascii="Open Sans" w:hAnsi="Open Sans" w:cs="Open Sans"/>
              </w:rPr>
            </w:pPr>
          </w:p>
        </w:tc>
      </w:tr>
      <w:tr w:rsidR="00152241" w:rsidRPr="00FD240D" w14:paraId="7E3263AD" w14:textId="77777777" w:rsidTr="00F912EC">
        <w:trPr>
          <w:jc w:val="center"/>
        </w:trPr>
        <w:tc>
          <w:tcPr>
            <w:tcW w:w="3366" w:type="dxa"/>
          </w:tcPr>
          <w:p w14:paraId="4705092B" w14:textId="77777777" w:rsidR="00152241" w:rsidRPr="00FD240D" w:rsidRDefault="00152241" w:rsidP="00F912EC">
            <w:pPr>
              <w:widowControl w:val="0"/>
              <w:jc w:val="both"/>
              <w:rPr>
                <w:rFonts w:ascii="Open Sans" w:hAnsi="Open Sans" w:cs="Open Sans"/>
              </w:rPr>
            </w:pPr>
            <w:r w:rsidRPr="00FD240D">
              <w:rPr>
                <w:rFonts w:ascii="Open Sans" w:hAnsi="Open Sans" w:cs="Open Sans"/>
              </w:rPr>
              <w:t>Transakcijski račun in navedba banke</w:t>
            </w:r>
          </w:p>
        </w:tc>
        <w:tc>
          <w:tcPr>
            <w:tcW w:w="5915" w:type="dxa"/>
          </w:tcPr>
          <w:p w14:paraId="273D855F" w14:textId="77777777" w:rsidR="00152241" w:rsidRPr="00FD240D" w:rsidRDefault="00152241" w:rsidP="00F912EC">
            <w:pPr>
              <w:widowControl w:val="0"/>
              <w:jc w:val="both"/>
              <w:rPr>
                <w:rFonts w:ascii="Open Sans" w:hAnsi="Open Sans" w:cs="Open Sans"/>
              </w:rPr>
            </w:pPr>
          </w:p>
        </w:tc>
      </w:tr>
      <w:tr w:rsidR="00152241" w:rsidRPr="00FD240D" w14:paraId="20CFF5DB" w14:textId="77777777" w:rsidTr="00F912EC">
        <w:trPr>
          <w:jc w:val="center"/>
        </w:trPr>
        <w:tc>
          <w:tcPr>
            <w:tcW w:w="3366" w:type="dxa"/>
            <w:vAlign w:val="center"/>
          </w:tcPr>
          <w:p w14:paraId="6E26DFB4" w14:textId="77777777" w:rsidR="00152241" w:rsidRPr="00FD240D" w:rsidRDefault="00152241" w:rsidP="00F912EC">
            <w:pPr>
              <w:widowControl w:val="0"/>
              <w:rPr>
                <w:rFonts w:ascii="Open Sans" w:hAnsi="Open Sans" w:cs="Open Sans"/>
              </w:rPr>
            </w:pPr>
            <w:r w:rsidRPr="00FD240D">
              <w:rPr>
                <w:rFonts w:ascii="Open Sans" w:hAnsi="Open Sans" w:cs="Open Sans"/>
              </w:rPr>
              <w:t>Vsak del javnega naročila, za katere namerava ponudnik uporabiti zmogljivost gospodarskega subjekta</w:t>
            </w:r>
          </w:p>
        </w:tc>
        <w:tc>
          <w:tcPr>
            <w:tcW w:w="5915" w:type="dxa"/>
            <w:vAlign w:val="center"/>
          </w:tcPr>
          <w:p w14:paraId="6460DFF8" w14:textId="77777777" w:rsidR="00152241" w:rsidRPr="00FD240D" w:rsidRDefault="00152241" w:rsidP="00F912EC">
            <w:pPr>
              <w:widowControl w:val="0"/>
              <w:rPr>
                <w:rFonts w:ascii="Open Sans" w:hAnsi="Open Sans" w:cs="Open Sans"/>
              </w:rPr>
            </w:pPr>
          </w:p>
          <w:p w14:paraId="737D165D" w14:textId="77777777" w:rsidR="00152241" w:rsidRPr="00FD240D" w:rsidRDefault="00152241" w:rsidP="00F912EC">
            <w:pPr>
              <w:widowControl w:val="0"/>
              <w:rPr>
                <w:rFonts w:ascii="Open Sans" w:hAnsi="Open Sans" w:cs="Open Sans"/>
              </w:rPr>
            </w:pPr>
          </w:p>
        </w:tc>
      </w:tr>
      <w:tr w:rsidR="00152241" w:rsidRPr="00FD240D" w14:paraId="40EEBAFE" w14:textId="77777777" w:rsidTr="00F912EC">
        <w:trPr>
          <w:jc w:val="center"/>
        </w:trPr>
        <w:tc>
          <w:tcPr>
            <w:tcW w:w="3366" w:type="dxa"/>
            <w:vAlign w:val="center"/>
          </w:tcPr>
          <w:p w14:paraId="6517A700" w14:textId="77777777" w:rsidR="00152241" w:rsidRPr="00FD240D" w:rsidRDefault="00152241" w:rsidP="00F912EC">
            <w:pPr>
              <w:widowControl w:val="0"/>
              <w:rPr>
                <w:rFonts w:ascii="Open Sans" w:hAnsi="Open Sans" w:cs="Open Sans"/>
              </w:rPr>
            </w:pPr>
            <w:r w:rsidRPr="00FD240D">
              <w:rPr>
                <w:rFonts w:ascii="Open Sans" w:hAnsi="Open Sans" w:cs="Open Sans"/>
              </w:rPr>
              <w:t>Količina/Delež (%) javnega naročila</w:t>
            </w:r>
          </w:p>
        </w:tc>
        <w:tc>
          <w:tcPr>
            <w:tcW w:w="5915" w:type="dxa"/>
            <w:vAlign w:val="center"/>
          </w:tcPr>
          <w:p w14:paraId="576EA009" w14:textId="77777777" w:rsidR="00152241" w:rsidRPr="00FD240D" w:rsidRDefault="00152241" w:rsidP="00F912EC">
            <w:pPr>
              <w:widowControl w:val="0"/>
              <w:rPr>
                <w:rFonts w:ascii="Open Sans" w:hAnsi="Open Sans" w:cs="Open Sans"/>
              </w:rPr>
            </w:pPr>
          </w:p>
          <w:p w14:paraId="49FE6ED5" w14:textId="77777777" w:rsidR="00152241" w:rsidRPr="00FD240D" w:rsidRDefault="00152241" w:rsidP="00F912EC">
            <w:pPr>
              <w:widowControl w:val="0"/>
              <w:rPr>
                <w:rFonts w:ascii="Open Sans" w:hAnsi="Open Sans" w:cs="Open Sans"/>
              </w:rPr>
            </w:pPr>
          </w:p>
        </w:tc>
      </w:tr>
      <w:tr w:rsidR="00152241" w:rsidRPr="00FD240D" w14:paraId="025DB317" w14:textId="77777777" w:rsidTr="00F912EC">
        <w:trPr>
          <w:jc w:val="center"/>
        </w:trPr>
        <w:tc>
          <w:tcPr>
            <w:tcW w:w="3366" w:type="dxa"/>
          </w:tcPr>
          <w:p w14:paraId="21888568" w14:textId="77777777" w:rsidR="00152241" w:rsidRPr="00FD240D" w:rsidRDefault="00152241" w:rsidP="00F912EC">
            <w:pPr>
              <w:widowControl w:val="0"/>
              <w:rPr>
                <w:rFonts w:ascii="Open Sans" w:hAnsi="Open Sans" w:cs="Open Sans"/>
              </w:rPr>
            </w:pPr>
            <w:r w:rsidRPr="00FD240D">
              <w:rPr>
                <w:rFonts w:ascii="Open Sans" w:hAnsi="Open Sans" w:cs="Open Sans"/>
              </w:rPr>
              <w:t>Kraj izvedbe storitev</w:t>
            </w:r>
          </w:p>
        </w:tc>
        <w:tc>
          <w:tcPr>
            <w:tcW w:w="5915" w:type="dxa"/>
          </w:tcPr>
          <w:p w14:paraId="0D72A62D" w14:textId="77777777" w:rsidR="00152241" w:rsidRPr="00FD240D" w:rsidRDefault="00152241" w:rsidP="00F912EC">
            <w:pPr>
              <w:widowControl w:val="0"/>
              <w:jc w:val="both"/>
              <w:rPr>
                <w:rFonts w:ascii="Open Sans" w:hAnsi="Open Sans" w:cs="Open Sans"/>
              </w:rPr>
            </w:pPr>
          </w:p>
        </w:tc>
      </w:tr>
      <w:tr w:rsidR="00152241" w:rsidRPr="00FD240D" w14:paraId="6E1AA740" w14:textId="77777777" w:rsidTr="00F912EC">
        <w:trPr>
          <w:jc w:val="center"/>
        </w:trPr>
        <w:tc>
          <w:tcPr>
            <w:tcW w:w="3366" w:type="dxa"/>
          </w:tcPr>
          <w:p w14:paraId="5FAC294F" w14:textId="77777777" w:rsidR="00152241" w:rsidRPr="00FD240D" w:rsidRDefault="00152241" w:rsidP="00F912EC">
            <w:pPr>
              <w:widowControl w:val="0"/>
              <w:rPr>
                <w:rFonts w:ascii="Open Sans" w:hAnsi="Open Sans" w:cs="Open Sans"/>
              </w:rPr>
            </w:pPr>
            <w:r w:rsidRPr="00FD240D">
              <w:rPr>
                <w:rFonts w:ascii="Open Sans" w:hAnsi="Open Sans" w:cs="Open Sans"/>
              </w:rPr>
              <w:t>Rok izvedbe storitev</w:t>
            </w:r>
          </w:p>
        </w:tc>
        <w:tc>
          <w:tcPr>
            <w:tcW w:w="5915" w:type="dxa"/>
          </w:tcPr>
          <w:p w14:paraId="6AB99F21" w14:textId="77777777" w:rsidR="00152241" w:rsidRPr="00FD240D" w:rsidRDefault="00152241" w:rsidP="00F912EC">
            <w:pPr>
              <w:widowControl w:val="0"/>
              <w:jc w:val="both"/>
              <w:rPr>
                <w:rFonts w:ascii="Open Sans" w:hAnsi="Open Sans" w:cs="Open Sans"/>
              </w:rPr>
            </w:pPr>
          </w:p>
        </w:tc>
      </w:tr>
    </w:tbl>
    <w:p w14:paraId="670A7A96" w14:textId="77777777" w:rsidR="00DB1FC3" w:rsidRPr="00FD240D" w:rsidRDefault="00DB1FC3" w:rsidP="00152241">
      <w:pPr>
        <w:widowControl w:val="0"/>
        <w:tabs>
          <w:tab w:val="left" w:pos="567"/>
          <w:tab w:val="left" w:pos="851"/>
          <w:tab w:val="left" w:pos="993"/>
        </w:tabs>
        <w:suppressAutoHyphens/>
        <w:jc w:val="both"/>
        <w:rPr>
          <w:rFonts w:ascii="Open Sans" w:hAnsi="Open Sans" w:cs="Open Sans"/>
          <w:lang w:eastAsia="ar-SA"/>
        </w:rPr>
      </w:pPr>
    </w:p>
    <w:p w14:paraId="05F80DB0" w14:textId="77777777" w:rsidR="00152241" w:rsidRPr="00FD240D" w:rsidRDefault="00152241" w:rsidP="00152241">
      <w:pPr>
        <w:widowControl w:val="0"/>
        <w:jc w:val="both"/>
        <w:rPr>
          <w:rFonts w:ascii="Open Sans" w:hAnsi="Open Sans" w:cs="Open Sans"/>
        </w:rPr>
      </w:pPr>
    </w:p>
    <w:p w14:paraId="1831C7D8" w14:textId="77777777" w:rsidR="00152241" w:rsidRPr="00FD240D" w:rsidRDefault="00152241" w:rsidP="00152241">
      <w:pPr>
        <w:widowControl w:val="0"/>
        <w:jc w:val="both"/>
        <w:rPr>
          <w:rFonts w:ascii="Open Sans" w:hAnsi="Open Sans" w:cs="Open Sans"/>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52241" w:rsidRPr="00FD240D" w14:paraId="082785BB" w14:textId="77777777" w:rsidTr="00F912EC">
        <w:trPr>
          <w:trHeight w:val="235"/>
        </w:trPr>
        <w:tc>
          <w:tcPr>
            <w:tcW w:w="3402" w:type="dxa"/>
            <w:tcBorders>
              <w:bottom w:val="single" w:sz="4" w:space="0" w:color="auto"/>
            </w:tcBorders>
          </w:tcPr>
          <w:p w14:paraId="48CC7811" w14:textId="77777777" w:rsidR="00152241" w:rsidRPr="00FD240D" w:rsidRDefault="00152241" w:rsidP="00F912EC">
            <w:pPr>
              <w:widowControl w:val="0"/>
              <w:jc w:val="both"/>
              <w:rPr>
                <w:rFonts w:ascii="Open Sans" w:hAnsi="Open Sans" w:cs="Open Sans"/>
                <w:snapToGrid w:val="0"/>
              </w:rPr>
            </w:pPr>
          </w:p>
        </w:tc>
        <w:tc>
          <w:tcPr>
            <w:tcW w:w="2977" w:type="dxa"/>
          </w:tcPr>
          <w:p w14:paraId="672712C5" w14:textId="77777777" w:rsidR="00152241" w:rsidRPr="00FD240D" w:rsidRDefault="00152241" w:rsidP="00F912EC">
            <w:pPr>
              <w:widowControl w:val="0"/>
              <w:jc w:val="both"/>
              <w:rPr>
                <w:rFonts w:ascii="Open Sans" w:hAnsi="Open Sans" w:cs="Open Sans"/>
                <w:snapToGrid w:val="0"/>
              </w:rPr>
            </w:pPr>
          </w:p>
        </w:tc>
        <w:tc>
          <w:tcPr>
            <w:tcW w:w="3119" w:type="dxa"/>
            <w:tcBorders>
              <w:bottom w:val="single" w:sz="4" w:space="0" w:color="auto"/>
            </w:tcBorders>
          </w:tcPr>
          <w:p w14:paraId="6107ED4D" w14:textId="77777777" w:rsidR="00152241" w:rsidRPr="00FD240D" w:rsidRDefault="00152241" w:rsidP="00F912EC">
            <w:pPr>
              <w:widowControl w:val="0"/>
              <w:jc w:val="both"/>
              <w:rPr>
                <w:rFonts w:ascii="Open Sans" w:hAnsi="Open Sans" w:cs="Open Sans"/>
                <w:snapToGrid w:val="0"/>
              </w:rPr>
            </w:pPr>
          </w:p>
        </w:tc>
      </w:tr>
      <w:tr w:rsidR="00152241" w:rsidRPr="00FD240D" w14:paraId="428D016C" w14:textId="77777777" w:rsidTr="00F912EC">
        <w:trPr>
          <w:trHeight w:val="235"/>
        </w:trPr>
        <w:tc>
          <w:tcPr>
            <w:tcW w:w="3402" w:type="dxa"/>
            <w:tcBorders>
              <w:top w:val="single" w:sz="4" w:space="0" w:color="auto"/>
            </w:tcBorders>
          </w:tcPr>
          <w:p w14:paraId="6F4219D8"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kraj, datum</w:t>
            </w:r>
          </w:p>
        </w:tc>
        <w:tc>
          <w:tcPr>
            <w:tcW w:w="2977" w:type="dxa"/>
          </w:tcPr>
          <w:p w14:paraId="55E6552D"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žig</w:t>
            </w:r>
          </w:p>
        </w:tc>
        <w:tc>
          <w:tcPr>
            <w:tcW w:w="3119" w:type="dxa"/>
            <w:tcBorders>
              <w:top w:val="single" w:sz="4" w:space="0" w:color="auto"/>
            </w:tcBorders>
          </w:tcPr>
          <w:p w14:paraId="005E73CC"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color w:val="000000"/>
              </w:rPr>
              <w:t>podpis odgovorne osebe ponudnika</w:t>
            </w:r>
          </w:p>
        </w:tc>
      </w:tr>
    </w:tbl>
    <w:p w14:paraId="367C5B70" w14:textId="4EDFC935" w:rsidR="00152241" w:rsidRPr="00FD240D" w:rsidRDefault="00152241" w:rsidP="00152241">
      <w:pPr>
        <w:widowControl w:val="0"/>
        <w:jc w:val="both"/>
        <w:rPr>
          <w:rFonts w:ascii="Open Sans" w:hAnsi="Open Sans" w:cs="Open Sans"/>
        </w:rPr>
      </w:pPr>
    </w:p>
    <w:p w14:paraId="7A36E5F8" w14:textId="77777777" w:rsidR="00DB1FC3" w:rsidRPr="00FD240D" w:rsidRDefault="00DB1FC3" w:rsidP="00152241">
      <w:pPr>
        <w:widowControl w:val="0"/>
        <w:jc w:val="both"/>
        <w:rPr>
          <w:rFonts w:ascii="Open Sans" w:hAnsi="Open Sans" w:cs="Open Sans"/>
        </w:rPr>
      </w:pPr>
    </w:p>
    <w:p w14:paraId="5BCC9953" w14:textId="77777777" w:rsidR="00152241" w:rsidRPr="00FD240D" w:rsidRDefault="00152241" w:rsidP="00152241">
      <w:pPr>
        <w:widowControl w:val="0"/>
        <w:jc w:val="both"/>
        <w:rPr>
          <w:rFonts w:ascii="Open Sans" w:hAnsi="Open Sans" w:cs="Open Sans"/>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52241" w:rsidRPr="00FD240D" w14:paraId="2D4ED2CE" w14:textId="77777777" w:rsidTr="00F912EC">
        <w:trPr>
          <w:trHeight w:val="235"/>
        </w:trPr>
        <w:tc>
          <w:tcPr>
            <w:tcW w:w="3402" w:type="dxa"/>
            <w:tcBorders>
              <w:bottom w:val="single" w:sz="4" w:space="0" w:color="auto"/>
            </w:tcBorders>
          </w:tcPr>
          <w:p w14:paraId="5322E37C" w14:textId="77777777" w:rsidR="00152241" w:rsidRPr="00FD240D" w:rsidRDefault="00152241" w:rsidP="00F912EC">
            <w:pPr>
              <w:widowControl w:val="0"/>
              <w:jc w:val="both"/>
              <w:rPr>
                <w:rFonts w:ascii="Open Sans" w:hAnsi="Open Sans" w:cs="Open Sans"/>
                <w:snapToGrid w:val="0"/>
              </w:rPr>
            </w:pPr>
          </w:p>
        </w:tc>
        <w:tc>
          <w:tcPr>
            <w:tcW w:w="2977" w:type="dxa"/>
          </w:tcPr>
          <w:p w14:paraId="7C7E002F" w14:textId="77777777" w:rsidR="00152241" w:rsidRPr="00FD240D" w:rsidRDefault="00152241" w:rsidP="00F912EC">
            <w:pPr>
              <w:widowControl w:val="0"/>
              <w:jc w:val="both"/>
              <w:rPr>
                <w:rFonts w:ascii="Open Sans" w:hAnsi="Open Sans" w:cs="Open Sans"/>
                <w:snapToGrid w:val="0"/>
              </w:rPr>
            </w:pPr>
          </w:p>
        </w:tc>
        <w:tc>
          <w:tcPr>
            <w:tcW w:w="3119" w:type="dxa"/>
            <w:tcBorders>
              <w:bottom w:val="single" w:sz="4" w:space="0" w:color="auto"/>
            </w:tcBorders>
          </w:tcPr>
          <w:p w14:paraId="08D9F9BF" w14:textId="77777777" w:rsidR="00152241" w:rsidRPr="00FD240D" w:rsidRDefault="00152241" w:rsidP="00F912EC">
            <w:pPr>
              <w:widowControl w:val="0"/>
              <w:jc w:val="both"/>
              <w:rPr>
                <w:rFonts w:ascii="Open Sans" w:hAnsi="Open Sans" w:cs="Open Sans"/>
                <w:snapToGrid w:val="0"/>
              </w:rPr>
            </w:pPr>
          </w:p>
        </w:tc>
      </w:tr>
      <w:tr w:rsidR="00152241" w:rsidRPr="00FD240D" w14:paraId="39EA38FF" w14:textId="77777777" w:rsidTr="00F912EC">
        <w:trPr>
          <w:trHeight w:val="235"/>
        </w:trPr>
        <w:tc>
          <w:tcPr>
            <w:tcW w:w="3402" w:type="dxa"/>
            <w:tcBorders>
              <w:top w:val="single" w:sz="4" w:space="0" w:color="auto"/>
            </w:tcBorders>
          </w:tcPr>
          <w:p w14:paraId="43F9E813"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kraj, datum</w:t>
            </w:r>
          </w:p>
        </w:tc>
        <w:tc>
          <w:tcPr>
            <w:tcW w:w="2977" w:type="dxa"/>
          </w:tcPr>
          <w:p w14:paraId="6549066E"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rPr>
              <w:t>žig</w:t>
            </w:r>
          </w:p>
        </w:tc>
        <w:tc>
          <w:tcPr>
            <w:tcW w:w="3119" w:type="dxa"/>
            <w:tcBorders>
              <w:top w:val="single" w:sz="4" w:space="0" w:color="auto"/>
            </w:tcBorders>
          </w:tcPr>
          <w:p w14:paraId="3D888885" w14:textId="77777777" w:rsidR="00152241" w:rsidRPr="00FD240D" w:rsidRDefault="00152241" w:rsidP="00F912EC">
            <w:pPr>
              <w:widowControl w:val="0"/>
              <w:jc w:val="center"/>
              <w:rPr>
                <w:rFonts w:ascii="Open Sans" w:hAnsi="Open Sans" w:cs="Open Sans"/>
                <w:snapToGrid w:val="0"/>
              </w:rPr>
            </w:pPr>
            <w:r w:rsidRPr="00FD240D">
              <w:rPr>
                <w:rFonts w:ascii="Open Sans" w:hAnsi="Open Sans" w:cs="Open Sans"/>
                <w:snapToGrid w:val="0"/>
                <w:color w:val="000000"/>
              </w:rPr>
              <w:t>podpis odgovorne osebe gospodarskega subjekta</w:t>
            </w:r>
          </w:p>
        </w:tc>
      </w:tr>
    </w:tbl>
    <w:p w14:paraId="699970F1" w14:textId="77777777" w:rsidR="00152241" w:rsidRPr="00FD240D" w:rsidRDefault="00152241" w:rsidP="00152241">
      <w:pPr>
        <w:widowControl w:val="0"/>
        <w:jc w:val="both"/>
        <w:rPr>
          <w:rFonts w:ascii="Open Sans" w:hAnsi="Open Sans" w:cs="Open Sans"/>
        </w:rPr>
      </w:pPr>
    </w:p>
    <w:p w14:paraId="3E8EB361" w14:textId="08087834" w:rsidR="00152241" w:rsidRPr="00FD240D" w:rsidRDefault="00152241" w:rsidP="00152241">
      <w:pPr>
        <w:widowControl w:val="0"/>
        <w:jc w:val="both"/>
        <w:rPr>
          <w:rFonts w:ascii="Open Sans" w:hAnsi="Open Sans" w:cs="Open Sans"/>
        </w:rPr>
      </w:pPr>
    </w:p>
    <w:p w14:paraId="47F80D4D" w14:textId="5399B1FF" w:rsidR="00DB1FC3" w:rsidRPr="00FD240D" w:rsidRDefault="00DB1FC3" w:rsidP="00152241">
      <w:pPr>
        <w:widowControl w:val="0"/>
        <w:jc w:val="both"/>
        <w:rPr>
          <w:rFonts w:ascii="Open Sans" w:hAnsi="Open Sans" w:cs="Open Sans"/>
        </w:rPr>
      </w:pPr>
    </w:p>
    <w:p w14:paraId="7421231A" w14:textId="400A97AD" w:rsidR="00DB1FC3" w:rsidRPr="00FD240D" w:rsidRDefault="00DB1FC3" w:rsidP="00152241">
      <w:pPr>
        <w:widowControl w:val="0"/>
        <w:jc w:val="both"/>
        <w:rPr>
          <w:rFonts w:ascii="Open Sans" w:hAnsi="Open Sans" w:cs="Open Sans"/>
        </w:rPr>
      </w:pPr>
    </w:p>
    <w:p w14:paraId="7169B16C" w14:textId="77777777" w:rsidR="00DB1FC3" w:rsidRPr="00FD240D" w:rsidRDefault="00DB1FC3" w:rsidP="00152241">
      <w:pPr>
        <w:widowControl w:val="0"/>
        <w:jc w:val="both"/>
        <w:rPr>
          <w:rFonts w:ascii="Open Sans" w:hAnsi="Open Sans" w:cs="Open Sans"/>
        </w:rPr>
      </w:pPr>
    </w:p>
    <w:p w14:paraId="03846450" w14:textId="77777777" w:rsidR="00152241" w:rsidRPr="006E1E6C" w:rsidRDefault="00152241" w:rsidP="00152241">
      <w:pPr>
        <w:widowControl w:val="0"/>
        <w:tabs>
          <w:tab w:val="left" w:pos="567"/>
          <w:tab w:val="num" w:pos="851"/>
          <w:tab w:val="left" w:pos="993"/>
        </w:tabs>
        <w:jc w:val="both"/>
        <w:rPr>
          <w:rFonts w:ascii="Open Sans" w:hAnsi="Open Sans" w:cs="Open Sans"/>
          <w:i/>
          <w:sz w:val="18"/>
          <w:szCs w:val="18"/>
        </w:rPr>
      </w:pPr>
      <w:r w:rsidRPr="006E1E6C">
        <w:rPr>
          <w:rFonts w:ascii="Open Sans" w:hAnsi="Open Sans" w:cs="Open Sans"/>
          <w:b/>
          <w:i/>
          <w:sz w:val="18"/>
          <w:szCs w:val="18"/>
        </w:rPr>
        <w:t xml:space="preserve">Navodilo: </w:t>
      </w:r>
      <w:r w:rsidRPr="006E1E6C">
        <w:rPr>
          <w:rFonts w:ascii="Open Sans" w:hAnsi="Open Sans" w:cs="Open Sans"/>
          <w:i/>
          <w:sz w:val="18"/>
          <w:szCs w:val="18"/>
        </w:rPr>
        <w:t>Obrazec se po potrebi kopira!</w:t>
      </w:r>
    </w:p>
    <w:p w14:paraId="5B4217F3" w14:textId="6AE69C98" w:rsidR="002C3F38" w:rsidRPr="00FD240D" w:rsidRDefault="002C3F38">
      <w:pPr>
        <w:rPr>
          <w:rFonts w:ascii="Open Sans" w:hAnsi="Open Sans" w:cs="Open Sans"/>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6"/>
        <w:gridCol w:w="1571"/>
      </w:tblGrid>
      <w:tr w:rsidR="00571122" w:rsidRPr="00FD240D" w14:paraId="0B939F5C" w14:textId="77777777" w:rsidTr="008A32DE">
        <w:tc>
          <w:tcPr>
            <w:tcW w:w="7867" w:type="dxa"/>
            <w:tcBorders>
              <w:top w:val="single" w:sz="4" w:space="0" w:color="auto"/>
              <w:bottom w:val="single" w:sz="4" w:space="0" w:color="auto"/>
            </w:tcBorders>
          </w:tcPr>
          <w:p w14:paraId="1C570B9C" w14:textId="239AD2ED" w:rsidR="00571122" w:rsidRPr="00343C40" w:rsidRDefault="00571122" w:rsidP="00571122">
            <w:pPr>
              <w:widowControl w:val="0"/>
              <w:jc w:val="both"/>
              <w:rPr>
                <w:rFonts w:ascii="Open Sans" w:hAnsi="Open Sans" w:cs="Open Sans"/>
                <w:bCs/>
              </w:rPr>
            </w:pPr>
            <w:r w:rsidRPr="00343C40">
              <w:rPr>
                <w:rFonts w:ascii="Open Sans" w:hAnsi="Open Sans" w:cs="Open Sans"/>
                <w:bCs/>
              </w:rPr>
              <w:lastRenderedPageBreak/>
              <w:t>R</w:t>
            </w:r>
            <w:r w:rsidR="00FC6EB7">
              <w:rPr>
                <w:rFonts w:ascii="Open Sans" w:hAnsi="Open Sans" w:cs="Open Sans"/>
                <w:bCs/>
              </w:rPr>
              <w:t>eference</w:t>
            </w:r>
            <w:r w:rsidR="001F4FCE">
              <w:rPr>
                <w:rFonts w:ascii="Open Sans" w:hAnsi="Open Sans" w:cs="Open Sans"/>
                <w:bCs/>
              </w:rPr>
              <w:t xml:space="preserve"> </w:t>
            </w:r>
            <w:r w:rsidR="001F4FCE" w:rsidRPr="001F4FCE">
              <w:rPr>
                <w:rFonts w:ascii="Open Sans" w:hAnsi="Open Sans" w:cs="Open Sans"/>
              </w:rPr>
              <w:t xml:space="preserve">za servisiranje </w:t>
            </w:r>
            <w:proofErr w:type="spellStart"/>
            <w:r w:rsidR="001F4FCE" w:rsidRPr="001F4FCE">
              <w:rPr>
                <w:rFonts w:ascii="Open Sans" w:hAnsi="Open Sans" w:cs="Open Sans"/>
              </w:rPr>
              <w:t>konvektorjev</w:t>
            </w:r>
            <w:proofErr w:type="spellEnd"/>
            <w:r w:rsidR="00933CBF">
              <w:rPr>
                <w:rFonts w:ascii="Open Sans" w:hAnsi="Open Sans" w:cs="Open Sans"/>
              </w:rPr>
              <w:t xml:space="preserve"> </w:t>
            </w:r>
            <w:r w:rsidR="00933CBF" w:rsidRPr="004C4CAD">
              <w:rPr>
                <w:rFonts w:ascii="Open Sans" w:hAnsi="Open Sans" w:cs="Open Sans"/>
              </w:rPr>
              <w:t>AIRWELL, EURAPO</w:t>
            </w:r>
          </w:p>
        </w:tc>
        <w:tc>
          <w:tcPr>
            <w:tcW w:w="1559" w:type="dxa"/>
            <w:tcBorders>
              <w:top w:val="single" w:sz="4" w:space="0" w:color="auto"/>
              <w:bottom w:val="single" w:sz="4" w:space="0" w:color="auto"/>
            </w:tcBorders>
          </w:tcPr>
          <w:p w14:paraId="52651997" w14:textId="2CFB4F1B" w:rsidR="00571122" w:rsidRPr="00FD240D" w:rsidRDefault="00571122" w:rsidP="00571122">
            <w:pPr>
              <w:widowControl w:val="0"/>
              <w:jc w:val="both"/>
              <w:rPr>
                <w:rFonts w:ascii="Open Sans" w:hAnsi="Open Sans" w:cs="Open Sans"/>
                <w:b/>
                <w:i/>
              </w:rPr>
            </w:pPr>
            <w:r w:rsidRPr="00FD240D">
              <w:rPr>
                <w:rFonts w:ascii="Open Sans" w:hAnsi="Open Sans" w:cs="Open Sans"/>
                <w:b/>
                <w:i/>
              </w:rPr>
              <w:t>Priloga</w:t>
            </w:r>
            <w:r w:rsidR="006E1E6C">
              <w:rPr>
                <w:rFonts w:ascii="Open Sans" w:hAnsi="Open Sans" w:cs="Open Sans"/>
                <w:b/>
                <w:i/>
              </w:rPr>
              <w:t xml:space="preserve">  7</w:t>
            </w:r>
            <w:r w:rsidR="00343C40">
              <w:rPr>
                <w:rFonts w:ascii="Open Sans" w:hAnsi="Open Sans" w:cs="Open Sans"/>
                <w:b/>
                <w:i/>
              </w:rPr>
              <w:t>/1</w:t>
            </w:r>
          </w:p>
        </w:tc>
      </w:tr>
    </w:tbl>
    <w:p w14:paraId="3955364F" w14:textId="77777777" w:rsidR="00571122" w:rsidRPr="00FD240D" w:rsidRDefault="00571122" w:rsidP="008A32DE">
      <w:pPr>
        <w:widowControl w:val="0"/>
        <w:jc w:val="center"/>
        <w:rPr>
          <w:rFonts w:ascii="Open Sans" w:hAnsi="Open Sans" w:cs="Open Sans"/>
          <w:b/>
        </w:rPr>
      </w:pPr>
    </w:p>
    <w:p w14:paraId="5BCFD09B" w14:textId="77777777" w:rsidR="0047144E" w:rsidRDefault="0047144E" w:rsidP="008A32DE">
      <w:pPr>
        <w:widowControl w:val="0"/>
        <w:rPr>
          <w:rFonts w:ascii="Open Sans" w:hAnsi="Open Sans" w:cs="Open Sans"/>
          <w:b/>
        </w:rPr>
      </w:pPr>
    </w:p>
    <w:p w14:paraId="15113CC8" w14:textId="6EA8C664" w:rsidR="00571122" w:rsidRPr="00FD240D" w:rsidRDefault="00571122" w:rsidP="008A32DE">
      <w:pPr>
        <w:widowControl w:val="0"/>
        <w:rPr>
          <w:rFonts w:ascii="Open Sans" w:hAnsi="Open Sans" w:cs="Open Sans"/>
          <w:b/>
        </w:rPr>
      </w:pPr>
      <w:r w:rsidRPr="00FD240D">
        <w:rPr>
          <w:rFonts w:ascii="Open Sans" w:hAnsi="Open Sans" w:cs="Open Sans"/>
          <w:b/>
        </w:rPr>
        <w:t>GOSPODARSKI SUBJEKT (naziv in naslov):</w:t>
      </w:r>
    </w:p>
    <w:tbl>
      <w:tblPr>
        <w:tblW w:w="0" w:type="auto"/>
        <w:tblBorders>
          <w:bottom w:val="single" w:sz="4" w:space="0" w:color="auto"/>
        </w:tblBorders>
        <w:tblLook w:val="04A0" w:firstRow="1" w:lastRow="0" w:firstColumn="1" w:lastColumn="0" w:noHBand="0" w:noVBand="1"/>
      </w:tblPr>
      <w:tblGrid>
        <w:gridCol w:w="4606"/>
        <w:gridCol w:w="4606"/>
      </w:tblGrid>
      <w:tr w:rsidR="00571122" w:rsidRPr="00FD240D" w14:paraId="6AF7543D" w14:textId="77777777" w:rsidTr="008A32DE">
        <w:tc>
          <w:tcPr>
            <w:tcW w:w="4606" w:type="dxa"/>
            <w:tcBorders>
              <w:bottom w:val="single" w:sz="4" w:space="0" w:color="auto"/>
            </w:tcBorders>
            <w:shd w:val="clear" w:color="auto" w:fill="auto"/>
          </w:tcPr>
          <w:p w14:paraId="51559474" w14:textId="77777777" w:rsidR="00571122" w:rsidRPr="00FD240D" w:rsidRDefault="00571122" w:rsidP="00571122">
            <w:pPr>
              <w:widowControl w:val="0"/>
              <w:tabs>
                <w:tab w:val="left" w:pos="7371"/>
              </w:tabs>
              <w:jc w:val="both"/>
              <w:rPr>
                <w:rFonts w:ascii="Open Sans" w:hAnsi="Open Sans" w:cs="Open Sans"/>
                <w:b/>
              </w:rPr>
            </w:pPr>
          </w:p>
        </w:tc>
        <w:tc>
          <w:tcPr>
            <w:tcW w:w="4606" w:type="dxa"/>
            <w:tcBorders>
              <w:bottom w:val="single" w:sz="4" w:space="0" w:color="auto"/>
            </w:tcBorders>
            <w:shd w:val="clear" w:color="auto" w:fill="auto"/>
          </w:tcPr>
          <w:p w14:paraId="5B2D1123" w14:textId="77777777" w:rsidR="00571122" w:rsidRPr="00FD240D" w:rsidRDefault="00571122" w:rsidP="00571122">
            <w:pPr>
              <w:widowControl w:val="0"/>
              <w:tabs>
                <w:tab w:val="left" w:pos="7371"/>
              </w:tabs>
              <w:jc w:val="both"/>
              <w:rPr>
                <w:rFonts w:ascii="Open Sans" w:hAnsi="Open Sans" w:cs="Open Sans"/>
                <w:b/>
              </w:rPr>
            </w:pPr>
          </w:p>
        </w:tc>
      </w:tr>
      <w:tr w:rsidR="00571122" w:rsidRPr="00FD240D" w14:paraId="1DD5AEDC" w14:textId="77777777" w:rsidTr="008A32DE">
        <w:tc>
          <w:tcPr>
            <w:tcW w:w="4606" w:type="dxa"/>
            <w:tcBorders>
              <w:top w:val="single" w:sz="4" w:space="0" w:color="auto"/>
            </w:tcBorders>
            <w:shd w:val="clear" w:color="auto" w:fill="auto"/>
          </w:tcPr>
          <w:p w14:paraId="2D6790E9" w14:textId="77777777" w:rsidR="00571122" w:rsidRPr="00FD240D" w:rsidRDefault="00571122" w:rsidP="00571122">
            <w:pPr>
              <w:widowControl w:val="0"/>
              <w:tabs>
                <w:tab w:val="left" w:pos="7371"/>
              </w:tabs>
              <w:jc w:val="both"/>
              <w:rPr>
                <w:rFonts w:ascii="Open Sans" w:hAnsi="Open Sans" w:cs="Open Sans"/>
                <w:b/>
              </w:rPr>
            </w:pPr>
          </w:p>
        </w:tc>
        <w:tc>
          <w:tcPr>
            <w:tcW w:w="4606" w:type="dxa"/>
            <w:tcBorders>
              <w:top w:val="single" w:sz="4" w:space="0" w:color="auto"/>
            </w:tcBorders>
            <w:shd w:val="clear" w:color="auto" w:fill="auto"/>
          </w:tcPr>
          <w:p w14:paraId="792F1215" w14:textId="77777777" w:rsidR="00571122" w:rsidRPr="00FD240D" w:rsidRDefault="00571122" w:rsidP="00571122">
            <w:pPr>
              <w:widowControl w:val="0"/>
              <w:tabs>
                <w:tab w:val="left" w:pos="7371"/>
              </w:tabs>
              <w:jc w:val="both"/>
              <w:rPr>
                <w:rFonts w:ascii="Open Sans" w:hAnsi="Open Sans" w:cs="Open Sans"/>
                <w:b/>
              </w:rPr>
            </w:pPr>
          </w:p>
        </w:tc>
      </w:tr>
    </w:tbl>
    <w:p w14:paraId="29A1F1E2" w14:textId="7892B1B3" w:rsidR="00571122" w:rsidRDefault="00571122" w:rsidP="008A32DE">
      <w:pPr>
        <w:widowControl w:val="0"/>
        <w:tabs>
          <w:tab w:val="left" w:pos="7371"/>
        </w:tabs>
        <w:jc w:val="both"/>
        <w:rPr>
          <w:rFonts w:ascii="Open Sans" w:hAnsi="Open Sans" w:cs="Open Sans"/>
          <w:b/>
        </w:rPr>
      </w:pPr>
    </w:p>
    <w:p w14:paraId="679CB5E8" w14:textId="77777777" w:rsidR="000E1521" w:rsidRPr="00994421" w:rsidRDefault="000E1521" w:rsidP="000E1521">
      <w:pPr>
        <w:keepNext/>
        <w:keepLines/>
        <w:jc w:val="right"/>
        <w:rPr>
          <w:rFonts w:ascii="Open Sans" w:hAnsi="Open Sans" w:cs="Open Sans"/>
          <w:i/>
        </w:rPr>
      </w:pPr>
      <w:r w:rsidRPr="00994421">
        <w:rPr>
          <w:rFonts w:ascii="Open Sans" w:hAnsi="Open Sans" w:cs="Open Sans"/>
          <w:i/>
        </w:rPr>
        <w:t>……/…… (št. izvoda / št. vseh izvodov)</w:t>
      </w:r>
    </w:p>
    <w:p w14:paraId="32346AFC" w14:textId="77777777" w:rsidR="00D64E29" w:rsidRPr="00FD240D" w:rsidRDefault="00D64E29" w:rsidP="008A32DE">
      <w:pPr>
        <w:widowControl w:val="0"/>
        <w:tabs>
          <w:tab w:val="left" w:pos="7371"/>
        </w:tabs>
        <w:jc w:val="both"/>
        <w:rPr>
          <w:rFonts w:ascii="Open Sans" w:hAnsi="Open Sans" w:cs="Open Sans"/>
          <w:b/>
        </w:rPr>
      </w:pPr>
    </w:p>
    <w:p w14:paraId="44C93B46" w14:textId="77777777" w:rsidR="00571122" w:rsidRPr="00FD240D" w:rsidRDefault="00571122" w:rsidP="008A32DE">
      <w:pPr>
        <w:widowControl w:val="0"/>
        <w:tabs>
          <w:tab w:val="left" w:pos="7371"/>
        </w:tabs>
        <w:jc w:val="center"/>
        <w:rPr>
          <w:rFonts w:ascii="Open Sans" w:hAnsi="Open Sans" w:cs="Open Sans"/>
          <w:b/>
        </w:rPr>
      </w:pPr>
      <w:r w:rsidRPr="00343C40">
        <w:rPr>
          <w:rFonts w:ascii="Open Sans" w:hAnsi="Open Sans" w:cs="Open Sans"/>
          <w:b/>
        </w:rPr>
        <w:t>REFERENCE</w:t>
      </w:r>
    </w:p>
    <w:p w14:paraId="76F3D3E7" w14:textId="77777777" w:rsidR="00571122" w:rsidRPr="00FD240D" w:rsidRDefault="00571122" w:rsidP="008A32DE">
      <w:pPr>
        <w:widowControl w:val="0"/>
        <w:jc w:val="both"/>
        <w:rPr>
          <w:rFonts w:ascii="Open Sans" w:hAnsi="Open Sans" w:cs="Open Sans"/>
        </w:rPr>
      </w:pPr>
    </w:p>
    <w:p w14:paraId="1458A0B0" w14:textId="03E694FD" w:rsidR="00E5707D" w:rsidRPr="00E5707D" w:rsidRDefault="00571122" w:rsidP="00E5707D">
      <w:pPr>
        <w:keepNext/>
        <w:jc w:val="both"/>
        <w:rPr>
          <w:rFonts w:ascii="Open Sans" w:hAnsi="Open Sans" w:cs="Open Sans"/>
          <w:b/>
        </w:rPr>
      </w:pPr>
      <w:r w:rsidRPr="001F4FCE">
        <w:rPr>
          <w:rFonts w:ascii="Open Sans" w:hAnsi="Open Sans" w:cs="Open Sans"/>
          <w:bCs/>
        </w:rPr>
        <w:t>V zvezi z javnim naročilom</w:t>
      </w:r>
      <w:r w:rsidRPr="00FD240D">
        <w:rPr>
          <w:rFonts w:ascii="Open Sans" w:hAnsi="Open Sans" w:cs="Open Sans"/>
          <w:b/>
        </w:rPr>
        <w:t xml:space="preserve"> </w:t>
      </w:r>
      <w:r w:rsidR="00FD240D">
        <w:rPr>
          <w:rFonts w:ascii="Open Sans" w:hAnsi="Open Sans" w:cs="Open Sans"/>
          <w:b/>
          <w:noProof/>
        </w:rPr>
        <w:t>ENLJ-SAL-80/25</w:t>
      </w:r>
      <w:r w:rsidRPr="00FD240D">
        <w:rPr>
          <w:rFonts w:ascii="Open Sans" w:hAnsi="Open Sans" w:cs="Open Sans"/>
          <w:b/>
          <w:noProof/>
        </w:rPr>
        <w:t xml:space="preserve"> -</w:t>
      </w:r>
      <w:r w:rsidRPr="00FD240D">
        <w:rPr>
          <w:rFonts w:ascii="Open Sans" w:hAnsi="Open Sans" w:cs="Open Sans"/>
          <w:b/>
          <w:color w:val="000000"/>
        </w:rPr>
        <w:t xml:space="preserve"> </w:t>
      </w:r>
      <w:r w:rsidR="00FD240D">
        <w:rPr>
          <w:rFonts w:ascii="Open Sans" w:hAnsi="Open Sans" w:cs="Open Sans"/>
          <w:b/>
        </w:rPr>
        <w:t>VZDRŽEVANJE IN SERVISIRANJE KONVEKTORJEV ZA SISTEM OGREVANJA IN HLAJENJA</w:t>
      </w:r>
      <w:r w:rsidRPr="00FD240D">
        <w:rPr>
          <w:rFonts w:ascii="Open Sans" w:hAnsi="Open Sans" w:cs="Open Sans"/>
        </w:rPr>
        <w:t xml:space="preserve"> pod kazensko in materialno odgovornostjo izjavljamo, da so spodaj navedeni podatki o referenčnih storitvah resnični in da z njimi potrjujemo, da smo v obdobju od </w:t>
      </w:r>
      <w:r w:rsidR="001501FF" w:rsidRPr="008A69CC">
        <w:rPr>
          <w:rFonts w:ascii="Open Sans" w:hAnsi="Open Sans" w:cs="Open Sans"/>
          <w:color w:val="000000"/>
        </w:rPr>
        <w:t>vključno</w:t>
      </w:r>
      <w:r w:rsidR="001501FF" w:rsidRPr="00FD240D">
        <w:rPr>
          <w:rFonts w:ascii="Open Sans" w:hAnsi="Open Sans" w:cs="Open Sans"/>
        </w:rPr>
        <w:t xml:space="preserve"> </w:t>
      </w:r>
      <w:r w:rsidR="00570350" w:rsidRPr="00FD240D">
        <w:rPr>
          <w:rFonts w:ascii="Open Sans" w:hAnsi="Open Sans" w:cs="Open Sans"/>
        </w:rPr>
        <w:t>leta 202</w:t>
      </w:r>
      <w:r w:rsidR="00A8654E">
        <w:rPr>
          <w:rFonts w:ascii="Open Sans" w:hAnsi="Open Sans" w:cs="Open Sans"/>
        </w:rPr>
        <w:t>0</w:t>
      </w:r>
      <w:r w:rsidRPr="00FD240D">
        <w:rPr>
          <w:rFonts w:ascii="Open Sans" w:hAnsi="Open Sans" w:cs="Open Sans"/>
        </w:rPr>
        <w:t xml:space="preserve"> do datuma </w:t>
      </w:r>
      <w:r w:rsidR="001501FF">
        <w:rPr>
          <w:rFonts w:ascii="Open Sans" w:hAnsi="Open Sans" w:cs="Open Sans"/>
        </w:rPr>
        <w:t xml:space="preserve">za </w:t>
      </w:r>
      <w:r w:rsidRPr="00FD240D">
        <w:rPr>
          <w:rFonts w:ascii="Open Sans" w:hAnsi="Open Sans" w:cs="Open Sans"/>
        </w:rPr>
        <w:t>odda</w:t>
      </w:r>
      <w:r w:rsidR="001501FF">
        <w:rPr>
          <w:rFonts w:ascii="Open Sans" w:hAnsi="Open Sans" w:cs="Open Sans"/>
        </w:rPr>
        <w:t>jo</w:t>
      </w:r>
      <w:r w:rsidRPr="00FD240D">
        <w:rPr>
          <w:rFonts w:ascii="Open Sans" w:hAnsi="Open Sans" w:cs="Open Sans"/>
        </w:rPr>
        <w:t xml:space="preserve"> ponudbe, </w:t>
      </w:r>
      <w:r w:rsidR="001501FF" w:rsidRPr="008A69CC">
        <w:rPr>
          <w:rFonts w:ascii="Open Sans" w:hAnsi="Open Sans" w:cs="Open Sans"/>
        </w:rPr>
        <w:t>v skladu z določili sklenjenih pogodb ali naročilnic uspešno izvedl</w:t>
      </w:r>
      <w:r w:rsidR="001501FF">
        <w:rPr>
          <w:rFonts w:ascii="Open Sans" w:hAnsi="Open Sans" w:cs="Open Sans"/>
        </w:rPr>
        <w:t>i</w:t>
      </w:r>
      <w:r w:rsidR="001501FF" w:rsidRPr="008A69CC">
        <w:rPr>
          <w:rFonts w:ascii="Open Sans" w:hAnsi="Open Sans" w:cs="Open Sans"/>
        </w:rPr>
        <w:t xml:space="preserve"> letno servisiranje </w:t>
      </w:r>
      <w:r w:rsidR="00927934">
        <w:rPr>
          <w:rFonts w:ascii="Open Sans" w:hAnsi="Open Sans" w:cs="Open Sans"/>
        </w:rPr>
        <w:t xml:space="preserve">skupno </w:t>
      </w:r>
      <w:r w:rsidR="001501FF" w:rsidRPr="008A69CC">
        <w:rPr>
          <w:rFonts w:ascii="Open Sans" w:hAnsi="Open Sans" w:cs="Open Sans"/>
        </w:rPr>
        <w:t xml:space="preserve">najmanj </w:t>
      </w:r>
      <w:r w:rsidR="001501FF" w:rsidRPr="001501FF">
        <w:rPr>
          <w:rFonts w:ascii="Open Sans" w:hAnsi="Open Sans" w:cs="Open Sans"/>
          <w:b/>
          <w:bCs/>
        </w:rPr>
        <w:t>150</w:t>
      </w:r>
      <w:r w:rsidR="001501FF" w:rsidRPr="008A69CC">
        <w:rPr>
          <w:rFonts w:ascii="Open Sans" w:hAnsi="Open Sans" w:cs="Open Sans"/>
        </w:rPr>
        <w:t xml:space="preserve"> kosov </w:t>
      </w:r>
      <w:proofErr w:type="spellStart"/>
      <w:r w:rsidR="00E5707D" w:rsidRPr="00E5707D">
        <w:rPr>
          <w:rFonts w:ascii="Open Sans" w:hAnsi="Open Sans" w:cs="Open Sans"/>
        </w:rPr>
        <w:t>konvektorjev</w:t>
      </w:r>
      <w:proofErr w:type="spellEnd"/>
      <w:r w:rsidR="00E5707D" w:rsidRPr="00E5707D">
        <w:rPr>
          <w:rFonts w:ascii="Open Sans" w:hAnsi="Open Sans" w:cs="Open Sans"/>
        </w:rPr>
        <w:t xml:space="preserve"> </w:t>
      </w:r>
      <w:r w:rsidR="001501FF" w:rsidRPr="004C4CAD">
        <w:rPr>
          <w:rFonts w:ascii="Open Sans" w:hAnsi="Open Sans" w:cs="Open Sans"/>
        </w:rPr>
        <w:t>AIRWELL, EURAPO</w:t>
      </w:r>
      <w:r w:rsidR="001501FF" w:rsidRPr="008A69CC">
        <w:rPr>
          <w:rFonts w:ascii="Open Sans" w:hAnsi="Open Sans" w:cs="Open Sans"/>
        </w:rPr>
        <w:t xml:space="preserve"> </w:t>
      </w:r>
      <w:r w:rsidR="00E5707D" w:rsidRPr="00E5707D">
        <w:rPr>
          <w:rFonts w:ascii="Open Sans" w:hAnsi="Open Sans" w:cs="Open Sans"/>
        </w:rPr>
        <w:t xml:space="preserve">oziroma imeli sklenjeno pogodbo o vzdrževanju naprav za ogrevanje in hlajenje v višini najmanj </w:t>
      </w:r>
      <w:r w:rsidR="001501FF">
        <w:rPr>
          <w:rFonts w:ascii="Open Sans" w:hAnsi="Open Sans" w:cs="Open Sans"/>
        </w:rPr>
        <w:t>12</w:t>
      </w:r>
      <w:r w:rsidR="00E5707D" w:rsidRPr="00E5707D">
        <w:rPr>
          <w:rFonts w:ascii="Open Sans" w:hAnsi="Open Sans" w:cs="Open Sans"/>
        </w:rPr>
        <w:t>.000,00 EUR letno.</w:t>
      </w:r>
      <w:r w:rsidR="00E5707D">
        <w:rPr>
          <w:rFonts w:ascii="Open Sans" w:hAnsi="Open Sans" w:cs="Open Sans"/>
        </w:rPr>
        <w:t xml:space="preserve"> </w:t>
      </w:r>
      <w:r w:rsidR="00E5707D" w:rsidRPr="00E5707D">
        <w:rPr>
          <w:rFonts w:ascii="Open Sans" w:hAnsi="Open Sans" w:cs="Open Sans"/>
          <w:b/>
        </w:rPr>
        <w:t xml:space="preserve">Navesti je potrebno najmanj </w:t>
      </w:r>
      <w:r w:rsidR="00E5707D">
        <w:rPr>
          <w:rFonts w:ascii="Open Sans" w:hAnsi="Open Sans" w:cs="Open Sans"/>
          <w:b/>
        </w:rPr>
        <w:t>2 (</w:t>
      </w:r>
      <w:r w:rsidR="00E5707D" w:rsidRPr="00E5707D">
        <w:rPr>
          <w:rFonts w:ascii="Open Sans" w:hAnsi="Open Sans" w:cs="Open Sans"/>
          <w:b/>
        </w:rPr>
        <w:t>dve</w:t>
      </w:r>
      <w:r w:rsidR="00E5707D">
        <w:rPr>
          <w:rFonts w:ascii="Open Sans" w:hAnsi="Open Sans" w:cs="Open Sans"/>
          <w:b/>
        </w:rPr>
        <w:t>)</w:t>
      </w:r>
      <w:r w:rsidR="00E5707D" w:rsidRPr="00E5707D">
        <w:rPr>
          <w:rFonts w:ascii="Open Sans" w:hAnsi="Open Sans" w:cs="Open Sans"/>
          <w:b/>
        </w:rPr>
        <w:t xml:space="preserve"> referenci</w:t>
      </w:r>
      <w:r w:rsidR="00C524D2">
        <w:rPr>
          <w:rFonts w:ascii="Open Sans" w:hAnsi="Open Sans" w:cs="Open Sans"/>
          <w:b/>
        </w:rPr>
        <w:t>.</w:t>
      </w:r>
    </w:p>
    <w:p w14:paraId="61267226" w14:textId="4E82A1E6" w:rsidR="00571122" w:rsidRDefault="00571122" w:rsidP="008A32DE">
      <w:pPr>
        <w:widowControl w:val="0"/>
        <w:jc w:val="both"/>
        <w:rPr>
          <w:rFonts w:ascii="Open Sans" w:hAnsi="Open Sans" w:cs="Open Sans"/>
          <w:b/>
        </w:rPr>
      </w:pPr>
    </w:p>
    <w:p w14:paraId="0489DB5C" w14:textId="77777777" w:rsidR="0047144E" w:rsidRPr="00FD240D" w:rsidRDefault="0047144E" w:rsidP="008A32DE">
      <w:pPr>
        <w:widowControl w:val="0"/>
        <w:jc w:val="both"/>
        <w:rPr>
          <w:rFonts w:ascii="Open Sans" w:hAnsi="Open Sans" w:cs="Open Sans"/>
          <w:b/>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4"/>
      </w:tblGrid>
      <w:tr w:rsidR="00571122" w:rsidRPr="00FD240D" w14:paraId="17C40D9B" w14:textId="77777777" w:rsidTr="008A32DE">
        <w:trPr>
          <w:trHeight w:val="245"/>
        </w:trPr>
        <w:tc>
          <w:tcPr>
            <w:tcW w:w="9494" w:type="dxa"/>
            <w:shd w:val="clear" w:color="auto" w:fill="auto"/>
          </w:tcPr>
          <w:p w14:paraId="1AF607DB" w14:textId="77777777" w:rsidR="00571122" w:rsidRPr="00FD240D" w:rsidRDefault="00571122" w:rsidP="00571122">
            <w:pPr>
              <w:widowControl w:val="0"/>
              <w:jc w:val="both"/>
              <w:rPr>
                <w:rFonts w:ascii="Open Sans" w:hAnsi="Open Sans" w:cs="Open Sans"/>
              </w:rPr>
            </w:pPr>
            <w:bookmarkStart w:id="4" w:name="_Hlk192578735"/>
            <w:r w:rsidRPr="00FD240D">
              <w:rPr>
                <w:rFonts w:ascii="Open Sans" w:hAnsi="Open Sans" w:cs="Open Sans"/>
              </w:rPr>
              <w:t>Naziv in naslov referenčnega naročnika:</w:t>
            </w:r>
          </w:p>
          <w:p w14:paraId="6B982430" w14:textId="77777777" w:rsidR="00571122" w:rsidRPr="00FD240D" w:rsidRDefault="00571122" w:rsidP="00571122">
            <w:pPr>
              <w:widowControl w:val="0"/>
              <w:jc w:val="both"/>
              <w:rPr>
                <w:rFonts w:ascii="Open Sans" w:hAnsi="Open Sans" w:cs="Open Sans"/>
                <w:b/>
              </w:rPr>
            </w:pPr>
          </w:p>
          <w:p w14:paraId="46B13827" w14:textId="77777777" w:rsidR="00571122" w:rsidRPr="00FD240D" w:rsidRDefault="00571122" w:rsidP="00571122">
            <w:pPr>
              <w:widowControl w:val="0"/>
              <w:jc w:val="both"/>
              <w:rPr>
                <w:rFonts w:ascii="Open Sans" w:hAnsi="Open Sans" w:cs="Open Sans"/>
                <w:b/>
              </w:rPr>
            </w:pPr>
          </w:p>
        </w:tc>
      </w:tr>
      <w:tr w:rsidR="00571122" w:rsidRPr="00FD240D" w14:paraId="68D5BD32" w14:textId="77777777" w:rsidTr="008A32DE">
        <w:trPr>
          <w:trHeight w:val="195"/>
        </w:trPr>
        <w:tc>
          <w:tcPr>
            <w:tcW w:w="9494" w:type="dxa"/>
            <w:shd w:val="clear" w:color="auto" w:fill="auto"/>
          </w:tcPr>
          <w:p w14:paraId="574ABA31" w14:textId="77777777" w:rsidR="00571122" w:rsidRPr="00FD240D" w:rsidRDefault="00571122" w:rsidP="00571122">
            <w:pPr>
              <w:widowControl w:val="0"/>
              <w:jc w:val="both"/>
              <w:rPr>
                <w:rFonts w:ascii="Open Sans" w:hAnsi="Open Sans" w:cs="Open Sans"/>
              </w:rPr>
            </w:pPr>
            <w:r w:rsidRPr="00FD240D">
              <w:rPr>
                <w:rFonts w:ascii="Open Sans" w:hAnsi="Open Sans" w:cs="Open Sans"/>
              </w:rPr>
              <w:t>Ime in priimek predstavnika naročnika:</w:t>
            </w:r>
          </w:p>
        </w:tc>
      </w:tr>
      <w:tr w:rsidR="00571122" w:rsidRPr="00FD240D" w14:paraId="16CFAA0C" w14:textId="77777777" w:rsidTr="008A32DE">
        <w:trPr>
          <w:trHeight w:val="243"/>
        </w:trPr>
        <w:tc>
          <w:tcPr>
            <w:tcW w:w="9494" w:type="dxa"/>
            <w:shd w:val="clear" w:color="auto" w:fill="auto"/>
            <w:vAlign w:val="center"/>
          </w:tcPr>
          <w:p w14:paraId="6AC8075F" w14:textId="77777777" w:rsidR="00571122" w:rsidRPr="00FD240D" w:rsidRDefault="00571122" w:rsidP="00571122">
            <w:pPr>
              <w:widowControl w:val="0"/>
              <w:jc w:val="both"/>
              <w:rPr>
                <w:rFonts w:ascii="Open Sans" w:hAnsi="Open Sans" w:cs="Open Sans"/>
              </w:rPr>
            </w:pPr>
            <w:r w:rsidRPr="00FD240D">
              <w:rPr>
                <w:rFonts w:ascii="Open Sans" w:hAnsi="Open Sans" w:cs="Open Sans"/>
              </w:rPr>
              <w:t>Telefonska številka:</w:t>
            </w:r>
          </w:p>
        </w:tc>
      </w:tr>
      <w:tr w:rsidR="00571122" w:rsidRPr="00FD240D" w14:paraId="250A89BA" w14:textId="77777777" w:rsidTr="008A32DE">
        <w:trPr>
          <w:trHeight w:val="278"/>
        </w:trPr>
        <w:tc>
          <w:tcPr>
            <w:tcW w:w="9494" w:type="dxa"/>
            <w:shd w:val="clear" w:color="auto" w:fill="auto"/>
          </w:tcPr>
          <w:p w14:paraId="37BB3C71" w14:textId="76DC65D4" w:rsidR="00571122" w:rsidRPr="00FD240D" w:rsidRDefault="00571122" w:rsidP="00131FB1">
            <w:pPr>
              <w:widowControl w:val="0"/>
              <w:tabs>
                <w:tab w:val="left" w:pos="7371"/>
              </w:tabs>
              <w:jc w:val="both"/>
              <w:rPr>
                <w:rFonts w:ascii="Open Sans" w:hAnsi="Open Sans" w:cs="Open Sans"/>
              </w:rPr>
            </w:pPr>
            <w:r w:rsidRPr="00FD240D">
              <w:rPr>
                <w:rFonts w:ascii="Open Sans" w:hAnsi="Open Sans" w:cs="Open Sans"/>
              </w:rPr>
              <w:t xml:space="preserve">Kraj izvedbe </w:t>
            </w:r>
            <w:r w:rsidR="00131FB1" w:rsidRPr="00FD240D">
              <w:rPr>
                <w:rFonts w:ascii="Open Sans" w:hAnsi="Open Sans" w:cs="Open Sans"/>
              </w:rPr>
              <w:t>storitev</w:t>
            </w:r>
            <w:r w:rsidRPr="00FD240D">
              <w:rPr>
                <w:rFonts w:ascii="Open Sans" w:hAnsi="Open Sans" w:cs="Open Sans"/>
              </w:rPr>
              <w:t xml:space="preserve">: </w:t>
            </w:r>
          </w:p>
        </w:tc>
      </w:tr>
      <w:tr w:rsidR="00571122" w:rsidRPr="00FD240D" w14:paraId="1630262F" w14:textId="77777777" w:rsidTr="008A32DE">
        <w:trPr>
          <w:trHeight w:val="267"/>
        </w:trPr>
        <w:tc>
          <w:tcPr>
            <w:tcW w:w="9494" w:type="dxa"/>
            <w:shd w:val="clear" w:color="auto" w:fill="auto"/>
          </w:tcPr>
          <w:p w14:paraId="205273C6" w14:textId="78298D56" w:rsidR="00571122" w:rsidRPr="00FD240D" w:rsidRDefault="00571122" w:rsidP="00131FB1">
            <w:pPr>
              <w:widowControl w:val="0"/>
              <w:tabs>
                <w:tab w:val="left" w:pos="7371"/>
              </w:tabs>
              <w:jc w:val="both"/>
              <w:rPr>
                <w:rFonts w:ascii="Open Sans" w:hAnsi="Open Sans" w:cs="Open Sans"/>
              </w:rPr>
            </w:pPr>
            <w:r w:rsidRPr="00FD240D">
              <w:rPr>
                <w:rFonts w:ascii="Open Sans" w:hAnsi="Open Sans" w:cs="Open Sans"/>
              </w:rPr>
              <w:t xml:space="preserve">Leto izvedbe </w:t>
            </w:r>
            <w:r w:rsidR="00131FB1" w:rsidRPr="00FD240D">
              <w:rPr>
                <w:rFonts w:ascii="Open Sans" w:hAnsi="Open Sans" w:cs="Open Sans"/>
              </w:rPr>
              <w:t>storitev</w:t>
            </w:r>
            <w:r w:rsidRPr="00FD240D">
              <w:rPr>
                <w:rFonts w:ascii="Open Sans" w:hAnsi="Open Sans" w:cs="Open Sans"/>
              </w:rPr>
              <w:t>:</w:t>
            </w:r>
          </w:p>
        </w:tc>
      </w:tr>
      <w:tr w:rsidR="00290DBB" w:rsidRPr="00FD240D" w14:paraId="4CEA8DDF" w14:textId="77777777" w:rsidTr="008A32DE">
        <w:trPr>
          <w:trHeight w:val="267"/>
        </w:trPr>
        <w:tc>
          <w:tcPr>
            <w:tcW w:w="9494" w:type="dxa"/>
            <w:shd w:val="clear" w:color="auto" w:fill="auto"/>
          </w:tcPr>
          <w:p w14:paraId="626EBA36" w14:textId="1A89A38B" w:rsidR="00290DBB" w:rsidRPr="00290DBB" w:rsidRDefault="00290DBB" w:rsidP="00131FB1">
            <w:pPr>
              <w:widowControl w:val="0"/>
              <w:tabs>
                <w:tab w:val="left" w:pos="7371"/>
              </w:tabs>
              <w:jc w:val="both"/>
              <w:rPr>
                <w:rFonts w:ascii="Open Sans" w:hAnsi="Open Sans" w:cs="Open Sans"/>
              </w:rPr>
            </w:pPr>
            <w:r w:rsidRPr="00290DBB">
              <w:rPr>
                <w:rFonts w:ascii="Open Sans" w:hAnsi="Open Sans" w:cs="Open Sans"/>
              </w:rPr>
              <w:t xml:space="preserve">Število servisiranih </w:t>
            </w:r>
            <w:proofErr w:type="spellStart"/>
            <w:r w:rsidRPr="00290DBB">
              <w:rPr>
                <w:rFonts w:ascii="Open Sans" w:hAnsi="Open Sans" w:cs="Open Sans"/>
              </w:rPr>
              <w:t>konvektorjev</w:t>
            </w:r>
            <w:proofErr w:type="spellEnd"/>
            <w:r w:rsidRPr="00290DBB">
              <w:rPr>
                <w:rFonts w:ascii="Open Sans" w:hAnsi="Open Sans" w:cs="Open Sans"/>
              </w:rPr>
              <w:t>:</w:t>
            </w:r>
          </w:p>
        </w:tc>
      </w:tr>
      <w:tr w:rsidR="00571122" w:rsidRPr="00FD240D" w14:paraId="6EDA8A21" w14:textId="77777777" w:rsidTr="008A32DE">
        <w:trPr>
          <w:trHeight w:val="267"/>
        </w:trPr>
        <w:tc>
          <w:tcPr>
            <w:tcW w:w="9494" w:type="dxa"/>
            <w:shd w:val="clear" w:color="auto" w:fill="auto"/>
          </w:tcPr>
          <w:p w14:paraId="0996878B" w14:textId="2C3714EC" w:rsidR="00571122" w:rsidRPr="00FD240D" w:rsidRDefault="00571122" w:rsidP="00131FB1">
            <w:pPr>
              <w:widowControl w:val="0"/>
              <w:tabs>
                <w:tab w:val="left" w:pos="7371"/>
              </w:tabs>
              <w:jc w:val="both"/>
              <w:rPr>
                <w:rFonts w:ascii="Open Sans" w:hAnsi="Open Sans" w:cs="Open Sans"/>
              </w:rPr>
            </w:pPr>
            <w:r w:rsidRPr="00FD240D">
              <w:rPr>
                <w:rFonts w:ascii="Open Sans" w:hAnsi="Open Sans" w:cs="Open Sans"/>
              </w:rPr>
              <w:t xml:space="preserve">Vrednost </w:t>
            </w:r>
            <w:r w:rsidR="00131FB1" w:rsidRPr="00FD240D">
              <w:rPr>
                <w:rFonts w:ascii="Open Sans" w:hAnsi="Open Sans" w:cs="Open Sans"/>
              </w:rPr>
              <w:t xml:space="preserve">storitev </w:t>
            </w:r>
            <w:r w:rsidR="00570350" w:rsidRPr="00FD240D">
              <w:rPr>
                <w:rFonts w:ascii="Open Sans" w:hAnsi="Open Sans" w:cs="Open Sans"/>
              </w:rPr>
              <w:t>(v EUR brez DDV)</w:t>
            </w:r>
            <w:r w:rsidRPr="00FD240D">
              <w:rPr>
                <w:rFonts w:ascii="Open Sans" w:hAnsi="Open Sans" w:cs="Open Sans"/>
              </w:rPr>
              <w:t>:</w:t>
            </w:r>
          </w:p>
        </w:tc>
      </w:tr>
      <w:tr w:rsidR="00571122" w:rsidRPr="00FD240D" w14:paraId="32C23EDC" w14:textId="77777777" w:rsidTr="008A32DE">
        <w:trPr>
          <w:trHeight w:val="267"/>
        </w:trPr>
        <w:tc>
          <w:tcPr>
            <w:tcW w:w="9494" w:type="dxa"/>
            <w:shd w:val="clear" w:color="auto" w:fill="auto"/>
          </w:tcPr>
          <w:p w14:paraId="503595D7" w14:textId="77777777" w:rsidR="00571122" w:rsidRPr="00FD240D" w:rsidRDefault="00571122" w:rsidP="00571122">
            <w:pPr>
              <w:widowControl w:val="0"/>
              <w:tabs>
                <w:tab w:val="left" w:pos="7371"/>
              </w:tabs>
              <w:jc w:val="both"/>
              <w:rPr>
                <w:rFonts w:ascii="Open Sans" w:hAnsi="Open Sans" w:cs="Open Sans"/>
              </w:rPr>
            </w:pPr>
            <w:r w:rsidRPr="00FD240D">
              <w:rPr>
                <w:rFonts w:ascii="Open Sans" w:hAnsi="Open Sans" w:cs="Open Sans"/>
              </w:rPr>
              <w:t>Številka pogodbe/naročilnice:</w:t>
            </w:r>
          </w:p>
        </w:tc>
      </w:tr>
      <w:tr w:rsidR="00571122" w:rsidRPr="00FD240D" w14:paraId="588507F0" w14:textId="77777777" w:rsidTr="008A32DE">
        <w:trPr>
          <w:trHeight w:val="556"/>
        </w:trPr>
        <w:tc>
          <w:tcPr>
            <w:tcW w:w="9494" w:type="dxa"/>
            <w:shd w:val="clear" w:color="auto" w:fill="auto"/>
          </w:tcPr>
          <w:p w14:paraId="60F24B05" w14:textId="77777777" w:rsidR="00571122" w:rsidRPr="00FD240D" w:rsidRDefault="00571122" w:rsidP="00571122">
            <w:pPr>
              <w:widowControl w:val="0"/>
              <w:jc w:val="both"/>
              <w:rPr>
                <w:rFonts w:ascii="Open Sans" w:hAnsi="Open Sans" w:cs="Open Sans"/>
              </w:rPr>
            </w:pPr>
            <w:r w:rsidRPr="00FD240D">
              <w:rPr>
                <w:rFonts w:ascii="Open Sans" w:hAnsi="Open Sans" w:cs="Open Sans"/>
              </w:rPr>
              <w:t>Kratek opis predmeta naročila:</w:t>
            </w:r>
          </w:p>
          <w:p w14:paraId="4A34FB7F" w14:textId="77777777" w:rsidR="00571122" w:rsidRPr="00FD240D" w:rsidRDefault="00571122" w:rsidP="00571122">
            <w:pPr>
              <w:widowControl w:val="0"/>
              <w:jc w:val="both"/>
              <w:rPr>
                <w:rFonts w:ascii="Open Sans" w:hAnsi="Open Sans" w:cs="Open Sans"/>
              </w:rPr>
            </w:pPr>
          </w:p>
          <w:p w14:paraId="6DA11A90" w14:textId="77777777" w:rsidR="00571122" w:rsidRPr="00FD240D" w:rsidRDefault="00571122" w:rsidP="00571122">
            <w:pPr>
              <w:widowControl w:val="0"/>
              <w:jc w:val="both"/>
              <w:rPr>
                <w:rFonts w:ascii="Open Sans" w:hAnsi="Open Sans" w:cs="Open Sans"/>
              </w:rPr>
            </w:pPr>
          </w:p>
        </w:tc>
      </w:tr>
      <w:tr w:rsidR="00571122" w:rsidRPr="00FD240D" w14:paraId="2BD1BA2E" w14:textId="77777777" w:rsidTr="008A32DE">
        <w:trPr>
          <w:trHeight w:val="56"/>
        </w:trPr>
        <w:tc>
          <w:tcPr>
            <w:tcW w:w="9494" w:type="dxa"/>
            <w:shd w:val="clear" w:color="auto" w:fill="auto"/>
          </w:tcPr>
          <w:p w14:paraId="028E6552" w14:textId="77777777" w:rsidR="00571122" w:rsidRPr="00FD240D" w:rsidRDefault="00571122" w:rsidP="00571122">
            <w:pPr>
              <w:widowControl w:val="0"/>
              <w:jc w:val="both"/>
              <w:rPr>
                <w:rFonts w:ascii="Open Sans" w:hAnsi="Open Sans" w:cs="Open Sans"/>
              </w:rPr>
            </w:pPr>
            <w:r w:rsidRPr="00FD240D">
              <w:rPr>
                <w:rFonts w:ascii="Open Sans" w:hAnsi="Open Sans" w:cs="Open Sans"/>
              </w:rPr>
              <w:t>Naziv objekta:</w:t>
            </w:r>
          </w:p>
        </w:tc>
      </w:tr>
      <w:bookmarkEnd w:id="4"/>
    </w:tbl>
    <w:p w14:paraId="27E043D1" w14:textId="06DE741A" w:rsidR="00571122" w:rsidRDefault="00571122" w:rsidP="008A32DE">
      <w:pPr>
        <w:widowControl w:val="0"/>
        <w:tabs>
          <w:tab w:val="left" w:pos="7371"/>
        </w:tabs>
        <w:jc w:val="both"/>
        <w:rPr>
          <w:rFonts w:ascii="Open Sans" w:hAnsi="Open Sans" w:cs="Open Sans"/>
        </w:rPr>
      </w:pPr>
    </w:p>
    <w:p w14:paraId="319DBD01" w14:textId="77777777" w:rsidR="00D64E29" w:rsidRPr="00FD240D" w:rsidRDefault="00D64E29" w:rsidP="008A32DE">
      <w:pPr>
        <w:widowControl w:val="0"/>
        <w:tabs>
          <w:tab w:val="left" w:pos="7371"/>
        </w:tabs>
        <w:jc w:val="both"/>
        <w:rPr>
          <w:rFonts w:ascii="Open Sans" w:hAnsi="Open Sans" w:cs="Open Sans"/>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4"/>
      </w:tblGrid>
      <w:tr w:rsidR="00BA77FC" w:rsidRPr="00FD240D" w14:paraId="24773FED" w14:textId="77777777" w:rsidTr="006121C9">
        <w:trPr>
          <w:trHeight w:val="245"/>
        </w:trPr>
        <w:tc>
          <w:tcPr>
            <w:tcW w:w="9494" w:type="dxa"/>
            <w:shd w:val="clear" w:color="auto" w:fill="auto"/>
          </w:tcPr>
          <w:p w14:paraId="29F3DD65" w14:textId="77777777" w:rsidR="00BA77FC" w:rsidRPr="00FD240D" w:rsidRDefault="00BA77FC" w:rsidP="006121C9">
            <w:pPr>
              <w:widowControl w:val="0"/>
              <w:jc w:val="both"/>
              <w:rPr>
                <w:rFonts w:ascii="Open Sans" w:hAnsi="Open Sans" w:cs="Open Sans"/>
              </w:rPr>
            </w:pPr>
            <w:r w:rsidRPr="00FD240D">
              <w:rPr>
                <w:rFonts w:ascii="Open Sans" w:hAnsi="Open Sans" w:cs="Open Sans"/>
              </w:rPr>
              <w:t>Naziv in naslov referenčnega naročnika:</w:t>
            </w:r>
          </w:p>
          <w:p w14:paraId="0B81301B" w14:textId="77777777" w:rsidR="00BA77FC" w:rsidRPr="00FD240D" w:rsidRDefault="00BA77FC" w:rsidP="006121C9">
            <w:pPr>
              <w:widowControl w:val="0"/>
              <w:jc w:val="both"/>
              <w:rPr>
                <w:rFonts w:ascii="Open Sans" w:hAnsi="Open Sans" w:cs="Open Sans"/>
                <w:b/>
              </w:rPr>
            </w:pPr>
          </w:p>
          <w:p w14:paraId="761F2910" w14:textId="77777777" w:rsidR="00BA77FC" w:rsidRPr="00FD240D" w:rsidRDefault="00BA77FC" w:rsidP="006121C9">
            <w:pPr>
              <w:widowControl w:val="0"/>
              <w:jc w:val="both"/>
              <w:rPr>
                <w:rFonts w:ascii="Open Sans" w:hAnsi="Open Sans" w:cs="Open Sans"/>
                <w:b/>
              </w:rPr>
            </w:pPr>
          </w:p>
        </w:tc>
      </w:tr>
      <w:tr w:rsidR="00BA77FC" w:rsidRPr="00FD240D" w14:paraId="552A0F11" w14:textId="77777777" w:rsidTr="006121C9">
        <w:trPr>
          <w:trHeight w:val="195"/>
        </w:trPr>
        <w:tc>
          <w:tcPr>
            <w:tcW w:w="9494" w:type="dxa"/>
            <w:shd w:val="clear" w:color="auto" w:fill="auto"/>
          </w:tcPr>
          <w:p w14:paraId="0DDC3D58" w14:textId="77777777" w:rsidR="00BA77FC" w:rsidRPr="00FD240D" w:rsidRDefault="00BA77FC" w:rsidP="006121C9">
            <w:pPr>
              <w:widowControl w:val="0"/>
              <w:jc w:val="both"/>
              <w:rPr>
                <w:rFonts w:ascii="Open Sans" w:hAnsi="Open Sans" w:cs="Open Sans"/>
              </w:rPr>
            </w:pPr>
            <w:r w:rsidRPr="00FD240D">
              <w:rPr>
                <w:rFonts w:ascii="Open Sans" w:hAnsi="Open Sans" w:cs="Open Sans"/>
              </w:rPr>
              <w:t>Ime in priimek predstavnika naročnika:</w:t>
            </w:r>
          </w:p>
        </w:tc>
      </w:tr>
      <w:tr w:rsidR="00BA77FC" w:rsidRPr="00FD240D" w14:paraId="55B6F68E" w14:textId="77777777" w:rsidTr="006121C9">
        <w:trPr>
          <w:trHeight w:val="243"/>
        </w:trPr>
        <w:tc>
          <w:tcPr>
            <w:tcW w:w="9494" w:type="dxa"/>
            <w:shd w:val="clear" w:color="auto" w:fill="auto"/>
            <w:vAlign w:val="center"/>
          </w:tcPr>
          <w:p w14:paraId="4990DE8F" w14:textId="77777777" w:rsidR="00BA77FC" w:rsidRPr="00FD240D" w:rsidRDefault="00BA77FC" w:rsidP="006121C9">
            <w:pPr>
              <w:widowControl w:val="0"/>
              <w:jc w:val="both"/>
              <w:rPr>
                <w:rFonts w:ascii="Open Sans" w:hAnsi="Open Sans" w:cs="Open Sans"/>
              </w:rPr>
            </w:pPr>
            <w:r w:rsidRPr="00FD240D">
              <w:rPr>
                <w:rFonts w:ascii="Open Sans" w:hAnsi="Open Sans" w:cs="Open Sans"/>
              </w:rPr>
              <w:t>Telefonska številka:</w:t>
            </w:r>
          </w:p>
        </w:tc>
      </w:tr>
      <w:tr w:rsidR="00BA77FC" w:rsidRPr="00FD240D" w14:paraId="71E7C7AE" w14:textId="77777777" w:rsidTr="006121C9">
        <w:trPr>
          <w:trHeight w:val="278"/>
        </w:trPr>
        <w:tc>
          <w:tcPr>
            <w:tcW w:w="9494" w:type="dxa"/>
            <w:shd w:val="clear" w:color="auto" w:fill="auto"/>
          </w:tcPr>
          <w:p w14:paraId="671D80EC" w14:textId="77777777" w:rsidR="00BA77FC" w:rsidRPr="00FD240D" w:rsidRDefault="00BA77FC" w:rsidP="006121C9">
            <w:pPr>
              <w:widowControl w:val="0"/>
              <w:tabs>
                <w:tab w:val="left" w:pos="7371"/>
              </w:tabs>
              <w:jc w:val="both"/>
              <w:rPr>
                <w:rFonts w:ascii="Open Sans" w:hAnsi="Open Sans" w:cs="Open Sans"/>
              </w:rPr>
            </w:pPr>
            <w:r w:rsidRPr="00FD240D">
              <w:rPr>
                <w:rFonts w:ascii="Open Sans" w:hAnsi="Open Sans" w:cs="Open Sans"/>
              </w:rPr>
              <w:t xml:space="preserve">Kraj izvedbe storitev: </w:t>
            </w:r>
          </w:p>
        </w:tc>
      </w:tr>
      <w:tr w:rsidR="00BA77FC" w:rsidRPr="00FD240D" w14:paraId="4A1B24DC" w14:textId="77777777" w:rsidTr="006121C9">
        <w:trPr>
          <w:trHeight w:val="267"/>
        </w:trPr>
        <w:tc>
          <w:tcPr>
            <w:tcW w:w="9494" w:type="dxa"/>
            <w:shd w:val="clear" w:color="auto" w:fill="auto"/>
          </w:tcPr>
          <w:p w14:paraId="63E45844" w14:textId="77777777" w:rsidR="00BA77FC" w:rsidRPr="00FD240D" w:rsidRDefault="00BA77FC" w:rsidP="006121C9">
            <w:pPr>
              <w:widowControl w:val="0"/>
              <w:tabs>
                <w:tab w:val="left" w:pos="7371"/>
              </w:tabs>
              <w:jc w:val="both"/>
              <w:rPr>
                <w:rFonts w:ascii="Open Sans" w:hAnsi="Open Sans" w:cs="Open Sans"/>
              </w:rPr>
            </w:pPr>
            <w:r w:rsidRPr="00FD240D">
              <w:rPr>
                <w:rFonts w:ascii="Open Sans" w:hAnsi="Open Sans" w:cs="Open Sans"/>
              </w:rPr>
              <w:t>Leto izvedbe storitev:</w:t>
            </w:r>
          </w:p>
        </w:tc>
      </w:tr>
      <w:tr w:rsidR="00BA77FC" w:rsidRPr="00FD240D" w14:paraId="5C989CEF" w14:textId="77777777" w:rsidTr="006121C9">
        <w:trPr>
          <w:trHeight w:val="267"/>
        </w:trPr>
        <w:tc>
          <w:tcPr>
            <w:tcW w:w="9494" w:type="dxa"/>
            <w:shd w:val="clear" w:color="auto" w:fill="auto"/>
          </w:tcPr>
          <w:p w14:paraId="0E61E4F1" w14:textId="77777777" w:rsidR="00BA77FC" w:rsidRPr="00290DBB" w:rsidRDefault="00BA77FC" w:rsidP="006121C9">
            <w:pPr>
              <w:widowControl w:val="0"/>
              <w:tabs>
                <w:tab w:val="left" w:pos="7371"/>
              </w:tabs>
              <w:jc w:val="both"/>
              <w:rPr>
                <w:rFonts w:ascii="Open Sans" w:hAnsi="Open Sans" w:cs="Open Sans"/>
              </w:rPr>
            </w:pPr>
            <w:r w:rsidRPr="00290DBB">
              <w:rPr>
                <w:rFonts w:ascii="Open Sans" w:hAnsi="Open Sans" w:cs="Open Sans"/>
              </w:rPr>
              <w:t xml:space="preserve">Število servisiranih </w:t>
            </w:r>
            <w:proofErr w:type="spellStart"/>
            <w:r w:rsidRPr="00290DBB">
              <w:rPr>
                <w:rFonts w:ascii="Open Sans" w:hAnsi="Open Sans" w:cs="Open Sans"/>
              </w:rPr>
              <w:t>konvektorjev</w:t>
            </w:r>
            <w:proofErr w:type="spellEnd"/>
            <w:r w:rsidRPr="00290DBB">
              <w:rPr>
                <w:rFonts w:ascii="Open Sans" w:hAnsi="Open Sans" w:cs="Open Sans"/>
              </w:rPr>
              <w:t>:</w:t>
            </w:r>
          </w:p>
        </w:tc>
      </w:tr>
      <w:tr w:rsidR="00BA77FC" w:rsidRPr="00FD240D" w14:paraId="79089E2D" w14:textId="77777777" w:rsidTr="006121C9">
        <w:trPr>
          <w:trHeight w:val="267"/>
        </w:trPr>
        <w:tc>
          <w:tcPr>
            <w:tcW w:w="9494" w:type="dxa"/>
            <w:shd w:val="clear" w:color="auto" w:fill="auto"/>
          </w:tcPr>
          <w:p w14:paraId="65C95D2E" w14:textId="77777777" w:rsidR="00BA77FC" w:rsidRPr="00FD240D" w:rsidRDefault="00BA77FC" w:rsidP="006121C9">
            <w:pPr>
              <w:widowControl w:val="0"/>
              <w:tabs>
                <w:tab w:val="left" w:pos="7371"/>
              </w:tabs>
              <w:jc w:val="both"/>
              <w:rPr>
                <w:rFonts w:ascii="Open Sans" w:hAnsi="Open Sans" w:cs="Open Sans"/>
              </w:rPr>
            </w:pPr>
            <w:r w:rsidRPr="00FD240D">
              <w:rPr>
                <w:rFonts w:ascii="Open Sans" w:hAnsi="Open Sans" w:cs="Open Sans"/>
              </w:rPr>
              <w:t>Vrednost storitev (v EUR brez DDV):</w:t>
            </w:r>
          </w:p>
        </w:tc>
      </w:tr>
      <w:tr w:rsidR="00BA77FC" w:rsidRPr="00FD240D" w14:paraId="23DDFE90" w14:textId="77777777" w:rsidTr="006121C9">
        <w:trPr>
          <w:trHeight w:val="267"/>
        </w:trPr>
        <w:tc>
          <w:tcPr>
            <w:tcW w:w="9494" w:type="dxa"/>
            <w:shd w:val="clear" w:color="auto" w:fill="auto"/>
          </w:tcPr>
          <w:p w14:paraId="5AA916D6" w14:textId="77777777" w:rsidR="00BA77FC" w:rsidRPr="00FD240D" w:rsidRDefault="00BA77FC" w:rsidP="006121C9">
            <w:pPr>
              <w:widowControl w:val="0"/>
              <w:tabs>
                <w:tab w:val="left" w:pos="7371"/>
              </w:tabs>
              <w:jc w:val="both"/>
              <w:rPr>
                <w:rFonts w:ascii="Open Sans" w:hAnsi="Open Sans" w:cs="Open Sans"/>
              </w:rPr>
            </w:pPr>
            <w:r w:rsidRPr="00FD240D">
              <w:rPr>
                <w:rFonts w:ascii="Open Sans" w:hAnsi="Open Sans" w:cs="Open Sans"/>
              </w:rPr>
              <w:t>Številka pogodbe/naročilnice:</w:t>
            </w:r>
          </w:p>
        </w:tc>
      </w:tr>
      <w:tr w:rsidR="00BA77FC" w:rsidRPr="00FD240D" w14:paraId="668683A9" w14:textId="77777777" w:rsidTr="006121C9">
        <w:trPr>
          <w:trHeight w:val="556"/>
        </w:trPr>
        <w:tc>
          <w:tcPr>
            <w:tcW w:w="9494" w:type="dxa"/>
            <w:shd w:val="clear" w:color="auto" w:fill="auto"/>
          </w:tcPr>
          <w:p w14:paraId="167BA698" w14:textId="77777777" w:rsidR="00BA77FC" w:rsidRPr="00FD240D" w:rsidRDefault="00BA77FC" w:rsidP="006121C9">
            <w:pPr>
              <w:widowControl w:val="0"/>
              <w:jc w:val="both"/>
              <w:rPr>
                <w:rFonts w:ascii="Open Sans" w:hAnsi="Open Sans" w:cs="Open Sans"/>
              </w:rPr>
            </w:pPr>
            <w:r w:rsidRPr="00FD240D">
              <w:rPr>
                <w:rFonts w:ascii="Open Sans" w:hAnsi="Open Sans" w:cs="Open Sans"/>
              </w:rPr>
              <w:t>Kratek opis predmeta naročila:</w:t>
            </w:r>
          </w:p>
          <w:p w14:paraId="20B2C540" w14:textId="77777777" w:rsidR="00BA77FC" w:rsidRPr="00FD240D" w:rsidRDefault="00BA77FC" w:rsidP="006121C9">
            <w:pPr>
              <w:widowControl w:val="0"/>
              <w:jc w:val="both"/>
              <w:rPr>
                <w:rFonts w:ascii="Open Sans" w:hAnsi="Open Sans" w:cs="Open Sans"/>
              </w:rPr>
            </w:pPr>
          </w:p>
          <w:p w14:paraId="0545EC4A" w14:textId="77777777" w:rsidR="00BA77FC" w:rsidRPr="00FD240D" w:rsidRDefault="00BA77FC" w:rsidP="006121C9">
            <w:pPr>
              <w:widowControl w:val="0"/>
              <w:jc w:val="both"/>
              <w:rPr>
                <w:rFonts w:ascii="Open Sans" w:hAnsi="Open Sans" w:cs="Open Sans"/>
              </w:rPr>
            </w:pPr>
          </w:p>
        </w:tc>
      </w:tr>
      <w:tr w:rsidR="00BA77FC" w:rsidRPr="00FD240D" w14:paraId="2F63130C" w14:textId="77777777" w:rsidTr="006121C9">
        <w:trPr>
          <w:trHeight w:val="56"/>
        </w:trPr>
        <w:tc>
          <w:tcPr>
            <w:tcW w:w="9494" w:type="dxa"/>
            <w:shd w:val="clear" w:color="auto" w:fill="auto"/>
          </w:tcPr>
          <w:p w14:paraId="5175CDC0" w14:textId="77777777" w:rsidR="00BA77FC" w:rsidRPr="00FD240D" w:rsidRDefault="00BA77FC" w:rsidP="006121C9">
            <w:pPr>
              <w:widowControl w:val="0"/>
              <w:jc w:val="both"/>
              <w:rPr>
                <w:rFonts w:ascii="Open Sans" w:hAnsi="Open Sans" w:cs="Open Sans"/>
              </w:rPr>
            </w:pPr>
            <w:r w:rsidRPr="00FD240D">
              <w:rPr>
                <w:rFonts w:ascii="Open Sans" w:hAnsi="Open Sans" w:cs="Open Sans"/>
              </w:rPr>
              <w:t>Naziv objekta:</w:t>
            </w:r>
          </w:p>
        </w:tc>
      </w:tr>
    </w:tbl>
    <w:p w14:paraId="51FDEE69" w14:textId="55E7DFFA" w:rsidR="00571122" w:rsidRDefault="00571122" w:rsidP="008A32DE">
      <w:pPr>
        <w:widowControl w:val="0"/>
        <w:jc w:val="both"/>
        <w:rPr>
          <w:rFonts w:ascii="Open Sans" w:hAnsi="Open Sans" w:cs="Open Sans"/>
        </w:rPr>
      </w:pPr>
    </w:p>
    <w:p w14:paraId="3B886A5D" w14:textId="7B6544E1" w:rsidR="00006A21" w:rsidRDefault="00006A21" w:rsidP="008A32DE">
      <w:pPr>
        <w:widowControl w:val="0"/>
        <w:jc w:val="both"/>
        <w:rPr>
          <w:rFonts w:ascii="Open Sans" w:hAnsi="Open Sans" w:cs="Open Sans"/>
        </w:rPr>
      </w:pPr>
    </w:p>
    <w:p w14:paraId="48D0D357" w14:textId="0AECE311" w:rsidR="00006A21" w:rsidRPr="00FD240D" w:rsidRDefault="00006A21" w:rsidP="00006A21">
      <w:pPr>
        <w:widowControl w:val="0"/>
        <w:tabs>
          <w:tab w:val="left" w:pos="7371"/>
        </w:tabs>
        <w:jc w:val="both"/>
        <w:rPr>
          <w:rFonts w:ascii="Open Sans" w:hAnsi="Open Sans" w:cs="Open Sans"/>
        </w:rPr>
      </w:pPr>
      <w:r w:rsidRPr="00FD240D">
        <w:rPr>
          <w:rFonts w:ascii="Open Sans" w:hAnsi="Open Sans" w:cs="Open Sans"/>
        </w:rPr>
        <w:t xml:space="preserve">Navedeni podatki so resnični in smo jih, če bo naročnik zahteval, pripravljeni dokazati s predložitvijo ustreznih potrdil. V kolikor po morebitnem pozivu naročnika teh dejstev ne bi dokazali, naročnik navedenih referenc </w:t>
      </w:r>
      <w:r>
        <w:rPr>
          <w:rFonts w:ascii="Open Sans" w:hAnsi="Open Sans" w:cs="Open Sans"/>
        </w:rPr>
        <w:t>ne bo</w:t>
      </w:r>
      <w:r w:rsidRPr="00FD240D">
        <w:rPr>
          <w:rFonts w:ascii="Open Sans" w:hAnsi="Open Sans" w:cs="Open Sans"/>
        </w:rPr>
        <w:t xml:space="preserve"> upoštev</w:t>
      </w:r>
      <w:r>
        <w:rPr>
          <w:rFonts w:ascii="Open Sans" w:hAnsi="Open Sans" w:cs="Open Sans"/>
        </w:rPr>
        <w:t>al</w:t>
      </w:r>
      <w:r w:rsidRPr="00FD240D">
        <w:rPr>
          <w:rFonts w:ascii="Open Sans" w:hAnsi="Open Sans" w:cs="Open Sans"/>
        </w:rPr>
        <w:t>.</w:t>
      </w:r>
    </w:p>
    <w:p w14:paraId="7710566F" w14:textId="3A118B37" w:rsidR="00006A21" w:rsidRDefault="00006A21" w:rsidP="008A32DE">
      <w:pPr>
        <w:widowControl w:val="0"/>
        <w:jc w:val="both"/>
        <w:rPr>
          <w:rFonts w:ascii="Open Sans" w:hAnsi="Open Sans" w:cs="Open Sans"/>
        </w:rPr>
      </w:pPr>
    </w:p>
    <w:p w14:paraId="4E16A308" w14:textId="557952E1" w:rsidR="00BC739C" w:rsidRDefault="00BC739C" w:rsidP="008A32DE">
      <w:pPr>
        <w:widowControl w:val="0"/>
        <w:jc w:val="both"/>
        <w:rPr>
          <w:rFonts w:ascii="Open Sans" w:hAnsi="Open Sans" w:cs="Open Sans"/>
        </w:rPr>
      </w:pPr>
    </w:p>
    <w:p w14:paraId="2A6D6DF0" w14:textId="77777777" w:rsidR="00BC739C" w:rsidRPr="00FD240D" w:rsidRDefault="00BC739C" w:rsidP="008A32DE">
      <w:pPr>
        <w:widowControl w:val="0"/>
        <w:jc w:val="both"/>
        <w:rPr>
          <w:rFonts w:ascii="Open Sans" w:hAnsi="Open Sans" w:cs="Open Sans"/>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71122" w:rsidRPr="00FD240D" w14:paraId="3BF88348" w14:textId="77777777" w:rsidTr="008A32DE">
        <w:trPr>
          <w:trHeight w:val="235"/>
        </w:trPr>
        <w:tc>
          <w:tcPr>
            <w:tcW w:w="3402" w:type="dxa"/>
            <w:tcBorders>
              <w:bottom w:val="single" w:sz="4" w:space="0" w:color="auto"/>
            </w:tcBorders>
          </w:tcPr>
          <w:p w14:paraId="15B01055" w14:textId="77777777" w:rsidR="00571122" w:rsidRPr="00FD240D" w:rsidRDefault="00571122" w:rsidP="00571122">
            <w:pPr>
              <w:widowControl w:val="0"/>
              <w:jc w:val="both"/>
              <w:rPr>
                <w:rFonts w:ascii="Open Sans" w:hAnsi="Open Sans" w:cs="Open Sans"/>
                <w:snapToGrid w:val="0"/>
              </w:rPr>
            </w:pPr>
          </w:p>
        </w:tc>
        <w:tc>
          <w:tcPr>
            <w:tcW w:w="2977" w:type="dxa"/>
          </w:tcPr>
          <w:p w14:paraId="1E6F4CB8" w14:textId="77777777" w:rsidR="00571122" w:rsidRPr="00FD240D" w:rsidRDefault="00571122" w:rsidP="00571122">
            <w:pPr>
              <w:widowControl w:val="0"/>
              <w:jc w:val="both"/>
              <w:rPr>
                <w:rFonts w:ascii="Open Sans" w:hAnsi="Open Sans" w:cs="Open Sans"/>
                <w:snapToGrid w:val="0"/>
              </w:rPr>
            </w:pPr>
          </w:p>
        </w:tc>
        <w:tc>
          <w:tcPr>
            <w:tcW w:w="3119" w:type="dxa"/>
            <w:tcBorders>
              <w:bottom w:val="single" w:sz="4" w:space="0" w:color="auto"/>
            </w:tcBorders>
          </w:tcPr>
          <w:p w14:paraId="2EDEFF65" w14:textId="77777777" w:rsidR="00571122" w:rsidRPr="00FD240D" w:rsidRDefault="00571122" w:rsidP="00571122">
            <w:pPr>
              <w:widowControl w:val="0"/>
              <w:tabs>
                <w:tab w:val="left" w:pos="567"/>
                <w:tab w:val="num" w:pos="851"/>
                <w:tab w:val="left" w:pos="993"/>
              </w:tabs>
              <w:jc w:val="both"/>
              <w:rPr>
                <w:rFonts w:ascii="Open Sans" w:hAnsi="Open Sans" w:cs="Open Sans"/>
                <w:snapToGrid w:val="0"/>
              </w:rPr>
            </w:pPr>
          </w:p>
        </w:tc>
      </w:tr>
      <w:tr w:rsidR="00571122" w:rsidRPr="00FD240D" w14:paraId="50A11A9E" w14:textId="77777777" w:rsidTr="008A32DE">
        <w:trPr>
          <w:trHeight w:val="235"/>
        </w:trPr>
        <w:tc>
          <w:tcPr>
            <w:tcW w:w="3402" w:type="dxa"/>
            <w:tcBorders>
              <w:top w:val="single" w:sz="4" w:space="0" w:color="auto"/>
            </w:tcBorders>
          </w:tcPr>
          <w:p w14:paraId="47D146D5" w14:textId="77777777" w:rsidR="00571122" w:rsidRPr="00FD240D" w:rsidRDefault="00571122" w:rsidP="00571122">
            <w:pPr>
              <w:widowControl w:val="0"/>
              <w:jc w:val="both"/>
              <w:rPr>
                <w:rFonts w:ascii="Open Sans" w:hAnsi="Open Sans" w:cs="Open Sans"/>
                <w:snapToGrid w:val="0"/>
              </w:rPr>
            </w:pPr>
            <w:r w:rsidRPr="00FD240D">
              <w:rPr>
                <w:rFonts w:ascii="Open Sans" w:hAnsi="Open Sans" w:cs="Open Sans"/>
                <w:snapToGrid w:val="0"/>
              </w:rPr>
              <w:t xml:space="preserve">(kraj, datum)   </w:t>
            </w:r>
          </w:p>
        </w:tc>
        <w:tc>
          <w:tcPr>
            <w:tcW w:w="2977" w:type="dxa"/>
          </w:tcPr>
          <w:p w14:paraId="429745E0" w14:textId="77777777" w:rsidR="00571122" w:rsidRPr="00FD240D" w:rsidRDefault="00571122" w:rsidP="00571122">
            <w:pPr>
              <w:widowControl w:val="0"/>
              <w:jc w:val="both"/>
              <w:rPr>
                <w:rFonts w:ascii="Open Sans" w:hAnsi="Open Sans" w:cs="Open Sans"/>
                <w:snapToGrid w:val="0"/>
              </w:rPr>
            </w:pPr>
            <w:r w:rsidRPr="00FD240D">
              <w:rPr>
                <w:rFonts w:ascii="Open Sans" w:hAnsi="Open Sans" w:cs="Open Sans"/>
                <w:snapToGrid w:val="0"/>
              </w:rPr>
              <w:t xml:space="preserve">                  žig</w:t>
            </w:r>
          </w:p>
        </w:tc>
        <w:tc>
          <w:tcPr>
            <w:tcW w:w="3119" w:type="dxa"/>
            <w:tcBorders>
              <w:top w:val="single" w:sz="4" w:space="0" w:color="auto"/>
            </w:tcBorders>
          </w:tcPr>
          <w:p w14:paraId="40607CD0" w14:textId="77777777" w:rsidR="00571122" w:rsidRPr="00FD240D" w:rsidRDefault="00571122" w:rsidP="00571122">
            <w:pPr>
              <w:widowControl w:val="0"/>
              <w:jc w:val="both"/>
              <w:rPr>
                <w:rFonts w:ascii="Open Sans" w:hAnsi="Open Sans" w:cs="Open Sans"/>
                <w:snapToGrid w:val="0"/>
              </w:rPr>
            </w:pPr>
            <w:r w:rsidRPr="00FD240D">
              <w:rPr>
                <w:rFonts w:ascii="Open Sans" w:hAnsi="Open Sans" w:cs="Open Sans"/>
                <w:snapToGrid w:val="0"/>
              </w:rPr>
              <w:t>(podpis odgovorne osebe gospodarskega subjekta)</w:t>
            </w:r>
          </w:p>
        </w:tc>
      </w:tr>
    </w:tbl>
    <w:p w14:paraId="3D5E3DD0" w14:textId="77777777" w:rsidR="006E1E6C" w:rsidRDefault="006E1E6C" w:rsidP="00571122">
      <w:pPr>
        <w:widowControl w:val="0"/>
        <w:tabs>
          <w:tab w:val="left" w:pos="567"/>
          <w:tab w:val="left" w:pos="851"/>
          <w:tab w:val="left" w:pos="993"/>
        </w:tabs>
        <w:suppressAutoHyphens/>
        <w:jc w:val="both"/>
        <w:rPr>
          <w:rFonts w:ascii="Open Sans" w:hAnsi="Open Sans" w:cs="Open Sans"/>
          <w:b/>
          <w:i/>
          <w:lang w:eastAsia="ar-SA"/>
        </w:rPr>
      </w:pPr>
    </w:p>
    <w:p w14:paraId="47749BE0" w14:textId="77777777" w:rsidR="006E1E6C" w:rsidRDefault="006E1E6C" w:rsidP="00571122">
      <w:pPr>
        <w:widowControl w:val="0"/>
        <w:tabs>
          <w:tab w:val="left" w:pos="567"/>
          <w:tab w:val="left" w:pos="851"/>
          <w:tab w:val="left" w:pos="993"/>
        </w:tabs>
        <w:suppressAutoHyphens/>
        <w:jc w:val="both"/>
        <w:rPr>
          <w:rFonts w:ascii="Open Sans" w:hAnsi="Open Sans" w:cs="Open Sans"/>
          <w:b/>
          <w:i/>
          <w:lang w:eastAsia="ar-SA"/>
        </w:rPr>
      </w:pPr>
    </w:p>
    <w:p w14:paraId="349A041C" w14:textId="298B3B64" w:rsidR="006E1E6C" w:rsidRDefault="006E1E6C" w:rsidP="00571122">
      <w:pPr>
        <w:widowControl w:val="0"/>
        <w:tabs>
          <w:tab w:val="left" w:pos="567"/>
          <w:tab w:val="left" w:pos="851"/>
          <w:tab w:val="left" w:pos="993"/>
        </w:tabs>
        <w:suppressAutoHyphens/>
        <w:jc w:val="both"/>
        <w:rPr>
          <w:rFonts w:ascii="Open Sans" w:hAnsi="Open Sans" w:cs="Open Sans"/>
          <w:b/>
          <w:i/>
          <w:lang w:eastAsia="ar-SA"/>
        </w:rPr>
      </w:pPr>
    </w:p>
    <w:p w14:paraId="5D722698" w14:textId="7F3F890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4379D73F" w14:textId="34435ACA"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16FEB520" w14:textId="447759E0"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1BFCAA1" w14:textId="25CD5DA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528F91DC" w14:textId="68DB80DB"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47EB4CE4" w14:textId="28F19FEB"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5890D316" w14:textId="46FECF3B"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860D4EA" w14:textId="75D4DD9C"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0246AA41" w14:textId="6BFE2766"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103A5F35" w14:textId="2A633512"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AF7AB96" w14:textId="4A7E6E3C"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6F57DE58" w14:textId="18F9BB0D"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F89968C" w14:textId="1C6154E0"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5D01CAF3" w14:textId="28D3A13F"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59DDC6FA" w14:textId="2C273D89"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78708D01" w14:textId="10DE5035"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BB7CA03" w14:textId="14CD96E1"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2E21FBA6" w14:textId="68BFD4D6"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2255052A" w14:textId="32B3D38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7C7CA60" w14:textId="06AB8BE9"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7E23249C" w14:textId="25407301"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488AA6E" w14:textId="79FF1938"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4A7782B0" w14:textId="65DD71D4"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7B64AE53" w14:textId="60809DF6"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4138D14A" w14:textId="3BC1E571"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188BE690" w14:textId="4A18D2D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355E5D19" w14:textId="002668B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5C8D00A3" w14:textId="37B113F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1F58BA43" w14:textId="2B6FB182" w:rsidR="0047144E" w:rsidRDefault="0047144E" w:rsidP="00571122">
      <w:pPr>
        <w:widowControl w:val="0"/>
        <w:tabs>
          <w:tab w:val="left" w:pos="567"/>
          <w:tab w:val="left" w:pos="851"/>
          <w:tab w:val="left" w:pos="993"/>
        </w:tabs>
        <w:suppressAutoHyphens/>
        <w:jc w:val="both"/>
        <w:rPr>
          <w:rFonts w:ascii="Open Sans" w:hAnsi="Open Sans" w:cs="Open Sans"/>
          <w:b/>
          <w:i/>
          <w:lang w:eastAsia="ar-SA"/>
        </w:rPr>
      </w:pPr>
    </w:p>
    <w:p w14:paraId="76F990AE" w14:textId="77777777" w:rsidR="00A4222F" w:rsidRDefault="00A4222F" w:rsidP="00571122">
      <w:pPr>
        <w:widowControl w:val="0"/>
        <w:tabs>
          <w:tab w:val="left" w:pos="567"/>
          <w:tab w:val="left" w:pos="851"/>
          <w:tab w:val="left" w:pos="993"/>
        </w:tabs>
        <w:suppressAutoHyphens/>
        <w:jc w:val="both"/>
        <w:rPr>
          <w:rFonts w:ascii="Open Sans" w:hAnsi="Open Sans" w:cs="Open Sans"/>
          <w:b/>
          <w:i/>
          <w:lang w:eastAsia="ar-SA"/>
        </w:rPr>
      </w:pPr>
    </w:p>
    <w:p w14:paraId="78791AD4" w14:textId="59072263" w:rsidR="0047144E" w:rsidRDefault="0047144E" w:rsidP="00571122">
      <w:pPr>
        <w:widowControl w:val="0"/>
        <w:tabs>
          <w:tab w:val="left" w:pos="567"/>
          <w:tab w:val="left" w:pos="851"/>
          <w:tab w:val="left" w:pos="993"/>
        </w:tabs>
        <w:suppressAutoHyphens/>
        <w:jc w:val="both"/>
        <w:rPr>
          <w:rFonts w:ascii="Open Sans" w:hAnsi="Open Sans" w:cs="Open Sans"/>
          <w:b/>
          <w:i/>
          <w:lang w:eastAsia="ar-SA"/>
        </w:rPr>
      </w:pPr>
    </w:p>
    <w:p w14:paraId="01BF150C" w14:textId="1A97221D" w:rsidR="0047144E" w:rsidRDefault="0047144E" w:rsidP="00571122">
      <w:pPr>
        <w:widowControl w:val="0"/>
        <w:tabs>
          <w:tab w:val="left" w:pos="567"/>
          <w:tab w:val="left" w:pos="851"/>
          <w:tab w:val="left" w:pos="993"/>
        </w:tabs>
        <w:suppressAutoHyphens/>
        <w:jc w:val="both"/>
        <w:rPr>
          <w:rFonts w:ascii="Open Sans" w:hAnsi="Open Sans" w:cs="Open Sans"/>
          <w:b/>
          <w:i/>
          <w:lang w:eastAsia="ar-SA"/>
        </w:rPr>
      </w:pPr>
    </w:p>
    <w:p w14:paraId="33046138" w14:textId="77777777" w:rsidR="0047144E" w:rsidRDefault="0047144E" w:rsidP="00571122">
      <w:pPr>
        <w:widowControl w:val="0"/>
        <w:tabs>
          <w:tab w:val="left" w:pos="567"/>
          <w:tab w:val="left" w:pos="851"/>
          <w:tab w:val="left" w:pos="993"/>
        </w:tabs>
        <w:suppressAutoHyphens/>
        <w:jc w:val="both"/>
        <w:rPr>
          <w:rFonts w:ascii="Open Sans" w:hAnsi="Open Sans" w:cs="Open Sans"/>
          <w:b/>
          <w:i/>
          <w:lang w:eastAsia="ar-SA"/>
        </w:rPr>
      </w:pPr>
    </w:p>
    <w:p w14:paraId="4512160C" w14:textId="61E4AA1E"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1C5F1FFC" w14:textId="77777777" w:rsidR="00BA77FC" w:rsidRDefault="00BA77FC" w:rsidP="00571122">
      <w:pPr>
        <w:widowControl w:val="0"/>
        <w:tabs>
          <w:tab w:val="left" w:pos="567"/>
          <w:tab w:val="left" w:pos="851"/>
          <w:tab w:val="left" w:pos="993"/>
        </w:tabs>
        <w:suppressAutoHyphens/>
        <w:jc w:val="both"/>
        <w:rPr>
          <w:rFonts w:ascii="Open Sans" w:hAnsi="Open Sans" w:cs="Open Sans"/>
          <w:b/>
          <w:i/>
          <w:lang w:eastAsia="ar-SA"/>
        </w:rPr>
      </w:pPr>
    </w:p>
    <w:p w14:paraId="4F86FE2F" w14:textId="5F8CB8CA" w:rsidR="00571122" w:rsidRPr="006E1E6C" w:rsidRDefault="00571122" w:rsidP="00571122">
      <w:pPr>
        <w:widowControl w:val="0"/>
        <w:tabs>
          <w:tab w:val="left" w:pos="567"/>
          <w:tab w:val="left" w:pos="851"/>
          <w:tab w:val="left" w:pos="993"/>
        </w:tabs>
        <w:suppressAutoHyphens/>
        <w:jc w:val="both"/>
        <w:rPr>
          <w:rFonts w:ascii="Open Sans" w:hAnsi="Open Sans" w:cs="Open Sans"/>
          <w:i/>
          <w:sz w:val="18"/>
          <w:szCs w:val="18"/>
          <w:lang w:eastAsia="ar-SA"/>
        </w:rPr>
      </w:pPr>
      <w:r w:rsidRPr="006E1E6C">
        <w:rPr>
          <w:rFonts w:ascii="Open Sans" w:hAnsi="Open Sans" w:cs="Open Sans"/>
          <w:b/>
          <w:i/>
          <w:sz w:val="18"/>
          <w:szCs w:val="18"/>
          <w:lang w:eastAsia="ar-SA"/>
        </w:rPr>
        <w:t>Navodilo</w:t>
      </w:r>
      <w:r w:rsidRPr="006E1E6C">
        <w:rPr>
          <w:rFonts w:ascii="Open Sans" w:hAnsi="Open Sans" w:cs="Open Sans"/>
          <w:i/>
          <w:sz w:val="18"/>
          <w:szCs w:val="18"/>
          <w:lang w:eastAsia="ar-SA"/>
        </w:rPr>
        <w:t>: Obrazec se po potrebi kopira!</w:t>
      </w:r>
    </w:p>
    <w:p w14:paraId="6402489B" w14:textId="085ACD48" w:rsidR="00571122" w:rsidRDefault="00571122" w:rsidP="00571122">
      <w:pPr>
        <w:widowControl w:val="0"/>
        <w:tabs>
          <w:tab w:val="left" w:pos="567"/>
          <w:tab w:val="left" w:pos="851"/>
          <w:tab w:val="left" w:pos="993"/>
        </w:tabs>
        <w:suppressAutoHyphens/>
        <w:jc w:val="both"/>
        <w:rPr>
          <w:rFonts w:ascii="Open Sans" w:hAnsi="Open Sans" w:cs="Open Sans"/>
          <w:i/>
          <w:lang w:eastAsia="ar-SA"/>
        </w:rPr>
      </w:pPr>
    </w:p>
    <w:p w14:paraId="1E82089E" w14:textId="7D91577B" w:rsidR="00BA77FC" w:rsidRDefault="00BA77FC" w:rsidP="00571122">
      <w:pPr>
        <w:widowControl w:val="0"/>
        <w:tabs>
          <w:tab w:val="left" w:pos="567"/>
          <w:tab w:val="left" w:pos="851"/>
          <w:tab w:val="left" w:pos="993"/>
        </w:tabs>
        <w:suppressAutoHyphens/>
        <w:jc w:val="both"/>
        <w:rPr>
          <w:rFonts w:ascii="Open Sans" w:hAnsi="Open Sans" w:cs="Open Sans"/>
          <w:i/>
          <w:lang w:eastAsia="ar-SA"/>
        </w:rPr>
      </w:pPr>
    </w:p>
    <w:p w14:paraId="178A5E87" w14:textId="32591B6A" w:rsidR="00F21BED" w:rsidRDefault="00F21BED" w:rsidP="00571122">
      <w:pPr>
        <w:widowControl w:val="0"/>
        <w:tabs>
          <w:tab w:val="left" w:pos="567"/>
          <w:tab w:val="left" w:pos="851"/>
          <w:tab w:val="left" w:pos="993"/>
        </w:tabs>
        <w:suppressAutoHyphens/>
        <w:jc w:val="both"/>
        <w:rPr>
          <w:rFonts w:ascii="Open Sans" w:hAnsi="Open Sans" w:cs="Open Sans"/>
          <w:i/>
          <w:lang w:eastAsia="ar-S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73693F" w:rsidRPr="000E1521" w14:paraId="5D1D593F" w14:textId="77777777" w:rsidTr="00610E1F">
        <w:tc>
          <w:tcPr>
            <w:tcW w:w="8008" w:type="dxa"/>
            <w:tcBorders>
              <w:top w:val="single" w:sz="4" w:space="0" w:color="auto"/>
              <w:bottom w:val="single" w:sz="4" w:space="0" w:color="auto"/>
            </w:tcBorders>
          </w:tcPr>
          <w:p w14:paraId="5E8E9BAB" w14:textId="231D0F4B" w:rsidR="0073693F" w:rsidRPr="000E1521" w:rsidRDefault="0073693F" w:rsidP="00610E1F">
            <w:pPr>
              <w:widowControl w:val="0"/>
              <w:rPr>
                <w:rFonts w:ascii="Open Sans" w:hAnsi="Open Sans" w:cs="Open Sans"/>
              </w:rPr>
            </w:pPr>
            <w:r w:rsidRPr="000E1521">
              <w:rPr>
                <w:rFonts w:ascii="Open Sans" w:hAnsi="Open Sans" w:cs="Open Sans"/>
              </w:rPr>
              <w:lastRenderedPageBreak/>
              <w:br w:type="page"/>
            </w:r>
            <w:r w:rsidRPr="000E1521">
              <w:rPr>
                <w:rFonts w:ascii="Open Sans" w:hAnsi="Open Sans" w:cs="Open Sans"/>
              </w:rPr>
              <w:br w:type="page"/>
            </w:r>
            <w:r w:rsidRPr="000E1521">
              <w:rPr>
                <w:rFonts w:ascii="Open Sans" w:hAnsi="Open Sans" w:cs="Open Sans"/>
              </w:rPr>
              <w:br w:type="page"/>
            </w:r>
            <w:r>
              <w:rPr>
                <w:rFonts w:ascii="Open Sans" w:hAnsi="Open Sans" w:cs="Open Sans"/>
              </w:rPr>
              <w:t>R</w:t>
            </w:r>
            <w:r w:rsidRPr="00F14CE3">
              <w:rPr>
                <w:rFonts w:ascii="Open Sans" w:hAnsi="Open Sans" w:cs="Open Sans"/>
              </w:rPr>
              <w:t>eferenc</w:t>
            </w:r>
            <w:r>
              <w:rPr>
                <w:rFonts w:ascii="Open Sans" w:hAnsi="Open Sans" w:cs="Open Sans"/>
              </w:rPr>
              <w:t>e</w:t>
            </w:r>
            <w:r w:rsidRPr="00F14CE3">
              <w:rPr>
                <w:rFonts w:ascii="Open Sans" w:hAnsi="Open Sans" w:cs="Open Sans"/>
              </w:rPr>
              <w:t xml:space="preserve"> </w:t>
            </w:r>
            <w:r w:rsidRPr="000E1521">
              <w:rPr>
                <w:rFonts w:ascii="Open Sans" w:hAnsi="Open Sans" w:cs="Open Sans"/>
              </w:rPr>
              <w:t>za vzdrževanje in servisiranje hladilnega agregata TRANE</w:t>
            </w:r>
          </w:p>
        </w:tc>
        <w:tc>
          <w:tcPr>
            <w:tcW w:w="1418" w:type="dxa"/>
            <w:tcBorders>
              <w:top w:val="single" w:sz="4" w:space="0" w:color="auto"/>
              <w:bottom w:val="single" w:sz="4" w:space="0" w:color="auto"/>
            </w:tcBorders>
          </w:tcPr>
          <w:p w14:paraId="1FF6E0DE" w14:textId="04B0A5F1" w:rsidR="0073693F" w:rsidRPr="000E1521" w:rsidRDefault="0073693F" w:rsidP="00610E1F">
            <w:pPr>
              <w:widowControl w:val="0"/>
              <w:rPr>
                <w:rFonts w:ascii="Open Sans" w:hAnsi="Open Sans" w:cs="Open Sans"/>
                <w:b/>
                <w:i/>
              </w:rPr>
            </w:pPr>
            <w:r w:rsidRPr="000E1521">
              <w:rPr>
                <w:rFonts w:ascii="Open Sans" w:hAnsi="Open Sans" w:cs="Open Sans"/>
                <w:b/>
                <w:i/>
              </w:rPr>
              <w:t>Priloga 7/</w:t>
            </w:r>
            <w:r>
              <w:rPr>
                <w:rFonts w:ascii="Open Sans" w:hAnsi="Open Sans" w:cs="Open Sans"/>
                <w:b/>
                <w:i/>
              </w:rPr>
              <w:t>2</w:t>
            </w:r>
          </w:p>
        </w:tc>
      </w:tr>
    </w:tbl>
    <w:p w14:paraId="49F5B35B" w14:textId="77777777" w:rsidR="0073693F" w:rsidRPr="000E1521" w:rsidRDefault="0073693F" w:rsidP="0073693F">
      <w:pPr>
        <w:pStyle w:val="Naslov"/>
        <w:widowControl w:val="0"/>
        <w:tabs>
          <w:tab w:val="left" w:pos="7371"/>
        </w:tabs>
        <w:jc w:val="both"/>
        <w:rPr>
          <w:rFonts w:ascii="Open Sans" w:hAnsi="Open Sans" w:cs="Open Sans"/>
          <w:sz w:val="20"/>
        </w:rPr>
      </w:pPr>
    </w:p>
    <w:p w14:paraId="71EE925B" w14:textId="77777777" w:rsidR="0073693F" w:rsidRPr="00FD240D" w:rsidRDefault="0073693F" w:rsidP="0073693F">
      <w:pPr>
        <w:widowControl w:val="0"/>
        <w:rPr>
          <w:rFonts w:ascii="Open Sans" w:hAnsi="Open Sans" w:cs="Open Sans"/>
          <w:b/>
        </w:rPr>
      </w:pPr>
      <w:r w:rsidRPr="00FD240D">
        <w:rPr>
          <w:rFonts w:ascii="Open Sans" w:hAnsi="Open Sans" w:cs="Open Sans"/>
          <w:b/>
        </w:rPr>
        <w:t>GOSPODARSKI SUBJEKT (naziv in naslov):</w:t>
      </w:r>
    </w:p>
    <w:tbl>
      <w:tblPr>
        <w:tblW w:w="0" w:type="auto"/>
        <w:tblBorders>
          <w:bottom w:val="single" w:sz="4" w:space="0" w:color="auto"/>
        </w:tblBorders>
        <w:tblLook w:val="04A0" w:firstRow="1" w:lastRow="0" w:firstColumn="1" w:lastColumn="0" w:noHBand="0" w:noVBand="1"/>
      </w:tblPr>
      <w:tblGrid>
        <w:gridCol w:w="4606"/>
        <w:gridCol w:w="4606"/>
      </w:tblGrid>
      <w:tr w:rsidR="0073693F" w:rsidRPr="00FD240D" w14:paraId="61FED618" w14:textId="77777777" w:rsidTr="00610E1F">
        <w:tc>
          <w:tcPr>
            <w:tcW w:w="4606" w:type="dxa"/>
            <w:tcBorders>
              <w:bottom w:val="single" w:sz="4" w:space="0" w:color="auto"/>
            </w:tcBorders>
            <w:shd w:val="clear" w:color="auto" w:fill="auto"/>
          </w:tcPr>
          <w:p w14:paraId="6871A744" w14:textId="77777777" w:rsidR="0073693F" w:rsidRPr="00FD240D" w:rsidRDefault="0073693F" w:rsidP="00610E1F">
            <w:pPr>
              <w:widowControl w:val="0"/>
              <w:tabs>
                <w:tab w:val="left" w:pos="7371"/>
              </w:tabs>
              <w:jc w:val="both"/>
              <w:rPr>
                <w:rFonts w:ascii="Open Sans" w:hAnsi="Open Sans" w:cs="Open Sans"/>
                <w:b/>
              </w:rPr>
            </w:pPr>
          </w:p>
        </w:tc>
        <w:tc>
          <w:tcPr>
            <w:tcW w:w="4606" w:type="dxa"/>
            <w:tcBorders>
              <w:bottom w:val="single" w:sz="4" w:space="0" w:color="auto"/>
            </w:tcBorders>
            <w:shd w:val="clear" w:color="auto" w:fill="auto"/>
          </w:tcPr>
          <w:p w14:paraId="6B2ABF6E" w14:textId="77777777" w:rsidR="0073693F" w:rsidRPr="00FD240D" w:rsidRDefault="0073693F" w:rsidP="00610E1F">
            <w:pPr>
              <w:widowControl w:val="0"/>
              <w:tabs>
                <w:tab w:val="left" w:pos="7371"/>
              </w:tabs>
              <w:jc w:val="both"/>
              <w:rPr>
                <w:rFonts w:ascii="Open Sans" w:hAnsi="Open Sans" w:cs="Open Sans"/>
                <w:b/>
              </w:rPr>
            </w:pPr>
          </w:p>
        </w:tc>
      </w:tr>
      <w:tr w:rsidR="0073693F" w:rsidRPr="00FD240D" w14:paraId="139952AC" w14:textId="77777777" w:rsidTr="00610E1F">
        <w:tc>
          <w:tcPr>
            <w:tcW w:w="4606" w:type="dxa"/>
            <w:tcBorders>
              <w:top w:val="single" w:sz="4" w:space="0" w:color="auto"/>
            </w:tcBorders>
            <w:shd w:val="clear" w:color="auto" w:fill="auto"/>
          </w:tcPr>
          <w:p w14:paraId="08684FBB" w14:textId="77777777" w:rsidR="0073693F" w:rsidRPr="00FD240D" w:rsidRDefault="0073693F" w:rsidP="00610E1F">
            <w:pPr>
              <w:widowControl w:val="0"/>
              <w:tabs>
                <w:tab w:val="left" w:pos="7371"/>
              </w:tabs>
              <w:jc w:val="both"/>
              <w:rPr>
                <w:rFonts w:ascii="Open Sans" w:hAnsi="Open Sans" w:cs="Open Sans"/>
                <w:b/>
              </w:rPr>
            </w:pPr>
          </w:p>
        </w:tc>
        <w:tc>
          <w:tcPr>
            <w:tcW w:w="4606" w:type="dxa"/>
            <w:tcBorders>
              <w:top w:val="single" w:sz="4" w:space="0" w:color="auto"/>
            </w:tcBorders>
            <w:shd w:val="clear" w:color="auto" w:fill="auto"/>
          </w:tcPr>
          <w:p w14:paraId="24C779D3" w14:textId="77777777" w:rsidR="0073693F" w:rsidRPr="00FD240D" w:rsidRDefault="0073693F" w:rsidP="00610E1F">
            <w:pPr>
              <w:widowControl w:val="0"/>
              <w:tabs>
                <w:tab w:val="left" w:pos="7371"/>
              </w:tabs>
              <w:jc w:val="both"/>
              <w:rPr>
                <w:rFonts w:ascii="Open Sans" w:hAnsi="Open Sans" w:cs="Open Sans"/>
                <w:b/>
              </w:rPr>
            </w:pPr>
          </w:p>
        </w:tc>
      </w:tr>
    </w:tbl>
    <w:p w14:paraId="7C053ABE" w14:textId="77777777" w:rsidR="0073693F" w:rsidRPr="000E1521" w:rsidRDefault="0073693F" w:rsidP="0073693F">
      <w:pPr>
        <w:widowControl w:val="0"/>
        <w:rPr>
          <w:rFonts w:ascii="Open Sans" w:hAnsi="Open Sans" w:cs="Open Sans"/>
          <w:b/>
        </w:rPr>
      </w:pPr>
    </w:p>
    <w:p w14:paraId="6FAB75F2" w14:textId="77777777" w:rsidR="0073693F" w:rsidRPr="000E1521" w:rsidRDefault="0073693F" w:rsidP="0073693F">
      <w:pPr>
        <w:widowControl w:val="0"/>
        <w:jc w:val="right"/>
        <w:rPr>
          <w:rFonts w:ascii="Open Sans" w:hAnsi="Open Sans" w:cs="Open Sans"/>
          <w:i/>
        </w:rPr>
      </w:pPr>
      <w:r w:rsidRPr="000E1521">
        <w:rPr>
          <w:rFonts w:ascii="Open Sans" w:hAnsi="Open Sans" w:cs="Open Sans"/>
          <w:i/>
        </w:rPr>
        <w:t>____/____ (št. izvoda / št. vseh izvodov)</w:t>
      </w:r>
    </w:p>
    <w:p w14:paraId="1FD8A68C" w14:textId="77777777" w:rsidR="0073693F" w:rsidRPr="000E1521" w:rsidRDefault="0073693F" w:rsidP="0073693F">
      <w:pPr>
        <w:widowControl w:val="0"/>
        <w:jc w:val="both"/>
        <w:rPr>
          <w:rFonts w:ascii="Open Sans" w:hAnsi="Open Sans" w:cs="Open Sans"/>
        </w:rPr>
      </w:pPr>
    </w:p>
    <w:p w14:paraId="557A1669" w14:textId="77777777" w:rsidR="0073693F" w:rsidRPr="00FD240D" w:rsidRDefault="0073693F" w:rsidP="0073693F">
      <w:pPr>
        <w:widowControl w:val="0"/>
        <w:tabs>
          <w:tab w:val="left" w:pos="7371"/>
        </w:tabs>
        <w:jc w:val="center"/>
        <w:rPr>
          <w:rFonts w:ascii="Open Sans" w:hAnsi="Open Sans" w:cs="Open Sans"/>
          <w:b/>
        </w:rPr>
      </w:pPr>
      <w:r w:rsidRPr="00343C40">
        <w:rPr>
          <w:rFonts w:ascii="Open Sans" w:hAnsi="Open Sans" w:cs="Open Sans"/>
          <w:b/>
        </w:rPr>
        <w:t>REFERENCE</w:t>
      </w:r>
    </w:p>
    <w:p w14:paraId="47BA93E9" w14:textId="77777777" w:rsidR="0073693F" w:rsidRPr="000E1521" w:rsidRDefault="0073693F" w:rsidP="0073693F">
      <w:pPr>
        <w:widowControl w:val="0"/>
        <w:jc w:val="both"/>
        <w:rPr>
          <w:rFonts w:ascii="Open Sans" w:hAnsi="Open Sans" w:cs="Open Sans"/>
        </w:rPr>
      </w:pPr>
    </w:p>
    <w:p w14:paraId="5BC91C59" w14:textId="3EA32288" w:rsidR="0073693F" w:rsidRPr="000E1521" w:rsidRDefault="0073693F" w:rsidP="0073693F">
      <w:pPr>
        <w:widowControl w:val="0"/>
        <w:jc w:val="both"/>
        <w:rPr>
          <w:rFonts w:ascii="Open Sans" w:hAnsi="Open Sans" w:cs="Open Sans"/>
          <w:b/>
        </w:rPr>
      </w:pPr>
      <w:r w:rsidRPr="000E1521">
        <w:rPr>
          <w:rFonts w:ascii="Open Sans" w:hAnsi="Open Sans" w:cs="Open Sans"/>
        </w:rPr>
        <w:t xml:space="preserve">V zvezi z javnim naročilom </w:t>
      </w:r>
      <w:r>
        <w:rPr>
          <w:rFonts w:ascii="Open Sans" w:hAnsi="Open Sans" w:cs="Open Sans"/>
          <w:b/>
          <w:noProof/>
        </w:rPr>
        <w:t>ENLJ-SAL-80/25</w:t>
      </w:r>
      <w:r w:rsidRPr="00FD240D">
        <w:rPr>
          <w:rFonts w:ascii="Open Sans" w:hAnsi="Open Sans" w:cs="Open Sans"/>
          <w:b/>
          <w:noProof/>
        </w:rPr>
        <w:t xml:space="preserve"> -</w:t>
      </w:r>
      <w:r w:rsidRPr="00FD240D">
        <w:rPr>
          <w:rFonts w:ascii="Open Sans" w:hAnsi="Open Sans" w:cs="Open Sans"/>
          <w:b/>
          <w:color w:val="000000"/>
        </w:rPr>
        <w:t xml:space="preserve"> </w:t>
      </w:r>
      <w:r>
        <w:rPr>
          <w:rFonts w:ascii="Open Sans" w:hAnsi="Open Sans" w:cs="Open Sans"/>
          <w:b/>
        </w:rPr>
        <w:t>VZDRŽEVANJE IN SERVISIRANJE KONVEKTORJEV ZA SISTEM OGREVANJA IN HLAJENJA</w:t>
      </w:r>
      <w:r w:rsidRPr="00FD240D">
        <w:rPr>
          <w:rFonts w:ascii="Open Sans" w:hAnsi="Open Sans" w:cs="Open Sans"/>
        </w:rPr>
        <w:t xml:space="preserve"> </w:t>
      </w:r>
      <w:r w:rsidRPr="000E1521">
        <w:rPr>
          <w:rFonts w:ascii="Open Sans" w:hAnsi="Open Sans" w:cs="Open Sans"/>
        </w:rPr>
        <w:t xml:space="preserve">pod kazensko in materialno odgovornostjo izjavljamo, da so spodaj navedeni podatki o referenčnih storitvah resnični in da z njimi </w:t>
      </w:r>
      <w:r>
        <w:rPr>
          <w:rFonts w:ascii="Open Sans" w:hAnsi="Open Sans" w:cs="Open Sans"/>
        </w:rPr>
        <w:t>potrjujemo</w:t>
      </w:r>
      <w:r w:rsidRPr="000E1521">
        <w:rPr>
          <w:rFonts w:ascii="Open Sans" w:hAnsi="Open Sans" w:cs="Open Sans"/>
        </w:rPr>
        <w:t xml:space="preserve">, da smo  </w:t>
      </w:r>
      <w:r w:rsidRPr="00FD240D">
        <w:rPr>
          <w:rFonts w:ascii="Open Sans" w:hAnsi="Open Sans" w:cs="Open Sans"/>
        </w:rPr>
        <w:t xml:space="preserve">v obdobju od </w:t>
      </w:r>
      <w:r w:rsidR="00A4222F" w:rsidRPr="008A69CC">
        <w:rPr>
          <w:rFonts w:ascii="Open Sans" w:hAnsi="Open Sans" w:cs="Open Sans"/>
          <w:color w:val="000000"/>
        </w:rPr>
        <w:t>vključno</w:t>
      </w:r>
      <w:r w:rsidR="00A4222F" w:rsidRPr="00FD240D">
        <w:rPr>
          <w:rFonts w:ascii="Open Sans" w:hAnsi="Open Sans" w:cs="Open Sans"/>
        </w:rPr>
        <w:t xml:space="preserve"> </w:t>
      </w:r>
      <w:r w:rsidRPr="00FD240D">
        <w:rPr>
          <w:rFonts w:ascii="Open Sans" w:hAnsi="Open Sans" w:cs="Open Sans"/>
        </w:rPr>
        <w:t>leta 202</w:t>
      </w:r>
      <w:r>
        <w:rPr>
          <w:rFonts w:ascii="Open Sans" w:hAnsi="Open Sans" w:cs="Open Sans"/>
        </w:rPr>
        <w:t>0</w:t>
      </w:r>
      <w:r w:rsidRPr="00FD240D">
        <w:rPr>
          <w:rFonts w:ascii="Open Sans" w:hAnsi="Open Sans" w:cs="Open Sans"/>
        </w:rPr>
        <w:t xml:space="preserve"> do datuma </w:t>
      </w:r>
      <w:r w:rsidR="00A4222F">
        <w:rPr>
          <w:rFonts w:ascii="Open Sans" w:hAnsi="Open Sans" w:cs="Open Sans"/>
        </w:rPr>
        <w:t xml:space="preserve">za </w:t>
      </w:r>
      <w:r w:rsidRPr="00FD240D">
        <w:rPr>
          <w:rFonts w:ascii="Open Sans" w:hAnsi="Open Sans" w:cs="Open Sans"/>
        </w:rPr>
        <w:t>odda</w:t>
      </w:r>
      <w:r w:rsidR="00A4222F">
        <w:rPr>
          <w:rFonts w:ascii="Open Sans" w:hAnsi="Open Sans" w:cs="Open Sans"/>
        </w:rPr>
        <w:t>jo</w:t>
      </w:r>
      <w:r w:rsidRPr="00FD240D">
        <w:rPr>
          <w:rFonts w:ascii="Open Sans" w:hAnsi="Open Sans" w:cs="Open Sans"/>
        </w:rPr>
        <w:t xml:space="preserve"> ponudbe</w:t>
      </w:r>
      <w:r>
        <w:rPr>
          <w:rFonts w:ascii="Open Sans" w:hAnsi="Open Sans" w:cs="Open Sans"/>
        </w:rPr>
        <w:t>,</w:t>
      </w:r>
      <w:r w:rsidRPr="000E1521">
        <w:rPr>
          <w:rFonts w:ascii="Open Sans" w:hAnsi="Open Sans" w:cs="Open Sans"/>
        </w:rPr>
        <w:t xml:space="preserve"> </w:t>
      </w:r>
      <w:r w:rsidR="00A4222F" w:rsidRPr="008A69CC">
        <w:rPr>
          <w:rFonts w:ascii="Open Sans" w:hAnsi="Open Sans" w:cs="Open Sans"/>
          <w:color w:val="000000"/>
        </w:rPr>
        <w:t>v skladu z določili sklenjenih pogodb ali naročilnic</w:t>
      </w:r>
      <w:r w:rsidR="00A4222F">
        <w:rPr>
          <w:rFonts w:ascii="Open Sans" w:hAnsi="Open Sans" w:cs="Open Sans"/>
          <w:color w:val="000000"/>
        </w:rPr>
        <w:t>,</w:t>
      </w:r>
      <w:r w:rsidR="00A4222F" w:rsidRPr="008A69CC">
        <w:rPr>
          <w:rFonts w:ascii="Open Sans" w:hAnsi="Open Sans" w:cs="Open Sans"/>
          <w:color w:val="000000"/>
        </w:rPr>
        <w:t xml:space="preserve"> uspešno</w:t>
      </w:r>
      <w:r w:rsidR="00A4222F" w:rsidRPr="000E1521">
        <w:rPr>
          <w:rFonts w:ascii="Open Sans" w:hAnsi="Open Sans" w:cs="Open Sans"/>
        </w:rPr>
        <w:t xml:space="preserve"> </w:t>
      </w:r>
      <w:r w:rsidRPr="000E1521">
        <w:rPr>
          <w:rFonts w:ascii="Open Sans" w:hAnsi="Open Sans" w:cs="Open Sans"/>
        </w:rPr>
        <w:t>izvedli letn</w:t>
      </w:r>
      <w:r>
        <w:rPr>
          <w:rFonts w:ascii="Open Sans" w:hAnsi="Open Sans" w:cs="Open Sans"/>
        </w:rPr>
        <w:t>i pregled</w:t>
      </w:r>
      <w:r w:rsidRPr="000E1521">
        <w:rPr>
          <w:rFonts w:ascii="Open Sans" w:hAnsi="Open Sans" w:cs="Open Sans"/>
        </w:rPr>
        <w:t xml:space="preserve"> hladilnega agregata TRANE. </w:t>
      </w:r>
      <w:r w:rsidRPr="000E1521">
        <w:rPr>
          <w:rFonts w:ascii="Open Sans" w:hAnsi="Open Sans" w:cs="Open Sans"/>
          <w:b/>
        </w:rPr>
        <w:t xml:space="preserve">Navesti je potrebno najmanj </w:t>
      </w:r>
      <w:r>
        <w:rPr>
          <w:rFonts w:ascii="Open Sans" w:hAnsi="Open Sans" w:cs="Open Sans"/>
          <w:b/>
        </w:rPr>
        <w:t>1 (</w:t>
      </w:r>
      <w:r w:rsidRPr="000E1521">
        <w:rPr>
          <w:rFonts w:ascii="Open Sans" w:hAnsi="Open Sans" w:cs="Open Sans"/>
          <w:b/>
        </w:rPr>
        <w:t>eno</w:t>
      </w:r>
      <w:r>
        <w:rPr>
          <w:rFonts w:ascii="Open Sans" w:hAnsi="Open Sans" w:cs="Open Sans"/>
          <w:b/>
        </w:rPr>
        <w:t>)</w:t>
      </w:r>
      <w:r w:rsidRPr="000E1521">
        <w:rPr>
          <w:rFonts w:ascii="Open Sans" w:hAnsi="Open Sans" w:cs="Open Sans"/>
          <w:b/>
        </w:rPr>
        <w:t xml:space="preserve"> referenco</w:t>
      </w:r>
      <w:r>
        <w:rPr>
          <w:rFonts w:ascii="Open Sans" w:hAnsi="Open Sans" w:cs="Open Sans"/>
          <w:b/>
        </w:rPr>
        <w:t>.</w:t>
      </w:r>
    </w:p>
    <w:p w14:paraId="4D515FD8" w14:textId="77777777" w:rsidR="0073693F" w:rsidRDefault="0073693F" w:rsidP="0073693F">
      <w:pPr>
        <w:widowControl w:val="0"/>
        <w:jc w:val="both"/>
        <w:rPr>
          <w:rFonts w:ascii="Open Sans" w:hAnsi="Open Sans" w:cs="Open Sans"/>
          <w:b/>
        </w:rPr>
      </w:pPr>
    </w:p>
    <w:tbl>
      <w:tblPr>
        <w:tblW w:w="94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9"/>
      </w:tblGrid>
      <w:tr w:rsidR="0073693F" w:rsidRPr="000E1521" w14:paraId="7C1F7BB2" w14:textId="77777777" w:rsidTr="00610E1F">
        <w:trPr>
          <w:trHeight w:val="245"/>
        </w:trPr>
        <w:tc>
          <w:tcPr>
            <w:tcW w:w="9499" w:type="dxa"/>
            <w:shd w:val="clear" w:color="auto" w:fill="auto"/>
          </w:tcPr>
          <w:p w14:paraId="45D6AF52" w14:textId="77777777" w:rsidR="0073693F" w:rsidRPr="000E1521" w:rsidRDefault="0073693F" w:rsidP="00610E1F">
            <w:pPr>
              <w:widowControl w:val="0"/>
              <w:jc w:val="both"/>
              <w:rPr>
                <w:rFonts w:ascii="Open Sans" w:hAnsi="Open Sans" w:cs="Open Sans"/>
                <w:b/>
              </w:rPr>
            </w:pPr>
            <w:r w:rsidRPr="000E1521">
              <w:rPr>
                <w:rFonts w:ascii="Open Sans" w:hAnsi="Open Sans" w:cs="Open Sans"/>
                <w:b/>
              </w:rPr>
              <w:t>Naziv in naslov referenčnega naročnika:</w:t>
            </w:r>
          </w:p>
          <w:p w14:paraId="5810AC10" w14:textId="77777777" w:rsidR="0073693F" w:rsidRPr="000E1521" w:rsidRDefault="0073693F" w:rsidP="00610E1F">
            <w:pPr>
              <w:widowControl w:val="0"/>
              <w:jc w:val="both"/>
              <w:rPr>
                <w:rFonts w:ascii="Open Sans" w:hAnsi="Open Sans" w:cs="Open Sans"/>
                <w:b/>
              </w:rPr>
            </w:pPr>
          </w:p>
          <w:p w14:paraId="12A5C266" w14:textId="77777777" w:rsidR="0073693F" w:rsidRPr="000E1521" w:rsidRDefault="0073693F" w:rsidP="00610E1F">
            <w:pPr>
              <w:widowControl w:val="0"/>
              <w:jc w:val="both"/>
              <w:rPr>
                <w:rFonts w:ascii="Open Sans" w:hAnsi="Open Sans" w:cs="Open Sans"/>
                <w:b/>
              </w:rPr>
            </w:pPr>
          </w:p>
        </w:tc>
      </w:tr>
      <w:tr w:rsidR="0073693F" w:rsidRPr="000E1521" w14:paraId="557D902F" w14:textId="77777777" w:rsidTr="00610E1F">
        <w:trPr>
          <w:trHeight w:val="252"/>
        </w:trPr>
        <w:tc>
          <w:tcPr>
            <w:tcW w:w="9499" w:type="dxa"/>
            <w:shd w:val="clear" w:color="auto" w:fill="auto"/>
          </w:tcPr>
          <w:p w14:paraId="5ED96827" w14:textId="77777777" w:rsidR="0073693F" w:rsidRPr="000E1521" w:rsidRDefault="0073693F" w:rsidP="00610E1F">
            <w:pPr>
              <w:widowControl w:val="0"/>
              <w:jc w:val="both"/>
              <w:rPr>
                <w:rFonts w:ascii="Open Sans" w:hAnsi="Open Sans" w:cs="Open Sans"/>
              </w:rPr>
            </w:pPr>
            <w:r w:rsidRPr="000E1521">
              <w:rPr>
                <w:rFonts w:ascii="Open Sans" w:hAnsi="Open Sans" w:cs="Open Sans"/>
              </w:rPr>
              <w:t>Ime in priimek predstavnika naročnika:</w:t>
            </w:r>
          </w:p>
        </w:tc>
      </w:tr>
      <w:tr w:rsidR="0073693F" w:rsidRPr="000E1521" w14:paraId="2B554215" w14:textId="77777777" w:rsidTr="00610E1F">
        <w:trPr>
          <w:trHeight w:val="313"/>
        </w:trPr>
        <w:tc>
          <w:tcPr>
            <w:tcW w:w="9499" w:type="dxa"/>
            <w:shd w:val="clear" w:color="auto" w:fill="auto"/>
            <w:vAlign w:val="center"/>
          </w:tcPr>
          <w:p w14:paraId="4D114A1E" w14:textId="77777777" w:rsidR="0073693F" w:rsidRPr="000E1521" w:rsidRDefault="0073693F" w:rsidP="00610E1F">
            <w:pPr>
              <w:widowControl w:val="0"/>
              <w:jc w:val="both"/>
              <w:rPr>
                <w:rFonts w:ascii="Open Sans" w:hAnsi="Open Sans" w:cs="Open Sans"/>
              </w:rPr>
            </w:pPr>
            <w:r w:rsidRPr="000E1521">
              <w:rPr>
                <w:rFonts w:ascii="Open Sans" w:hAnsi="Open Sans" w:cs="Open Sans"/>
              </w:rPr>
              <w:t>Telefonska številka:</w:t>
            </w:r>
          </w:p>
        </w:tc>
      </w:tr>
      <w:tr w:rsidR="0073693F" w:rsidRPr="000E1521" w14:paraId="0314BD8F" w14:textId="77777777" w:rsidTr="00610E1F">
        <w:trPr>
          <w:trHeight w:val="277"/>
        </w:trPr>
        <w:tc>
          <w:tcPr>
            <w:tcW w:w="9499" w:type="dxa"/>
            <w:shd w:val="clear" w:color="auto" w:fill="auto"/>
          </w:tcPr>
          <w:p w14:paraId="00D4E9AA" w14:textId="77777777" w:rsidR="0073693F" w:rsidRPr="000E1521" w:rsidRDefault="0073693F" w:rsidP="00610E1F">
            <w:pPr>
              <w:widowControl w:val="0"/>
              <w:jc w:val="both"/>
              <w:rPr>
                <w:rFonts w:ascii="Open Sans" w:hAnsi="Open Sans" w:cs="Open Sans"/>
              </w:rPr>
            </w:pPr>
            <w:r w:rsidRPr="000E1521">
              <w:rPr>
                <w:rFonts w:ascii="Open Sans" w:hAnsi="Open Sans" w:cs="Open Sans"/>
              </w:rPr>
              <w:t xml:space="preserve">Kraj izvedbe: </w:t>
            </w:r>
          </w:p>
        </w:tc>
      </w:tr>
      <w:tr w:rsidR="0073693F" w:rsidRPr="000E1521" w14:paraId="433DCBA9" w14:textId="77777777" w:rsidTr="00610E1F">
        <w:trPr>
          <w:trHeight w:val="284"/>
        </w:trPr>
        <w:tc>
          <w:tcPr>
            <w:tcW w:w="9499" w:type="dxa"/>
            <w:shd w:val="clear" w:color="auto" w:fill="auto"/>
          </w:tcPr>
          <w:p w14:paraId="4DB8BD2A" w14:textId="77777777" w:rsidR="0073693F" w:rsidRPr="000E1521" w:rsidRDefault="0073693F" w:rsidP="00610E1F">
            <w:pPr>
              <w:widowControl w:val="0"/>
              <w:tabs>
                <w:tab w:val="left" w:pos="7371"/>
              </w:tabs>
              <w:jc w:val="both"/>
              <w:rPr>
                <w:rFonts w:ascii="Open Sans" w:hAnsi="Open Sans" w:cs="Open Sans"/>
              </w:rPr>
            </w:pPr>
            <w:r w:rsidRPr="000E1521">
              <w:rPr>
                <w:rFonts w:ascii="Open Sans" w:hAnsi="Open Sans" w:cs="Open Sans"/>
              </w:rPr>
              <w:t>Leto izvedbe:</w:t>
            </w:r>
          </w:p>
        </w:tc>
      </w:tr>
      <w:tr w:rsidR="004610B3" w:rsidRPr="000E1521" w14:paraId="27323CEB" w14:textId="77777777" w:rsidTr="00610E1F">
        <w:trPr>
          <w:trHeight w:val="284"/>
        </w:trPr>
        <w:tc>
          <w:tcPr>
            <w:tcW w:w="9499" w:type="dxa"/>
            <w:shd w:val="clear" w:color="auto" w:fill="auto"/>
          </w:tcPr>
          <w:p w14:paraId="1E4DBC01" w14:textId="1CA09D99" w:rsidR="004610B3" w:rsidRPr="000E1521" w:rsidRDefault="00420A42" w:rsidP="00610E1F">
            <w:pPr>
              <w:widowControl w:val="0"/>
              <w:tabs>
                <w:tab w:val="left" w:pos="7371"/>
              </w:tabs>
              <w:jc w:val="both"/>
              <w:rPr>
                <w:rFonts w:ascii="Open Sans" w:hAnsi="Open Sans" w:cs="Open Sans"/>
              </w:rPr>
            </w:pPr>
            <w:r>
              <w:rPr>
                <w:rFonts w:ascii="Open Sans" w:hAnsi="Open Sans" w:cs="Open Sans"/>
              </w:rPr>
              <w:t>Proizvajalec</w:t>
            </w:r>
            <w:r w:rsidR="004610B3">
              <w:rPr>
                <w:rFonts w:ascii="Open Sans" w:hAnsi="Open Sans" w:cs="Open Sans"/>
              </w:rPr>
              <w:t xml:space="preserve"> hladilnega agregata:</w:t>
            </w:r>
          </w:p>
        </w:tc>
      </w:tr>
      <w:tr w:rsidR="0073693F" w:rsidRPr="000E1521" w14:paraId="4E5ED08E" w14:textId="77777777" w:rsidTr="00610E1F">
        <w:trPr>
          <w:trHeight w:val="556"/>
        </w:trPr>
        <w:tc>
          <w:tcPr>
            <w:tcW w:w="9499" w:type="dxa"/>
            <w:shd w:val="clear" w:color="auto" w:fill="auto"/>
          </w:tcPr>
          <w:p w14:paraId="34BAE3FE" w14:textId="77777777" w:rsidR="0073693F" w:rsidRPr="000E1521" w:rsidRDefault="0073693F" w:rsidP="00610E1F">
            <w:pPr>
              <w:widowControl w:val="0"/>
              <w:jc w:val="both"/>
              <w:rPr>
                <w:rFonts w:ascii="Open Sans" w:hAnsi="Open Sans" w:cs="Open Sans"/>
              </w:rPr>
            </w:pPr>
            <w:r w:rsidRPr="000E1521">
              <w:rPr>
                <w:rFonts w:ascii="Open Sans" w:hAnsi="Open Sans" w:cs="Open Sans"/>
              </w:rPr>
              <w:t>Kratek opis predmeta naročila:</w:t>
            </w:r>
          </w:p>
          <w:p w14:paraId="00C959B3" w14:textId="77777777" w:rsidR="0073693F" w:rsidRPr="000E1521" w:rsidRDefault="0073693F" w:rsidP="00610E1F">
            <w:pPr>
              <w:widowControl w:val="0"/>
              <w:jc w:val="both"/>
              <w:rPr>
                <w:rFonts w:ascii="Open Sans" w:hAnsi="Open Sans" w:cs="Open Sans"/>
              </w:rPr>
            </w:pPr>
          </w:p>
          <w:p w14:paraId="4782D403" w14:textId="77777777" w:rsidR="0073693F" w:rsidRPr="000E1521" w:rsidRDefault="0073693F" w:rsidP="00610E1F">
            <w:pPr>
              <w:widowControl w:val="0"/>
              <w:jc w:val="both"/>
              <w:rPr>
                <w:rFonts w:ascii="Open Sans" w:hAnsi="Open Sans" w:cs="Open Sans"/>
              </w:rPr>
            </w:pPr>
          </w:p>
          <w:p w14:paraId="010C4279" w14:textId="77777777" w:rsidR="0073693F" w:rsidRPr="000E1521" w:rsidRDefault="0073693F" w:rsidP="00610E1F">
            <w:pPr>
              <w:widowControl w:val="0"/>
              <w:jc w:val="both"/>
              <w:rPr>
                <w:rFonts w:ascii="Open Sans" w:hAnsi="Open Sans" w:cs="Open Sans"/>
              </w:rPr>
            </w:pPr>
          </w:p>
        </w:tc>
      </w:tr>
    </w:tbl>
    <w:p w14:paraId="425B9DDA" w14:textId="77777777" w:rsidR="0073693F" w:rsidRPr="000E1521" w:rsidRDefault="0073693F" w:rsidP="0073693F">
      <w:pPr>
        <w:widowControl w:val="0"/>
        <w:jc w:val="both"/>
        <w:rPr>
          <w:rFonts w:ascii="Open Sans" w:hAnsi="Open Sans" w:cs="Open Sans"/>
        </w:rPr>
      </w:pPr>
    </w:p>
    <w:p w14:paraId="4FC38006" w14:textId="77777777" w:rsidR="0073693F" w:rsidRPr="00FD240D" w:rsidRDefault="0073693F" w:rsidP="0073693F">
      <w:pPr>
        <w:widowControl w:val="0"/>
        <w:jc w:val="both"/>
        <w:rPr>
          <w:rFonts w:ascii="Open Sans" w:hAnsi="Open Sans" w:cs="Open Sans"/>
        </w:rPr>
      </w:pPr>
    </w:p>
    <w:p w14:paraId="09E67C17" w14:textId="77777777" w:rsidR="00006A21" w:rsidRPr="00FD240D" w:rsidRDefault="00006A21" w:rsidP="00006A21">
      <w:pPr>
        <w:widowControl w:val="0"/>
        <w:tabs>
          <w:tab w:val="left" w:pos="7371"/>
        </w:tabs>
        <w:jc w:val="both"/>
        <w:rPr>
          <w:rFonts w:ascii="Open Sans" w:hAnsi="Open Sans" w:cs="Open Sans"/>
        </w:rPr>
      </w:pPr>
      <w:r w:rsidRPr="00FD240D">
        <w:rPr>
          <w:rFonts w:ascii="Open Sans" w:hAnsi="Open Sans" w:cs="Open Sans"/>
        </w:rPr>
        <w:t xml:space="preserve">Navedeni podatki so resnični in smo jih, če bo naročnik zahteval, pripravljeni dokazati s predložitvijo ustreznih potrdil. V kolikor po morebitnem pozivu naročnika teh dejstev ne bi dokazali, naročnik navedenih referenc </w:t>
      </w:r>
      <w:r>
        <w:rPr>
          <w:rFonts w:ascii="Open Sans" w:hAnsi="Open Sans" w:cs="Open Sans"/>
        </w:rPr>
        <w:t>ne bo</w:t>
      </w:r>
      <w:r w:rsidRPr="00FD240D">
        <w:rPr>
          <w:rFonts w:ascii="Open Sans" w:hAnsi="Open Sans" w:cs="Open Sans"/>
        </w:rPr>
        <w:t xml:space="preserve"> upoštev</w:t>
      </w:r>
      <w:r>
        <w:rPr>
          <w:rFonts w:ascii="Open Sans" w:hAnsi="Open Sans" w:cs="Open Sans"/>
        </w:rPr>
        <w:t>al</w:t>
      </w:r>
      <w:r w:rsidRPr="00FD240D">
        <w:rPr>
          <w:rFonts w:ascii="Open Sans" w:hAnsi="Open Sans" w:cs="Open Sans"/>
        </w:rPr>
        <w:t>.</w:t>
      </w:r>
    </w:p>
    <w:p w14:paraId="1A133921" w14:textId="77777777" w:rsidR="0073693F" w:rsidRPr="00FD240D" w:rsidRDefault="0073693F" w:rsidP="0073693F">
      <w:pPr>
        <w:widowControl w:val="0"/>
        <w:jc w:val="both"/>
        <w:rPr>
          <w:rFonts w:ascii="Open Sans" w:hAnsi="Open Sans" w:cs="Open Sans"/>
        </w:rPr>
      </w:pPr>
    </w:p>
    <w:p w14:paraId="6E835D62" w14:textId="77777777" w:rsidR="0073693F" w:rsidRPr="00FD240D" w:rsidRDefault="0073693F" w:rsidP="0073693F">
      <w:pPr>
        <w:widowControl w:val="0"/>
        <w:jc w:val="both"/>
        <w:rPr>
          <w:rFonts w:ascii="Open Sans" w:hAnsi="Open Sans" w:cs="Open Sans"/>
        </w:rPr>
      </w:pPr>
    </w:p>
    <w:p w14:paraId="40A273DC" w14:textId="77777777" w:rsidR="0073693F" w:rsidRPr="00FD240D" w:rsidRDefault="0073693F" w:rsidP="0073693F">
      <w:pPr>
        <w:widowControl w:val="0"/>
        <w:jc w:val="both"/>
        <w:rPr>
          <w:rFonts w:ascii="Open Sans" w:hAnsi="Open Sans" w:cs="Open Sans"/>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3693F" w:rsidRPr="00FD240D" w14:paraId="62289ABA" w14:textId="77777777" w:rsidTr="00610E1F">
        <w:trPr>
          <w:trHeight w:val="235"/>
        </w:trPr>
        <w:tc>
          <w:tcPr>
            <w:tcW w:w="3402" w:type="dxa"/>
            <w:tcBorders>
              <w:bottom w:val="single" w:sz="4" w:space="0" w:color="auto"/>
            </w:tcBorders>
          </w:tcPr>
          <w:p w14:paraId="3343911F" w14:textId="77777777" w:rsidR="0073693F" w:rsidRPr="00FD240D" w:rsidRDefault="0073693F" w:rsidP="00610E1F">
            <w:pPr>
              <w:widowControl w:val="0"/>
              <w:jc w:val="both"/>
              <w:rPr>
                <w:rFonts w:ascii="Open Sans" w:hAnsi="Open Sans" w:cs="Open Sans"/>
                <w:snapToGrid w:val="0"/>
              </w:rPr>
            </w:pPr>
          </w:p>
        </w:tc>
        <w:tc>
          <w:tcPr>
            <w:tcW w:w="2977" w:type="dxa"/>
          </w:tcPr>
          <w:p w14:paraId="42230FB4" w14:textId="77777777" w:rsidR="0073693F" w:rsidRPr="00FD240D" w:rsidRDefault="0073693F" w:rsidP="00610E1F">
            <w:pPr>
              <w:widowControl w:val="0"/>
              <w:jc w:val="both"/>
              <w:rPr>
                <w:rFonts w:ascii="Open Sans" w:hAnsi="Open Sans" w:cs="Open Sans"/>
                <w:snapToGrid w:val="0"/>
              </w:rPr>
            </w:pPr>
          </w:p>
        </w:tc>
        <w:tc>
          <w:tcPr>
            <w:tcW w:w="3119" w:type="dxa"/>
            <w:tcBorders>
              <w:bottom w:val="single" w:sz="4" w:space="0" w:color="auto"/>
            </w:tcBorders>
          </w:tcPr>
          <w:p w14:paraId="561E4421" w14:textId="77777777" w:rsidR="0073693F" w:rsidRPr="00FD240D" w:rsidRDefault="0073693F" w:rsidP="00610E1F">
            <w:pPr>
              <w:widowControl w:val="0"/>
              <w:tabs>
                <w:tab w:val="left" w:pos="567"/>
                <w:tab w:val="num" w:pos="851"/>
                <w:tab w:val="left" w:pos="993"/>
              </w:tabs>
              <w:jc w:val="both"/>
              <w:rPr>
                <w:rFonts w:ascii="Open Sans" w:hAnsi="Open Sans" w:cs="Open Sans"/>
                <w:snapToGrid w:val="0"/>
              </w:rPr>
            </w:pPr>
          </w:p>
        </w:tc>
      </w:tr>
      <w:tr w:rsidR="0073693F" w:rsidRPr="00FD240D" w14:paraId="1EE0FC53" w14:textId="77777777" w:rsidTr="00610E1F">
        <w:trPr>
          <w:trHeight w:val="235"/>
        </w:trPr>
        <w:tc>
          <w:tcPr>
            <w:tcW w:w="3402" w:type="dxa"/>
            <w:tcBorders>
              <w:top w:val="single" w:sz="4" w:space="0" w:color="auto"/>
            </w:tcBorders>
          </w:tcPr>
          <w:p w14:paraId="4AC4AB42" w14:textId="77777777" w:rsidR="0073693F" w:rsidRPr="00FD240D" w:rsidRDefault="0073693F" w:rsidP="00610E1F">
            <w:pPr>
              <w:widowControl w:val="0"/>
              <w:jc w:val="both"/>
              <w:rPr>
                <w:rFonts w:ascii="Open Sans" w:hAnsi="Open Sans" w:cs="Open Sans"/>
                <w:snapToGrid w:val="0"/>
              </w:rPr>
            </w:pPr>
            <w:r w:rsidRPr="00FD240D">
              <w:rPr>
                <w:rFonts w:ascii="Open Sans" w:hAnsi="Open Sans" w:cs="Open Sans"/>
                <w:snapToGrid w:val="0"/>
              </w:rPr>
              <w:t xml:space="preserve">(kraj, datum)   </w:t>
            </w:r>
          </w:p>
        </w:tc>
        <w:tc>
          <w:tcPr>
            <w:tcW w:w="2977" w:type="dxa"/>
          </w:tcPr>
          <w:p w14:paraId="75EAED12" w14:textId="77777777" w:rsidR="0073693F" w:rsidRPr="00FD240D" w:rsidRDefault="0073693F" w:rsidP="00610E1F">
            <w:pPr>
              <w:widowControl w:val="0"/>
              <w:jc w:val="both"/>
              <w:rPr>
                <w:rFonts w:ascii="Open Sans" w:hAnsi="Open Sans" w:cs="Open Sans"/>
                <w:snapToGrid w:val="0"/>
              </w:rPr>
            </w:pPr>
            <w:r w:rsidRPr="00FD240D">
              <w:rPr>
                <w:rFonts w:ascii="Open Sans" w:hAnsi="Open Sans" w:cs="Open Sans"/>
                <w:snapToGrid w:val="0"/>
              </w:rPr>
              <w:t xml:space="preserve">                  žig</w:t>
            </w:r>
          </w:p>
        </w:tc>
        <w:tc>
          <w:tcPr>
            <w:tcW w:w="3119" w:type="dxa"/>
            <w:tcBorders>
              <w:top w:val="single" w:sz="4" w:space="0" w:color="auto"/>
            </w:tcBorders>
          </w:tcPr>
          <w:p w14:paraId="5095D389" w14:textId="77777777" w:rsidR="0073693F" w:rsidRPr="00FD240D" w:rsidRDefault="0073693F" w:rsidP="00C1301D">
            <w:pPr>
              <w:widowControl w:val="0"/>
              <w:jc w:val="center"/>
              <w:rPr>
                <w:rFonts w:ascii="Open Sans" w:hAnsi="Open Sans" w:cs="Open Sans"/>
                <w:snapToGrid w:val="0"/>
              </w:rPr>
            </w:pPr>
            <w:r w:rsidRPr="00FD240D">
              <w:rPr>
                <w:rFonts w:ascii="Open Sans" w:hAnsi="Open Sans" w:cs="Open Sans"/>
                <w:snapToGrid w:val="0"/>
              </w:rPr>
              <w:t>(podpis odgovorne osebe gospodarskega subjekta)</w:t>
            </w:r>
          </w:p>
        </w:tc>
      </w:tr>
    </w:tbl>
    <w:p w14:paraId="383CAF8E"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0B27A54B"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0AFCE566"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22F9218B"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4A88A0C5"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768C8625"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08033ED1"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76012AE1"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25D6E1F7" w14:textId="77777777" w:rsidR="0073693F" w:rsidRDefault="0073693F" w:rsidP="0073693F">
      <w:pPr>
        <w:widowControl w:val="0"/>
        <w:tabs>
          <w:tab w:val="left" w:pos="567"/>
          <w:tab w:val="left" w:pos="851"/>
          <w:tab w:val="left" w:pos="993"/>
        </w:tabs>
        <w:suppressAutoHyphens/>
        <w:jc w:val="both"/>
        <w:rPr>
          <w:rFonts w:ascii="Open Sans" w:hAnsi="Open Sans" w:cs="Open Sans"/>
          <w:b/>
          <w:i/>
          <w:lang w:eastAsia="ar-SA"/>
        </w:rPr>
      </w:pPr>
    </w:p>
    <w:p w14:paraId="3FA78DAF" w14:textId="77777777" w:rsidR="0073693F" w:rsidRPr="006E1E6C" w:rsidRDefault="0073693F" w:rsidP="0073693F">
      <w:pPr>
        <w:widowControl w:val="0"/>
        <w:tabs>
          <w:tab w:val="left" w:pos="567"/>
          <w:tab w:val="left" w:pos="851"/>
          <w:tab w:val="left" w:pos="993"/>
        </w:tabs>
        <w:suppressAutoHyphens/>
        <w:jc w:val="both"/>
        <w:rPr>
          <w:rFonts w:ascii="Open Sans" w:hAnsi="Open Sans" w:cs="Open Sans"/>
          <w:i/>
          <w:sz w:val="18"/>
          <w:szCs w:val="18"/>
          <w:lang w:eastAsia="ar-SA"/>
        </w:rPr>
      </w:pPr>
      <w:r w:rsidRPr="006E1E6C">
        <w:rPr>
          <w:rFonts w:ascii="Open Sans" w:hAnsi="Open Sans" w:cs="Open Sans"/>
          <w:b/>
          <w:i/>
          <w:sz w:val="18"/>
          <w:szCs w:val="18"/>
          <w:lang w:eastAsia="ar-SA"/>
        </w:rPr>
        <w:t>Navodilo</w:t>
      </w:r>
      <w:r w:rsidRPr="006E1E6C">
        <w:rPr>
          <w:rFonts w:ascii="Open Sans" w:hAnsi="Open Sans" w:cs="Open Sans"/>
          <w:i/>
          <w:sz w:val="18"/>
          <w:szCs w:val="18"/>
          <w:lang w:eastAsia="ar-SA"/>
        </w:rPr>
        <w:t>: Obrazec se po potrebi kopira!</w:t>
      </w:r>
    </w:p>
    <w:p w14:paraId="41AF42B1" w14:textId="77777777" w:rsidR="00BA77FC" w:rsidRPr="00FD240D" w:rsidRDefault="00BA77FC" w:rsidP="00571122">
      <w:pPr>
        <w:widowControl w:val="0"/>
        <w:tabs>
          <w:tab w:val="left" w:pos="567"/>
          <w:tab w:val="left" w:pos="851"/>
          <w:tab w:val="left" w:pos="993"/>
        </w:tabs>
        <w:suppressAutoHyphens/>
        <w:jc w:val="both"/>
        <w:rPr>
          <w:rFonts w:ascii="Open Sans" w:hAnsi="Open Sans" w:cs="Open Sans"/>
          <w:i/>
          <w:lang w:eastAsia="ar-S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343C40" w:rsidRPr="000E1521" w14:paraId="5C8876E4" w14:textId="77777777" w:rsidTr="006121C9">
        <w:tc>
          <w:tcPr>
            <w:tcW w:w="8008" w:type="dxa"/>
            <w:tcBorders>
              <w:top w:val="single" w:sz="4" w:space="0" w:color="auto"/>
              <w:bottom w:val="single" w:sz="4" w:space="0" w:color="auto"/>
            </w:tcBorders>
          </w:tcPr>
          <w:p w14:paraId="2BC927E1" w14:textId="2CE0672C" w:rsidR="00343C40" w:rsidRPr="000E1521" w:rsidRDefault="00343C40" w:rsidP="000E1521">
            <w:pPr>
              <w:widowControl w:val="0"/>
              <w:rPr>
                <w:rFonts w:ascii="Open Sans" w:hAnsi="Open Sans" w:cs="Open Sans"/>
              </w:rPr>
            </w:pPr>
            <w:r w:rsidRPr="000E1521">
              <w:rPr>
                <w:rFonts w:ascii="Open Sans" w:hAnsi="Open Sans" w:cs="Open Sans"/>
              </w:rPr>
              <w:lastRenderedPageBreak/>
              <w:br w:type="page"/>
            </w:r>
            <w:r w:rsidRPr="000E1521">
              <w:rPr>
                <w:rFonts w:ascii="Open Sans" w:hAnsi="Open Sans" w:cs="Open Sans"/>
              </w:rPr>
              <w:br w:type="page"/>
            </w:r>
            <w:r w:rsidRPr="000E1521">
              <w:rPr>
                <w:rFonts w:ascii="Open Sans" w:hAnsi="Open Sans" w:cs="Open Sans"/>
              </w:rPr>
              <w:br w:type="page"/>
            </w:r>
            <w:r w:rsidR="00BF215A">
              <w:rPr>
                <w:rFonts w:ascii="Open Sans" w:hAnsi="Open Sans" w:cs="Open Sans"/>
              </w:rPr>
              <w:t>R</w:t>
            </w:r>
            <w:r w:rsidR="00BF215A" w:rsidRPr="000E1521">
              <w:rPr>
                <w:rFonts w:ascii="Open Sans" w:hAnsi="Open Sans" w:cs="Open Sans"/>
              </w:rPr>
              <w:t>eferenc</w:t>
            </w:r>
            <w:r w:rsidR="00BF215A">
              <w:rPr>
                <w:rFonts w:ascii="Open Sans" w:hAnsi="Open Sans" w:cs="Open Sans"/>
              </w:rPr>
              <w:t>e</w:t>
            </w:r>
            <w:r w:rsidR="00BF215A" w:rsidRPr="000E1521">
              <w:rPr>
                <w:rFonts w:ascii="Open Sans" w:hAnsi="Open Sans" w:cs="Open Sans"/>
              </w:rPr>
              <w:t xml:space="preserve"> </w:t>
            </w:r>
            <w:r w:rsidRPr="000E1521">
              <w:rPr>
                <w:rFonts w:ascii="Open Sans" w:hAnsi="Open Sans" w:cs="Open Sans"/>
              </w:rPr>
              <w:t xml:space="preserve">za vzdrževanje in servisiranje toplotne črpalke </w:t>
            </w:r>
            <w:proofErr w:type="spellStart"/>
            <w:r w:rsidRPr="000E1521">
              <w:rPr>
                <w:rFonts w:ascii="Open Sans" w:hAnsi="Open Sans" w:cs="Open Sans"/>
              </w:rPr>
              <w:t>Yoshi-Aisin</w:t>
            </w:r>
            <w:proofErr w:type="spellEnd"/>
            <w:r w:rsidRPr="000E1521">
              <w:rPr>
                <w:rFonts w:ascii="Open Sans" w:hAnsi="Open Sans" w:cs="Open Sans"/>
              </w:rPr>
              <w:t xml:space="preserve"> s plinskim motorjem</w:t>
            </w:r>
          </w:p>
        </w:tc>
        <w:tc>
          <w:tcPr>
            <w:tcW w:w="1418" w:type="dxa"/>
            <w:tcBorders>
              <w:top w:val="single" w:sz="4" w:space="0" w:color="auto"/>
              <w:bottom w:val="single" w:sz="4" w:space="0" w:color="auto"/>
            </w:tcBorders>
          </w:tcPr>
          <w:p w14:paraId="5F0BA366" w14:textId="5E4A79D0" w:rsidR="00343C40" w:rsidRPr="000E1521" w:rsidRDefault="00343C40" w:rsidP="000E1521">
            <w:pPr>
              <w:widowControl w:val="0"/>
              <w:rPr>
                <w:rFonts w:ascii="Open Sans" w:hAnsi="Open Sans" w:cs="Open Sans"/>
                <w:b/>
                <w:i/>
              </w:rPr>
            </w:pPr>
            <w:r w:rsidRPr="000E1521">
              <w:rPr>
                <w:rFonts w:ascii="Open Sans" w:hAnsi="Open Sans" w:cs="Open Sans"/>
                <w:b/>
                <w:i/>
              </w:rPr>
              <w:t>Priloga 7/</w:t>
            </w:r>
            <w:r w:rsidR="0073693F">
              <w:rPr>
                <w:rFonts w:ascii="Open Sans" w:hAnsi="Open Sans" w:cs="Open Sans"/>
                <w:b/>
                <w:i/>
              </w:rPr>
              <w:t>3</w:t>
            </w:r>
          </w:p>
        </w:tc>
      </w:tr>
    </w:tbl>
    <w:p w14:paraId="7A45E5D0" w14:textId="77777777" w:rsidR="00343C40" w:rsidRPr="000E1521" w:rsidRDefault="00343C40" w:rsidP="000E1521">
      <w:pPr>
        <w:pStyle w:val="Naslov"/>
        <w:widowControl w:val="0"/>
        <w:tabs>
          <w:tab w:val="left" w:pos="7371"/>
        </w:tabs>
        <w:jc w:val="both"/>
        <w:rPr>
          <w:rFonts w:ascii="Open Sans" w:hAnsi="Open Sans" w:cs="Open Sans"/>
          <w:sz w:val="20"/>
        </w:rPr>
      </w:pPr>
    </w:p>
    <w:p w14:paraId="2B24A0EF" w14:textId="77777777" w:rsidR="00CA6224" w:rsidRDefault="00CA6224" w:rsidP="000E1521">
      <w:pPr>
        <w:widowControl w:val="0"/>
        <w:rPr>
          <w:rFonts w:ascii="Open Sans" w:hAnsi="Open Sans" w:cs="Open Sans"/>
          <w:b/>
        </w:rPr>
      </w:pPr>
    </w:p>
    <w:p w14:paraId="171509B2" w14:textId="45B4260D" w:rsidR="000E1521" w:rsidRPr="00FD240D" w:rsidRDefault="000E1521" w:rsidP="000E1521">
      <w:pPr>
        <w:widowControl w:val="0"/>
        <w:rPr>
          <w:rFonts w:ascii="Open Sans" w:hAnsi="Open Sans" w:cs="Open Sans"/>
          <w:b/>
        </w:rPr>
      </w:pPr>
      <w:r w:rsidRPr="00FD240D">
        <w:rPr>
          <w:rFonts w:ascii="Open Sans" w:hAnsi="Open Sans" w:cs="Open Sans"/>
          <w:b/>
        </w:rPr>
        <w:t>GOSPODARSKI SUBJEKT (naziv in naslov):</w:t>
      </w:r>
    </w:p>
    <w:tbl>
      <w:tblPr>
        <w:tblW w:w="0" w:type="auto"/>
        <w:tblBorders>
          <w:bottom w:val="single" w:sz="4" w:space="0" w:color="auto"/>
        </w:tblBorders>
        <w:tblLook w:val="04A0" w:firstRow="1" w:lastRow="0" w:firstColumn="1" w:lastColumn="0" w:noHBand="0" w:noVBand="1"/>
      </w:tblPr>
      <w:tblGrid>
        <w:gridCol w:w="4606"/>
        <w:gridCol w:w="4606"/>
      </w:tblGrid>
      <w:tr w:rsidR="000E1521" w:rsidRPr="00FD240D" w14:paraId="703300D7" w14:textId="77777777" w:rsidTr="006121C9">
        <w:tc>
          <w:tcPr>
            <w:tcW w:w="4606" w:type="dxa"/>
            <w:tcBorders>
              <w:bottom w:val="single" w:sz="4" w:space="0" w:color="auto"/>
            </w:tcBorders>
            <w:shd w:val="clear" w:color="auto" w:fill="auto"/>
          </w:tcPr>
          <w:p w14:paraId="1D21A1EC" w14:textId="77777777" w:rsidR="000E1521" w:rsidRPr="00FD240D" w:rsidRDefault="000E1521" w:rsidP="006121C9">
            <w:pPr>
              <w:widowControl w:val="0"/>
              <w:tabs>
                <w:tab w:val="left" w:pos="7371"/>
              </w:tabs>
              <w:jc w:val="both"/>
              <w:rPr>
                <w:rFonts w:ascii="Open Sans" w:hAnsi="Open Sans" w:cs="Open Sans"/>
                <w:b/>
              </w:rPr>
            </w:pPr>
          </w:p>
        </w:tc>
        <w:tc>
          <w:tcPr>
            <w:tcW w:w="4606" w:type="dxa"/>
            <w:tcBorders>
              <w:bottom w:val="single" w:sz="4" w:space="0" w:color="auto"/>
            </w:tcBorders>
            <w:shd w:val="clear" w:color="auto" w:fill="auto"/>
          </w:tcPr>
          <w:p w14:paraId="2E4D8D50" w14:textId="77777777" w:rsidR="000E1521" w:rsidRPr="00FD240D" w:rsidRDefault="000E1521" w:rsidP="006121C9">
            <w:pPr>
              <w:widowControl w:val="0"/>
              <w:tabs>
                <w:tab w:val="left" w:pos="7371"/>
              </w:tabs>
              <w:jc w:val="both"/>
              <w:rPr>
                <w:rFonts w:ascii="Open Sans" w:hAnsi="Open Sans" w:cs="Open Sans"/>
                <w:b/>
              </w:rPr>
            </w:pPr>
          </w:p>
        </w:tc>
      </w:tr>
      <w:tr w:rsidR="000E1521" w:rsidRPr="00FD240D" w14:paraId="4415EA4D" w14:textId="77777777" w:rsidTr="006121C9">
        <w:tc>
          <w:tcPr>
            <w:tcW w:w="4606" w:type="dxa"/>
            <w:tcBorders>
              <w:top w:val="single" w:sz="4" w:space="0" w:color="auto"/>
            </w:tcBorders>
            <w:shd w:val="clear" w:color="auto" w:fill="auto"/>
          </w:tcPr>
          <w:p w14:paraId="6FB41C95" w14:textId="77777777" w:rsidR="000E1521" w:rsidRPr="00FD240D" w:rsidRDefault="000E1521" w:rsidP="006121C9">
            <w:pPr>
              <w:widowControl w:val="0"/>
              <w:tabs>
                <w:tab w:val="left" w:pos="7371"/>
              </w:tabs>
              <w:jc w:val="both"/>
              <w:rPr>
                <w:rFonts w:ascii="Open Sans" w:hAnsi="Open Sans" w:cs="Open Sans"/>
                <w:b/>
              </w:rPr>
            </w:pPr>
          </w:p>
        </w:tc>
        <w:tc>
          <w:tcPr>
            <w:tcW w:w="4606" w:type="dxa"/>
            <w:tcBorders>
              <w:top w:val="single" w:sz="4" w:space="0" w:color="auto"/>
            </w:tcBorders>
            <w:shd w:val="clear" w:color="auto" w:fill="auto"/>
          </w:tcPr>
          <w:p w14:paraId="6BB9704B" w14:textId="77777777" w:rsidR="000E1521" w:rsidRPr="00FD240D" w:rsidRDefault="000E1521" w:rsidP="006121C9">
            <w:pPr>
              <w:widowControl w:val="0"/>
              <w:tabs>
                <w:tab w:val="left" w:pos="7371"/>
              </w:tabs>
              <w:jc w:val="both"/>
              <w:rPr>
                <w:rFonts w:ascii="Open Sans" w:hAnsi="Open Sans" w:cs="Open Sans"/>
                <w:b/>
              </w:rPr>
            </w:pPr>
          </w:p>
        </w:tc>
      </w:tr>
    </w:tbl>
    <w:p w14:paraId="5AD87EF3" w14:textId="77777777" w:rsidR="00343C40" w:rsidRPr="000E1521" w:rsidRDefault="00343C40" w:rsidP="000E1521">
      <w:pPr>
        <w:widowControl w:val="0"/>
        <w:rPr>
          <w:rFonts w:ascii="Open Sans" w:hAnsi="Open Sans" w:cs="Open Sans"/>
          <w:b/>
        </w:rPr>
      </w:pPr>
    </w:p>
    <w:p w14:paraId="3E8B1B20" w14:textId="77777777" w:rsidR="00343C40" w:rsidRPr="000E1521" w:rsidRDefault="00343C40" w:rsidP="000E1521">
      <w:pPr>
        <w:widowControl w:val="0"/>
        <w:jc w:val="right"/>
        <w:rPr>
          <w:rFonts w:ascii="Open Sans" w:hAnsi="Open Sans" w:cs="Open Sans"/>
          <w:i/>
        </w:rPr>
      </w:pPr>
      <w:r w:rsidRPr="000E1521">
        <w:rPr>
          <w:rFonts w:ascii="Open Sans" w:hAnsi="Open Sans" w:cs="Open Sans"/>
          <w:i/>
        </w:rPr>
        <w:t>____/____ (št. izvoda / št. vseh izvodov)</w:t>
      </w:r>
    </w:p>
    <w:p w14:paraId="799C7536" w14:textId="77777777" w:rsidR="00343C40" w:rsidRPr="000E1521" w:rsidRDefault="00343C40" w:rsidP="000E1521">
      <w:pPr>
        <w:widowControl w:val="0"/>
        <w:jc w:val="both"/>
        <w:rPr>
          <w:rFonts w:ascii="Open Sans" w:hAnsi="Open Sans" w:cs="Open Sans"/>
        </w:rPr>
      </w:pPr>
    </w:p>
    <w:p w14:paraId="00BD2138" w14:textId="77777777" w:rsidR="000C3AA1" w:rsidRPr="00FD240D" w:rsidRDefault="000C3AA1" w:rsidP="000C3AA1">
      <w:pPr>
        <w:widowControl w:val="0"/>
        <w:tabs>
          <w:tab w:val="left" w:pos="7371"/>
        </w:tabs>
        <w:jc w:val="center"/>
        <w:rPr>
          <w:rFonts w:ascii="Open Sans" w:hAnsi="Open Sans" w:cs="Open Sans"/>
          <w:b/>
        </w:rPr>
      </w:pPr>
      <w:r w:rsidRPr="00343C40">
        <w:rPr>
          <w:rFonts w:ascii="Open Sans" w:hAnsi="Open Sans" w:cs="Open Sans"/>
          <w:b/>
        </w:rPr>
        <w:t>REFERENCE</w:t>
      </w:r>
    </w:p>
    <w:p w14:paraId="05FB1B2B" w14:textId="77777777" w:rsidR="000C3AA1" w:rsidRDefault="000C3AA1" w:rsidP="000E1521">
      <w:pPr>
        <w:widowControl w:val="0"/>
        <w:jc w:val="both"/>
        <w:rPr>
          <w:rFonts w:ascii="Open Sans" w:hAnsi="Open Sans" w:cs="Open Sans"/>
        </w:rPr>
      </w:pPr>
    </w:p>
    <w:p w14:paraId="0249899D" w14:textId="155DBC49" w:rsidR="00343C40" w:rsidRPr="000E1521" w:rsidRDefault="00343C40" w:rsidP="000E1521">
      <w:pPr>
        <w:widowControl w:val="0"/>
        <w:jc w:val="both"/>
        <w:rPr>
          <w:rFonts w:ascii="Open Sans" w:hAnsi="Open Sans" w:cs="Open Sans"/>
          <w:b/>
        </w:rPr>
      </w:pPr>
      <w:r w:rsidRPr="000E1521">
        <w:rPr>
          <w:rFonts w:ascii="Open Sans" w:hAnsi="Open Sans" w:cs="Open Sans"/>
        </w:rPr>
        <w:t xml:space="preserve">V zvezi z javnim naročilom </w:t>
      </w:r>
      <w:r w:rsidR="00BB243C">
        <w:rPr>
          <w:rFonts w:ascii="Open Sans" w:hAnsi="Open Sans" w:cs="Open Sans"/>
          <w:b/>
          <w:noProof/>
        </w:rPr>
        <w:t>ENLJ-SAL-80/25</w:t>
      </w:r>
      <w:r w:rsidR="00BB243C" w:rsidRPr="00FD240D">
        <w:rPr>
          <w:rFonts w:ascii="Open Sans" w:hAnsi="Open Sans" w:cs="Open Sans"/>
          <w:b/>
          <w:noProof/>
        </w:rPr>
        <w:t xml:space="preserve"> -</w:t>
      </w:r>
      <w:r w:rsidR="00BB243C" w:rsidRPr="00FD240D">
        <w:rPr>
          <w:rFonts w:ascii="Open Sans" w:hAnsi="Open Sans" w:cs="Open Sans"/>
          <w:b/>
          <w:color w:val="000000"/>
        </w:rPr>
        <w:t xml:space="preserve"> </w:t>
      </w:r>
      <w:r w:rsidR="00BB243C">
        <w:rPr>
          <w:rFonts w:ascii="Open Sans" w:hAnsi="Open Sans" w:cs="Open Sans"/>
          <w:b/>
        </w:rPr>
        <w:t>VZDRŽEVANJE IN SERVISIRANJE KONVEKTORJEV ZA SISTEM OGREVANJA IN HLAJENJA</w:t>
      </w:r>
      <w:r w:rsidR="00BB243C" w:rsidRPr="00FD240D">
        <w:rPr>
          <w:rFonts w:ascii="Open Sans" w:hAnsi="Open Sans" w:cs="Open Sans"/>
        </w:rPr>
        <w:t xml:space="preserve"> </w:t>
      </w:r>
      <w:r w:rsidRPr="000E1521">
        <w:rPr>
          <w:rFonts w:ascii="Open Sans" w:hAnsi="Open Sans" w:cs="Open Sans"/>
        </w:rPr>
        <w:t xml:space="preserve">pod kazensko in materialno odgovornostjo izjavljamo, da so spodaj navedeni podatki o referenčnih storitvah resnični in da z njimi </w:t>
      </w:r>
      <w:r w:rsidR="00BB243C">
        <w:rPr>
          <w:rFonts w:ascii="Open Sans" w:hAnsi="Open Sans" w:cs="Open Sans"/>
        </w:rPr>
        <w:t>potrjujemo</w:t>
      </w:r>
      <w:r w:rsidRPr="000E1521">
        <w:rPr>
          <w:rFonts w:ascii="Open Sans" w:hAnsi="Open Sans" w:cs="Open Sans"/>
        </w:rPr>
        <w:t xml:space="preserve">, da smo </w:t>
      </w:r>
      <w:r w:rsidR="00BB243C" w:rsidRPr="00FD240D">
        <w:rPr>
          <w:rFonts w:ascii="Open Sans" w:hAnsi="Open Sans" w:cs="Open Sans"/>
        </w:rPr>
        <w:t xml:space="preserve">v obdobju od </w:t>
      </w:r>
      <w:r w:rsidR="00231BAD" w:rsidRPr="008A69CC">
        <w:rPr>
          <w:rFonts w:ascii="Open Sans" w:hAnsi="Open Sans" w:cs="Open Sans"/>
          <w:color w:val="000000"/>
        </w:rPr>
        <w:t>vključno</w:t>
      </w:r>
      <w:r w:rsidR="00231BAD" w:rsidRPr="00FD240D">
        <w:rPr>
          <w:rFonts w:ascii="Open Sans" w:hAnsi="Open Sans" w:cs="Open Sans"/>
        </w:rPr>
        <w:t xml:space="preserve"> </w:t>
      </w:r>
      <w:r w:rsidR="00BB243C" w:rsidRPr="00FD240D">
        <w:rPr>
          <w:rFonts w:ascii="Open Sans" w:hAnsi="Open Sans" w:cs="Open Sans"/>
        </w:rPr>
        <w:t>leta 202</w:t>
      </w:r>
      <w:r w:rsidR="00A8654E">
        <w:rPr>
          <w:rFonts w:ascii="Open Sans" w:hAnsi="Open Sans" w:cs="Open Sans"/>
        </w:rPr>
        <w:t>0</w:t>
      </w:r>
      <w:r w:rsidR="00BB243C" w:rsidRPr="00FD240D">
        <w:rPr>
          <w:rFonts w:ascii="Open Sans" w:hAnsi="Open Sans" w:cs="Open Sans"/>
        </w:rPr>
        <w:t xml:space="preserve"> do datuma </w:t>
      </w:r>
      <w:r w:rsidR="00231BAD">
        <w:rPr>
          <w:rFonts w:ascii="Open Sans" w:hAnsi="Open Sans" w:cs="Open Sans"/>
        </w:rPr>
        <w:t xml:space="preserve">za </w:t>
      </w:r>
      <w:r w:rsidR="00BB243C" w:rsidRPr="00FD240D">
        <w:rPr>
          <w:rFonts w:ascii="Open Sans" w:hAnsi="Open Sans" w:cs="Open Sans"/>
        </w:rPr>
        <w:t>oddaj</w:t>
      </w:r>
      <w:r w:rsidR="00231BAD">
        <w:rPr>
          <w:rFonts w:ascii="Open Sans" w:hAnsi="Open Sans" w:cs="Open Sans"/>
        </w:rPr>
        <w:t>o</w:t>
      </w:r>
      <w:r w:rsidR="00BB243C" w:rsidRPr="00FD240D">
        <w:rPr>
          <w:rFonts w:ascii="Open Sans" w:hAnsi="Open Sans" w:cs="Open Sans"/>
        </w:rPr>
        <w:t xml:space="preserve"> ponudbe,</w:t>
      </w:r>
      <w:r w:rsidRPr="000E1521">
        <w:rPr>
          <w:rFonts w:ascii="Open Sans" w:hAnsi="Open Sans" w:cs="Open Sans"/>
        </w:rPr>
        <w:t xml:space="preserve"> </w:t>
      </w:r>
      <w:r w:rsidR="00231BAD" w:rsidRPr="008A69CC">
        <w:rPr>
          <w:rFonts w:ascii="Open Sans" w:hAnsi="Open Sans" w:cs="Open Sans"/>
          <w:color w:val="000000"/>
        </w:rPr>
        <w:t>v skladu z določili sklenjenih pogodb ali naročilnic</w:t>
      </w:r>
      <w:r w:rsidR="00231BAD">
        <w:rPr>
          <w:rFonts w:ascii="Open Sans" w:hAnsi="Open Sans" w:cs="Open Sans"/>
          <w:color w:val="000000"/>
        </w:rPr>
        <w:t>, uspešno</w:t>
      </w:r>
      <w:r w:rsidR="00231BAD" w:rsidRPr="000E1521">
        <w:rPr>
          <w:rFonts w:ascii="Open Sans" w:hAnsi="Open Sans" w:cs="Open Sans"/>
        </w:rPr>
        <w:t xml:space="preserve"> </w:t>
      </w:r>
      <w:r w:rsidRPr="000E1521">
        <w:rPr>
          <w:rFonts w:ascii="Open Sans" w:hAnsi="Open Sans" w:cs="Open Sans"/>
        </w:rPr>
        <w:t xml:space="preserve">izvedli letno vzdrževanje in servisiranje toplotne črpalke </w:t>
      </w:r>
      <w:proofErr w:type="spellStart"/>
      <w:r w:rsidRPr="000E1521">
        <w:rPr>
          <w:rFonts w:ascii="Open Sans" w:hAnsi="Open Sans" w:cs="Open Sans"/>
        </w:rPr>
        <w:t>Yoshi-Aisin</w:t>
      </w:r>
      <w:proofErr w:type="spellEnd"/>
      <w:r w:rsidRPr="000E1521">
        <w:rPr>
          <w:rFonts w:ascii="Open Sans" w:hAnsi="Open Sans" w:cs="Open Sans"/>
        </w:rPr>
        <w:t xml:space="preserve"> s plinskim motorjem. </w:t>
      </w:r>
      <w:r w:rsidRPr="000E1521">
        <w:rPr>
          <w:rFonts w:ascii="Open Sans" w:hAnsi="Open Sans" w:cs="Open Sans"/>
          <w:b/>
        </w:rPr>
        <w:t xml:space="preserve">Navesti je potrebno najmanj </w:t>
      </w:r>
      <w:r w:rsidR="00BB243C">
        <w:rPr>
          <w:rFonts w:ascii="Open Sans" w:hAnsi="Open Sans" w:cs="Open Sans"/>
          <w:b/>
        </w:rPr>
        <w:t>1 (</w:t>
      </w:r>
      <w:r w:rsidRPr="000E1521">
        <w:rPr>
          <w:rFonts w:ascii="Open Sans" w:hAnsi="Open Sans" w:cs="Open Sans"/>
          <w:b/>
        </w:rPr>
        <w:t>eno</w:t>
      </w:r>
      <w:r w:rsidR="00BB243C">
        <w:rPr>
          <w:rFonts w:ascii="Open Sans" w:hAnsi="Open Sans" w:cs="Open Sans"/>
          <w:b/>
        </w:rPr>
        <w:t>)</w:t>
      </w:r>
      <w:r w:rsidRPr="000E1521">
        <w:rPr>
          <w:rFonts w:ascii="Open Sans" w:hAnsi="Open Sans" w:cs="Open Sans"/>
          <w:b/>
        </w:rPr>
        <w:t xml:space="preserve"> referenco</w:t>
      </w:r>
      <w:r w:rsidR="00821569">
        <w:rPr>
          <w:rFonts w:ascii="Open Sans" w:hAnsi="Open Sans" w:cs="Open Sans"/>
          <w:b/>
        </w:rPr>
        <w:t>.</w:t>
      </w:r>
    </w:p>
    <w:p w14:paraId="5A30FC36" w14:textId="2AFD3F48" w:rsidR="00343C40" w:rsidRDefault="00343C40" w:rsidP="000E1521">
      <w:pPr>
        <w:widowControl w:val="0"/>
        <w:jc w:val="both"/>
        <w:rPr>
          <w:rFonts w:ascii="Open Sans" w:hAnsi="Open Sans" w:cs="Open Sans"/>
          <w:b/>
        </w:rPr>
      </w:pPr>
    </w:p>
    <w:p w14:paraId="5071796F" w14:textId="77777777" w:rsidR="00BB243C" w:rsidRPr="000E1521" w:rsidRDefault="00BB243C" w:rsidP="000E1521">
      <w:pPr>
        <w:widowControl w:val="0"/>
        <w:jc w:val="both"/>
        <w:rPr>
          <w:rFonts w:ascii="Open Sans" w:hAnsi="Open Sans" w:cs="Open Sans"/>
          <w:b/>
        </w:rPr>
      </w:pPr>
    </w:p>
    <w:tbl>
      <w:tblPr>
        <w:tblW w:w="94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9"/>
      </w:tblGrid>
      <w:tr w:rsidR="00343C40" w:rsidRPr="000E1521" w14:paraId="0DCE95D9" w14:textId="77777777" w:rsidTr="000E1521">
        <w:trPr>
          <w:trHeight w:val="245"/>
        </w:trPr>
        <w:tc>
          <w:tcPr>
            <w:tcW w:w="9499" w:type="dxa"/>
            <w:shd w:val="clear" w:color="auto" w:fill="auto"/>
          </w:tcPr>
          <w:p w14:paraId="24489BF5" w14:textId="77777777" w:rsidR="00343C40" w:rsidRPr="00BB1F50" w:rsidRDefault="00343C40" w:rsidP="000E1521">
            <w:pPr>
              <w:widowControl w:val="0"/>
              <w:jc w:val="both"/>
              <w:rPr>
                <w:rFonts w:ascii="Open Sans" w:hAnsi="Open Sans" w:cs="Open Sans"/>
                <w:bCs/>
              </w:rPr>
            </w:pPr>
            <w:r w:rsidRPr="00BB1F50">
              <w:rPr>
                <w:rFonts w:ascii="Open Sans" w:hAnsi="Open Sans" w:cs="Open Sans"/>
                <w:bCs/>
              </w:rPr>
              <w:t>Naziv in naslov referenčnega naročnika:</w:t>
            </w:r>
          </w:p>
          <w:p w14:paraId="1093C58C" w14:textId="77777777" w:rsidR="00343C40" w:rsidRPr="000E1521" w:rsidRDefault="00343C40" w:rsidP="000E1521">
            <w:pPr>
              <w:widowControl w:val="0"/>
              <w:jc w:val="both"/>
              <w:rPr>
                <w:rFonts w:ascii="Open Sans" w:hAnsi="Open Sans" w:cs="Open Sans"/>
                <w:b/>
              </w:rPr>
            </w:pPr>
          </w:p>
          <w:p w14:paraId="100E408A" w14:textId="77777777" w:rsidR="00343C40" w:rsidRPr="000E1521" w:rsidRDefault="00343C40" w:rsidP="000E1521">
            <w:pPr>
              <w:widowControl w:val="0"/>
              <w:jc w:val="both"/>
              <w:rPr>
                <w:rFonts w:ascii="Open Sans" w:hAnsi="Open Sans" w:cs="Open Sans"/>
                <w:b/>
              </w:rPr>
            </w:pPr>
          </w:p>
        </w:tc>
      </w:tr>
      <w:tr w:rsidR="00343C40" w:rsidRPr="000E1521" w14:paraId="3896AB86" w14:textId="77777777" w:rsidTr="000E1521">
        <w:trPr>
          <w:trHeight w:val="252"/>
        </w:trPr>
        <w:tc>
          <w:tcPr>
            <w:tcW w:w="9499" w:type="dxa"/>
            <w:shd w:val="clear" w:color="auto" w:fill="auto"/>
          </w:tcPr>
          <w:p w14:paraId="495763A6" w14:textId="77777777" w:rsidR="00343C40" w:rsidRPr="000E1521" w:rsidRDefault="00343C40" w:rsidP="000E1521">
            <w:pPr>
              <w:widowControl w:val="0"/>
              <w:jc w:val="both"/>
              <w:rPr>
                <w:rFonts w:ascii="Open Sans" w:hAnsi="Open Sans" w:cs="Open Sans"/>
              </w:rPr>
            </w:pPr>
            <w:r w:rsidRPr="000E1521">
              <w:rPr>
                <w:rFonts w:ascii="Open Sans" w:hAnsi="Open Sans" w:cs="Open Sans"/>
              </w:rPr>
              <w:t>Ime in priimek predstavnika naročnika:</w:t>
            </w:r>
          </w:p>
        </w:tc>
      </w:tr>
      <w:tr w:rsidR="00343C40" w:rsidRPr="000E1521" w14:paraId="19E7EE21" w14:textId="77777777" w:rsidTr="000E1521">
        <w:trPr>
          <w:trHeight w:val="313"/>
        </w:trPr>
        <w:tc>
          <w:tcPr>
            <w:tcW w:w="9499" w:type="dxa"/>
            <w:shd w:val="clear" w:color="auto" w:fill="auto"/>
            <w:vAlign w:val="center"/>
          </w:tcPr>
          <w:p w14:paraId="073F13D1" w14:textId="77777777" w:rsidR="00343C40" w:rsidRPr="000E1521" w:rsidRDefault="00343C40" w:rsidP="000E1521">
            <w:pPr>
              <w:widowControl w:val="0"/>
              <w:jc w:val="both"/>
              <w:rPr>
                <w:rFonts w:ascii="Open Sans" w:hAnsi="Open Sans" w:cs="Open Sans"/>
              </w:rPr>
            </w:pPr>
            <w:r w:rsidRPr="000E1521">
              <w:rPr>
                <w:rFonts w:ascii="Open Sans" w:hAnsi="Open Sans" w:cs="Open Sans"/>
              </w:rPr>
              <w:t>Telefonska številka:</w:t>
            </w:r>
          </w:p>
        </w:tc>
      </w:tr>
      <w:tr w:rsidR="00343C40" w:rsidRPr="000E1521" w14:paraId="32A1B83B" w14:textId="77777777" w:rsidTr="000E1521">
        <w:trPr>
          <w:trHeight w:val="277"/>
        </w:trPr>
        <w:tc>
          <w:tcPr>
            <w:tcW w:w="9499" w:type="dxa"/>
            <w:shd w:val="clear" w:color="auto" w:fill="auto"/>
          </w:tcPr>
          <w:p w14:paraId="71A71A1D" w14:textId="77777777" w:rsidR="00343C40" w:rsidRPr="000E1521" w:rsidRDefault="00343C40" w:rsidP="000E1521">
            <w:pPr>
              <w:widowControl w:val="0"/>
              <w:jc w:val="both"/>
              <w:rPr>
                <w:rFonts w:ascii="Open Sans" w:hAnsi="Open Sans" w:cs="Open Sans"/>
              </w:rPr>
            </w:pPr>
            <w:r w:rsidRPr="000E1521">
              <w:rPr>
                <w:rFonts w:ascii="Open Sans" w:hAnsi="Open Sans" w:cs="Open Sans"/>
              </w:rPr>
              <w:t xml:space="preserve">Kraj izvedbe: </w:t>
            </w:r>
          </w:p>
        </w:tc>
      </w:tr>
      <w:tr w:rsidR="00343C40" w:rsidRPr="000E1521" w14:paraId="179D1947" w14:textId="77777777" w:rsidTr="000E1521">
        <w:trPr>
          <w:trHeight w:val="284"/>
        </w:trPr>
        <w:tc>
          <w:tcPr>
            <w:tcW w:w="9499" w:type="dxa"/>
            <w:shd w:val="clear" w:color="auto" w:fill="auto"/>
          </w:tcPr>
          <w:p w14:paraId="01258648" w14:textId="77777777" w:rsidR="00343C40" w:rsidRPr="000E1521" w:rsidRDefault="00343C40" w:rsidP="000E1521">
            <w:pPr>
              <w:widowControl w:val="0"/>
              <w:tabs>
                <w:tab w:val="left" w:pos="7371"/>
              </w:tabs>
              <w:jc w:val="both"/>
              <w:rPr>
                <w:rFonts w:ascii="Open Sans" w:hAnsi="Open Sans" w:cs="Open Sans"/>
              </w:rPr>
            </w:pPr>
            <w:r w:rsidRPr="000E1521">
              <w:rPr>
                <w:rFonts w:ascii="Open Sans" w:hAnsi="Open Sans" w:cs="Open Sans"/>
              </w:rPr>
              <w:t>Leto izvedbe:</w:t>
            </w:r>
          </w:p>
        </w:tc>
      </w:tr>
      <w:tr w:rsidR="00A90858" w:rsidRPr="000E1521" w14:paraId="73C886E3" w14:textId="77777777" w:rsidTr="000E1521">
        <w:trPr>
          <w:trHeight w:val="284"/>
        </w:trPr>
        <w:tc>
          <w:tcPr>
            <w:tcW w:w="9499" w:type="dxa"/>
            <w:shd w:val="clear" w:color="auto" w:fill="auto"/>
          </w:tcPr>
          <w:p w14:paraId="34386D5E" w14:textId="4ABEDA72" w:rsidR="00A90858" w:rsidRPr="000E1521" w:rsidRDefault="00420A42" w:rsidP="000E1521">
            <w:pPr>
              <w:widowControl w:val="0"/>
              <w:tabs>
                <w:tab w:val="left" w:pos="7371"/>
              </w:tabs>
              <w:jc w:val="both"/>
              <w:rPr>
                <w:rFonts w:ascii="Open Sans" w:hAnsi="Open Sans" w:cs="Open Sans"/>
              </w:rPr>
            </w:pPr>
            <w:r>
              <w:rPr>
                <w:rFonts w:ascii="Open Sans" w:hAnsi="Open Sans" w:cs="Open Sans"/>
              </w:rPr>
              <w:t>Proizvajalec</w:t>
            </w:r>
            <w:r w:rsidR="00A90858">
              <w:rPr>
                <w:rFonts w:ascii="Open Sans" w:hAnsi="Open Sans" w:cs="Open Sans"/>
              </w:rPr>
              <w:t xml:space="preserve"> toplotne črpalke:</w:t>
            </w:r>
          </w:p>
        </w:tc>
      </w:tr>
      <w:tr w:rsidR="00343C40" w:rsidRPr="000E1521" w14:paraId="62219D40" w14:textId="77777777" w:rsidTr="000E1521">
        <w:trPr>
          <w:trHeight w:val="556"/>
        </w:trPr>
        <w:tc>
          <w:tcPr>
            <w:tcW w:w="9499" w:type="dxa"/>
            <w:shd w:val="clear" w:color="auto" w:fill="auto"/>
          </w:tcPr>
          <w:p w14:paraId="00DF7737" w14:textId="77777777" w:rsidR="00343C40" w:rsidRPr="000E1521" w:rsidRDefault="00343C40" w:rsidP="000E1521">
            <w:pPr>
              <w:widowControl w:val="0"/>
              <w:jc w:val="both"/>
              <w:rPr>
                <w:rFonts w:ascii="Open Sans" w:hAnsi="Open Sans" w:cs="Open Sans"/>
              </w:rPr>
            </w:pPr>
            <w:r w:rsidRPr="000E1521">
              <w:rPr>
                <w:rFonts w:ascii="Open Sans" w:hAnsi="Open Sans" w:cs="Open Sans"/>
              </w:rPr>
              <w:t>Kratek opis predmeta naročila:</w:t>
            </w:r>
          </w:p>
          <w:p w14:paraId="17ED1D5C" w14:textId="77777777" w:rsidR="00343C40" w:rsidRPr="000E1521" w:rsidRDefault="00343C40" w:rsidP="000E1521">
            <w:pPr>
              <w:widowControl w:val="0"/>
              <w:jc w:val="both"/>
              <w:rPr>
                <w:rFonts w:ascii="Open Sans" w:hAnsi="Open Sans" w:cs="Open Sans"/>
              </w:rPr>
            </w:pPr>
          </w:p>
          <w:p w14:paraId="7E8C203C" w14:textId="77777777" w:rsidR="00343C40" w:rsidRPr="000E1521" w:rsidRDefault="00343C40" w:rsidP="000E1521">
            <w:pPr>
              <w:widowControl w:val="0"/>
              <w:jc w:val="both"/>
              <w:rPr>
                <w:rFonts w:ascii="Open Sans" w:hAnsi="Open Sans" w:cs="Open Sans"/>
              </w:rPr>
            </w:pPr>
          </w:p>
          <w:p w14:paraId="60BD8845" w14:textId="77777777" w:rsidR="00343C40" w:rsidRPr="000E1521" w:rsidRDefault="00343C40" w:rsidP="000E1521">
            <w:pPr>
              <w:widowControl w:val="0"/>
              <w:jc w:val="both"/>
              <w:rPr>
                <w:rFonts w:ascii="Open Sans" w:hAnsi="Open Sans" w:cs="Open Sans"/>
              </w:rPr>
            </w:pPr>
          </w:p>
        </w:tc>
      </w:tr>
    </w:tbl>
    <w:p w14:paraId="1BE11590" w14:textId="77777777" w:rsidR="00343C40" w:rsidRPr="000E1521" w:rsidRDefault="00343C40" w:rsidP="000E1521">
      <w:pPr>
        <w:widowControl w:val="0"/>
        <w:jc w:val="both"/>
        <w:rPr>
          <w:rFonts w:ascii="Open Sans" w:hAnsi="Open Sans" w:cs="Open Sans"/>
        </w:rPr>
      </w:pPr>
    </w:p>
    <w:p w14:paraId="2504F454" w14:textId="77777777" w:rsidR="00343C40" w:rsidRPr="000E1521" w:rsidRDefault="00343C40" w:rsidP="000E1521">
      <w:pPr>
        <w:widowControl w:val="0"/>
        <w:jc w:val="both"/>
        <w:rPr>
          <w:rFonts w:ascii="Open Sans" w:hAnsi="Open Sans" w:cs="Open Sans"/>
        </w:rPr>
      </w:pPr>
    </w:p>
    <w:p w14:paraId="6A3338CC" w14:textId="77777777" w:rsidR="00006A21" w:rsidRPr="00FD240D" w:rsidRDefault="00006A21" w:rsidP="00006A21">
      <w:pPr>
        <w:widowControl w:val="0"/>
        <w:tabs>
          <w:tab w:val="left" w:pos="7371"/>
        </w:tabs>
        <w:jc w:val="both"/>
        <w:rPr>
          <w:rFonts w:ascii="Open Sans" w:hAnsi="Open Sans" w:cs="Open Sans"/>
        </w:rPr>
      </w:pPr>
      <w:r w:rsidRPr="00FD240D">
        <w:rPr>
          <w:rFonts w:ascii="Open Sans" w:hAnsi="Open Sans" w:cs="Open Sans"/>
        </w:rPr>
        <w:t xml:space="preserve">Navedeni podatki so resnični in smo jih, če bo naročnik zahteval, pripravljeni dokazati s predložitvijo ustreznih potrdil. V kolikor po morebitnem pozivu naročnika teh dejstev ne bi dokazali, naročnik navedenih referenc </w:t>
      </w:r>
      <w:r>
        <w:rPr>
          <w:rFonts w:ascii="Open Sans" w:hAnsi="Open Sans" w:cs="Open Sans"/>
        </w:rPr>
        <w:t>ne bo</w:t>
      </w:r>
      <w:r w:rsidRPr="00FD240D">
        <w:rPr>
          <w:rFonts w:ascii="Open Sans" w:hAnsi="Open Sans" w:cs="Open Sans"/>
        </w:rPr>
        <w:t xml:space="preserve"> upoštev</w:t>
      </w:r>
      <w:r>
        <w:rPr>
          <w:rFonts w:ascii="Open Sans" w:hAnsi="Open Sans" w:cs="Open Sans"/>
        </w:rPr>
        <w:t>al</w:t>
      </w:r>
      <w:r w:rsidRPr="00FD240D">
        <w:rPr>
          <w:rFonts w:ascii="Open Sans" w:hAnsi="Open Sans" w:cs="Open Sans"/>
        </w:rPr>
        <w:t>.</w:t>
      </w:r>
    </w:p>
    <w:p w14:paraId="72AB80E3" w14:textId="77777777" w:rsidR="00BB243C" w:rsidRPr="00FD240D" w:rsidRDefault="00BB243C" w:rsidP="00BB243C">
      <w:pPr>
        <w:widowControl w:val="0"/>
        <w:jc w:val="both"/>
        <w:rPr>
          <w:rFonts w:ascii="Open Sans" w:hAnsi="Open Sans" w:cs="Open Sans"/>
        </w:rPr>
      </w:pPr>
    </w:p>
    <w:p w14:paraId="387C7336" w14:textId="77777777" w:rsidR="00BB243C" w:rsidRPr="00FD240D" w:rsidRDefault="00BB243C" w:rsidP="00BB243C">
      <w:pPr>
        <w:widowControl w:val="0"/>
        <w:jc w:val="both"/>
        <w:rPr>
          <w:rFonts w:ascii="Open Sans" w:hAnsi="Open Sans" w:cs="Open Sans"/>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B243C" w:rsidRPr="00FD240D" w14:paraId="487206BC" w14:textId="77777777" w:rsidTr="006121C9">
        <w:trPr>
          <w:trHeight w:val="235"/>
        </w:trPr>
        <w:tc>
          <w:tcPr>
            <w:tcW w:w="3402" w:type="dxa"/>
            <w:tcBorders>
              <w:bottom w:val="single" w:sz="4" w:space="0" w:color="auto"/>
            </w:tcBorders>
          </w:tcPr>
          <w:p w14:paraId="195CA414" w14:textId="77777777" w:rsidR="00BB243C" w:rsidRPr="00FD240D" w:rsidRDefault="00BB243C" w:rsidP="006121C9">
            <w:pPr>
              <w:widowControl w:val="0"/>
              <w:jc w:val="both"/>
              <w:rPr>
                <w:rFonts w:ascii="Open Sans" w:hAnsi="Open Sans" w:cs="Open Sans"/>
                <w:snapToGrid w:val="0"/>
              </w:rPr>
            </w:pPr>
          </w:p>
        </w:tc>
        <w:tc>
          <w:tcPr>
            <w:tcW w:w="2977" w:type="dxa"/>
          </w:tcPr>
          <w:p w14:paraId="120F555B" w14:textId="77777777" w:rsidR="00BB243C" w:rsidRPr="00FD240D" w:rsidRDefault="00BB243C" w:rsidP="006121C9">
            <w:pPr>
              <w:widowControl w:val="0"/>
              <w:jc w:val="both"/>
              <w:rPr>
                <w:rFonts w:ascii="Open Sans" w:hAnsi="Open Sans" w:cs="Open Sans"/>
                <w:snapToGrid w:val="0"/>
              </w:rPr>
            </w:pPr>
          </w:p>
        </w:tc>
        <w:tc>
          <w:tcPr>
            <w:tcW w:w="3119" w:type="dxa"/>
            <w:tcBorders>
              <w:bottom w:val="single" w:sz="4" w:space="0" w:color="auto"/>
            </w:tcBorders>
          </w:tcPr>
          <w:p w14:paraId="714A3F79" w14:textId="77777777" w:rsidR="00BB243C" w:rsidRPr="00FD240D" w:rsidRDefault="00BB243C" w:rsidP="006121C9">
            <w:pPr>
              <w:widowControl w:val="0"/>
              <w:tabs>
                <w:tab w:val="left" w:pos="567"/>
                <w:tab w:val="num" w:pos="851"/>
                <w:tab w:val="left" w:pos="993"/>
              </w:tabs>
              <w:jc w:val="both"/>
              <w:rPr>
                <w:rFonts w:ascii="Open Sans" w:hAnsi="Open Sans" w:cs="Open Sans"/>
                <w:snapToGrid w:val="0"/>
              </w:rPr>
            </w:pPr>
          </w:p>
        </w:tc>
      </w:tr>
      <w:tr w:rsidR="00BB243C" w:rsidRPr="00FD240D" w14:paraId="424FAEEB" w14:textId="77777777" w:rsidTr="006121C9">
        <w:trPr>
          <w:trHeight w:val="235"/>
        </w:trPr>
        <w:tc>
          <w:tcPr>
            <w:tcW w:w="3402" w:type="dxa"/>
            <w:tcBorders>
              <w:top w:val="single" w:sz="4" w:space="0" w:color="auto"/>
            </w:tcBorders>
          </w:tcPr>
          <w:p w14:paraId="597924D9" w14:textId="77777777" w:rsidR="00BB243C" w:rsidRPr="00FD240D" w:rsidRDefault="00BB243C" w:rsidP="006121C9">
            <w:pPr>
              <w:widowControl w:val="0"/>
              <w:jc w:val="both"/>
              <w:rPr>
                <w:rFonts w:ascii="Open Sans" w:hAnsi="Open Sans" w:cs="Open Sans"/>
                <w:snapToGrid w:val="0"/>
              </w:rPr>
            </w:pPr>
            <w:r w:rsidRPr="00FD240D">
              <w:rPr>
                <w:rFonts w:ascii="Open Sans" w:hAnsi="Open Sans" w:cs="Open Sans"/>
                <w:snapToGrid w:val="0"/>
              </w:rPr>
              <w:t xml:space="preserve">(kraj, datum)   </w:t>
            </w:r>
          </w:p>
        </w:tc>
        <w:tc>
          <w:tcPr>
            <w:tcW w:w="2977" w:type="dxa"/>
          </w:tcPr>
          <w:p w14:paraId="17878EC6" w14:textId="77777777" w:rsidR="00BB243C" w:rsidRPr="00FD240D" w:rsidRDefault="00BB243C" w:rsidP="006121C9">
            <w:pPr>
              <w:widowControl w:val="0"/>
              <w:jc w:val="both"/>
              <w:rPr>
                <w:rFonts w:ascii="Open Sans" w:hAnsi="Open Sans" w:cs="Open Sans"/>
                <w:snapToGrid w:val="0"/>
              </w:rPr>
            </w:pPr>
            <w:r w:rsidRPr="00FD240D">
              <w:rPr>
                <w:rFonts w:ascii="Open Sans" w:hAnsi="Open Sans" w:cs="Open Sans"/>
                <w:snapToGrid w:val="0"/>
              </w:rPr>
              <w:t xml:space="preserve">                  žig</w:t>
            </w:r>
          </w:p>
        </w:tc>
        <w:tc>
          <w:tcPr>
            <w:tcW w:w="3119" w:type="dxa"/>
            <w:tcBorders>
              <w:top w:val="single" w:sz="4" w:space="0" w:color="auto"/>
            </w:tcBorders>
          </w:tcPr>
          <w:p w14:paraId="467CF1A9" w14:textId="77777777" w:rsidR="00BB243C" w:rsidRPr="00FD240D" w:rsidRDefault="00BB243C" w:rsidP="006121C9">
            <w:pPr>
              <w:widowControl w:val="0"/>
              <w:jc w:val="both"/>
              <w:rPr>
                <w:rFonts w:ascii="Open Sans" w:hAnsi="Open Sans" w:cs="Open Sans"/>
                <w:snapToGrid w:val="0"/>
              </w:rPr>
            </w:pPr>
            <w:r w:rsidRPr="00FD240D">
              <w:rPr>
                <w:rFonts w:ascii="Open Sans" w:hAnsi="Open Sans" w:cs="Open Sans"/>
                <w:snapToGrid w:val="0"/>
              </w:rPr>
              <w:t>(podpis odgovorne osebe gospodarskega subjekta)</w:t>
            </w:r>
          </w:p>
        </w:tc>
      </w:tr>
    </w:tbl>
    <w:p w14:paraId="05F65500" w14:textId="77777777" w:rsidR="00BB243C" w:rsidRDefault="00BB243C" w:rsidP="00BB243C">
      <w:pPr>
        <w:widowControl w:val="0"/>
        <w:tabs>
          <w:tab w:val="left" w:pos="567"/>
          <w:tab w:val="left" w:pos="851"/>
          <w:tab w:val="left" w:pos="993"/>
        </w:tabs>
        <w:suppressAutoHyphens/>
        <w:jc w:val="both"/>
        <w:rPr>
          <w:rFonts w:ascii="Open Sans" w:hAnsi="Open Sans" w:cs="Open Sans"/>
          <w:b/>
          <w:i/>
          <w:lang w:eastAsia="ar-SA"/>
        </w:rPr>
      </w:pPr>
    </w:p>
    <w:p w14:paraId="56279C7E" w14:textId="77777777" w:rsidR="00BB243C" w:rsidRDefault="00BB243C" w:rsidP="00BB243C">
      <w:pPr>
        <w:widowControl w:val="0"/>
        <w:tabs>
          <w:tab w:val="left" w:pos="567"/>
          <w:tab w:val="left" w:pos="851"/>
          <w:tab w:val="left" w:pos="993"/>
        </w:tabs>
        <w:suppressAutoHyphens/>
        <w:jc w:val="both"/>
        <w:rPr>
          <w:rFonts w:ascii="Open Sans" w:hAnsi="Open Sans" w:cs="Open Sans"/>
          <w:b/>
          <w:i/>
          <w:lang w:eastAsia="ar-SA"/>
        </w:rPr>
      </w:pPr>
    </w:p>
    <w:p w14:paraId="48AB7027" w14:textId="077A3D59" w:rsidR="00BB243C" w:rsidRDefault="00BB243C" w:rsidP="00BB243C">
      <w:pPr>
        <w:widowControl w:val="0"/>
        <w:tabs>
          <w:tab w:val="left" w:pos="567"/>
          <w:tab w:val="left" w:pos="851"/>
          <w:tab w:val="left" w:pos="993"/>
        </w:tabs>
        <w:suppressAutoHyphens/>
        <w:jc w:val="both"/>
        <w:rPr>
          <w:rFonts w:ascii="Open Sans" w:hAnsi="Open Sans" w:cs="Open Sans"/>
          <w:b/>
          <w:i/>
          <w:lang w:eastAsia="ar-SA"/>
        </w:rPr>
      </w:pPr>
    </w:p>
    <w:p w14:paraId="77902970" w14:textId="7092B109" w:rsidR="00F21BED" w:rsidRDefault="00F21BED" w:rsidP="00BB243C">
      <w:pPr>
        <w:widowControl w:val="0"/>
        <w:tabs>
          <w:tab w:val="left" w:pos="567"/>
          <w:tab w:val="left" w:pos="851"/>
          <w:tab w:val="left" w:pos="993"/>
        </w:tabs>
        <w:suppressAutoHyphens/>
        <w:jc w:val="both"/>
        <w:rPr>
          <w:rFonts w:ascii="Open Sans" w:hAnsi="Open Sans" w:cs="Open Sans"/>
          <w:b/>
          <w:i/>
          <w:lang w:eastAsia="ar-SA"/>
        </w:rPr>
      </w:pPr>
    </w:p>
    <w:p w14:paraId="469E9025" w14:textId="4C0CA83E" w:rsidR="00F21BED" w:rsidRDefault="00F21BED" w:rsidP="00BB243C">
      <w:pPr>
        <w:widowControl w:val="0"/>
        <w:tabs>
          <w:tab w:val="left" w:pos="567"/>
          <w:tab w:val="left" w:pos="851"/>
          <w:tab w:val="left" w:pos="993"/>
        </w:tabs>
        <w:suppressAutoHyphens/>
        <w:jc w:val="both"/>
        <w:rPr>
          <w:rFonts w:ascii="Open Sans" w:hAnsi="Open Sans" w:cs="Open Sans"/>
          <w:b/>
          <w:i/>
          <w:lang w:eastAsia="ar-SA"/>
        </w:rPr>
      </w:pPr>
    </w:p>
    <w:p w14:paraId="2A44BBB2" w14:textId="29E155E3" w:rsidR="00F21BED" w:rsidRDefault="00F21BED" w:rsidP="00BB243C">
      <w:pPr>
        <w:widowControl w:val="0"/>
        <w:tabs>
          <w:tab w:val="left" w:pos="567"/>
          <w:tab w:val="left" w:pos="851"/>
          <w:tab w:val="left" w:pos="993"/>
        </w:tabs>
        <w:suppressAutoHyphens/>
        <w:jc w:val="both"/>
        <w:rPr>
          <w:rFonts w:ascii="Open Sans" w:hAnsi="Open Sans" w:cs="Open Sans"/>
          <w:b/>
          <w:i/>
          <w:lang w:eastAsia="ar-SA"/>
        </w:rPr>
      </w:pPr>
    </w:p>
    <w:p w14:paraId="40E8198D" w14:textId="77777777" w:rsidR="00F21BED" w:rsidRDefault="00F21BED" w:rsidP="00BB243C">
      <w:pPr>
        <w:widowControl w:val="0"/>
        <w:tabs>
          <w:tab w:val="left" w:pos="567"/>
          <w:tab w:val="left" w:pos="851"/>
          <w:tab w:val="left" w:pos="993"/>
        </w:tabs>
        <w:suppressAutoHyphens/>
        <w:jc w:val="both"/>
        <w:rPr>
          <w:rFonts w:ascii="Open Sans" w:hAnsi="Open Sans" w:cs="Open Sans"/>
          <w:b/>
          <w:i/>
          <w:lang w:eastAsia="ar-SA"/>
        </w:rPr>
      </w:pPr>
    </w:p>
    <w:p w14:paraId="73FA74F6" w14:textId="77777777" w:rsidR="00BB243C" w:rsidRPr="006E1E6C" w:rsidRDefault="00BB243C" w:rsidP="00BB243C">
      <w:pPr>
        <w:widowControl w:val="0"/>
        <w:tabs>
          <w:tab w:val="left" w:pos="567"/>
          <w:tab w:val="left" w:pos="851"/>
          <w:tab w:val="left" w:pos="993"/>
        </w:tabs>
        <w:suppressAutoHyphens/>
        <w:jc w:val="both"/>
        <w:rPr>
          <w:rFonts w:ascii="Open Sans" w:hAnsi="Open Sans" w:cs="Open Sans"/>
          <w:i/>
          <w:sz w:val="18"/>
          <w:szCs w:val="18"/>
          <w:lang w:eastAsia="ar-SA"/>
        </w:rPr>
      </w:pPr>
      <w:r w:rsidRPr="006E1E6C">
        <w:rPr>
          <w:rFonts w:ascii="Open Sans" w:hAnsi="Open Sans" w:cs="Open Sans"/>
          <w:b/>
          <w:i/>
          <w:sz w:val="18"/>
          <w:szCs w:val="18"/>
          <w:lang w:eastAsia="ar-SA"/>
        </w:rPr>
        <w:t>Navodilo</w:t>
      </w:r>
      <w:r w:rsidRPr="006E1E6C">
        <w:rPr>
          <w:rFonts w:ascii="Open Sans" w:hAnsi="Open Sans" w:cs="Open Sans"/>
          <w:i/>
          <w:sz w:val="18"/>
          <w:szCs w:val="18"/>
          <w:lang w:eastAsia="ar-SA"/>
        </w:rPr>
        <w:t>: Obrazec se po potrebi kopira!</w:t>
      </w:r>
    </w:p>
    <w:p w14:paraId="5B48A07F" w14:textId="0278A0F8" w:rsidR="00975177" w:rsidRPr="00FD240D" w:rsidRDefault="00975177" w:rsidP="00571122">
      <w:pPr>
        <w:widowControl w:val="0"/>
        <w:tabs>
          <w:tab w:val="left" w:pos="567"/>
          <w:tab w:val="left" w:pos="851"/>
          <w:tab w:val="left" w:pos="993"/>
        </w:tabs>
        <w:suppressAutoHyphens/>
        <w:jc w:val="both"/>
        <w:rPr>
          <w:rFonts w:ascii="Open Sans" w:hAnsi="Open Sans" w:cs="Open Sans"/>
          <w:i/>
          <w:lang w:eastAsia="ar-S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75177" w:rsidRPr="00FD240D" w14:paraId="586F90AF" w14:textId="77777777" w:rsidTr="008A32DE">
        <w:trPr>
          <w:trHeight w:val="132"/>
        </w:trPr>
        <w:tc>
          <w:tcPr>
            <w:tcW w:w="8008" w:type="dxa"/>
            <w:tcBorders>
              <w:top w:val="single" w:sz="4" w:space="0" w:color="auto"/>
              <w:bottom w:val="single" w:sz="4" w:space="0" w:color="auto"/>
            </w:tcBorders>
            <w:vAlign w:val="center"/>
          </w:tcPr>
          <w:p w14:paraId="6BBF850C" w14:textId="77777777" w:rsidR="00975177" w:rsidRPr="006E1E6C" w:rsidRDefault="00975177" w:rsidP="008A32DE">
            <w:pPr>
              <w:widowControl w:val="0"/>
              <w:rPr>
                <w:rFonts w:ascii="Open Sans" w:hAnsi="Open Sans" w:cs="Open Sans"/>
                <w:bCs/>
              </w:rPr>
            </w:pPr>
            <w:r w:rsidRPr="00FD240D">
              <w:rPr>
                <w:rFonts w:ascii="Open Sans" w:hAnsi="Open Sans" w:cs="Open Sans"/>
              </w:rPr>
              <w:lastRenderedPageBreak/>
              <w:br w:type="page"/>
            </w:r>
            <w:r w:rsidRPr="00FD240D">
              <w:rPr>
                <w:rFonts w:ascii="Open Sans" w:hAnsi="Open Sans" w:cs="Open Sans"/>
              </w:rPr>
              <w:br w:type="page"/>
            </w:r>
            <w:r w:rsidRPr="00FD240D">
              <w:rPr>
                <w:rFonts w:ascii="Open Sans" w:hAnsi="Open Sans" w:cs="Open Sans"/>
              </w:rPr>
              <w:br w:type="page"/>
            </w:r>
            <w:r w:rsidRPr="006E1E6C">
              <w:rPr>
                <w:rFonts w:ascii="Open Sans" w:hAnsi="Open Sans" w:cs="Open Sans"/>
                <w:bCs/>
              </w:rPr>
              <w:t>POTRDILO O OGLEDU OBJEKTA</w:t>
            </w:r>
          </w:p>
        </w:tc>
        <w:tc>
          <w:tcPr>
            <w:tcW w:w="1418" w:type="dxa"/>
            <w:tcBorders>
              <w:top w:val="single" w:sz="4" w:space="0" w:color="auto"/>
              <w:bottom w:val="single" w:sz="4" w:space="0" w:color="auto"/>
            </w:tcBorders>
            <w:vAlign w:val="center"/>
          </w:tcPr>
          <w:p w14:paraId="2D600A15" w14:textId="76489760" w:rsidR="00975177" w:rsidRPr="00FD240D" w:rsidRDefault="00975177" w:rsidP="00975177">
            <w:pPr>
              <w:widowControl w:val="0"/>
              <w:jc w:val="center"/>
              <w:rPr>
                <w:rFonts w:ascii="Open Sans" w:hAnsi="Open Sans" w:cs="Open Sans"/>
                <w:b/>
                <w:i/>
              </w:rPr>
            </w:pPr>
            <w:r w:rsidRPr="00FD240D">
              <w:rPr>
                <w:rFonts w:ascii="Open Sans" w:hAnsi="Open Sans" w:cs="Open Sans"/>
                <w:b/>
                <w:i/>
              </w:rPr>
              <w:t xml:space="preserve">Priloga </w:t>
            </w:r>
            <w:r w:rsidR="006E1E6C">
              <w:rPr>
                <w:rFonts w:ascii="Open Sans" w:hAnsi="Open Sans" w:cs="Open Sans"/>
                <w:b/>
                <w:i/>
              </w:rPr>
              <w:t>8</w:t>
            </w:r>
          </w:p>
        </w:tc>
      </w:tr>
    </w:tbl>
    <w:p w14:paraId="4B0E673C" w14:textId="77777777" w:rsidR="00975177" w:rsidRPr="00FD240D" w:rsidRDefault="00975177" w:rsidP="00975177">
      <w:pPr>
        <w:widowControl w:val="0"/>
        <w:rPr>
          <w:rFonts w:ascii="Open Sans" w:hAnsi="Open Sans" w:cs="Open Sans"/>
        </w:rPr>
      </w:pPr>
    </w:p>
    <w:p w14:paraId="029B4497" w14:textId="77777777" w:rsidR="00975177" w:rsidRPr="00FD240D" w:rsidRDefault="00975177" w:rsidP="00975177">
      <w:pPr>
        <w:widowControl w:val="0"/>
        <w:numPr>
          <w:ilvl w:val="12"/>
          <w:numId w:val="0"/>
        </w:numPr>
        <w:tabs>
          <w:tab w:val="left" w:pos="7371"/>
        </w:tabs>
        <w:rPr>
          <w:rFonts w:ascii="Open Sans" w:hAnsi="Open Sans" w:cs="Open Sans"/>
          <w:lang w:eastAsia="en-US"/>
        </w:rPr>
      </w:pPr>
    </w:p>
    <w:p w14:paraId="19A2F587" w14:textId="77777777" w:rsidR="00975177" w:rsidRPr="00FD240D" w:rsidRDefault="00975177" w:rsidP="00975177">
      <w:pPr>
        <w:widowControl w:val="0"/>
        <w:numPr>
          <w:ilvl w:val="12"/>
          <w:numId w:val="0"/>
        </w:numPr>
        <w:tabs>
          <w:tab w:val="left" w:pos="7371"/>
        </w:tabs>
        <w:rPr>
          <w:rFonts w:ascii="Open Sans" w:hAnsi="Open Sans" w:cs="Open Sans"/>
          <w:lang w:eastAsia="en-US"/>
        </w:rPr>
      </w:pPr>
    </w:p>
    <w:p w14:paraId="1BB1F704" w14:textId="77777777" w:rsidR="00975177" w:rsidRPr="00FD240D" w:rsidRDefault="00975177" w:rsidP="00975177">
      <w:pPr>
        <w:widowControl w:val="0"/>
        <w:numPr>
          <w:ilvl w:val="12"/>
          <w:numId w:val="0"/>
        </w:numPr>
        <w:tabs>
          <w:tab w:val="left" w:pos="7371"/>
        </w:tabs>
        <w:rPr>
          <w:rFonts w:ascii="Open Sans" w:hAnsi="Open Sans" w:cs="Open Sans"/>
          <w:lang w:eastAsia="en-US"/>
        </w:rPr>
      </w:pPr>
    </w:p>
    <w:p w14:paraId="74CC9945" w14:textId="77777777" w:rsidR="006E1E6C" w:rsidRDefault="00FD240D" w:rsidP="00975177">
      <w:pPr>
        <w:widowControl w:val="0"/>
        <w:jc w:val="center"/>
        <w:rPr>
          <w:rFonts w:ascii="Open Sans" w:hAnsi="Open Sans" w:cs="Open Sans"/>
          <w:b/>
        </w:rPr>
      </w:pPr>
      <w:r>
        <w:rPr>
          <w:rFonts w:ascii="Open Sans" w:hAnsi="Open Sans" w:cs="Open Sans"/>
          <w:b/>
          <w:noProof/>
        </w:rPr>
        <w:t>ENLJ-SAL-80/25</w:t>
      </w:r>
      <w:r w:rsidR="00975177" w:rsidRPr="00FD240D">
        <w:rPr>
          <w:rFonts w:ascii="Open Sans" w:hAnsi="Open Sans" w:cs="Open Sans"/>
          <w:b/>
          <w:noProof/>
        </w:rPr>
        <w:t>-</w:t>
      </w:r>
      <w:r w:rsidR="00975177" w:rsidRPr="00FD240D">
        <w:rPr>
          <w:rFonts w:ascii="Open Sans" w:hAnsi="Open Sans" w:cs="Open Sans"/>
          <w:b/>
          <w:color w:val="000000"/>
        </w:rPr>
        <w:t xml:space="preserve"> </w:t>
      </w:r>
      <w:r>
        <w:rPr>
          <w:rFonts w:ascii="Open Sans" w:hAnsi="Open Sans" w:cs="Open Sans"/>
          <w:b/>
        </w:rPr>
        <w:t xml:space="preserve">VZDRŽEVANJE IN SERVISIRANJE KONVEKTORJEV ZA </w:t>
      </w:r>
    </w:p>
    <w:p w14:paraId="568DA2A9" w14:textId="1AF64548" w:rsidR="00975177" w:rsidRPr="00FD240D" w:rsidRDefault="00FD240D" w:rsidP="00975177">
      <w:pPr>
        <w:widowControl w:val="0"/>
        <w:jc w:val="center"/>
        <w:rPr>
          <w:rFonts w:ascii="Open Sans" w:hAnsi="Open Sans" w:cs="Open Sans"/>
          <w:b/>
          <w:color w:val="000000"/>
        </w:rPr>
      </w:pPr>
      <w:r>
        <w:rPr>
          <w:rFonts w:ascii="Open Sans" w:hAnsi="Open Sans" w:cs="Open Sans"/>
          <w:b/>
        </w:rPr>
        <w:t>SISTEM OGREVANJA IN HLAJENJA</w:t>
      </w:r>
    </w:p>
    <w:p w14:paraId="12A621E9" w14:textId="77777777" w:rsidR="00975177" w:rsidRPr="00FD240D" w:rsidRDefault="00975177" w:rsidP="00975177">
      <w:pPr>
        <w:widowControl w:val="0"/>
        <w:tabs>
          <w:tab w:val="left" w:pos="284"/>
        </w:tabs>
        <w:jc w:val="both"/>
        <w:rPr>
          <w:rFonts w:ascii="Open Sans" w:hAnsi="Open Sans" w:cs="Open Sans"/>
          <w:b/>
          <w:color w:val="000000"/>
        </w:rPr>
      </w:pPr>
    </w:p>
    <w:p w14:paraId="0A6FAC6F" w14:textId="77777777" w:rsidR="00975177" w:rsidRPr="00FD240D" w:rsidRDefault="00975177" w:rsidP="00975177">
      <w:pPr>
        <w:widowControl w:val="0"/>
        <w:numPr>
          <w:ilvl w:val="12"/>
          <w:numId w:val="0"/>
        </w:numPr>
        <w:tabs>
          <w:tab w:val="left" w:pos="7371"/>
        </w:tabs>
        <w:jc w:val="center"/>
        <w:rPr>
          <w:rFonts w:ascii="Open Sans" w:hAnsi="Open Sans" w:cs="Open Sans"/>
          <w:b/>
          <w:lang w:eastAsia="en-US"/>
        </w:rPr>
      </w:pPr>
      <w:r w:rsidRPr="00FD240D">
        <w:rPr>
          <w:rFonts w:ascii="Open Sans" w:hAnsi="Open Sans" w:cs="Open Sans"/>
          <w:b/>
          <w:lang w:eastAsia="en-US"/>
        </w:rPr>
        <w:t>POTRDILO</w:t>
      </w:r>
    </w:p>
    <w:p w14:paraId="7936C80E" w14:textId="77777777" w:rsidR="00975177" w:rsidRPr="00FD240D" w:rsidRDefault="00975177" w:rsidP="00975177">
      <w:pPr>
        <w:widowControl w:val="0"/>
        <w:numPr>
          <w:ilvl w:val="12"/>
          <w:numId w:val="0"/>
        </w:numPr>
        <w:tabs>
          <w:tab w:val="left" w:pos="7371"/>
        </w:tabs>
        <w:jc w:val="center"/>
        <w:rPr>
          <w:rFonts w:ascii="Open Sans" w:hAnsi="Open Sans" w:cs="Open Sans"/>
          <w:lang w:eastAsia="en-US"/>
        </w:rPr>
      </w:pPr>
    </w:p>
    <w:p w14:paraId="45A5C7F5" w14:textId="77777777" w:rsidR="00975177" w:rsidRPr="00FD240D" w:rsidRDefault="00975177" w:rsidP="00975177">
      <w:pPr>
        <w:widowControl w:val="0"/>
        <w:jc w:val="right"/>
        <w:rPr>
          <w:rFonts w:ascii="Open Sans" w:hAnsi="Open Sans" w:cs="Open Sans"/>
          <w:lang w:eastAsia="en-US"/>
        </w:rPr>
      </w:pPr>
    </w:p>
    <w:p w14:paraId="03F4DA0C" w14:textId="77777777" w:rsidR="00975177" w:rsidRPr="00FD240D" w:rsidRDefault="00975177" w:rsidP="00975177">
      <w:pPr>
        <w:widowControl w:val="0"/>
        <w:jc w:val="center"/>
        <w:rPr>
          <w:rFonts w:ascii="Open Sans" w:eastAsia="Calibri" w:hAnsi="Open Sans" w:cs="Open Sans"/>
          <w:lang w:eastAsia="en-US"/>
        </w:rPr>
      </w:pPr>
      <w:r w:rsidRPr="00FD240D">
        <w:rPr>
          <w:rFonts w:ascii="Open Sans" w:eastAsia="Calibri" w:hAnsi="Open Sans" w:cs="Open Sans"/>
        </w:rPr>
        <w:t xml:space="preserve">Potrjujem, da si je </w:t>
      </w:r>
      <w:r w:rsidRPr="00FD240D">
        <w:rPr>
          <w:rFonts w:ascii="Open Sans" w:eastAsia="Calibri" w:hAnsi="Open Sans" w:cs="Open Sans"/>
          <w:lang w:eastAsia="en-US"/>
        </w:rPr>
        <w:t>ogled objekta:</w:t>
      </w:r>
    </w:p>
    <w:p w14:paraId="635DC23E" w14:textId="77777777" w:rsidR="00975177" w:rsidRPr="00FD240D" w:rsidRDefault="00975177" w:rsidP="00975177">
      <w:pPr>
        <w:widowControl w:val="0"/>
        <w:jc w:val="center"/>
        <w:rPr>
          <w:rFonts w:ascii="Open Sans" w:eastAsia="Calibri" w:hAnsi="Open Sans" w:cs="Open Sans"/>
          <w:lang w:eastAsia="en-US"/>
        </w:rPr>
      </w:pPr>
    </w:p>
    <w:tbl>
      <w:tblPr>
        <w:tblW w:w="0" w:type="auto"/>
        <w:tblInd w:w="2" w:type="dxa"/>
        <w:tblLook w:val="00A0" w:firstRow="1" w:lastRow="0" w:firstColumn="1" w:lastColumn="0" w:noHBand="0" w:noVBand="0"/>
      </w:tblPr>
      <w:tblGrid>
        <w:gridCol w:w="9352"/>
      </w:tblGrid>
      <w:tr w:rsidR="00975177" w:rsidRPr="00FD240D" w14:paraId="3996C1F4" w14:textId="77777777" w:rsidTr="008A32DE">
        <w:trPr>
          <w:trHeight w:val="189"/>
        </w:trPr>
        <w:tc>
          <w:tcPr>
            <w:tcW w:w="9462" w:type="dxa"/>
            <w:shd w:val="clear" w:color="auto" w:fill="FFFFFF"/>
          </w:tcPr>
          <w:p w14:paraId="1EF1B418" w14:textId="505A71EE" w:rsidR="00975177" w:rsidRPr="00FD240D" w:rsidRDefault="006E1E6C" w:rsidP="0019014E">
            <w:pPr>
              <w:widowControl w:val="0"/>
              <w:numPr>
                <w:ilvl w:val="0"/>
                <w:numId w:val="6"/>
              </w:numPr>
              <w:ind w:left="318" w:hanging="426"/>
              <w:jc w:val="both"/>
              <w:rPr>
                <w:rFonts w:ascii="Open Sans" w:hAnsi="Open Sans" w:cs="Open Sans"/>
                <w:b/>
                <w:bCs/>
              </w:rPr>
            </w:pPr>
            <w:r>
              <w:rPr>
                <w:rFonts w:ascii="Open Sans" w:hAnsi="Open Sans" w:cs="Open Sans"/>
              </w:rPr>
              <w:t>Verovškova</w:t>
            </w:r>
            <w:r w:rsidR="00975177" w:rsidRPr="00FD240D">
              <w:rPr>
                <w:rFonts w:ascii="Open Sans" w:hAnsi="Open Sans" w:cs="Open Sans"/>
              </w:rPr>
              <w:t xml:space="preserve"> ulica </w:t>
            </w:r>
            <w:r>
              <w:rPr>
                <w:rFonts w:ascii="Open Sans" w:hAnsi="Open Sans" w:cs="Open Sans"/>
              </w:rPr>
              <w:t>62</w:t>
            </w:r>
            <w:r w:rsidR="00975177" w:rsidRPr="00FD240D">
              <w:rPr>
                <w:rFonts w:ascii="Open Sans" w:hAnsi="Open Sans" w:cs="Open Sans"/>
              </w:rPr>
              <w:t>, Ljubljana</w:t>
            </w:r>
            <w:r w:rsidR="00975177" w:rsidRPr="00FD240D">
              <w:rPr>
                <w:rFonts w:ascii="Open Sans" w:hAnsi="Open Sans" w:cs="Open Sans"/>
                <w:b/>
              </w:rPr>
              <w:t xml:space="preserve">          </w:t>
            </w:r>
          </w:p>
        </w:tc>
      </w:tr>
      <w:tr w:rsidR="00975177" w:rsidRPr="00FD240D" w14:paraId="53B7D638" w14:textId="77777777" w:rsidTr="008A32DE">
        <w:trPr>
          <w:trHeight w:val="189"/>
        </w:trPr>
        <w:tc>
          <w:tcPr>
            <w:tcW w:w="9462" w:type="dxa"/>
            <w:shd w:val="clear" w:color="auto" w:fill="FFFFFF"/>
          </w:tcPr>
          <w:p w14:paraId="679B812F" w14:textId="6AB0C08E" w:rsidR="00975177" w:rsidRPr="00FD240D" w:rsidRDefault="00975177" w:rsidP="0019014E">
            <w:pPr>
              <w:widowControl w:val="0"/>
              <w:numPr>
                <w:ilvl w:val="0"/>
                <w:numId w:val="6"/>
              </w:numPr>
              <w:ind w:left="318" w:hanging="426"/>
              <w:jc w:val="both"/>
              <w:rPr>
                <w:rFonts w:ascii="Open Sans" w:hAnsi="Open Sans" w:cs="Open Sans"/>
                <w:b/>
                <w:bCs/>
              </w:rPr>
            </w:pPr>
            <w:r w:rsidRPr="00FD240D">
              <w:rPr>
                <w:rFonts w:ascii="Open Sans" w:hAnsi="Open Sans" w:cs="Open Sans"/>
              </w:rPr>
              <w:t xml:space="preserve">Verovškova ulica </w:t>
            </w:r>
            <w:r w:rsidR="006E1E6C">
              <w:rPr>
                <w:rFonts w:ascii="Open Sans" w:hAnsi="Open Sans" w:cs="Open Sans"/>
              </w:rPr>
              <w:t>70</w:t>
            </w:r>
            <w:r w:rsidRPr="00FD240D">
              <w:rPr>
                <w:rFonts w:ascii="Open Sans" w:hAnsi="Open Sans" w:cs="Open Sans"/>
              </w:rPr>
              <w:t>, Ljubljana</w:t>
            </w:r>
          </w:p>
        </w:tc>
      </w:tr>
    </w:tbl>
    <w:p w14:paraId="4EA1FCA2" w14:textId="77777777" w:rsidR="00975177" w:rsidRPr="00FD240D" w:rsidRDefault="00975177" w:rsidP="00975177">
      <w:pPr>
        <w:widowControl w:val="0"/>
        <w:numPr>
          <w:ilvl w:val="12"/>
          <w:numId w:val="0"/>
        </w:numPr>
        <w:tabs>
          <w:tab w:val="left" w:pos="7371"/>
        </w:tabs>
        <w:jc w:val="both"/>
        <w:rPr>
          <w:rFonts w:ascii="Open Sans" w:hAnsi="Open Sans" w:cs="Open Sans"/>
          <w:lang w:eastAsia="en-US"/>
        </w:rPr>
      </w:pPr>
    </w:p>
    <w:p w14:paraId="3765A7F9" w14:textId="77777777" w:rsidR="00975177" w:rsidRPr="00FD240D" w:rsidRDefault="00975177" w:rsidP="00975177">
      <w:pPr>
        <w:widowControl w:val="0"/>
        <w:jc w:val="right"/>
        <w:rPr>
          <w:rFonts w:ascii="Open Sans" w:hAnsi="Open Sans" w:cs="Open Sans"/>
          <w:lang w:eastAsia="en-US"/>
        </w:rPr>
      </w:pPr>
    </w:p>
    <w:p w14:paraId="51E9BC1F" w14:textId="19D7E912" w:rsidR="00975177" w:rsidRDefault="00975177" w:rsidP="00975177">
      <w:pPr>
        <w:widowControl w:val="0"/>
        <w:jc w:val="center"/>
        <w:rPr>
          <w:rFonts w:ascii="Open Sans" w:eastAsia="Calibri" w:hAnsi="Open Sans" w:cs="Open Sans"/>
        </w:rPr>
      </w:pPr>
      <w:r w:rsidRPr="00FD240D">
        <w:rPr>
          <w:rFonts w:ascii="Open Sans" w:eastAsia="Calibri" w:hAnsi="Open Sans" w:cs="Open Sans"/>
          <w:lang w:eastAsia="en-US"/>
        </w:rPr>
        <w:t xml:space="preserve">za </w:t>
      </w:r>
      <w:r w:rsidR="00FD240D">
        <w:rPr>
          <w:rFonts w:ascii="Open Sans" w:eastAsia="Calibri" w:hAnsi="Open Sans" w:cs="Open Sans"/>
          <w:lang w:eastAsia="en-US"/>
        </w:rPr>
        <w:t>VZDRŽEVANJE IN SERVISIRANJE KONVEKTORJEV ZA SISTEM OGREVANJA IN HLAJENJA</w:t>
      </w:r>
      <w:r w:rsidRPr="00FD240D">
        <w:rPr>
          <w:rFonts w:ascii="Open Sans" w:eastAsia="Calibri" w:hAnsi="Open Sans" w:cs="Open Sans"/>
          <w:lang w:eastAsia="en-US"/>
        </w:rPr>
        <w:t xml:space="preserve">, </w:t>
      </w:r>
      <w:r w:rsidRPr="00FD240D">
        <w:rPr>
          <w:rFonts w:ascii="Open Sans" w:eastAsia="Calibri" w:hAnsi="Open Sans" w:cs="Open Sans"/>
        </w:rPr>
        <w:t xml:space="preserve">ki so predmet javnega naročila št. </w:t>
      </w:r>
      <w:r w:rsidR="00FD240D">
        <w:rPr>
          <w:rFonts w:ascii="Open Sans" w:eastAsia="Calibri" w:hAnsi="Open Sans" w:cs="Open Sans"/>
        </w:rPr>
        <w:t>ENLJ-SAL-80/25</w:t>
      </w:r>
      <w:r w:rsidRPr="00FD240D">
        <w:rPr>
          <w:rFonts w:ascii="Open Sans" w:eastAsia="Calibri" w:hAnsi="Open Sans" w:cs="Open Sans"/>
        </w:rPr>
        <w:t xml:space="preserve">, s strani </w:t>
      </w:r>
    </w:p>
    <w:p w14:paraId="0B151715" w14:textId="77777777" w:rsidR="006E1E6C" w:rsidRPr="00FD240D" w:rsidRDefault="006E1E6C" w:rsidP="00975177">
      <w:pPr>
        <w:widowControl w:val="0"/>
        <w:jc w:val="center"/>
        <w:rPr>
          <w:rFonts w:ascii="Open Sans" w:eastAsia="Calibri" w:hAnsi="Open Sans" w:cs="Open Sans"/>
        </w:rPr>
      </w:pPr>
    </w:p>
    <w:p w14:paraId="0EE2C1BD" w14:textId="77777777" w:rsidR="00975177" w:rsidRPr="00FD240D" w:rsidRDefault="00975177" w:rsidP="00975177">
      <w:pPr>
        <w:widowControl w:val="0"/>
        <w:jc w:val="center"/>
        <w:rPr>
          <w:rFonts w:ascii="Open Sans" w:eastAsia="Calibri" w:hAnsi="Open Sans" w:cs="Open Sans"/>
        </w:rPr>
      </w:pPr>
    </w:p>
    <w:p w14:paraId="2C2F2649" w14:textId="77777777" w:rsidR="00975177" w:rsidRPr="00FD240D" w:rsidRDefault="00975177" w:rsidP="00975177">
      <w:pPr>
        <w:widowControl w:val="0"/>
        <w:jc w:val="center"/>
        <w:rPr>
          <w:rFonts w:ascii="Open Sans" w:eastAsia="Calibri" w:hAnsi="Open Sans" w:cs="Open Sans"/>
          <w:i/>
        </w:rPr>
      </w:pPr>
      <w:r w:rsidRPr="00FD240D">
        <w:rPr>
          <w:rFonts w:ascii="Open Sans" w:eastAsia="Calibri" w:hAnsi="Open Sans" w:cs="Open Sans"/>
        </w:rPr>
        <w:t>___________________________________________________________________________ (</w:t>
      </w:r>
      <w:r w:rsidRPr="00FD240D">
        <w:rPr>
          <w:rFonts w:ascii="Open Sans" w:eastAsia="Calibri" w:hAnsi="Open Sans" w:cs="Open Sans"/>
          <w:i/>
        </w:rPr>
        <w:t>naziv in naslov podjetja)</w:t>
      </w:r>
    </w:p>
    <w:p w14:paraId="27DC81F5" w14:textId="77777777" w:rsidR="00975177" w:rsidRPr="00FD240D" w:rsidRDefault="00975177" w:rsidP="00975177">
      <w:pPr>
        <w:widowControl w:val="0"/>
        <w:jc w:val="both"/>
        <w:rPr>
          <w:rFonts w:ascii="Open Sans" w:eastAsia="Calibri" w:hAnsi="Open Sans" w:cs="Open Sans"/>
          <w:i/>
        </w:rPr>
      </w:pPr>
    </w:p>
    <w:p w14:paraId="517259C3" w14:textId="77777777" w:rsidR="00975177" w:rsidRPr="00FD240D" w:rsidRDefault="00975177" w:rsidP="00975177">
      <w:pPr>
        <w:widowControl w:val="0"/>
        <w:jc w:val="both"/>
        <w:rPr>
          <w:rFonts w:ascii="Open Sans" w:eastAsia="Calibri" w:hAnsi="Open Sans" w:cs="Open Sans"/>
          <w:i/>
        </w:rPr>
      </w:pPr>
    </w:p>
    <w:p w14:paraId="2AEA6BCD" w14:textId="77777777" w:rsidR="00975177" w:rsidRPr="00FD240D" w:rsidRDefault="00975177" w:rsidP="00975177">
      <w:pPr>
        <w:widowControl w:val="0"/>
        <w:jc w:val="both"/>
        <w:rPr>
          <w:rFonts w:ascii="Open Sans" w:eastAsia="Calibri" w:hAnsi="Open Sans" w:cs="Open Sans"/>
        </w:rPr>
      </w:pPr>
      <w:r w:rsidRPr="00FD240D">
        <w:rPr>
          <w:rFonts w:ascii="Open Sans" w:eastAsia="Calibri" w:hAnsi="Open Sans" w:cs="Open Sans"/>
        </w:rPr>
        <w:t xml:space="preserve">ogledal _____________________________________________________________________ </w:t>
      </w:r>
    </w:p>
    <w:p w14:paraId="7E3668C4" w14:textId="77777777" w:rsidR="00975177" w:rsidRPr="00FD240D" w:rsidRDefault="00975177" w:rsidP="00975177">
      <w:pPr>
        <w:widowControl w:val="0"/>
        <w:jc w:val="center"/>
        <w:rPr>
          <w:rFonts w:ascii="Open Sans" w:eastAsia="Calibri" w:hAnsi="Open Sans" w:cs="Open Sans"/>
        </w:rPr>
      </w:pPr>
      <w:r w:rsidRPr="00FD240D">
        <w:rPr>
          <w:rFonts w:ascii="Open Sans" w:eastAsia="Calibri" w:hAnsi="Open Sans" w:cs="Open Sans"/>
        </w:rPr>
        <w:t>(</w:t>
      </w:r>
      <w:r w:rsidRPr="00FD240D">
        <w:rPr>
          <w:rFonts w:ascii="Open Sans" w:eastAsia="Calibri" w:hAnsi="Open Sans" w:cs="Open Sans"/>
          <w:i/>
        </w:rPr>
        <w:t>ime in priimek predstavnika, ki je prišel na ogled</w:t>
      </w:r>
      <w:r w:rsidRPr="00FD240D">
        <w:rPr>
          <w:rFonts w:ascii="Open Sans" w:eastAsia="Calibri" w:hAnsi="Open Sans" w:cs="Open Sans"/>
        </w:rPr>
        <w:t>).</w:t>
      </w:r>
    </w:p>
    <w:p w14:paraId="085E2A7B" w14:textId="77777777" w:rsidR="00975177" w:rsidRPr="00FD240D" w:rsidRDefault="00975177" w:rsidP="00975177">
      <w:pPr>
        <w:widowControl w:val="0"/>
        <w:rPr>
          <w:rFonts w:ascii="Open Sans" w:eastAsia="Calibri" w:hAnsi="Open Sans" w:cs="Open Sans"/>
        </w:rPr>
      </w:pPr>
    </w:p>
    <w:p w14:paraId="1F906D27" w14:textId="77777777" w:rsidR="00975177" w:rsidRPr="00FD240D" w:rsidRDefault="00975177" w:rsidP="00975177">
      <w:pPr>
        <w:widowControl w:val="0"/>
        <w:rPr>
          <w:rFonts w:ascii="Open Sans" w:eastAsia="Calibri" w:hAnsi="Open Sans" w:cs="Open Sans"/>
        </w:rPr>
      </w:pPr>
    </w:p>
    <w:p w14:paraId="02B83B0D" w14:textId="77777777" w:rsidR="00975177" w:rsidRPr="00FD240D" w:rsidRDefault="00975177" w:rsidP="00975177">
      <w:pPr>
        <w:widowControl w:val="0"/>
        <w:rPr>
          <w:rFonts w:ascii="Open Sans" w:eastAsia="Calibri" w:hAnsi="Open Sans" w:cs="Open Sans"/>
        </w:rPr>
      </w:pPr>
    </w:p>
    <w:p w14:paraId="70BE18F1" w14:textId="77777777" w:rsidR="00975177" w:rsidRPr="00FD240D" w:rsidRDefault="00975177" w:rsidP="00975177">
      <w:pPr>
        <w:widowControl w:val="0"/>
        <w:rPr>
          <w:rFonts w:ascii="Open Sans" w:eastAsia="Calibri" w:hAnsi="Open Sans" w:cs="Open Sans"/>
        </w:rPr>
      </w:pPr>
    </w:p>
    <w:p w14:paraId="47CFD0BC" w14:textId="77777777" w:rsidR="00975177" w:rsidRPr="00FD240D" w:rsidRDefault="00975177" w:rsidP="00975177">
      <w:pPr>
        <w:widowControl w:val="0"/>
        <w:rPr>
          <w:rFonts w:ascii="Open Sans" w:eastAsia="Calibri" w:hAnsi="Open Sans" w:cs="Open Sans"/>
        </w:rPr>
      </w:pPr>
    </w:p>
    <w:p w14:paraId="0A879E88" w14:textId="77777777" w:rsidR="00975177" w:rsidRPr="00FD240D" w:rsidRDefault="00975177" w:rsidP="00975177">
      <w:pPr>
        <w:widowControl w:val="0"/>
        <w:rPr>
          <w:rFonts w:ascii="Open Sans" w:eastAsia="Calibri" w:hAnsi="Open Sans" w:cs="Open Sans"/>
        </w:rPr>
      </w:pPr>
      <w:r w:rsidRPr="00FD240D">
        <w:rPr>
          <w:rFonts w:ascii="Open Sans" w:eastAsia="Calibri" w:hAnsi="Open Sans" w:cs="Open Sans"/>
        </w:rPr>
        <w:t>______________________________________________</w:t>
      </w:r>
    </w:p>
    <w:p w14:paraId="0FD97FE8" w14:textId="77777777" w:rsidR="00975177" w:rsidRPr="00FD240D" w:rsidRDefault="00975177" w:rsidP="00975177">
      <w:pPr>
        <w:widowControl w:val="0"/>
        <w:rPr>
          <w:rFonts w:ascii="Open Sans" w:eastAsia="Calibri" w:hAnsi="Open Sans" w:cs="Open Sans"/>
          <w:i/>
        </w:rPr>
      </w:pPr>
      <w:r w:rsidRPr="00FD240D">
        <w:rPr>
          <w:rFonts w:ascii="Open Sans" w:eastAsia="Calibri" w:hAnsi="Open Sans" w:cs="Open Sans"/>
        </w:rPr>
        <w:t>(</w:t>
      </w:r>
      <w:r w:rsidRPr="00FD240D">
        <w:rPr>
          <w:rFonts w:ascii="Open Sans" w:eastAsia="Calibri" w:hAnsi="Open Sans" w:cs="Open Sans"/>
          <w:i/>
        </w:rPr>
        <w:t>ime in priimek ter podpis predstavnika naročnika)</w:t>
      </w:r>
    </w:p>
    <w:p w14:paraId="260C991C" w14:textId="77777777" w:rsidR="00975177" w:rsidRPr="00FD240D" w:rsidRDefault="00975177" w:rsidP="00975177">
      <w:pPr>
        <w:widowControl w:val="0"/>
        <w:rPr>
          <w:rFonts w:ascii="Open Sans" w:eastAsia="Calibri" w:hAnsi="Open Sans" w:cs="Open Sans"/>
          <w:i/>
        </w:rPr>
      </w:pPr>
    </w:p>
    <w:p w14:paraId="4C5A98FE" w14:textId="77777777" w:rsidR="00975177" w:rsidRPr="00FD240D" w:rsidRDefault="00975177" w:rsidP="00975177">
      <w:pPr>
        <w:widowControl w:val="0"/>
        <w:rPr>
          <w:rFonts w:ascii="Open Sans" w:eastAsia="Calibri" w:hAnsi="Open Sans" w:cs="Open Sans"/>
          <w:i/>
        </w:rPr>
      </w:pPr>
    </w:p>
    <w:p w14:paraId="4AAC2F99" w14:textId="77777777" w:rsidR="00975177" w:rsidRPr="00FD240D" w:rsidRDefault="00975177" w:rsidP="00975177">
      <w:pPr>
        <w:widowControl w:val="0"/>
        <w:rPr>
          <w:rFonts w:ascii="Open Sans" w:eastAsia="Calibri" w:hAnsi="Open Sans" w:cs="Open Sans"/>
        </w:rPr>
      </w:pPr>
    </w:p>
    <w:p w14:paraId="4AAAECEE" w14:textId="77777777" w:rsidR="00975177" w:rsidRPr="00FD240D" w:rsidRDefault="00975177" w:rsidP="00975177">
      <w:pPr>
        <w:widowControl w:val="0"/>
        <w:rPr>
          <w:rFonts w:ascii="Open Sans" w:eastAsia="Calibri" w:hAnsi="Open Sans" w:cs="Open Sans"/>
        </w:rPr>
      </w:pPr>
    </w:p>
    <w:p w14:paraId="1A5032F7" w14:textId="77777777" w:rsidR="00975177" w:rsidRPr="00FD240D" w:rsidRDefault="00975177" w:rsidP="00975177">
      <w:pPr>
        <w:widowControl w:val="0"/>
        <w:rPr>
          <w:rFonts w:ascii="Open Sans" w:eastAsia="Calibri" w:hAnsi="Open Sans" w:cs="Open Sans"/>
        </w:rPr>
      </w:pPr>
    </w:p>
    <w:p w14:paraId="11BFF2AB" w14:textId="77777777" w:rsidR="00975177" w:rsidRPr="00FD240D" w:rsidRDefault="00975177" w:rsidP="00975177">
      <w:pPr>
        <w:widowControl w:val="0"/>
        <w:rPr>
          <w:rFonts w:ascii="Open Sans" w:eastAsia="Calibri" w:hAnsi="Open Sans" w:cs="Open Sans"/>
        </w:rPr>
      </w:pPr>
      <w:r w:rsidRPr="00FD240D">
        <w:rPr>
          <w:rFonts w:ascii="Open Sans" w:eastAsia="Calibri" w:hAnsi="Open Sans" w:cs="Open Sans"/>
        </w:rPr>
        <w:t>__________________________________________</w:t>
      </w:r>
    </w:p>
    <w:p w14:paraId="0BCD41CC" w14:textId="77777777" w:rsidR="00975177" w:rsidRPr="00FD240D" w:rsidRDefault="00975177" w:rsidP="00975177">
      <w:pPr>
        <w:widowControl w:val="0"/>
        <w:rPr>
          <w:rFonts w:ascii="Open Sans" w:eastAsia="Calibri" w:hAnsi="Open Sans" w:cs="Open Sans"/>
          <w:i/>
        </w:rPr>
      </w:pPr>
      <w:r w:rsidRPr="00FD240D">
        <w:rPr>
          <w:rFonts w:ascii="Open Sans" w:eastAsia="Calibri" w:hAnsi="Open Sans" w:cs="Open Sans"/>
        </w:rPr>
        <w:t>(</w:t>
      </w:r>
      <w:r w:rsidRPr="00FD240D">
        <w:rPr>
          <w:rFonts w:ascii="Open Sans" w:eastAsia="Calibri" w:hAnsi="Open Sans" w:cs="Open Sans"/>
          <w:i/>
        </w:rPr>
        <w:t>podpis predstavnika podjetja, ki je bil na ogledu)</w:t>
      </w:r>
    </w:p>
    <w:p w14:paraId="5C61E103" w14:textId="77777777" w:rsidR="00975177" w:rsidRPr="00FD240D" w:rsidRDefault="00975177" w:rsidP="00975177">
      <w:pPr>
        <w:widowControl w:val="0"/>
        <w:rPr>
          <w:rFonts w:ascii="Open Sans" w:eastAsia="Calibri" w:hAnsi="Open Sans" w:cs="Open Sans"/>
          <w:i/>
        </w:rPr>
      </w:pPr>
    </w:p>
    <w:p w14:paraId="320208E2" w14:textId="66F00B15" w:rsidR="00975177" w:rsidRPr="00FD240D" w:rsidRDefault="00975177" w:rsidP="00975177">
      <w:pPr>
        <w:widowControl w:val="0"/>
        <w:rPr>
          <w:rFonts w:ascii="Open Sans" w:eastAsia="Calibri" w:hAnsi="Open Sans" w:cs="Open Sans"/>
        </w:rPr>
      </w:pPr>
    </w:p>
    <w:p w14:paraId="21E62116" w14:textId="77777777" w:rsidR="00975177" w:rsidRPr="00FD240D" w:rsidRDefault="00975177" w:rsidP="00975177">
      <w:pPr>
        <w:widowControl w:val="0"/>
        <w:rPr>
          <w:rFonts w:ascii="Open Sans" w:eastAsia="Calibri" w:hAnsi="Open Sans" w:cs="Open Sans"/>
        </w:rPr>
      </w:pPr>
    </w:p>
    <w:p w14:paraId="131B82F2" w14:textId="77777777" w:rsidR="00975177" w:rsidRPr="00FD240D" w:rsidRDefault="00975177" w:rsidP="00975177">
      <w:pPr>
        <w:widowControl w:val="0"/>
        <w:rPr>
          <w:rFonts w:ascii="Open Sans" w:eastAsia="Calibri" w:hAnsi="Open Sans" w:cs="Open Sans"/>
        </w:rPr>
      </w:pPr>
    </w:p>
    <w:p w14:paraId="6DF164D6" w14:textId="77777777" w:rsidR="00975177" w:rsidRPr="00FD240D" w:rsidRDefault="00975177" w:rsidP="00975177">
      <w:pPr>
        <w:widowControl w:val="0"/>
        <w:rPr>
          <w:rFonts w:ascii="Open Sans" w:eastAsia="Calibri" w:hAnsi="Open Sans" w:cs="Open Sans"/>
        </w:rPr>
      </w:pPr>
    </w:p>
    <w:p w14:paraId="60B645A6" w14:textId="77777777" w:rsidR="00975177" w:rsidRPr="00FD240D" w:rsidRDefault="00975177" w:rsidP="00975177">
      <w:pPr>
        <w:widowControl w:val="0"/>
        <w:rPr>
          <w:rFonts w:ascii="Open Sans" w:eastAsia="Calibri" w:hAnsi="Open Sans" w:cs="Open Sans"/>
        </w:rPr>
      </w:pPr>
    </w:p>
    <w:p w14:paraId="4B9ADE53" w14:textId="77777777" w:rsidR="00975177" w:rsidRPr="00FD240D" w:rsidRDefault="00975177" w:rsidP="00975177">
      <w:pPr>
        <w:widowControl w:val="0"/>
        <w:rPr>
          <w:rFonts w:ascii="Open Sans" w:eastAsia="Calibri" w:hAnsi="Open Sans" w:cs="Open Sans"/>
        </w:rPr>
      </w:pPr>
      <w:r w:rsidRPr="00FD240D">
        <w:rPr>
          <w:rFonts w:ascii="Open Sans" w:eastAsia="Calibri" w:hAnsi="Open Sans" w:cs="Open Sans"/>
        </w:rPr>
        <w:t>Ljubljana, dne ________________</w:t>
      </w:r>
    </w:p>
    <w:p w14:paraId="68C40223" w14:textId="1148823D" w:rsidR="00975177" w:rsidRPr="00FD240D" w:rsidRDefault="00975177" w:rsidP="00571122">
      <w:pPr>
        <w:widowControl w:val="0"/>
        <w:tabs>
          <w:tab w:val="left" w:pos="567"/>
          <w:tab w:val="left" w:pos="851"/>
          <w:tab w:val="left" w:pos="993"/>
        </w:tabs>
        <w:suppressAutoHyphens/>
        <w:jc w:val="both"/>
        <w:rPr>
          <w:rFonts w:ascii="Open Sans" w:hAnsi="Open Sans" w:cs="Open Sans"/>
          <w:i/>
          <w:lang w:eastAsia="ar-SA"/>
        </w:rPr>
      </w:pPr>
    </w:p>
    <w:p w14:paraId="60BC6C57" w14:textId="511694EC" w:rsidR="00151CF3" w:rsidRDefault="00151CF3" w:rsidP="00571122">
      <w:pPr>
        <w:widowControl w:val="0"/>
        <w:tabs>
          <w:tab w:val="left" w:pos="567"/>
          <w:tab w:val="left" w:pos="851"/>
          <w:tab w:val="left" w:pos="993"/>
        </w:tabs>
        <w:suppressAutoHyphens/>
        <w:jc w:val="both"/>
        <w:rPr>
          <w:rFonts w:ascii="Open Sans" w:hAnsi="Open Sans" w:cs="Open Sans"/>
          <w:i/>
          <w:lang w:eastAsia="ar-SA"/>
        </w:rPr>
      </w:pPr>
    </w:p>
    <w:p w14:paraId="6A5BF6B3" w14:textId="553C488C" w:rsidR="00D7657A" w:rsidRDefault="00D7657A" w:rsidP="00571122">
      <w:pPr>
        <w:widowControl w:val="0"/>
        <w:tabs>
          <w:tab w:val="left" w:pos="567"/>
          <w:tab w:val="left" w:pos="851"/>
          <w:tab w:val="left" w:pos="993"/>
        </w:tabs>
        <w:suppressAutoHyphens/>
        <w:jc w:val="both"/>
        <w:rPr>
          <w:rFonts w:ascii="Open Sans" w:hAnsi="Open Sans" w:cs="Open Sans"/>
          <w:i/>
          <w:lang w:eastAsia="ar-SA"/>
        </w:rPr>
      </w:pPr>
    </w:p>
    <w:p w14:paraId="04B816B4" w14:textId="77777777" w:rsidR="00B840C0" w:rsidRPr="00FD240D" w:rsidRDefault="00B840C0" w:rsidP="00571122">
      <w:pPr>
        <w:widowControl w:val="0"/>
        <w:tabs>
          <w:tab w:val="left" w:pos="567"/>
          <w:tab w:val="left" w:pos="851"/>
          <w:tab w:val="left" w:pos="993"/>
        </w:tabs>
        <w:suppressAutoHyphens/>
        <w:jc w:val="both"/>
        <w:rPr>
          <w:rFonts w:ascii="Open Sans" w:hAnsi="Open Sans" w:cs="Open Sans"/>
          <w:i/>
          <w:lang w:eastAsia="ar-S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C30D3D" w:rsidRPr="00FD240D" w14:paraId="26FCC966" w14:textId="77777777" w:rsidTr="00EF15C1">
        <w:tc>
          <w:tcPr>
            <w:tcW w:w="8150" w:type="dxa"/>
            <w:tcBorders>
              <w:top w:val="single" w:sz="4" w:space="0" w:color="auto"/>
              <w:bottom w:val="single" w:sz="4" w:space="0" w:color="auto"/>
            </w:tcBorders>
          </w:tcPr>
          <w:p w14:paraId="18DDDFCE" w14:textId="606BCDFD" w:rsidR="00C30D3D" w:rsidRPr="00FD240D" w:rsidRDefault="00C30D3D" w:rsidP="004449C9">
            <w:pPr>
              <w:widowControl w:val="0"/>
              <w:jc w:val="both"/>
              <w:rPr>
                <w:rFonts w:ascii="Open Sans" w:hAnsi="Open Sans" w:cs="Open Sans"/>
              </w:rPr>
            </w:pPr>
            <w:r w:rsidRPr="00FD240D">
              <w:rPr>
                <w:rFonts w:ascii="Open Sans" w:hAnsi="Open Sans" w:cs="Open Sans"/>
              </w:rPr>
              <w:lastRenderedPageBreak/>
              <w:br w:type="page"/>
            </w:r>
            <w:r w:rsidRPr="00FD240D">
              <w:rPr>
                <w:rFonts w:ascii="Open Sans" w:hAnsi="Open Sans" w:cs="Open Sans"/>
              </w:rPr>
              <w:br w:type="page"/>
            </w:r>
            <w:r w:rsidRPr="00FD240D">
              <w:rPr>
                <w:rFonts w:ascii="Open Sans" w:hAnsi="Open Sans" w:cs="Open Sans"/>
              </w:rPr>
              <w:br w:type="page"/>
            </w:r>
            <w:r w:rsidRPr="00FD240D">
              <w:rPr>
                <w:rFonts w:ascii="Open Sans" w:hAnsi="Open Sans" w:cs="Open Sans"/>
              </w:rPr>
              <w:br w:type="page"/>
            </w:r>
            <w:r w:rsidR="000E69F6" w:rsidRPr="00FD240D">
              <w:rPr>
                <w:rFonts w:ascii="Open Sans" w:hAnsi="Open Sans" w:cs="Open Sans"/>
              </w:rPr>
              <w:t>ZAGOTAVLJANJE VARNOSTI IN ZDRAVJA PRI DELU</w:t>
            </w:r>
          </w:p>
        </w:tc>
        <w:tc>
          <w:tcPr>
            <w:tcW w:w="1559" w:type="dxa"/>
            <w:tcBorders>
              <w:top w:val="single" w:sz="4" w:space="0" w:color="auto"/>
              <w:bottom w:val="single" w:sz="4" w:space="0" w:color="auto"/>
            </w:tcBorders>
          </w:tcPr>
          <w:p w14:paraId="12DF98FC" w14:textId="557C0353" w:rsidR="00C30D3D" w:rsidRPr="00FD240D" w:rsidRDefault="000E69F6" w:rsidP="007838A3">
            <w:pPr>
              <w:widowControl w:val="0"/>
              <w:jc w:val="both"/>
              <w:rPr>
                <w:rFonts w:ascii="Open Sans" w:hAnsi="Open Sans" w:cs="Open Sans"/>
                <w:b/>
                <w:i/>
              </w:rPr>
            </w:pPr>
            <w:r w:rsidRPr="00FD240D">
              <w:rPr>
                <w:rFonts w:ascii="Open Sans" w:hAnsi="Open Sans" w:cs="Open Sans"/>
                <w:b/>
                <w:i/>
              </w:rPr>
              <w:t>P</w:t>
            </w:r>
            <w:r w:rsidR="00C30D3D" w:rsidRPr="00FD240D">
              <w:rPr>
                <w:rFonts w:ascii="Open Sans" w:hAnsi="Open Sans" w:cs="Open Sans"/>
                <w:b/>
                <w:i/>
              </w:rPr>
              <w:t xml:space="preserve">riloga </w:t>
            </w:r>
            <w:r w:rsidR="006E1E6C">
              <w:rPr>
                <w:rFonts w:ascii="Open Sans" w:hAnsi="Open Sans" w:cs="Open Sans"/>
                <w:b/>
                <w:i/>
              </w:rPr>
              <w:t>9</w:t>
            </w:r>
          </w:p>
        </w:tc>
      </w:tr>
    </w:tbl>
    <w:p w14:paraId="4AC71D54" w14:textId="77777777" w:rsidR="00C30D3D" w:rsidRPr="00FD240D" w:rsidRDefault="00C30D3D" w:rsidP="004449C9">
      <w:pPr>
        <w:widowControl w:val="0"/>
        <w:tabs>
          <w:tab w:val="left" w:pos="567"/>
          <w:tab w:val="num" w:pos="851"/>
          <w:tab w:val="left" w:pos="993"/>
        </w:tabs>
        <w:jc w:val="both"/>
        <w:rPr>
          <w:rFonts w:ascii="Open Sans" w:hAnsi="Open Sans" w:cs="Open Sans"/>
        </w:rPr>
      </w:pPr>
    </w:p>
    <w:p w14:paraId="53BD0019" w14:textId="77777777" w:rsidR="00C30D3D" w:rsidRPr="00FD240D" w:rsidRDefault="00C30D3D" w:rsidP="004449C9">
      <w:pPr>
        <w:widowControl w:val="0"/>
        <w:jc w:val="both"/>
        <w:rPr>
          <w:rFonts w:ascii="Open Sans" w:hAnsi="Open Sans" w:cs="Open Sans"/>
        </w:rPr>
      </w:pPr>
    </w:p>
    <w:p w14:paraId="14B99E18" w14:textId="77777777" w:rsidR="00B54939" w:rsidRPr="00FD240D" w:rsidRDefault="000E69F6" w:rsidP="004449C9">
      <w:pPr>
        <w:widowControl w:val="0"/>
        <w:jc w:val="both"/>
        <w:rPr>
          <w:rFonts w:ascii="Open Sans" w:hAnsi="Open Sans" w:cs="Open Sans"/>
        </w:rPr>
      </w:pPr>
      <w:r w:rsidRPr="00FD240D">
        <w:rPr>
          <w:rFonts w:ascii="Open Sans" w:hAnsi="Open Sans" w:cs="Open Sans"/>
        </w:rPr>
        <w:t>Kot ponudnik: _________________________________________________________________ za izbiro izvajalca za javno naročilo</w:t>
      </w:r>
      <w:r w:rsidR="00FB63B0" w:rsidRPr="00FD240D">
        <w:rPr>
          <w:rFonts w:ascii="Open Sans" w:hAnsi="Open Sans" w:cs="Open Sans"/>
        </w:rPr>
        <w:t xml:space="preserve"> </w:t>
      </w:r>
    </w:p>
    <w:p w14:paraId="2FF2BE7C" w14:textId="77777777" w:rsidR="00B54939" w:rsidRPr="00FD240D" w:rsidRDefault="00B54939" w:rsidP="004449C9">
      <w:pPr>
        <w:widowControl w:val="0"/>
        <w:jc w:val="both"/>
        <w:rPr>
          <w:rFonts w:ascii="Open Sans" w:hAnsi="Open Sans" w:cs="Open Sans"/>
        </w:rPr>
      </w:pPr>
    </w:p>
    <w:p w14:paraId="1CF62BA6" w14:textId="77777777" w:rsidR="006E1E6C" w:rsidRDefault="00FD240D" w:rsidP="004449C9">
      <w:pPr>
        <w:widowControl w:val="0"/>
        <w:jc w:val="center"/>
        <w:rPr>
          <w:rFonts w:ascii="Open Sans" w:hAnsi="Open Sans" w:cs="Open Sans"/>
          <w:b/>
        </w:rPr>
      </w:pPr>
      <w:r>
        <w:rPr>
          <w:rFonts w:ascii="Open Sans" w:hAnsi="Open Sans" w:cs="Open Sans"/>
          <w:b/>
          <w:noProof/>
        </w:rPr>
        <w:t>ENLJ-SAL-80/25</w:t>
      </w:r>
      <w:r w:rsidR="00FB63B0" w:rsidRPr="00FD240D">
        <w:rPr>
          <w:rFonts w:ascii="Open Sans" w:hAnsi="Open Sans" w:cs="Open Sans"/>
          <w:b/>
          <w:noProof/>
        </w:rPr>
        <w:t xml:space="preserve"> </w:t>
      </w:r>
      <w:r w:rsidR="00FB63B0" w:rsidRPr="00FD240D">
        <w:rPr>
          <w:rFonts w:ascii="Open Sans" w:hAnsi="Open Sans" w:cs="Open Sans"/>
          <w:b/>
          <w:color w:val="000000"/>
        </w:rPr>
        <w:t xml:space="preserve">– </w:t>
      </w:r>
      <w:r>
        <w:rPr>
          <w:rFonts w:ascii="Open Sans" w:hAnsi="Open Sans" w:cs="Open Sans"/>
          <w:b/>
        </w:rPr>
        <w:t xml:space="preserve">VZDRŽEVANJE IN SERVISIRANJE KONVEKTORJEV ZA </w:t>
      </w:r>
    </w:p>
    <w:p w14:paraId="0E8264A1" w14:textId="11985B60" w:rsidR="00FB63B0" w:rsidRPr="00FD240D" w:rsidRDefault="00FD240D" w:rsidP="004449C9">
      <w:pPr>
        <w:widowControl w:val="0"/>
        <w:jc w:val="center"/>
        <w:rPr>
          <w:rFonts w:ascii="Open Sans" w:hAnsi="Open Sans" w:cs="Open Sans"/>
          <w:b/>
        </w:rPr>
      </w:pPr>
      <w:r>
        <w:rPr>
          <w:rFonts w:ascii="Open Sans" w:hAnsi="Open Sans" w:cs="Open Sans"/>
          <w:b/>
        </w:rPr>
        <w:t>SISTEM OGREVANJA IN HLAJENJA</w:t>
      </w:r>
    </w:p>
    <w:p w14:paraId="3B5B3633" w14:textId="77777777" w:rsidR="000E69F6" w:rsidRPr="00FD240D" w:rsidRDefault="000E69F6" w:rsidP="004449C9">
      <w:pPr>
        <w:widowControl w:val="0"/>
        <w:jc w:val="both"/>
        <w:rPr>
          <w:rFonts w:ascii="Open Sans" w:hAnsi="Open Sans" w:cs="Open Sans"/>
        </w:rPr>
      </w:pPr>
    </w:p>
    <w:p w14:paraId="353B27D5" w14:textId="77777777" w:rsidR="00B54939" w:rsidRPr="00FD240D" w:rsidRDefault="00B54939" w:rsidP="004449C9">
      <w:pPr>
        <w:widowControl w:val="0"/>
        <w:jc w:val="both"/>
        <w:rPr>
          <w:rFonts w:ascii="Open Sans" w:hAnsi="Open Sans" w:cs="Open Sans"/>
        </w:rPr>
      </w:pPr>
    </w:p>
    <w:p w14:paraId="3973E009" w14:textId="77777777" w:rsidR="000E69F6" w:rsidRPr="00FD240D" w:rsidRDefault="000E69F6" w:rsidP="004449C9">
      <w:pPr>
        <w:widowControl w:val="0"/>
        <w:jc w:val="center"/>
        <w:rPr>
          <w:rFonts w:ascii="Open Sans" w:hAnsi="Open Sans" w:cs="Open Sans"/>
          <w:b/>
        </w:rPr>
      </w:pPr>
      <w:r w:rsidRPr="00FD240D">
        <w:rPr>
          <w:rFonts w:ascii="Open Sans" w:hAnsi="Open Sans" w:cs="Open Sans"/>
          <w:b/>
        </w:rPr>
        <w:t>IZJAVLJAMO</w:t>
      </w:r>
    </w:p>
    <w:p w14:paraId="2D6681F4" w14:textId="77777777" w:rsidR="000E69F6" w:rsidRPr="00FD240D" w:rsidRDefault="000E69F6" w:rsidP="004449C9">
      <w:pPr>
        <w:widowControl w:val="0"/>
        <w:jc w:val="both"/>
        <w:rPr>
          <w:rFonts w:ascii="Open Sans" w:hAnsi="Open Sans" w:cs="Open Sans"/>
        </w:rPr>
      </w:pPr>
    </w:p>
    <w:p w14:paraId="50942875" w14:textId="14A1B25B" w:rsidR="000E69F6" w:rsidRPr="00FD240D" w:rsidRDefault="000E69F6" w:rsidP="004449C9">
      <w:pPr>
        <w:widowControl w:val="0"/>
        <w:jc w:val="both"/>
        <w:rPr>
          <w:rFonts w:ascii="Open Sans" w:hAnsi="Open Sans" w:cs="Open Sans"/>
        </w:rPr>
      </w:pPr>
      <w:r w:rsidRPr="00FD240D">
        <w:rPr>
          <w:rFonts w:ascii="Open Sans" w:hAnsi="Open Sans" w:cs="Open Sans"/>
        </w:rPr>
        <w:t>Da se zavezujemo, da bomo dosledno upoštevali določbe iz razpisne dokumentacije, točka</w:t>
      </w:r>
      <w:r w:rsidR="00CA2C4A" w:rsidRPr="00FD240D">
        <w:rPr>
          <w:rFonts w:ascii="Open Sans" w:hAnsi="Open Sans" w:cs="Open Sans"/>
        </w:rPr>
        <w:t xml:space="preserve"> </w:t>
      </w:r>
      <w:r w:rsidR="00720A26">
        <w:rPr>
          <w:rFonts w:ascii="Open Sans" w:hAnsi="Open Sans" w:cs="Open Sans"/>
        </w:rPr>
        <w:t>6</w:t>
      </w:r>
      <w:r w:rsidR="00CA2C4A" w:rsidRPr="00FD240D">
        <w:rPr>
          <w:rFonts w:ascii="Open Sans" w:hAnsi="Open Sans" w:cs="Open Sans"/>
        </w:rPr>
        <w:t xml:space="preserve"> -</w:t>
      </w:r>
      <w:r w:rsidRPr="00FD240D">
        <w:rPr>
          <w:rFonts w:ascii="Open Sans" w:hAnsi="Open Sans" w:cs="Open Sans"/>
        </w:rPr>
        <w:t xml:space="preserve"> Zahteve iz varstva pri delu in požarnega varstva glede:</w:t>
      </w:r>
    </w:p>
    <w:p w14:paraId="5EE100E5" w14:textId="77777777" w:rsidR="000E69F6" w:rsidRPr="00FD240D" w:rsidRDefault="000E69F6" w:rsidP="0019014E">
      <w:pPr>
        <w:widowControl w:val="0"/>
        <w:numPr>
          <w:ilvl w:val="0"/>
          <w:numId w:val="19"/>
        </w:numPr>
        <w:ind w:left="426" w:hanging="426"/>
        <w:jc w:val="both"/>
        <w:rPr>
          <w:rFonts w:ascii="Open Sans" w:hAnsi="Open Sans" w:cs="Open Sans"/>
        </w:rPr>
      </w:pPr>
      <w:r w:rsidRPr="00FD240D">
        <w:rPr>
          <w:rFonts w:ascii="Open Sans" w:hAnsi="Open Sans" w:cs="Open Sans"/>
        </w:rPr>
        <w:t>usposobljenosti delavcev za varno izvajanje dela,</w:t>
      </w:r>
    </w:p>
    <w:p w14:paraId="78EC3CB6" w14:textId="77777777" w:rsidR="000E69F6" w:rsidRPr="00FD240D" w:rsidRDefault="000E69F6" w:rsidP="0019014E">
      <w:pPr>
        <w:widowControl w:val="0"/>
        <w:numPr>
          <w:ilvl w:val="0"/>
          <w:numId w:val="19"/>
        </w:numPr>
        <w:ind w:left="426" w:hanging="426"/>
        <w:jc w:val="both"/>
        <w:rPr>
          <w:rFonts w:ascii="Open Sans" w:hAnsi="Open Sans" w:cs="Open Sans"/>
        </w:rPr>
      </w:pPr>
      <w:r w:rsidRPr="00FD240D">
        <w:rPr>
          <w:rFonts w:ascii="Open Sans" w:hAnsi="Open Sans" w:cs="Open Sans"/>
        </w:rPr>
        <w:t>zdravstvene sposobnosti delavcev,</w:t>
      </w:r>
    </w:p>
    <w:p w14:paraId="19E2050F" w14:textId="77777777" w:rsidR="000E69F6" w:rsidRPr="00FD240D" w:rsidRDefault="000E69F6" w:rsidP="0019014E">
      <w:pPr>
        <w:widowControl w:val="0"/>
        <w:numPr>
          <w:ilvl w:val="0"/>
          <w:numId w:val="19"/>
        </w:numPr>
        <w:ind w:left="426" w:hanging="426"/>
        <w:jc w:val="both"/>
        <w:rPr>
          <w:rFonts w:ascii="Open Sans" w:hAnsi="Open Sans" w:cs="Open Sans"/>
        </w:rPr>
      </w:pPr>
      <w:r w:rsidRPr="00FD240D">
        <w:rPr>
          <w:rFonts w:ascii="Open Sans" w:hAnsi="Open Sans" w:cs="Open Sans"/>
        </w:rPr>
        <w:t xml:space="preserve">sklepanja </w:t>
      </w:r>
      <w:r w:rsidR="00714FCA" w:rsidRPr="00FD240D">
        <w:rPr>
          <w:rFonts w:ascii="Open Sans" w:hAnsi="Open Sans" w:cs="Open Sans"/>
        </w:rPr>
        <w:t>P</w:t>
      </w:r>
      <w:r w:rsidRPr="00FD240D">
        <w:rPr>
          <w:rFonts w:ascii="Open Sans" w:hAnsi="Open Sans" w:cs="Open Sans"/>
        </w:rPr>
        <w:t>isnega sporazuma o skupnih varnostnih ukrepih</w:t>
      </w:r>
      <w:r w:rsidR="00714FCA" w:rsidRPr="00FD240D">
        <w:rPr>
          <w:rFonts w:ascii="Open Sans" w:hAnsi="Open Sans" w:cs="Open Sans"/>
        </w:rPr>
        <w:t xml:space="preserve"> in ravnanju z okoljem v JAVNEM PODJETJU ENERGETIKA LJUBLJANA d.o.o.</w:t>
      </w:r>
      <w:r w:rsidRPr="00FD240D">
        <w:rPr>
          <w:rFonts w:ascii="Open Sans" w:hAnsi="Open Sans" w:cs="Open Sans"/>
        </w:rPr>
        <w:t xml:space="preserve">, </w:t>
      </w:r>
    </w:p>
    <w:p w14:paraId="0EE8DC81" w14:textId="77777777" w:rsidR="000E69F6" w:rsidRPr="00FD240D" w:rsidRDefault="000E69F6" w:rsidP="0019014E">
      <w:pPr>
        <w:widowControl w:val="0"/>
        <w:numPr>
          <w:ilvl w:val="0"/>
          <w:numId w:val="19"/>
        </w:numPr>
        <w:ind w:left="426" w:hanging="426"/>
        <w:jc w:val="both"/>
        <w:rPr>
          <w:rFonts w:ascii="Open Sans" w:hAnsi="Open Sans" w:cs="Open Sans"/>
        </w:rPr>
      </w:pPr>
      <w:r w:rsidRPr="00FD240D">
        <w:rPr>
          <w:rFonts w:ascii="Open Sans" w:hAnsi="Open Sans" w:cs="Open Sans"/>
        </w:rPr>
        <w:t>spoštovanja internih predpisov naročnika.</w:t>
      </w:r>
    </w:p>
    <w:p w14:paraId="1660025A" w14:textId="77777777" w:rsidR="000E69F6" w:rsidRPr="00FD240D" w:rsidRDefault="000E69F6" w:rsidP="004449C9">
      <w:pPr>
        <w:widowControl w:val="0"/>
        <w:jc w:val="both"/>
        <w:rPr>
          <w:rFonts w:ascii="Open Sans" w:hAnsi="Open Sans" w:cs="Open Sans"/>
          <w:color w:val="0070C0"/>
        </w:rPr>
      </w:pPr>
    </w:p>
    <w:p w14:paraId="7C470717" w14:textId="77777777" w:rsidR="000E69F6" w:rsidRPr="00FD240D" w:rsidRDefault="000E69F6" w:rsidP="004449C9">
      <w:pPr>
        <w:widowControl w:val="0"/>
        <w:jc w:val="both"/>
        <w:rPr>
          <w:rFonts w:ascii="Open Sans" w:hAnsi="Open Sans" w:cs="Open Sans"/>
        </w:rPr>
      </w:pPr>
    </w:p>
    <w:p w14:paraId="4BE7F9BC" w14:textId="77777777" w:rsidR="000E69F6" w:rsidRPr="00FD240D" w:rsidRDefault="000E69F6" w:rsidP="004449C9">
      <w:pPr>
        <w:widowControl w:val="0"/>
        <w:jc w:val="both"/>
        <w:rPr>
          <w:rFonts w:ascii="Open Sans" w:hAnsi="Open Sans" w:cs="Open Sans"/>
        </w:rPr>
      </w:pPr>
      <w:r w:rsidRPr="00FD240D">
        <w:rPr>
          <w:rFonts w:ascii="Open Sans" w:hAnsi="Open Sans" w:cs="Open Sans"/>
        </w:rPr>
        <w:t xml:space="preserve">Nespoštovanje določil je razlog za prekinitev in odstop od </w:t>
      </w:r>
      <w:r w:rsidR="00B54939" w:rsidRPr="00FD240D">
        <w:rPr>
          <w:rFonts w:ascii="Open Sans" w:hAnsi="Open Sans" w:cs="Open Sans"/>
        </w:rPr>
        <w:t>okvirnega sporazuma</w:t>
      </w:r>
      <w:r w:rsidRPr="00FD240D">
        <w:rPr>
          <w:rFonts w:ascii="Open Sans" w:hAnsi="Open Sans" w:cs="Open Sans"/>
        </w:rPr>
        <w:t>, brez kakršnekoli obveznosti do izvajalca.</w:t>
      </w:r>
    </w:p>
    <w:p w14:paraId="1D648F38" w14:textId="77777777" w:rsidR="000E69F6" w:rsidRPr="00FD240D" w:rsidRDefault="000E69F6" w:rsidP="004449C9">
      <w:pPr>
        <w:widowControl w:val="0"/>
        <w:tabs>
          <w:tab w:val="left" w:pos="142"/>
        </w:tabs>
        <w:jc w:val="both"/>
        <w:rPr>
          <w:rFonts w:ascii="Open Sans" w:hAnsi="Open Sans" w:cs="Open Sans"/>
          <w:i/>
        </w:rPr>
      </w:pPr>
    </w:p>
    <w:p w14:paraId="35D71CBA" w14:textId="285F4484" w:rsidR="00B54939" w:rsidRPr="00FD240D" w:rsidRDefault="00F83368" w:rsidP="004449C9">
      <w:pPr>
        <w:widowControl w:val="0"/>
        <w:jc w:val="both"/>
        <w:rPr>
          <w:rFonts w:ascii="Open Sans" w:hAnsi="Open Sans" w:cs="Open Sans"/>
        </w:rPr>
      </w:pPr>
      <w:r w:rsidRPr="00FD240D">
        <w:rPr>
          <w:rFonts w:ascii="Open Sans" w:hAnsi="Open Sans" w:cs="Open Sans"/>
        </w:rPr>
        <w:t xml:space="preserve">Odgovorni osebi ponudnika na skupnem delovišču, po Pisnem sporazumu o skupnih varnostnih ukrepih in ravnanju z okoljem </w:t>
      </w:r>
      <w:r w:rsidR="00B54939" w:rsidRPr="00FD240D">
        <w:rPr>
          <w:rFonts w:ascii="Open Sans" w:hAnsi="Open Sans" w:cs="Open Sans"/>
        </w:rPr>
        <w:t xml:space="preserve">JAVNEM PODJETJU ENERGETIKA LJUBLJANA d.o.o. (priloga št. </w:t>
      </w:r>
      <w:r w:rsidR="000445D5">
        <w:rPr>
          <w:rFonts w:ascii="Open Sans" w:hAnsi="Open Sans" w:cs="Open Sans"/>
        </w:rPr>
        <w:t>3</w:t>
      </w:r>
      <w:r w:rsidR="00B54939" w:rsidRPr="00FD240D">
        <w:rPr>
          <w:rFonts w:ascii="Open Sans" w:hAnsi="Open Sans" w:cs="Open Sans"/>
        </w:rPr>
        <w:t xml:space="preserve"> k okvirnemu sporazumu):</w:t>
      </w:r>
    </w:p>
    <w:p w14:paraId="1875ED0E" w14:textId="77777777" w:rsidR="00F83368" w:rsidRPr="00FD240D" w:rsidRDefault="00F83368" w:rsidP="004449C9">
      <w:pPr>
        <w:widowControl w:val="0"/>
        <w:jc w:val="both"/>
        <w:rPr>
          <w:rFonts w:ascii="Open Sans" w:hAnsi="Open Sans" w:cs="Open Sans"/>
        </w:rPr>
      </w:pPr>
    </w:p>
    <w:tbl>
      <w:tblPr>
        <w:tblW w:w="933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94"/>
        <w:gridCol w:w="4536"/>
      </w:tblGrid>
      <w:tr w:rsidR="00F83368" w:rsidRPr="00FD240D" w14:paraId="42D99F75" w14:textId="77777777" w:rsidTr="006E1E6C">
        <w:trPr>
          <w:trHeight w:val="458"/>
        </w:trPr>
        <w:tc>
          <w:tcPr>
            <w:tcW w:w="4794" w:type="dxa"/>
            <w:tcBorders>
              <w:top w:val="single" w:sz="6" w:space="0" w:color="auto"/>
              <w:left w:val="single" w:sz="6" w:space="0" w:color="auto"/>
              <w:bottom w:val="single" w:sz="6" w:space="0" w:color="auto"/>
              <w:right w:val="single" w:sz="6" w:space="0" w:color="auto"/>
            </w:tcBorders>
            <w:vAlign w:val="center"/>
          </w:tcPr>
          <w:p w14:paraId="7F13F19F" w14:textId="77777777" w:rsidR="00F83368" w:rsidRPr="006E1E6C" w:rsidRDefault="00F83368" w:rsidP="004449C9">
            <w:pPr>
              <w:widowControl w:val="0"/>
              <w:rPr>
                <w:rFonts w:ascii="Open Sans" w:hAnsi="Open Sans" w:cs="Open Sans"/>
                <w:bCs/>
              </w:rPr>
            </w:pPr>
            <w:r w:rsidRPr="006E1E6C">
              <w:rPr>
                <w:rFonts w:ascii="Open Sans" w:hAnsi="Open Sans" w:cs="Open Sans"/>
                <w:bCs/>
              </w:rPr>
              <w:t xml:space="preserve">Vodja del </w:t>
            </w:r>
          </w:p>
        </w:tc>
        <w:tc>
          <w:tcPr>
            <w:tcW w:w="4536" w:type="dxa"/>
            <w:tcBorders>
              <w:top w:val="single" w:sz="6" w:space="0" w:color="auto"/>
              <w:left w:val="single" w:sz="6" w:space="0" w:color="auto"/>
              <w:bottom w:val="single" w:sz="6" w:space="0" w:color="auto"/>
              <w:right w:val="single" w:sz="6" w:space="0" w:color="auto"/>
            </w:tcBorders>
          </w:tcPr>
          <w:p w14:paraId="1BEC115B" w14:textId="794FA741" w:rsidR="006E1E6C" w:rsidRPr="00AB60CD" w:rsidRDefault="00720A26" w:rsidP="00F21BED">
            <w:pPr>
              <w:widowControl w:val="0"/>
              <w:jc w:val="center"/>
              <w:rPr>
                <w:rFonts w:ascii="Open Sans" w:eastAsia="Calibri" w:hAnsi="Open Sans" w:cs="Open Sans"/>
                <w:b/>
                <w:sz w:val="18"/>
                <w:szCs w:val="18"/>
              </w:rPr>
            </w:pPr>
            <w:r w:rsidRPr="00AB60CD">
              <w:rPr>
                <w:rFonts w:ascii="Open Sans" w:eastAsia="Calibri" w:hAnsi="Open Sans" w:cs="Open Sans"/>
                <w:b/>
                <w:sz w:val="18"/>
                <w:szCs w:val="18"/>
              </w:rPr>
              <w:t>i</w:t>
            </w:r>
            <w:r w:rsidR="006E1E6C" w:rsidRPr="00AB60CD">
              <w:rPr>
                <w:rFonts w:ascii="Open Sans" w:eastAsia="Calibri" w:hAnsi="Open Sans" w:cs="Open Sans"/>
                <w:b/>
                <w:sz w:val="18"/>
                <w:szCs w:val="18"/>
              </w:rPr>
              <w:t xml:space="preserve">me in </w:t>
            </w:r>
            <w:r w:rsidRPr="00AB60CD">
              <w:rPr>
                <w:rFonts w:ascii="Open Sans" w:eastAsia="Calibri" w:hAnsi="Open Sans" w:cs="Open Sans"/>
                <w:b/>
                <w:sz w:val="18"/>
                <w:szCs w:val="18"/>
              </w:rPr>
              <w:t>p</w:t>
            </w:r>
            <w:r w:rsidR="006E1E6C" w:rsidRPr="00AB60CD">
              <w:rPr>
                <w:rFonts w:ascii="Open Sans" w:eastAsia="Calibri" w:hAnsi="Open Sans" w:cs="Open Sans"/>
                <w:b/>
                <w:sz w:val="18"/>
                <w:szCs w:val="18"/>
              </w:rPr>
              <w:t>riimek/</w:t>
            </w:r>
            <w:r w:rsidRPr="00AB60CD">
              <w:rPr>
                <w:rFonts w:ascii="Open Sans" w:eastAsia="Calibri" w:hAnsi="Open Sans" w:cs="Open Sans"/>
                <w:b/>
                <w:sz w:val="18"/>
                <w:szCs w:val="18"/>
              </w:rPr>
              <w:t>m</w:t>
            </w:r>
            <w:r w:rsidR="006E1E6C" w:rsidRPr="00AB60CD">
              <w:rPr>
                <w:rFonts w:ascii="Open Sans" w:eastAsia="Calibri" w:hAnsi="Open Sans" w:cs="Open Sans"/>
                <w:b/>
                <w:sz w:val="18"/>
                <w:szCs w:val="18"/>
              </w:rPr>
              <w:t>obilni telefon/e-pošta:</w:t>
            </w:r>
          </w:p>
          <w:p w14:paraId="3B29622A" w14:textId="607D55D5" w:rsidR="00F83368" w:rsidRPr="00FD240D" w:rsidRDefault="00F83368" w:rsidP="004449C9">
            <w:pPr>
              <w:widowControl w:val="0"/>
              <w:jc w:val="both"/>
              <w:rPr>
                <w:rFonts w:ascii="Open Sans" w:eastAsia="Calibri" w:hAnsi="Open Sans" w:cs="Open Sans"/>
                <w:b/>
              </w:rPr>
            </w:pPr>
          </w:p>
          <w:p w14:paraId="3DA7B369" w14:textId="77777777" w:rsidR="00F83368" w:rsidRPr="00FD240D" w:rsidRDefault="00F83368" w:rsidP="004449C9">
            <w:pPr>
              <w:widowControl w:val="0"/>
              <w:tabs>
                <w:tab w:val="right" w:pos="0"/>
              </w:tabs>
              <w:jc w:val="both"/>
              <w:rPr>
                <w:rStyle w:val="Heading2CharCharCharCharChar"/>
                <w:rFonts w:ascii="Open Sans" w:hAnsi="Open Sans" w:cs="Open Sans"/>
                <w:lang w:val="sl-SI"/>
              </w:rPr>
            </w:pPr>
          </w:p>
          <w:p w14:paraId="745D858E" w14:textId="77777777" w:rsidR="00F83368" w:rsidRPr="00FD240D" w:rsidRDefault="00F83368" w:rsidP="004449C9">
            <w:pPr>
              <w:widowControl w:val="0"/>
              <w:tabs>
                <w:tab w:val="right" w:pos="0"/>
              </w:tabs>
              <w:jc w:val="both"/>
              <w:rPr>
                <w:rStyle w:val="Heading2CharCharCharCharChar"/>
                <w:rFonts w:ascii="Open Sans" w:hAnsi="Open Sans" w:cs="Open Sans"/>
                <w:lang w:val="sl-SI"/>
              </w:rPr>
            </w:pPr>
          </w:p>
        </w:tc>
      </w:tr>
      <w:tr w:rsidR="00F83368" w:rsidRPr="00FD240D" w14:paraId="225FE1CC" w14:textId="77777777" w:rsidTr="006E1E6C">
        <w:trPr>
          <w:trHeight w:val="395"/>
        </w:trPr>
        <w:tc>
          <w:tcPr>
            <w:tcW w:w="4794" w:type="dxa"/>
            <w:tcBorders>
              <w:top w:val="single" w:sz="6" w:space="0" w:color="auto"/>
              <w:left w:val="single" w:sz="6" w:space="0" w:color="auto"/>
              <w:bottom w:val="single" w:sz="6" w:space="0" w:color="auto"/>
              <w:right w:val="single" w:sz="6" w:space="0" w:color="auto"/>
            </w:tcBorders>
            <w:vAlign w:val="center"/>
          </w:tcPr>
          <w:p w14:paraId="31C7238C" w14:textId="77777777" w:rsidR="00F83368" w:rsidRPr="006E1E6C" w:rsidRDefault="00F83368" w:rsidP="004449C9">
            <w:pPr>
              <w:widowControl w:val="0"/>
              <w:rPr>
                <w:rFonts w:ascii="Open Sans" w:hAnsi="Open Sans" w:cs="Open Sans"/>
                <w:bCs/>
              </w:rPr>
            </w:pPr>
            <w:r w:rsidRPr="006E1E6C">
              <w:rPr>
                <w:rFonts w:ascii="Open Sans" w:hAnsi="Open Sans" w:cs="Open Sans"/>
                <w:bCs/>
              </w:rPr>
              <w:t xml:space="preserve">Strokovni delavec </w:t>
            </w:r>
            <w:proofErr w:type="spellStart"/>
            <w:r w:rsidRPr="006E1E6C">
              <w:rPr>
                <w:rFonts w:ascii="Open Sans" w:hAnsi="Open Sans" w:cs="Open Sans"/>
                <w:bCs/>
              </w:rPr>
              <w:t>VpD</w:t>
            </w:r>
            <w:proofErr w:type="spellEnd"/>
            <w:r w:rsidRPr="006E1E6C">
              <w:rPr>
                <w:rFonts w:ascii="Open Sans" w:hAnsi="Open Sans" w:cs="Open Sans"/>
                <w:bCs/>
              </w:rPr>
              <w:t xml:space="preserve"> in PV </w:t>
            </w:r>
          </w:p>
        </w:tc>
        <w:tc>
          <w:tcPr>
            <w:tcW w:w="4536" w:type="dxa"/>
            <w:tcBorders>
              <w:top w:val="single" w:sz="6" w:space="0" w:color="auto"/>
              <w:left w:val="single" w:sz="6" w:space="0" w:color="auto"/>
              <w:bottom w:val="single" w:sz="6" w:space="0" w:color="auto"/>
              <w:right w:val="single" w:sz="6" w:space="0" w:color="auto"/>
            </w:tcBorders>
          </w:tcPr>
          <w:p w14:paraId="3D59BD70" w14:textId="77777777" w:rsidR="00AB60CD" w:rsidRPr="00487994" w:rsidRDefault="00AB60CD" w:rsidP="00AB60CD">
            <w:pPr>
              <w:keepLines/>
              <w:widowControl w:val="0"/>
              <w:jc w:val="center"/>
              <w:rPr>
                <w:rFonts w:ascii="Open Sans" w:eastAsia="Calibri" w:hAnsi="Open Sans" w:cs="Open Sans"/>
                <w:b/>
                <w:sz w:val="18"/>
                <w:szCs w:val="18"/>
              </w:rPr>
            </w:pPr>
            <w:r w:rsidRPr="00487994">
              <w:rPr>
                <w:rFonts w:ascii="Open Sans" w:eastAsia="Calibri" w:hAnsi="Open Sans" w:cs="Open Sans"/>
                <w:b/>
                <w:sz w:val="18"/>
                <w:szCs w:val="18"/>
              </w:rPr>
              <w:t>ime in priimek/mobilni telefon/e-pošta:</w:t>
            </w:r>
          </w:p>
          <w:p w14:paraId="2FD0E998" w14:textId="77777777" w:rsidR="00F83368" w:rsidRPr="00FD240D" w:rsidRDefault="00F83368" w:rsidP="004449C9">
            <w:pPr>
              <w:pStyle w:val="Noga"/>
              <w:widowControl w:val="0"/>
              <w:tabs>
                <w:tab w:val="right" w:pos="0"/>
              </w:tabs>
              <w:jc w:val="both"/>
              <w:rPr>
                <w:rStyle w:val="Heading2CharCharCharCharChar"/>
                <w:rFonts w:ascii="Open Sans" w:hAnsi="Open Sans" w:cs="Open Sans"/>
                <w:lang w:val="sl-SI"/>
              </w:rPr>
            </w:pPr>
          </w:p>
          <w:p w14:paraId="7C9E3173" w14:textId="77777777" w:rsidR="00F83368" w:rsidRPr="00FD240D" w:rsidRDefault="00F83368" w:rsidP="004449C9">
            <w:pPr>
              <w:pStyle w:val="Noga"/>
              <w:widowControl w:val="0"/>
              <w:tabs>
                <w:tab w:val="right" w:pos="0"/>
              </w:tabs>
              <w:jc w:val="both"/>
              <w:rPr>
                <w:rStyle w:val="Heading2CharCharCharCharChar"/>
                <w:rFonts w:ascii="Open Sans" w:hAnsi="Open Sans" w:cs="Open Sans"/>
                <w:lang w:val="sl-SI"/>
              </w:rPr>
            </w:pPr>
          </w:p>
          <w:p w14:paraId="5BDC02AF" w14:textId="77777777" w:rsidR="00F83368" w:rsidRPr="00FD240D" w:rsidRDefault="00F83368" w:rsidP="004449C9">
            <w:pPr>
              <w:pStyle w:val="Noga"/>
              <w:widowControl w:val="0"/>
              <w:tabs>
                <w:tab w:val="right" w:pos="0"/>
              </w:tabs>
              <w:jc w:val="both"/>
              <w:rPr>
                <w:rStyle w:val="Heading2CharCharCharCharChar"/>
                <w:rFonts w:ascii="Open Sans" w:hAnsi="Open Sans" w:cs="Open Sans"/>
                <w:lang w:val="sl-SI"/>
              </w:rPr>
            </w:pPr>
          </w:p>
        </w:tc>
      </w:tr>
    </w:tbl>
    <w:p w14:paraId="53660A01" w14:textId="77777777" w:rsidR="000E69F6" w:rsidRPr="00FD240D" w:rsidRDefault="000E69F6" w:rsidP="004449C9">
      <w:pPr>
        <w:widowControl w:val="0"/>
        <w:jc w:val="both"/>
        <w:rPr>
          <w:rFonts w:ascii="Open Sans" w:hAnsi="Open Sans" w:cs="Open Sans"/>
        </w:rPr>
      </w:pPr>
    </w:p>
    <w:p w14:paraId="0C9A995D" w14:textId="77777777" w:rsidR="000E69F6" w:rsidRPr="00FD240D" w:rsidRDefault="000E69F6" w:rsidP="004449C9">
      <w:pPr>
        <w:widowControl w:val="0"/>
        <w:jc w:val="both"/>
        <w:rPr>
          <w:rFonts w:ascii="Open Sans" w:hAnsi="Open Sans" w:cs="Open Sans"/>
        </w:rPr>
      </w:pPr>
    </w:p>
    <w:p w14:paraId="21FA45D3" w14:textId="77777777" w:rsidR="000E69F6" w:rsidRPr="00FD240D" w:rsidRDefault="000E69F6" w:rsidP="004449C9">
      <w:pPr>
        <w:widowControl w:val="0"/>
        <w:jc w:val="both"/>
        <w:rPr>
          <w:rFonts w:ascii="Open Sans" w:hAnsi="Open Sans" w:cs="Open Sans"/>
        </w:rPr>
      </w:pPr>
    </w:p>
    <w:p w14:paraId="19557C9B" w14:textId="77777777" w:rsidR="000E69F6" w:rsidRPr="00FD240D" w:rsidRDefault="000E69F6" w:rsidP="004449C9">
      <w:pPr>
        <w:widowControl w:val="0"/>
        <w:jc w:val="both"/>
        <w:rPr>
          <w:rFonts w:ascii="Open Sans" w:hAnsi="Open Sans" w:cs="Open Sans"/>
        </w:rPr>
      </w:pPr>
    </w:p>
    <w:p w14:paraId="7F9A0EB0" w14:textId="77777777" w:rsidR="000E69F6" w:rsidRPr="00FD240D" w:rsidRDefault="000E69F6" w:rsidP="004449C9">
      <w:pPr>
        <w:widowControl w:val="0"/>
        <w:jc w:val="both"/>
        <w:rPr>
          <w:rFonts w:ascii="Open Sans" w:hAnsi="Open Sans" w:cs="Open Sans"/>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0E69F6" w:rsidRPr="00FD240D" w14:paraId="5DBA3CA2" w14:textId="77777777" w:rsidTr="002D15AB">
        <w:trPr>
          <w:trHeight w:val="235"/>
        </w:trPr>
        <w:tc>
          <w:tcPr>
            <w:tcW w:w="3402" w:type="dxa"/>
            <w:tcBorders>
              <w:bottom w:val="single" w:sz="4" w:space="0" w:color="auto"/>
            </w:tcBorders>
          </w:tcPr>
          <w:p w14:paraId="5432619C" w14:textId="77777777" w:rsidR="000E69F6" w:rsidRPr="00FD240D" w:rsidRDefault="000E69F6" w:rsidP="004449C9">
            <w:pPr>
              <w:widowControl w:val="0"/>
              <w:jc w:val="both"/>
              <w:rPr>
                <w:rFonts w:ascii="Open Sans" w:hAnsi="Open Sans" w:cs="Open Sans"/>
                <w:snapToGrid w:val="0"/>
                <w:color w:val="000000"/>
              </w:rPr>
            </w:pPr>
          </w:p>
        </w:tc>
        <w:tc>
          <w:tcPr>
            <w:tcW w:w="2977" w:type="dxa"/>
          </w:tcPr>
          <w:p w14:paraId="2BD77843" w14:textId="77777777" w:rsidR="000E69F6" w:rsidRPr="00FD240D" w:rsidRDefault="000E69F6" w:rsidP="004449C9">
            <w:pPr>
              <w:widowControl w:val="0"/>
              <w:jc w:val="both"/>
              <w:rPr>
                <w:rFonts w:ascii="Open Sans" w:hAnsi="Open Sans" w:cs="Open Sans"/>
                <w:snapToGrid w:val="0"/>
                <w:color w:val="000000"/>
              </w:rPr>
            </w:pPr>
          </w:p>
        </w:tc>
        <w:tc>
          <w:tcPr>
            <w:tcW w:w="3119" w:type="dxa"/>
            <w:tcBorders>
              <w:bottom w:val="single" w:sz="4" w:space="0" w:color="auto"/>
            </w:tcBorders>
          </w:tcPr>
          <w:p w14:paraId="042D6CF9" w14:textId="77777777" w:rsidR="000E69F6" w:rsidRPr="00FD240D" w:rsidRDefault="000E69F6" w:rsidP="004449C9">
            <w:pPr>
              <w:widowControl w:val="0"/>
              <w:tabs>
                <w:tab w:val="left" w:pos="567"/>
                <w:tab w:val="num" w:pos="851"/>
                <w:tab w:val="left" w:pos="993"/>
              </w:tabs>
              <w:jc w:val="both"/>
              <w:rPr>
                <w:rFonts w:ascii="Open Sans" w:hAnsi="Open Sans" w:cs="Open Sans"/>
                <w:snapToGrid w:val="0"/>
                <w:color w:val="000000"/>
              </w:rPr>
            </w:pPr>
          </w:p>
        </w:tc>
      </w:tr>
      <w:tr w:rsidR="000E69F6" w:rsidRPr="00FD240D" w14:paraId="4ED6A595" w14:textId="77777777" w:rsidTr="002D15AB">
        <w:trPr>
          <w:trHeight w:val="235"/>
        </w:trPr>
        <w:tc>
          <w:tcPr>
            <w:tcW w:w="3402" w:type="dxa"/>
            <w:tcBorders>
              <w:top w:val="single" w:sz="4" w:space="0" w:color="auto"/>
            </w:tcBorders>
          </w:tcPr>
          <w:p w14:paraId="4CB50B30" w14:textId="77291350" w:rsidR="000E69F6" w:rsidRPr="00FD240D" w:rsidRDefault="00C6535D" w:rsidP="004449C9">
            <w:pPr>
              <w:widowControl w:val="0"/>
              <w:jc w:val="both"/>
              <w:rPr>
                <w:rFonts w:ascii="Open Sans" w:hAnsi="Open Sans" w:cs="Open Sans"/>
                <w:snapToGrid w:val="0"/>
                <w:color w:val="000000"/>
              </w:rPr>
            </w:pPr>
            <w:r w:rsidRPr="00FD240D">
              <w:rPr>
                <w:rFonts w:ascii="Open Sans" w:hAnsi="Open Sans" w:cs="Open Sans"/>
                <w:snapToGrid w:val="0"/>
                <w:color w:val="000000"/>
              </w:rPr>
              <w:t xml:space="preserve">                  </w:t>
            </w:r>
            <w:r w:rsidR="000E69F6" w:rsidRPr="00FD240D">
              <w:rPr>
                <w:rFonts w:ascii="Open Sans" w:hAnsi="Open Sans" w:cs="Open Sans"/>
                <w:snapToGrid w:val="0"/>
                <w:color w:val="000000"/>
              </w:rPr>
              <w:t>(kraj, datum)</w:t>
            </w:r>
          </w:p>
        </w:tc>
        <w:tc>
          <w:tcPr>
            <w:tcW w:w="2977" w:type="dxa"/>
          </w:tcPr>
          <w:p w14:paraId="587AFF56" w14:textId="77777777" w:rsidR="000E69F6" w:rsidRPr="00FD240D" w:rsidRDefault="00FB63B0" w:rsidP="004449C9">
            <w:pPr>
              <w:widowControl w:val="0"/>
              <w:jc w:val="both"/>
              <w:rPr>
                <w:rFonts w:ascii="Open Sans" w:hAnsi="Open Sans" w:cs="Open Sans"/>
                <w:snapToGrid w:val="0"/>
                <w:color w:val="000000"/>
              </w:rPr>
            </w:pPr>
            <w:r w:rsidRPr="00FD240D">
              <w:rPr>
                <w:rFonts w:ascii="Open Sans" w:hAnsi="Open Sans" w:cs="Open Sans"/>
                <w:snapToGrid w:val="0"/>
                <w:color w:val="000000"/>
              </w:rPr>
              <w:t xml:space="preserve">                  </w:t>
            </w:r>
            <w:r w:rsidR="000E69F6" w:rsidRPr="00FD240D">
              <w:rPr>
                <w:rFonts w:ascii="Open Sans" w:hAnsi="Open Sans" w:cs="Open Sans"/>
                <w:snapToGrid w:val="0"/>
                <w:color w:val="000000"/>
              </w:rPr>
              <w:t>žig</w:t>
            </w:r>
          </w:p>
        </w:tc>
        <w:tc>
          <w:tcPr>
            <w:tcW w:w="3119" w:type="dxa"/>
            <w:tcBorders>
              <w:top w:val="single" w:sz="4" w:space="0" w:color="auto"/>
            </w:tcBorders>
          </w:tcPr>
          <w:p w14:paraId="01A26A5A" w14:textId="77777777" w:rsidR="000E69F6" w:rsidRPr="00FD240D" w:rsidRDefault="000E69F6" w:rsidP="004449C9">
            <w:pPr>
              <w:widowControl w:val="0"/>
              <w:jc w:val="both"/>
              <w:rPr>
                <w:rFonts w:ascii="Open Sans" w:hAnsi="Open Sans" w:cs="Open Sans"/>
                <w:snapToGrid w:val="0"/>
                <w:color w:val="000000"/>
              </w:rPr>
            </w:pPr>
            <w:r w:rsidRPr="00FD240D">
              <w:rPr>
                <w:rFonts w:ascii="Open Sans" w:hAnsi="Open Sans" w:cs="Open Sans"/>
                <w:snapToGrid w:val="0"/>
                <w:color w:val="000000"/>
              </w:rPr>
              <w:t>(podpis odgovorne osebe)</w:t>
            </w:r>
          </w:p>
        </w:tc>
      </w:tr>
    </w:tbl>
    <w:p w14:paraId="1B9B2963" w14:textId="77777777" w:rsidR="000E69F6" w:rsidRPr="00FD240D" w:rsidRDefault="000E69F6" w:rsidP="004449C9">
      <w:pPr>
        <w:widowControl w:val="0"/>
        <w:jc w:val="both"/>
        <w:rPr>
          <w:rFonts w:ascii="Open Sans" w:hAnsi="Open Sans" w:cs="Open Sans"/>
        </w:rPr>
      </w:pPr>
    </w:p>
    <w:p w14:paraId="2A8F7B41" w14:textId="77777777" w:rsidR="00F83368" w:rsidRPr="00FD240D" w:rsidRDefault="00F83368" w:rsidP="004449C9">
      <w:pPr>
        <w:widowControl w:val="0"/>
        <w:jc w:val="both"/>
        <w:rPr>
          <w:rFonts w:ascii="Open Sans" w:hAnsi="Open Sans" w:cs="Open Sans"/>
        </w:rPr>
      </w:pPr>
    </w:p>
    <w:p w14:paraId="5D78409B" w14:textId="77777777" w:rsidR="00F83368" w:rsidRPr="00FD240D" w:rsidRDefault="00F83368" w:rsidP="004449C9">
      <w:pPr>
        <w:widowControl w:val="0"/>
        <w:jc w:val="both"/>
        <w:rPr>
          <w:rFonts w:ascii="Open Sans" w:hAnsi="Open Sans" w:cs="Open Sans"/>
        </w:rPr>
      </w:pPr>
    </w:p>
    <w:p w14:paraId="69536BE6" w14:textId="77777777" w:rsidR="00F83368" w:rsidRPr="00FD240D" w:rsidRDefault="00F83368" w:rsidP="004449C9">
      <w:pPr>
        <w:widowControl w:val="0"/>
        <w:jc w:val="both"/>
        <w:rPr>
          <w:rFonts w:ascii="Open Sans" w:hAnsi="Open Sans" w:cs="Open Sans"/>
        </w:rPr>
      </w:pPr>
    </w:p>
    <w:p w14:paraId="405F3E7B" w14:textId="77777777" w:rsidR="00F83368" w:rsidRPr="00FD240D" w:rsidRDefault="00F83368" w:rsidP="004449C9">
      <w:pPr>
        <w:widowControl w:val="0"/>
        <w:jc w:val="both"/>
        <w:rPr>
          <w:rFonts w:ascii="Open Sans" w:hAnsi="Open Sans" w:cs="Open Sans"/>
        </w:rPr>
      </w:pPr>
    </w:p>
    <w:p w14:paraId="20ECCC0D" w14:textId="5F754C93" w:rsidR="00F83368" w:rsidRDefault="00F83368" w:rsidP="004449C9">
      <w:pPr>
        <w:widowControl w:val="0"/>
        <w:jc w:val="both"/>
        <w:rPr>
          <w:rFonts w:ascii="Open Sans" w:hAnsi="Open Sans" w:cs="Open Sans"/>
        </w:rPr>
      </w:pPr>
    </w:p>
    <w:p w14:paraId="32078064" w14:textId="64B217AE" w:rsidR="00C04411" w:rsidRDefault="00C04411" w:rsidP="004449C9">
      <w:pPr>
        <w:widowControl w:val="0"/>
        <w:jc w:val="both"/>
        <w:rPr>
          <w:rFonts w:ascii="Open Sans" w:hAnsi="Open Sans" w:cs="Open Sans"/>
        </w:rPr>
      </w:pPr>
    </w:p>
    <w:p w14:paraId="1F43650D" w14:textId="77777777" w:rsidR="00463155" w:rsidRPr="00FD240D" w:rsidRDefault="00463155" w:rsidP="004449C9">
      <w:pPr>
        <w:widowControl w:val="0"/>
        <w:jc w:val="both"/>
        <w:rPr>
          <w:rFonts w:ascii="Open Sans" w:hAnsi="Open Sans" w:cs="Open Sans"/>
        </w:rPr>
      </w:pPr>
    </w:p>
    <w:p w14:paraId="70B1E8D5" w14:textId="3FE62E8F" w:rsidR="00923DB6" w:rsidRPr="00FD240D" w:rsidRDefault="00923DB6" w:rsidP="004449C9">
      <w:pPr>
        <w:widowControl w:val="0"/>
        <w:rPr>
          <w:rFonts w:ascii="Open Sans" w:hAnsi="Open Sans" w:cs="Open San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8027B7" w:rsidRPr="00FD240D" w14:paraId="4D8A096B" w14:textId="77777777" w:rsidTr="008027B7">
        <w:tc>
          <w:tcPr>
            <w:tcW w:w="8008" w:type="dxa"/>
            <w:tcBorders>
              <w:top w:val="single" w:sz="4" w:space="0" w:color="auto"/>
              <w:bottom w:val="single" w:sz="4" w:space="0" w:color="auto"/>
            </w:tcBorders>
          </w:tcPr>
          <w:p w14:paraId="18600CB1" w14:textId="77777777" w:rsidR="008027B7" w:rsidRPr="00FD240D" w:rsidRDefault="008027B7" w:rsidP="008027B7">
            <w:pPr>
              <w:widowControl w:val="0"/>
              <w:rPr>
                <w:rFonts w:ascii="Open Sans" w:hAnsi="Open Sans" w:cs="Open Sans"/>
              </w:rPr>
            </w:pPr>
            <w:r w:rsidRPr="00FD240D">
              <w:rPr>
                <w:rFonts w:ascii="Open Sans" w:hAnsi="Open Sans" w:cs="Open Sans"/>
              </w:rPr>
              <w:lastRenderedPageBreak/>
              <w:br w:type="page"/>
              <w:t xml:space="preserve">VZOREC PISNEGA SPORAZUMA O SKUPNIH VARNOSTNIH UKREPIH IN RAVNANJU Z OKOLJEM V JAVNEM PODJETJU ENERGETIKA LJUBLJANA d.o.o. </w:t>
            </w:r>
            <w:r w:rsidRPr="00FD240D">
              <w:rPr>
                <w:rFonts w:ascii="Open Sans" w:hAnsi="Open Sans" w:cs="Open Sans"/>
                <w:color w:val="FF0000"/>
              </w:rPr>
              <w:t>– ni potrebno prilagati k ponudbi</w:t>
            </w:r>
          </w:p>
        </w:tc>
        <w:tc>
          <w:tcPr>
            <w:tcW w:w="1418" w:type="dxa"/>
            <w:tcBorders>
              <w:top w:val="single" w:sz="4" w:space="0" w:color="auto"/>
              <w:bottom w:val="single" w:sz="4" w:space="0" w:color="auto"/>
            </w:tcBorders>
          </w:tcPr>
          <w:p w14:paraId="37D3A5BD" w14:textId="7BECF3A3" w:rsidR="008027B7" w:rsidRPr="00FD240D" w:rsidRDefault="008027B7" w:rsidP="007838A3">
            <w:pPr>
              <w:widowControl w:val="0"/>
              <w:rPr>
                <w:rFonts w:ascii="Open Sans" w:hAnsi="Open Sans" w:cs="Open Sans"/>
                <w:b/>
                <w:i/>
              </w:rPr>
            </w:pPr>
            <w:r w:rsidRPr="00FD240D">
              <w:rPr>
                <w:rFonts w:ascii="Open Sans" w:hAnsi="Open Sans" w:cs="Open Sans"/>
                <w:b/>
                <w:bCs/>
                <w:i/>
                <w:iCs/>
              </w:rPr>
              <w:t>Priloga 1</w:t>
            </w:r>
            <w:r w:rsidR="00617D21">
              <w:rPr>
                <w:rFonts w:ascii="Open Sans" w:hAnsi="Open Sans" w:cs="Open Sans"/>
                <w:b/>
                <w:bCs/>
                <w:i/>
                <w:iCs/>
              </w:rPr>
              <w:t>0</w:t>
            </w:r>
          </w:p>
        </w:tc>
      </w:tr>
    </w:tbl>
    <w:p w14:paraId="3FD65BAD" w14:textId="77777777" w:rsidR="008027B7" w:rsidRPr="00FD240D" w:rsidRDefault="008027B7" w:rsidP="008027B7">
      <w:pPr>
        <w:widowControl w:val="0"/>
        <w:jc w:val="both"/>
        <w:rPr>
          <w:rFonts w:ascii="Open Sans" w:hAnsi="Open Sans" w:cs="Open Sans"/>
        </w:rPr>
      </w:pPr>
    </w:p>
    <w:p w14:paraId="1D87D8C3" w14:textId="77777777" w:rsidR="008027B7" w:rsidRPr="00FD240D" w:rsidRDefault="008027B7" w:rsidP="008027B7">
      <w:pPr>
        <w:widowControl w:val="0"/>
        <w:jc w:val="center"/>
        <w:rPr>
          <w:rFonts w:ascii="Open Sans" w:hAnsi="Open Sans" w:cs="Open Sans"/>
          <w:b/>
        </w:rPr>
      </w:pPr>
    </w:p>
    <w:p w14:paraId="7F936D4E" w14:textId="77777777" w:rsidR="008027B7" w:rsidRPr="00FD240D" w:rsidRDefault="008027B7" w:rsidP="008027B7">
      <w:pPr>
        <w:widowControl w:val="0"/>
        <w:jc w:val="center"/>
        <w:rPr>
          <w:rFonts w:ascii="Open Sans" w:hAnsi="Open Sans" w:cs="Open Sans"/>
          <w:b/>
        </w:rPr>
      </w:pPr>
    </w:p>
    <w:p w14:paraId="55D53994" w14:textId="1E92B463" w:rsidR="008027B7" w:rsidRPr="00FD240D" w:rsidRDefault="008027B7" w:rsidP="008027B7">
      <w:pPr>
        <w:widowControl w:val="0"/>
        <w:jc w:val="center"/>
        <w:rPr>
          <w:rFonts w:ascii="Open Sans" w:hAnsi="Open Sans" w:cs="Open Sans"/>
          <w:b/>
        </w:rPr>
      </w:pPr>
      <w:r w:rsidRPr="00FD240D">
        <w:rPr>
          <w:rFonts w:ascii="Open Sans" w:hAnsi="Open Sans" w:cs="Open Sans"/>
          <w:b/>
        </w:rPr>
        <w:t xml:space="preserve">Priloga št. </w:t>
      </w:r>
      <w:r w:rsidR="000445D5">
        <w:rPr>
          <w:rFonts w:ascii="Open Sans" w:hAnsi="Open Sans" w:cs="Open Sans"/>
          <w:b/>
        </w:rPr>
        <w:t>3</w:t>
      </w:r>
      <w:r w:rsidRPr="00FD240D">
        <w:rPr>
          <w:rFonts w:ascii="Open Sans" w:hAnsi="Open Sans" w:cs="Open Sans"/>
          <w:b/>
        </w:rPr>
        <w:fldChar w:fldCharType="begin"/>
      </w:r>
      <w:r w:rsidRPr="00FD240D">
        <w:rPr>
          <w:rFonts w:ascii="Open Sans" w:hAnsi="Open Sans" w:cs="Open Sans"/>
          <w:b/>
        </w:rPr>
        <w:instrText xml:space="preserve"> FILLIN  \* MERGEFORMAT </w:instrText>
      </w:r>
      <w:r w:rsidRPr="00FD240D">
        <w:rPr>
          <w:rFonts w:ascii="Open Sans" w:hAnsi="Open Sans" w:cs="Open Sans"/>
          <w:b/>
        </w:rPr>
        <w:fldChar w:fldCharType="end"/>
      </w:r>
      <w:r w:rsidRPr="00FD240D">
        <w:rPr>
          <w:rFonts w:ascii="Open Sans" w:hAnsi="Open Sans" w:cs="Open Sans"/>
          <w:b/>
        </w:rPr>
        <w:t xml:space="preserve"> k okvirnemu sporazumu št. </w:t>
      </w:r>
      <w:r w:rsidR="00FD240D">
        <w:rPr>
          <w:rFonts w:ascii="Open Sans" w:hAnsi="Open Sans" w:cs="Open Sans"/>
          <w:b/>
        </w:rPr>
        <w:t>ENLJ-SAL-80/25</w:t>
      </w:r>
    </w:p>
    <w:p w14:paraId="700EC080" w14:textId="77777777" w:rsidR="008027B7" w:rsidRPr="00FD240D" w:rsidRDefault="008027B7" w:rsidP="008027B7">
      <w:pPr>
        <w:widowControl w:val="0"/>
        <w:jc w:val="both"/>
        <w:rPr>
          <w:rFonts w:ascii="Open Sans" w:hAnsi="Open Sans" w:cs="Open Sans"/>
        </w:rPr>
      </w:pPr>
    </w:p>
    <w:p w14:paraId="00FBD142" w14:textId="77777777" w:rsidR="008027B7" w:rsidRPr="00FD240D" w:rsidRDefault="008027B7" w:rsidP="008027B7">
      <w:pPr>
        <w:widowControl w:val="0"/>
        <w:jc w:val="both"/>
        <w:rPr>
          <w:rFonts w:ascii="Open Sans" w:hAnsi="Open Sans" w:cs="Open Sans"/>
        </w:rPr>
      </w:pPr>
    </w:p>
    <w:p w14:paraId="57979409" w14:textId="77777777" w:rsidR="008027B7" w:rsidRPr="00FD240D" w:rsidRDefault="008027B7" w:rsidP="008027B7">
      <w:pPr>
        <w:widowControl w:val="0"/>
        <w:jc w:val="both"/>
        <w:rPr>
          <w:rFonts w:ascii="Open Sans" w:hAnsi="Open Sans" w:cs="Open Sans"/>
        </w:rPr>
      </w:pPr>
    </w:p>
    <w:p w14:paraId="6D170CE9" w14:textId="77777777" w:rsidR="008027B7" w:rsidRPr="00FD240D" w:rsidRDefault="008027B7" w:rsidP="008027B7">
      <w:pPr>
        <w:widowControl w:val="0"/>
        <w:jc w:val="both"/>
        <w:rPr>
          <w:rFonts w:ascii="Open Sans" w:eastAsia="Calibri" w:hAnsi="Open Sans" w:cs="Open Sans"/>
          <w:lang w:eastAsia="en-US"/>
        </w:rPr>
      </w:pPr>
      <w:r w:rsidRPr="00FD240D">
        <w:rPr>
          <w:rFonts w:ascii="Open Sans" w:hAnsi="Open Sans" w:cs="Open Sans"/>
        </w:rPr>
        <w:t xml:space="preserve">Na osnovi 39. člena Zakona o varnosti in zdravju pri delu (Ur. list RS, št. 43/2011) </w:t>
      </w:r>
      <w:r w:rsidRPr="00FD240D">
        <w:rPr>
          <w:rFonts w:ascii="Open Sans" w:eastAsia="Calibri" w:hAnsi="Open Sans" w:cs="Open Sans"/>
          <w:lang w:eastAsia="en-US"/>
        </w:rPr>
        <w:t>skleneta:</w:t>
      </w:r>
    </w:p>
    <w:p w14:paraId="285744AD" w14:textId="77777777" w:rsidR="008027B7" w:rsidRPr="00FD240D" w:rsidRDefault="008027B7" w:rsidP="008027B7">
      <w:pPr>
        <w:widowControl w:val="0"/>
        <w:rPr>
          <w:rFonts w:ascii="Open Sans" w:eastAsia="Calibri" w:hAnsi="Open Sans" w:cs="Open Sans"/>
          <w:lang w:eastAsia="en-US"/>
        </w:rPr>
      </w:pPr>
    </w:p>
    <w:p w14:paraId="36F26868" w14:textId="77777777" w:rsidR="008027B7" w:rsidRPr="00FD240D" w:rsidRDefault="008027B7" w:rsidP="008027B7">
      <w:pPr>
        <w:widowControl w:val="0"/>
        <w:rPr>
          <w:rFonts w:ascii="Open Sans" w:eastAsia="Calibri" w:hAnsi="Open Sans" w:cs="Open Sans"/>
          <w:lang w:eastAsia="en-US"/>
        </w:rPr>
      </w:pPr>
    </w:p>
    <w:p w14:paraId="0C9C232B"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both"/>
        <w:rPr>
          <w:rFonts w:ascii="Open Sans" w:eastAsia="Calibri" w:hAnsi="Open Sans" w:cs="Open Sans"/>
          <w:b/>
          <w:lang w:eastAsia="en-US"/>
        </w:rPr>
      </w:pPr>
    </w:p>
    <w:p w14:paraId="5CFDE3BD"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snapToGrid w:val="0"/>
        </w:rPr>
      </w:pPr>
      <w:r w:rsidRPr="00FD240D">
        <w:rPr>
          <w:rFonts w:ascii="Open Sans" w:hAnsi="Open Sans" w:cs="Open Sans"/>
          <w:b/>
          <w:snapToGrid w:val="0"/>
        </w:rPr>
        <w:t>JAVNO PODJETJE ENERGETIKA LJUBLJANA d.o.o.</w:t>
      </w:r>
      <w:r w:rsidRPr="00FD240D">
        <w:rPr>
          <w:rFonts w:ascii="Open Sans" w:hAnsi="Open Sans" w:cs="Open Sans"/>
          <w:snapToGrid w:val="0"/>
        </w:rPr>
        <w:t xml:space="preserve">, </w:t>
      </w:r>
    </w:p>
    <w:p w14:paraId="1316AF91"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center"/>
        <w:rPr>
          <w:rFonts w:ascii="Open Sans" w:eastAsia="Calibri" w:hAnsi="Open Sans" w:cs="Open Sans"/>
          <w:lang w:eastAsia="en-US"/>
        </w:rPr>
      </w:pPr>
      <w:r w:rsidRPr="00FD240D">
        <w:rPr>
          <w:rFonts w:ascii="Open Sans" w:hAnsi="Open Sans" w:cs="Open Sans"/>
          <w:snapToGrid w:val="0"/>
        </w:rPr>
        <w:t>Verovškova ulica 62, 1000 Ljubljana, ki jo zastopa direktor Samo Lozej</w:t>
      </w:r>
    </w:p>
    <w:p w14:paraId="685A0259"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center"/>
        <w:rPr>
          <w:rFonts w:ascii="Open Sans" w:eastAsia="Calibri" w:hAnsi="Open Sans" w:cs="Open Sans"/>
          <w:lang w:eastAsia="en-US"/>
        </w:rPr>
      </w:pPr>
    </w:p>
    <w:p w14:paraId="601904C5" w14:textId="77777777" w:rsidR="008027B7" w:rsidRPr="00FD240D" w:rsidRDefault="008027B7" w:rsidP="008027B7">
      <w:pPr>
        <w:widowControl w:val="0"/>
        <w:ind w:right="-476"/>
        <w:jc w:val="center"/>
        <w:rPr>
          <w:rFonts w:ascii="Open Sans" w:eastAsia="Calibri" w:hAnsi="Open Sans" w:cs="Open Sans"/>
          <w:lang w:eastAsia="en-US"/>
        </w:rPr>
      </w:pPr>
      <w:r w:rsidRPr="00FD240D">
        <w:rPr>
          <w:rFonts w:ascii="Open Sans" w:eastAsia="Calibri" w:hAnsi="Open Sans" w:cs="Open Sans"/>
          <w:lang w:eastAsia="en-US"/>
        </w:rPr>
        <w:t xml:space="preserve">(v nadaljevanju: </w:t>
      </w:r>
      <w:r w:rsidRPr="00FD240D">
        <w:rPr>
          <w:rFonts w:ascii="Open Sans" w:eastAsia="Calibri" w:hAnsi="Open Sans" w:cs="Open Sans"/>
          <w:b/>
          <w:bCs/>
          <w:lang w:eastAsia="en-US"/>
        </w:rPr>
        <w:t>naročnik</w:t>
      </w:r>
      <w:r w:rsidRPr="00FD240D">
        <w:rPr>
          <w:rFonts w:ascii="Open Sans" w:eastAsia="Calibri" w:hAnsi="Open Sans" w:cs="Open Sans"/>
          <w:lang w:eastAsia="en-US"/>
        </w:rPr>
        <w:t>)</w:t>
      </w:r>
    </w:p>
    <w:p w14:paraId="3AD8DDBF" w14:textId="77777777" w:rsidR="008027B7" w:rsidRPr="00FD240D" w:rsidRDefault="008027B7" w:rsidP="008027B7">
      <w:pPr>
        <w:widowControl w:val="0"/>
        <w:tabs>
          <w:tab w:val="center" w:pos="4536"/>
          <w:tab w:val="right" w:pos="9072"/>
        </w:tabs>
        <w:jc w:val="center"/>
        <w:rPr>
          <w:rFonts w:ascii="Open Sans" w:hAnsi="Open Sans" w:cs="Open Sans"/>
        </w:rPr>
      </w:pPr>
    </w:p>
    <w:p w14:paraId="2CBFBC9C" w14:textId="77777777" w:rsidR="008027B7" w:rsidRPr="00FD240D" w:rsidRDefault="008027B7" w:rsidP="008027B7">
      <w:pPr>
        <w:widowControl w:val="0"/>
        <w:jc w:val="center"/>
        <w:rPr>
          <w:rFonts w:ascii="Open Sans" w:eastAsia="Calibri" w:hAnsi="Open Sans" w:cs="Open Sans"/>
          <w:lang w:eastAsia="en-US"/>
        </w:rPr>
      </w:pPr>
      <w:r w:rsidRPr="00FD240D">
        <w:rPr>
          <w:rFonts w:ascii="Open Sans" w:eastAsia="Calibri" w:hAnsi="Open Sans" w:cs="Open Sans"/>
          <w:lang w:eastAsia="en-US"/>
        </w:rPr>
        <w:t>in</w:t>
      </w:r>
    </w:p>
    <w:p w14:paraId="52B36671" w14:textId="77777777" w:rsidR="008027B7" w:rsidRPr="00FD240D" w:rsidRDefault="008027B7" w:rsidP="008027B7">
      <w:pPr>
        <w:widowControl w:val="0"/>
        <w:tabs>
          <w:tab w:val="left" w:pos="567"/>
          <w:tab w:val="num" w:pos="851"/>
          <w:tab w:val="left" w:pos="993"/>
        </w:tabs>
        <w:outlineLvl w:val="4"/>
        <w:rPr>
          <w:rFonts w:ascii="Open Sans" w:hAnsi="Open Sans" w:cs="Open Sans"/>
          <w:b/>
        </w:rPr>
      </w:pPr>
    </w:p>
    <w:p w14:paraId="476DD89D"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both"/>
        <w:rPr>
          <w:rFonts w:ascii="Open Sans" w:eastAsia="Calibri" w:hAnsi="Open Sans" w:cs="Open Sans"/>
          <w:lang w:eastAsia="en-US"/>
        </w:rPr>
      </w:pPr>
    </w:p>
    <w:p w14:paraId="5C1BD786"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both"/>
        <w:rPr>
          <w:rFonts w:ascii="Open Sans" w:eastAsia="Calibri" w:hAnsi="Open Sans" w:cs="Open Sans"/>
          <w:lang w:eastAsia="en-US"/>
        </w:rPr>
      </w:pPr>
    </w:p>
    <w:p w14:paraId="33281D60"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b/>
        </w:rPr>
      </w:pPr>
      <w:r w:rsidRPr="00FD240D">
        <w:rPr>
          <w:rFonts w:ascii="Open Sans" w:hAnsi="Open Sans" w:cs="Open Sans"/>
          <w:b/>
        </w:rPr>
        <w:t>……………………………………………………………….(naziv izvajalca),</w:t>
      </w:r>
    </w:p>
    <w:p w14:paraId="24FBC2B8"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rPr>
      </w:pPr>
      <w:r w:rsidRPr="00FD240D">
        <w:rPr>
          <w:rFonts w:ascii="Open Sans" w:hAnsi="Open Sans" w:cs="Open Sans"/>
        </w:rPr>
        <w:t>ki ga/jo zastopa ………………………….</w:t>
      </w:r>
    </w:p>
    <w:p w14:paraId="6969D453"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ind w:right="46"/>
        <w:jc w:val="both"/>
        <w:rPr>
          <w:rFonts w:ascii="Open Sans" w:eastAsia="Calibri" w:hAnsi="Open Sans" w:cs="Open Sans"/>
          <w:lang w:eastAsia="en-US"/>
        </w:rPr>
      </w:pPr>
    </w:p>
    <w:p w14:paraId="1C0358EF" w14:textId="77777777" w:rsidR="008027B7" w:rsidRPr="00FD240D" w:rsidRDefault="008027B7" w:rsidP="008027B7">
      <w:pPr>
        <w:widowControl w:val="0"/>
        <w:jc w:val="center"/>
        <w:rPr>
          <w:rFonts w:ascii="Open Sans" w:eastAsia="Calibri" w:hAnsi="Open Sans" w:cs="Open Sans"/>
          <w:lang w:eastAsia="en-US"/>
        </w:rPr>
      </w:pPr>
      <w:r w:rsidRPr="00FD240D">
        <w:rPr>
          <w:rFonts w:ascii="Open Sans" w:eastAsia="Calibri" w:hAnsi="Open Sans" w:cs="Open Sans"/>
          <w:lang w:eastAsia="en-US"/>
        </w:rPr>
        <w:t xml:space="preserve">(v nadaljevanju: </w:t>
      </w:r>
      <w:r w:rsidRPr="00FD240D">
        <w:rPr>
          <w:rFonts w:ascii="Open Sans" w:eastAsia="Calibri" w:hAnsi="Open Sans" w:cs="Open Sans"/>
          <w:b/>
          <w:bCs/>
          <w:lang w:eastAsia="en-US"/>
        </w:rPr>
        <w:t>izvajalec</w:t>
      </w:r>
      <w:r w:rsidRPr="00FD240D">
        <w:rPr>
          <w:rFonts w:ascii="Open Sans" w:eastAsia="Calibri" w:hAnsi="Open Sans" w:cs="Open Sans"/>
          <w:lang w:eastAsia="en-US"/>
        </w:rPr>
        <w:t>)</w:t>
      </w:r>
    </w:p>
    <w:p w14:paraId="47778810" w14:textId="77777777" w:rsidR="008027B7" w:rsidRPr="00FD240D" w:rsidRDefault="008027B7" w:rsidP="008027B7">
      <w:pPr>
        <w:widowControl w:val="0"/>
        <w:ind w:right="-476"/>
        <w:rPr>
          <w:rFonts w:ascii="Open Sans" w:eastAsia="Calibri" w:hAnsi="Open Sans" w:cs="Open Sans"/>
          <w:lang w:eastAsia="en-US"/>
        </w:rPr>
      </w:pPr>
    </w:p>
    <w:p w14:paraId="4FABB357" w14:textId="77777777" w:rsidR="008027B7" w:rsidRPr="00FD240D" w:rsidRDefault="008027B7" w:rsidP="008027B7">
      <w:pPr>
        <w:widowControl w:val="0"/>
        <w:ind w:right="-476"/>
        <w:rPr>
          <w:rFonts w:ascii="Open Sans" w:eastAsia="Calibri" w:hAnsi="Open Sans" w:cs="Open Sans"/>
          <w:lang w:eastAsia="en-US"/>
        </w:rPr>
      </w:pPr>
    </w:p>
    <w:p w14:paraId="090BEF2B" w14:textId="77777777" w:rsidR="008027B7" w:rsidRPr="00FD240D" w:rsidRDefault="008027B7" w:rsidP="008027B7">
      <w:pPr>
        <w:widowControl w:val="0"/>
        <w:ind w:right="-476"/>
        <w:rPr>
          <w:rFonts w:ascii="Open Sans" w:eastAsia="Calibri" w:hAnsi="Open Sans" w:cs="Open Sans"/>
          <w:lang w:eastAsia="en-US"/>
        </w:rPr>
      </w:pPr>
      <w:r w:rsidRPr="00FD240D">
        <w:rPr>
          <w:rFonts w:ascii="Open Sans" w:eastAsia="Calibri" w:hAnsi="Open Sans" w:cs="Open Sans"/>
          <w:lang w:eastAsia="en-US"/>
        </w:rPr>
        <w:t>(v nadaljevanju: naročnik in izvajalec skupaj/posamično: podpisnik/a sporazuma)</w:t>
      </w:r>
    </w:p>
    <w:p w14:paraId="29E300F1" w14:textId="77777777" w:rsidR="008027B7" w:rsidRPr="00FD240D" w:rsidRDefault="008027B7" w:rsidP="008027B7">
      <w:pPr>
        <w:widowControl w:val="0"/>
        <w:rPr>
          <w:rFonts w:ascii="Open Sans" w:eastAsia="Calibri" w:hAnsi="Open Sans" w:cs="Open Sans"/>
          <w:lang w:eastAsia="en-US"/>
        </w:rPr>
      </w:pPr>
    </w:p>
    <w:p w14:paraId="04A7D97F" w14:textId="77777777" w:rsidR="008027B7" w:rsidRPr="00FD240D" w:rsidRDefault="008027B7" w:rsidP="008027B7">
      <w:pPr>
        <w:widowControl w:val="0"/>
        <w:rPr>
          <w:rFonts w:ascii="Open Sans" w:eastAsia="Calibri" w:hAnsi="Open Sans" w:cs="Open Sans"/>
          <w:lang w:eastAsia="en-US"/>
        </w:rPr>
      </w:pPr>
    </w:p>
    <w:p w14:paraId="364F9C9A" w14:textId="77777777" w:rsidR="008027B7" w:rsidRPr="00FD240D" w:rsidRDefault="008027B7" w:rsidP="008027B7">
      <w:pPr>
        <w:widowControl w:val="0"/>
        <w:rPr>
          <w:rFonts w:ascii="Open Sans" w:eastAsia="Calibri" w:hAnsi="Open Sans" w:cs="Open Sans"/>
          <w:lang w:eastAsia="en-US"/>
        </w:rPr>
      </w:pPr>
    </w:p>
    <w:p w14:paraId="27379404"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eastAsia="Calibri" w:hAnsi="Open Sans" w:cs="Open Sans"/>
          <w:b/>
          <w:lang w:eastAsia="en-US"/>
        </w:rPr>
      </w:pPr>
      <w:r w:rsidRPr="00FD240D">
        <w:rPr>
          <w:rFonts w:ascii="Open Sans" w:eastAsia="Calibri" w:hAnsi="Open Sans" w:cs="Open Sans"/>
          <w:b/>
          <w:lang w:eastAsia="en-US"/>
        </w:rPr>
        <w:t>PISNI SPORAZUM</w:t>
      </w:r>
    </w:p>
    <w:p w14:paraId="1A362FA7"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eastAsia="Calibri" w:hAnsi="Open Sans" w:cs="Open Sans"/>
          <w:b/>
          <w:lang w:eastAsia="en-US"/>
        </w:rPr>
      </w:pPr>
    </w:p>
    <w:p w14:paraId="2BCED71C"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eastAsia="Calibri" w:hAnsi="Open Sans" w:cs="Open Sans"/>
          <w:b/>
          <w:lang w:eastAsia="en-US"/>
        </w:rPr>
      </w:pPr>
      <w:r w:rsidRPr="00FD240D">
        <w:rPr>
          <w:rFonts w:ascii="Open Sans" w:eastAsia="Calibri" w:hAnsi="Open Sans" w:cs="Open Sans"/>
          <w:b/>
          <w:lang w:eastAsia="en-US"/>
        </w:rPr>
        <w:t>O SKUPNIH VARNOSTNIH UKREPIH IN RAVNANJU Z OKOLJEM V</w:t>
      </w:r>
    </w:p>
    <w:p w14:paraId="391F24EA"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eastAsia="Calibri" w:hAnsi="Open Sans" w:cs="Open Sans"/>
          <w:b/>
          <w:lang w:eastAsia="en-US"/>
        </w:rPr>
      </w:pPr>
      <w:r w:rsidRPr="00FD240D">
        <w:rPr>
          <w:rFonts w:ascii="Open Sans" w:eastAsia="Calibri" w:hAnsi="Open Sans" w:cs="Open Sans"/>
          <w:b/>
          <w:lang w:eastAsia="en-US"/>
        </w:rPr>
        <w:t xml:space="preserve">JAVNEM PODJETJU ENERGETIKA LJUBLJANA d.o.o. </w:t>
      </w:r>
    </w:p>
    <w:p w14:paraId="7AD7F361"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eastAsia="Calibri" w:hAnsi="Open Sans" w:cs="Open Sans"/>
          <w:lang w:eastAsia="en-US"/>
        </w:rPr>
      </w:pPr>
      <w:r w:rsidRPr="00FD240D">
        <w:rPr>
          <w:rFonts w:ascii="Open Sans" w:eastAsia="Calibri" w:hAnsi="Open Sans" w:cs="Open Sans"/>
          <w:lang w:eastAsia="en-US"/>
        </w:rPr>
        <w:t>(v nadaljevanju: Sporazum)</w:t>
      </w:r>
    </w:p>
    <w:p w14:paraId="49A0D04A" w14:textId="77777777"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eastAsia="Calibri" w:hAnsi="Open Sans" w:cs="Open Sans"/>
          <w:lang w:eastAsia="en-US"/>
        </w:rPr>
      </w:pPr>
    </w:p>
    <w:p w14:paraId="3963910F" w14:textId="00D5DD06"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FD240D">
        <w:rPr>
          <w:rFonts w:ascii="Open Sans" w:hAnsi="Open Sans" w:cs="Open Sans"/>
          <w:b/>
          <w:noProof/>
        </w:rPr>
        <w:t xml:space="preserve">za </w:t>
      </w:r>
      <w:r w:rsidR="00FD240D">
        <w:rPr>
          <w:rFonts w:ascii="Open Sans" w:eastAsia="Calibri" w:hAnsi="Open Sans" w:cs="Open Sans"/>
          <w:b/>
          <w:lang w:eastAsia="en-US"/>
        </w:rPr>
        <w:t>VZDRŽEVANJE IN SERVISIRANJE KONVEKTORJEV ZA SISTEM OGREVANJA IN HLAJENJA</w:t>
      </w:r>
      <w:r w:rsidRPr="00FD240D">
        <w:rPr>
          <w:rFonts w:ascii="Open Sans" w:hAnsi="Open Sans" w:cs="Open Sans"/>
          <w:b/>
        </w:rPr>
        <w:t xml:space="preserve">, </w:t>
      </w:r>
    </w:p>
    <w:p w14:paraId="3BC0AEB0" w14:textId="7ADE92E2" w:rsidR="008027B7" w:rsidRPr="00FD240D" w:rsidRDefault="008027B7" w:rsidP="008027B7">
      <w:pPr>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FD240D">
        <w:rPr>
          <w:rFonts w:ascii="Open Sans" w:eastAsia="Calibri" w:hAnsi="Open Sans" w:cs="Open Sans"/>
          <w:b/>
          <w:lang w:eastAsia="en-US"/>
        </w:rPr>
        <w:t xml:space="preserve">št. javnega naročila </w:t>
      </w:r>
      <w:r w:rsidR="00FD240D">
        <w:rPr>
          <w:rFonts w:ascii="Open Sans" w:eastAsia="Calibri" w:hAnsi="Open Sans" w:cs="Open Sans"/>
          <w:b/>
          <w:lang w:eastAsia="en-US"/>
        </w:rPr>
        <w:t>ENLJ-SAL-80/25</w:t>
      </w:r>
    </w:p>
    <w:p w14:paraId="69FA5F4A" w14:textId="77777777" w:rsidR="008027B7" w:rsidRPr="00FD240D" w:rsidRDefault="008027B7" w:rsidP="008027B7">
      <w:pPr>
        <w:widowControl w:val="0"/>
        <w:rPr>
          <w:rFonts w:ascii="Open Sans" w:eastAsia="Calibri" w:hAnsi="Open Sans" w:cs="Open Sans"/>
          <w:lang w:eastAsia="en-US"/>
        </w:rPr>
      </w:pPr>
    </w:p>
    <w:p w14:paraId="4526936B" w14:textId="77777777" w:rsidR="008027B7" w:rsidRPr="00FD240D" w:rsidRDefault="008027B7" w:rsidP="008027B7">
      <w:pPr>
        <w:widowControl w:val="0"/>
        <w:rPr>
          <w:rFonts w:ascii="Open Sans" w:eastAsia="Calibri" w:hAnsi="Open Sans" w:cs="Open Sans"/>
          <w:lang w:eastAsia="en-US"/>
        </w:rPr>
      </w:pPr>
    </w:p>
    <w:p w14:paraId="73F23B2C" w14:textId="77777777" w:rsidR="008027B7" w:rsidRPr="00FD240D" w:rsidRDefault="008027B7" w:rsidP="008027B7">
      <w:pPr>
        <w:widowControl w:val="0"/>
        <w:rPr>
          <w:rFonts w:ascii="Open Sans" w:eastAsia="Calibri" w:hAnsi="Open Sans" w:cs="Open Sans"/>
          <w:lang w:eastAsia="en-US"/>
        </w:rPr>
      </w:pPr>
    </w:p>
    <w:p w14:paraId="2ED4F5E1" w14:textId="77777777" w:rsidR="008027B7" w:rsidRPr="00FD240D" w:rsidRDefault="008027B7" w:rsidP="008027B7">
      <w:pPr>
        <w:widowControl w:val="0"/>
        <w:rPr>
          <w:rFonts w:ascii="Open Sans" w:eastAsia="Calibri" w:hAnsi="Open Sans" w:cs="Open Sans"/>
          <w:lang w:eastAsia="en-US"/>
        </w:rPr>
      </w:pPr>
    </w:p>
    <w:p w14:paraId="3AE98BFC" w14:textId="77777777" w:rsidR="008027B7" w:rsidRPr="00FD240D" w:rsidRDefault="008027B7" w:rsidP="008027B7">
      <w:pPr>
        <w:widowControl w:val="0"/>
        <w:rPr>
          <w:rFonts w:ascii="Open Sans" w:eastAsia="Calibri" w:hAnsi="Open Sans" w:cs="Open Sans"/>
          <w:lang w:eastAsia="en-US"/>
        </w:rPr>
      </w:pPr>
    </w:p>
    <w:p w14:paraId="2CAC14D2" w14:textId="77777777" w:rsidR="008027B7" w:rsidRPr="00FD240D" w:rsidRDefault="008027B7" w:rsidP="008027B7">
      <w:pPr>
        <w:widowControl w:val="0"/>
        <w:rPr>
          <w:rFonts w:ascii="Open Sans" w:eastAsia="Calibri" w:hAnsi="Open Sans" w:cs="Open Sans"/>
          <w:lang w:eastAsia="en-US"/>
        </w:rPr>
      </w:pPr>
    </w:p>
    <w:p w14:paraId="60A780B2" w14:textId="77777777" w:rsidR="008027B7" w:rsidRPr="00FD240D" w:rsidRDefault="008027B7" w:rsidP="008027B7">
      <w:pPr>
        <w:widowControl w:val="0"/>
        <w:rPr>
          <w:rFonts w:ascii="Open Sans" w:eastAsia="Calibri" w:hAnsi="Open Sans" w:cs="Open Sans"/>
          <w:lang w:eastAsia="en-US"/>
        </w:rPr>
      </w:pPr>
    </w:p>
    <w:p w14:paraId="150126A6" w14:textId="37E2BBEE" w:rsidR="008027B7" w:rsidRDefault="008027B7" w:rsidP="008027B7">
      <w:pPr>
        <w:widowControl w:val="0"/>
        <w:rPr>
          <w:rFonts w:ascii="Open Sans" w:eastAsia="Calibri" w:hAnsi="Open Sans" w:cs="Open Sans"/>
          <w:lang w:eastAsia="en-US"/>
        </w:rPr>
      </w:pPr>
    </w:p>
    <w:p w14:paraId="1050751A" w14:textId="77777777" w:rsidR="00BC739C" w:rsidRPr="00FD240D" w:rsidRDefault="00BC739C" w:rsidP="008027B7">
      <w:pPr>
        <w:widowControl w:val="0"/>
        <w:rPr>
          <w:rFonts w:ascii="Open Sans" w:eastAsia="Calibri" w:hAnsi="Open Sans" w:cs="Open Sans"/>
          <w:lang w:eastAsia="en-US"/>
        </w:rPr>
      </w:pPr>
    </w:p>
    <w:p w14:paraId="68347D0D" w14:textId="77777777" w:rsidR="008027B7" w:rsidRPr="00FD240D" w:rsidRDefault="008027B7" w:rsidP="008027B7">
      <w:pPr>
        <w:widowControl w:val="0"/>
        <w:rPr>
          <w:rFonts w:ascii="Open Sans" w:eastAsia="Calibri" w:hAnsi="Open Sans" w:cs="Open Sans"/>
          <w:lang w:eastAsia="en-US"/>
        </w:rPr>
      </w:pPr>
    </w:p>
    <w:p w14:paraId="40AE5841" w14:textId="77777777" w:rsidR="008027B7" w:rsidRPr="00FD240D" w:rsidRDefault="008027B7" w:rsidP="008027B7">
      <w:pPr>
        <w:widowControl w:val="0"/>
        <w:rPr>
          <w:rFonts w:ascii="Open Sans" w:eastAsia="Calibri" w:hAnsi="Open Sans" w:cs="Open Sans"/>
          <w:lang w:eastAsia="en-US"/>
        </w:rPr>
      </w:pPr>
    </w:p>
    <w:p w14:paraId="7B7C8B1A" w14:textId="77777777" w:rsidR="008027B7" w:rsidRPr="00FD240D" w:rsidRDefault="008027B7" w:rsidP="0019014E">
      <w:pPr>
        <w:widowControl w:val="0"/>
        <w:numPr>
          <w:ilvl w:val="0"/>
          <w:numId w:val="43"/>
        </w:numPr>
        <w:tabs>
          <w:tab w:val="left" w:pos="709"/>
        </w:tabs>
        <w:ind w:right="45"/>
        <w:contextualSpacing/>
        <w:jc w:val="both"/>
        <w:rPr>
          <w:rFonts w:ascii="Open Sans" w:hAnsi="Open Sans" w:cs="Open Sans"/>
          <w:b/>
          <w:bCs/>
        </w:rPr>
      </w:pPr>
      <w:r w:rsidRPr="00FD240D">
        <w:rPr>
          <w:rFonts w:ascii="Open Sans" w:hAnsi="Open Sans" w:cs="Open Sans"/>
          <w:b/>
          <w:bCs/>
        </w:rPr>
        <w:t xml:space="preserve">      SPLOŠNA DOLOČILA</w:t>
      </w:r>
    </w:p>
    <w:p w14:paraId="73F16E4F" w14:textId="32360567" w:rsidR="008027B7" w:rsidRDefault="008027B7" w:rsidP="008027B7">
      <w:pPr>
        <w:widowControl w:val="0"/>
        <w:tabs>
          <w:tab w:val="left" w:pos="426"/>
        </w:tabs>
        <w:ind w:left="705" w:right="45" w:hanging="705"/>
        <w:jc w:val="both"/>
        <w:rPr>
          <w:rFonts w:ascii="Open Sans" w:hAnsi="Open Sans" w:cs="Open Sans"/>
          <w:bCs/>
        </w:rPr>
      </w:pPr>
      <w:r w:rsidRPr="00FD240D">
        <w:rPr>
          <w:rFonts w:ascii="Open Sans" w:hAnsi="Open Sans" w:cs="Open Sans"/>
          <w:b/>
          <w:bCs/>
        </w:rPr>
        <w:t xml:space="preserve">1.1.  </w:t>
      </w:r>
      <w:r w:rsidR="00A65171" w:rsidRPr="00FD240D">
        <w:rPr>
          <w:rFonts w:ascii="Open Sans" w:hAnsi="Open Sans" w:cs="Open Sans"/>
          <w:b/>
          <w:bCs/>
        </w:rPr>
        <w:tab/>
      </w:r>
      <w:r w:rsidR="00A65171" w:rsidRPr="00FD240D">
        <w:rPr>
          <w:rFonts w:ascii="Open Sans" w:hAnsi="Open Sans" w:cs="Open Sans"/>
          <w:bCs/>
        </w:rPr>
        <w:t xml:space="preserve">S tem dokumentom se urejajo na delovišču, ki je na območju JAVNEGA PODJETJA ENERGETIKA LJUBLJANA d. o. o., na lokacijah </w:t>
      </w:r>
      <w:r w:rsidR="00617D21">
        <w:rPr>
          <w:rFonts w:ascii="Open Sans" w:hAnsi="Open Sans" w:cs="Open Sans"/>
          <w:bCs/>
        </w:rPr>
        <w:t xml:space="preserve">naročnika </w:t>
      </w:r>
      <w:r w:rsidR="00A65171" w:rsidRPr="00FD240D">
        <w:rPr>
          <w:rFonts w:ascii="Open Sans" w:hAnsi="Open Sans" w:cs="Open Sans"/>
          <w:bCs/>
        </w:rPr>
        <w:t>Verovškova ulica 62</w:t>
      </w:r>
      <w:r w:rsidR="00617D21">
        <w:rPr>
          <w:rFonts w:ascii="Open Sans" w:hAnsi="Open Sans" w:cs="Open Sans"/>
          <w:bCs/>
        </w:rPr>
        <w:t xml:space="preserve"> in Verovškova ulica 70</w:t>
      </w:r>
      <w:r w:rsidR="00A65171" w:rsidRPr="00FD240D">
        <w:rPr>
          <w:rFonts w:ascii="Open Sans" w:hAnsi="Open Sans" w:cs="Open Sans"/>
          <w:bCs/>
        </w:rPr>
        <w:t>, oboje v Ljubljani, skupni varnostni ukrepi, skupna organizacija varnosti pri delu, ter obveznosti in pravice delavcev, ki jim je naložena skrb za izvajanje in zagotavljanje varnih delovnih pogojev na skupnem delovišču.</w:t>
      </w:r>
      <w:r w:rsidR="00617D21">
        <w:rPr>
          <w:rFonts w:ascii="Open Sans" w:hAnsi="Open Sans" w:cs="Open Sans"/>
          <w:bCs/>
        </w:rPr>
        <w:t xml:space="preserve"> </w:t>
      </w:r>
    </w:p>
    <w:p w14:paraId="5D7A0A12" w14:textId="77777777" w:rsidR="00617D21" w:rsidRPr="00FD240D" w:rsidRDefault="00617D21" w:rsidP="008027B7">
      <w:pPr>
        <w:widowControl w:val="0"/>
        <w:tabs>
          <w:tab w:val="left" w:pos="426"/>
        </w:tabs>
        <w:ind w:left="705" w:right="45" w:hanging="705"/>
        <w:jc w:val="both"/>
        <w:rPr>
          <w:rFonts w:ascii="Open Sans" w:hAnsi="Open Sans" w:cs="Open Sans"/>
          <w:bCs/>
        </w:rPr>
      </w:pPr>
    </w:p>
    <w:p w14:paraId="1021D54C" w14:textId="289418BD" w:rsidR="008027B7" w:rsidRDefault="008027B7" w:rsidP="008027B7">
      <w:pPr>
        <w:widowControl w:val="0"/>
        <w:tabs>
          <w:tab w:val="left" w:pos="426"/>
        </w:tabs>
        <w:ind w:left="705" w:right="45" w:hanging="705"/>
        <w:jc w:val="both"/>
        <w:rPr>
          <w:rFonts w:ascii="Open Sans" w:hAnsi="Open Sans" w:cs="Open Sans"/>
          <w:bCs/>
        </w:rPr>
      </w:pPr>
      <w:r w:rsidRPr="00FD240D">
        <w:rPr>
          <w:rFonts w:ascii="Open Sans" w:hAnsi="Open Sans" w:cs="Open Sans"/>
          <w:b/>
          <w:bCs/>
        </w:rPr>
        <w:t xml:space="preserve">          </w:t>
      </w:r>
      <w:r w:rsidR="00617D21">
        <w:rPr>
          <w:rFonts w:ascii="Open Sans" w:hAnsi="Open Sans" w:cs="Open Sans"/>
          <w:b/>
          <w:bCs/>
        </w:rPr>
        <w:t xml:space="preserve">  </w:t>
      </w:r>
      <w:r w:rsidRPr="00FD240D">
        <w:rPr>
          <w:rFonts w:ascii="Open Sans" w:hAnsi="Open Sans" w:cs="Open Sans"/>
          <w:b/>
          <w:bCs/>
        </w:rPr>
        <w:t xml:space="preserve"> </w:t>
      </w:r>
      <w:r w:rsidRPr="00FD240D">
        <w:rPr>
          <w:rFonts w:ascii="Open Sans" w:hAnsi="Open Sans" w:cs="Open Sans"/>
        </w:rPr>
        <w:t xml:space="preserve">Kot skupno delovišče se šteje tista delovna površina, kjer istočasno opravljajo dela delavci dveh ali več izvajalcev. </w:t>
      </w:r>
      <w:r w:rsidRPr="00FD240D">
        <w:rPr>
          <w:rFonts w:ascii="Open Sans" w:hAnsi="Open Sans" w:cs="Open Sans"/>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5485E0C0" w14:textId="77777777" w:rsidR="00617D21" w:rsidRPr="00FD240D" w:rsidRDefault="00617D21" w:rsidP="008027B7">
      <w:pPr>
        <w:widowControl w:val="0"/>
        <w:tabs>
          <w:tab w:val="left" w:pos="426"/>
        </w:tabs>
        <w:ind w:left="705" w:right="45" w:hanging="705"/>
        <w:jc w:val="both"/>
        <w:rPr>
          <w:rFonts w:ascii="Open Sans" w:hAnsi="Open Sans" w:cs="Open Sans"/>
          <w:bCs/>
        </w:rPr>
      </w:pPr>
    </w:p>
    <w:p w14:paraId="7D007D2D" w14:textId="47E707F6" w:rsidR="008027B7" w:rsidRDefault="008027B7" w:rsidP="008027B7">
      <w:pPr>
        <w:widowControl w:val="0"/>
        <w:tabs>
          <w:tab w:val="left" w:pos="426"/>
        </w:tabs>
        <w:ind w:left="705" w:right="45" w:hanging="705"/>
        <w:jc w:val="both"/>
        <w:rPr>
          <w:rFonts w:ascii="Open Sans" w:hAnsi="Open Sans" w:cs="Open Sans"/>
          <w:bCs/>
        </w:rPr>
      </w:pPr>
      <w:r w:rsidRPr="00FD240D">
        <w:rPr>
          <w:rFonts w:ascii="Open Sans" w:hAnsi="Open Sans" w:cs="Open Sans"/>
          <w:bCs/>
        </w:rPr>
        <w:t xml:space="preserve">         </w:t>
      </w:r>
      <w:r w:rsidR="00617D21">
        <w:rPr>
          <w:rFonts w:ascii="Open Sans" w:hAnsi="Open Sans" w:cs="Open Sans"/>
          <w:bCs/>
        </w:rPr>
        <w:t xml:space="preserve">  </w:t>
      </w:r>
      <w:r w:rsidRPr="00FD240D">
        <w:rPr>
          <w:rFonts w:ascii="Open Sans" w:hAnsi="Open Sans" w:cs="Open Sans"/>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05294AE7" w14:textId="77777777" w:rsidR="00617D21" w:rsidRPr="00FD240D" w:rsidRDefault="00617D21" w:rsidP="008027B7">
      <w:pPr>
        <w:widowControl w:val="0"/>
        <w:tabs>
          <w:tab w:val="left" w:pos="426"/>
        </w:tabs>
        <w:ind w:left="705" w:right="45" w:hanging="705"/>
        <w:jc w:val="both"/>
        <w:rPr>
          <w:rFonts w:ascii="Open Sans" w:hAnsi="Open Sans" w:cs="Open Sans"/>
          <w:bCs/>
        </w:rPr>
      </w:pPr>
    </w:p>
    <w:p w14:paraId="16CF2CDF" w14:textId="1C2B2DED" w:rsidR="008027B7" w:rsidRDefault="008027B7" w:rsidP="008027B7">
      <w:pPr>
        <w:widowControl w:val="0"/>
        <w:tabs>
          <w:tab w:val="left" w:pos="426"/>
        </w:tabs>
        <w:ind w:left="705" w:right="45" w:hanging="705"/>
        <w:jc w:val="both"/>
        <w:rPr>
          <w:rFonts w:ascii="Open Sans" w:hAnsi="Open Sans" w:cs="Open Sans"/>
          <w:bCs/>
        </w:rPr>
      </w:pPr>
      <w:r w:rsidRPr="00FD240D">
        <w:rPr>
          <w:rFonts w:ascii="Open Sans" w:hAnsi="Open Sans" w:cs="Open Sans"/>
          <w:b/>
          <w:bCs/>
        </w:rPr>
        <w:t xml:space="preserve">1.2.   </w:t>
      </w:r>
      <w:r w:rsidRPr="00FD240D">
        <w:rPr>
          <w:rFonts w:ascii="Open Sans" w:hAnsi="Open Sans" w:cs="Open Sans"/>
          <w:bCs/>
        </w:rPr>
        <w:t>Pisni sporazum o skupnih varnostnih ukrepih in ravnanju z okoljem (v nadaljevanju: sporazum) velja za dela določena v skladu s tem okvirnim sporazumom.</w:t>
      </w:r>
    </w:p>
    <w:p w14:paraId="3F8DA4CE" w14:textId="77777777" w:rsidR="00617D21" w:rsidRPr="00FD240D" w:rsidRDefault="00617D21" w:rsidP="008027B7">
      <w:pPr>
        <w:widowControl w:val="0"/>
        <w:tabs>
          <w:tab w:val="left" w:pos="426"/>
        </w:tabs>
        <w:ind w:left="705" w:right="45" w:hanging="705"/>
        <w:jc w:val="both"/>
        <w:rPr>
          <w:rFonts w:ascii="Open Sans" w:hAnsi="Open Sans" w:cs="Open Sans"/>
          <w:bCs/>
        </w:rPr>
      </w:pPr>
    </w:p>
    <w:p w14:paraId="24F934DD" w14:textId="77777777" w:rsidR="008027B7" w:rsidRPr="00FD240D" w:rsidRDefault="008027B7" w:rsidP="008027B7">
      <w:pPr>
        <w:widowControl w:val="0"/>
        <w:tabs>
          <w:tab w:val="left" w:pos="426"/>
        </w:tabs>
        <w:ind w:left="705" w:right="45" w:hanging="705"/>
        <w:jc w:val="both"/>
        <w:rPr>
          <w:rFonts w:ascii="Open Sans" w:hAnsi="Open Sans" w:cs="Open Sans"/>
          <w:bCs/>
        </w:rPr>
      </w:pPr>
      <w:r w:rsidRPr="00FD240D">
        <w:rPr>
          <w:rFonts w:ascii="Open Sans" w:hAnsi="Open Sans" w:cs="Open Sans"/>
          <w:b/>
          <w:bCs/>
        </w:rPr>
        <w:t>1.3.</w:t>
      </w:r>
      <w:r w:rsidRPr="00FD240D">
        <w:rPr>
          <w:rFonts w:ascii="Open Sans" w:hAnsi="Open Sans" w:cs="Open Sans"/>
          <w:bCs/>
        </w:rPr>
        <w:t xml:space="preserve">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076DD190" w14:textId="77777777" w:rsidR="008027B7" w:rsidRPr="00FD240D" w:rsidRDefault="008027B7" w:rsidP="008027B7">
      <w:pPr>
        <w:widowControl w:val="0"/>
        <w:tabs>
          <w:tab w:val="left" w:pos="426"/>
        </w:tabs>
        <w:ind w:left="705" w:right="45" w:hanging="705"/>
        <w:jc w:val="both"/>
        <w:rPr>
          <w:rFonts w:ascii="Open Sans" w:hAnsi="Open Sans" w:cs="Open Sans"/>
          <w:bCs/>
        </w:rPr>
      </w:pPr>
    </w:p>
    <w:p w14:paraId="1B0D3B89" w14:textId="77777777" w:rsidR="008027B7" w:rsidRPr="00FD240D" w:rsidRDefault="008027B7" w:rsidP="0019014E">
      <w:pPr>
        <w:widowControl w:val="0"/>
        <w:numPr>
          <w:ilvl w:val="0"/>
          <w:numId w:val="43"/>
        </w:numPr>
        <w:tabs>
          <w:tab w:val="left" w:pos="709"/>
        </w:tabs>
        <w:ind w:right="45"/>
        <w:contextualSpacing/>
        <w:jc w:val="both"/>
        <w:rPr>
          <w:rFonts w:ascii="Open Sans" w:hAnsi="Open Sans" w:cs="Open Sans"/>
          <w:b/>
          <w:bCs/>
        </w:rPr>
      </w:pPr>
      <w:r w:rsidRPr="00FD240D">
        <w:rPr>
          <w:rFonts w:ascii="Open Sans" w:hAnsi="Open Sans" w:cs="Open Sans"/>
          <w:b/>
          <w:bCs/>
        </w:rPr>
        <w:t xml:space="preserve">     DOLOČITEV DRUGIH OBVEZNOSTI STRANK PO OKVIRNEM SPORAZUMU</w:t>
      </w:r>
    </w:p>
    <w:p w14:paraId="65B1AF6A" w14:textId="77777777" w:rsidR="008027B7" w:rsidRPr="00FD240D" w:rsidRDefault="008027B7" w:rsidP="008027B7">
      <w:pPr>
        <w:widowControl w:val="0"/>
        <w:ind w:left="705" w:hanging="705"/>
        <w:jc w:val="both"/>
        <w:rPr>
          <w:rFonts w:ascii="Open Sans" w:hAnsi="Open Sans" w:cs="Open Sans"/>
          <w:b/>
        </w:rPr>
      </w:pPr>
    </w:p>
    <w:p w14:paraId="6CA35BA2" w14:textId="77777777" w:rsidR="008027B7" w:rsidRPr="00FD240D" w:rsidRDefault="008027B7" w:rsidP="008027B7">
      <w:pPr>
        <w:widowControl w:val="0"/>
        <w:ind w:left="705" w:hanging="705"/>
        <w:jc w:val="both"/>
        <w:rPr>
          <w:rFonts w:ascii="Open Sans" w:hAnsi="Open Sans" w:cs="Open Sans"/>
          <w:b/>
        </w:rPr>
      </w:pPr>
      <w:r w:rsidRPr="00FD240D">
        <w:rPr>
          <w:rFonts w:ascii="Open Sans" w:hAnsi="Open Sans" w:cs="Open Sans"/>
          <w:b/>
        </w:rPr>
        <w:t>2.1.   Skupne obveznosti strank po okvirnem sporazumu:</w:t>
      </w:r>
    </w:p>
    <w:p w14:paraId="51FF45CB" w14:textId="77777777" w:rsidR="008027B7" w:rsidRPr="00FD240D" w:rsidRDefault="008027B7" w:rsidP="008027B7">
      <w:pPr>
        <w:widowControl w:val="0"/>
        <w:ind w:left="705" w:hanging="705"/>
        <w:jc w:val="both"/>
        <w:rPr>
          <w:rFonts w:ascii="Open Sans" w:hAnsi="Open Sans" w:cs="Open Sans"/>
          <w:b/>
        </w:rPr>
      </w:pPr>
    </w:p>
    <w:p w14:paraId="492564F9"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rPr>
        <w:t>Stranki okvirnega sporazuma imata na skupnem delovišču zlasti naslednje skupne obveznosti:</w:t>
      </w:r>
    </w:p>
    <w:p w14:paraId="3A9F7156" w14:textId="77777777" w:rsidR="008027B7" w:rsidRPr="00FD240D" w:rsidRDefault="008027B7" w:rsidP="0019014E">
      <w:pPr>
        <w:widowControl w:val="0"/>
        <w:numPr>
          <w:ilvl w:val="0"/>
          <w:numId w:val="31"/>
        </w:numPr>
        <w:tabs>
          <w:tab w:val="left" w:pos="709"/>
        </w:tabs>
        <w:ind w:right="45"/>
        <w:contextualSpacing/>
        <w:jc w:val="both"/>
        <w:rPr>
          <w:rFonts w:ascii="Open Sans" w:hAnsi="Open Sans" w:cs="Open Sans"/>
        </w:rPr>
      </w:pPr>
      <w:r w:rsidRPr="00FD240D">
        <w:rPr>
          <w:rFonts w:ascii="Open Sans" w:hAnsi="Open Sans" w:cs="Open Sans"/>
        </w:rPr>
        <w:t>storitve na delovišču se ne smejo pričeti, dokler niso zagotovljeni vsi predpisani ukrepi navedeni v tem sporazumu,</w:t>
      </w:r>
    </w:p>
    <w:p w14:paraId="11CBB1A8" w14:textId="77777777" w:rsidR="008027B7" w:rsidRPr="00FD240D" w:rsidRDefault="008027B7" w:rsidP="0019014E">
      <w:pPr>
        <w:widowControl w:val="0"/>
        <w:numPr>
          <w:ilvl w:val="0"/>
          <w:numId w:val="31"/>
        </w:numPr>
        <w:tabs>
          <w:tab w:val="left" w:pos="709"/>
        </w:tabs>
        <w:ind w:right="45"/>
        <w:contextualSpacing/>
        <w:jc w:val="both"/>
        <w:rPr>
          <w:rFonts w:ascii="Open Sans" w:hAnsi="Open Sans" w:cs="Open Sans"/>
        </w:rPr>
      </w:pPr>
      <w:r w:rsidRPr="00FD240D">
        <w:rPr>
          <w:rFonts w:ascii="Open Sans" w:hAnsi="Open Sans" w:cs="Open Sans"/>
        </w:rPr>
        <w:t>delovišče mora izvajalec po predhodnem dogovoru s skrbnikom okvirnega sporazuma primerno urediti, zavarovati, označiti, preprečiti dostop nepooblaščenim osebam, urediti poti in zavarovati nevarne cone in sicer tako, da:</w:t>
      </w:r>
    </w:p>
    <w:p w14:paraId="4E6B4376" w14:textId="77777777" w:rsidR="008027B7" w:rsidRPr="00FD240D" w:rsidRDefault="008027B7" w:rsidP="0019014E">
      <w:pPr>
        <w:widowControl w:val="0"/>
        <w:numPr>
          <w:ilvl w:val="0"/>
          <w:numId w:val="20"/>
        </w:numPr>
        <w:tabs>
          <w:tab w:val="left" w:pos="709"/>
        </w:tabs>
        <w:ind w:left="993" w:right="45" w:hanging="284"/>
        <w:contextualSpacing/>
        <w:jc w:val="both"/>
        <w:rPr>
          <w:rFonts w:ascii="Open Sans" w:hAnsi="Open Sans" w:cs="Open Sans"/>
        </w:rPr>
      </w:pPr>
      <w:r w:rsidRPr="00FD240D">
        <w:rPr>
          <w:rFonts w:ascii="Open Sans" w:hAnsi="Open Sans" w:cs="Open Sans"/>
        </w:rPr>
        <w:t>zagotovita varne poti za gibanje, da bodo evakuacijske poti stalno proste in prehodne oziroma prevozne,</w:t>
      </w:r>
    </w:p>
    <w:p w14:paraId="0407E003"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skupaj določita: kraj, prostore in način razmestitve in shranjevanja materiala,</w:t>
      </w:r>
    </w:p>
    <w:p w14:paraId="3D2973E9"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prostore za hrambo nevarnega materiala,</w:t>
      </w:r>
    </w:p>
    <w:p w14:paraId="7A507A8C"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način prevažanja, nakladanja in razkladanja materiala in težkih predmetov,</w:t>
      </w:r>
    </w:p>
    <w:p w14:paraId="7C7A42F1"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način zavarovanja nevarnih mest na ogroženih območjih na delovišču,</w:t>
      </w:r>
    </w:p>
    <w:p w14:paraId="796721F1"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način dela in zavarujeta dela v neposredni bližini ali na krajih, kjer nastajajo zdravju škodljivi plini, prah in hlapi ali kjer lahko nastane požar ali eksplozija,</w:t>
      </w:r>
    </w:p>
    <w:p w14:paraId="048E0747"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namestitev električne napeljave za pogon naprav in strojev ter razsvetljave,</w:t>
      </w:r>
    </w:p>
    <w:p w14:paraId="57B9D17C"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mesta za postavitev strojev in naprav ter izvedbo zavarovanja glede na lokacijo,</w:t>
      </w:r>
    </w:p>
    <w:p w14:paraId="0EA65FB6"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vrste in načina izvedbe ter prevzem gradbenih odrov,</w:t>
      </w:r>
    </w:p>
    <w:p w14:paraId="1FB27E8B"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določita ukrepe varstva pred požarom ter opreme, naprav in sredstev za gašenje požarov, po potrebi organizirata izvajanje požarne straže,</w:t>
      </w:r>
    </w:p>
    <w:p w14:paraId="1DAD6188"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lastRenderedPageBreak/>
        <w:t>izvajalec organizira prvo pomoč na delovišču za svoje delavce,</w:t>
      </w:r>
    </w:p>
    <w:p w14:paraId="1F835961"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pri posebno nevarnih delih, po potrebi dodatno zavarujeta oz. seznanita delavce z nevarnostmi na področju izvajanja del.</w:t>
      </w:r>
    </w:p>
    <w:p w14:paraId="0D088FD8" w14:textId="77777777" w:rsidR="008027B7" w:rsidRPr="00FD240D" w:rsidRDefault="008027B7" w:rsidP="008027B7">
      <w:pPr>
        <w:widowControl w:val="0"/>
        <w:contextualSpacing/>
        <w:jc w:val="both"/>
        <w:rPr>
          <w:rFonts w:ascii="Open Sans" w:hAnsi="Open Sans" w:cs="Open Sans"/>
        </w:rPr>
      </w:pPr>
      <w:r w:rsidRPr="00FD240D">
        <w:rPr>
          <w:rFonts w:ascii="Open Sans" w:hAnsi="Open Sans" w:cs="Open Sans"/>
        </w:rPr>
        <w:t xml:space="preserve">          </w:t>
      </w:r>
    </w:p>
    <w:p w14:paraId="1C830E63" w14:textId="77777777" w:rsidR="008027B7" w:rsidRPr="00FD240D" w:rsidRDefault="008027B7" w:rsidP="008027B7">
      <w:pPr>
        <w:widowControl w:val="0"/>
        <w:ind w:firstLine="709"/>
        <w:contextualSpacing/>
        <w:jc w:val="both"/>
        <w:rPr>
          <w:rFonts w:ascii="Open Sans" w:hAnsi="Open Sans" w:cs="Open Sans"/>
        </w:rPr>
      </w:pPr>
      <w:r w:rsidRPr="00FD240D">
        <w:rPr>
          <w:rFonts w:ascii="Open Sans" w:hAnsi="Open Sans" w:cs="Open Sans"/>
        </w:rPr>
        <w:t xml:space="preserve">Določiti morata tudi druge skupne varnostne ukrepe na delovišču, zlasti pa ukrepe: </w:t>
      </w:r>
    </w:p>
    <w:p w14:paraId="6ACBB94A"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organizacijo varnega gibanja v energetskih objektih,</w:t>
      </w:r>
    </w:p>
    <w:p w14:paraId="2490371B"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varen poseg v obratovalno stanje energetskih naprav,</w:t>
      </w:r>
    </w:p>
    <w:p w14:paraId="4B9EDDF3"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varno izvajanje del na višini,</w:t>
      </w:r>
    </w:p>
    <w:p w14:paraId="28B596A2"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varno uporabo električne energije,</w:t>
      </w:r>
    </w:p>
    <w:p w14:paraId="59609925"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pri izvajanju dela v zaprtih prostorih,</w:t>
      </w:r>
    </w:p>
    <w:p w14:paraId="69E0078A"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varno delo v eksplozijsko nevarnih območjih,</w:t>
      </w:r>
    </w:p>
    <w:p w14:paraId="528E36F0"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varno delo z nevarnimi snovmi in ravnanjem z odpadki,</w:t>
      </w:r>
    </w:p>
    <w:p w14:paraId="34DE6E0E"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varno delo z dvigali in dvižnimi pripomočki,</w:t>
      </w:r>
    </w:p>
    <w:p w14:paraId="5430D2E5"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za varno delo pri montažnih delih.</w:t>
      </w:r>
    </w:p>
    <w:p w14:paraId="701783CA" w14:textId="77777777" w:rsidR="008027B7" w:rsidRPr="00FD240D" w:rsidRDefault="008027B7" w:rsidP="008027B7">
      <w:pPr>
        <w:widowControl w:val="0"/>
        <w:tabs>
          <w:tab w:val="left" w:pos="709"/>
        </w:tabs>
        <w:ind w:right="45"/>
        <w:contextualSpacing/>
        <w:jc w:val="both"/>
        <w:rPr>
          <w:rFonts w:ascii="Open Sans" w:hAnsi="Open Sans" w:cs="Open Sans"/>
        </w:rPr>
      </w:pPr>
    </w:p>
    <w:p w14:paraId="5127CC1A" w14:textId="77777777" w:rsidR="008027B7" w:rsidRPr="00FD240D" w:rsidRDefault="008027B7" w:rsidP="0019014E">
      <w:pPr>
        <w:widowControl w:val="0"/>
        <w:numPr>
          <w:ilvl w:val="0"/>
          <w:numId w:val="31"/>
        </w:numPr>
        <w:tabs>
          <w:tab w:val="left" w:pos="709"/>
        </w:tabs>
        <w:ind w:right="45"/>
        <w:contextualSpacing/>
        <w:jc w:val="both"/>
        <w:rPr>
          <w:rFonts w:ascii="Open Sans" w:hAnsi="Open Sans" w:cs="Open Sans"/>
        </w:rPr>
      </w:pPr>
      <w:r w:rsidRPr="00FD240D">
        <w:rPr>
          <w:rFonts w:ascii="Open Sans" w:hAnsi="Open Sans" w:cs="Open Sans"/>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7ECDD4B0" w14:textId="77777777" w:rsidR="008027B7" w:rsidRPr="00FD240D" w:rsidRDefault="008027B7" w:rsidP="0019014E">
      <w:pPr>
        <w:widowControl w:val="0"/>
        <w:numPr>
          <w:ilvl w:val="0"/>
          <w:numId w:val="31"/>
        </w:numPr>
        <w:tabs>
          <w:tab w:val="left" w:pos="709"/>
        </w:tabs>
        <w:ind w:right="45"/>
        <w:contextualSpacing/>
        <w:jc w:val="both"/>
        <w:rPr>
          <w:rFonts w:ascii="Open Sans" w:hAnsi="Open Sans" w:cs="Open Sans"/>
        </w:rPr>
      </w:pPr>
      <w:r w:rsidRPr="00FD240D">
        <w:rPr>
          <w:rFonts w:ascii="Open Sans" w:hAnsi="Open Sans" w:cs="Open Sans"/>
        </w:rPr>
        <w:t>svoje delo morata stranki načrtovati in izvajati v skladu z določili tega sporazuma, tako da bo delo na delovišču potekalo nemoteno in hkrati ne bo prihajalo do medsebojnega ogrožanja, tako delavcev strank po okvirnem sporazumu, kot tudi delavcev drugih izvajalcev, obiskovalcev in nadzornega osebja,</w:t>
      </w:r>
    </w:p>
    <w:p w14:paraId="39655C93" w14:textId="77777777" w:rsidR="008027B7" w:rsidRPr="00FD240D" w:rsidRDefault="008027B7" w:rsidP="0019014E">
      <w:pPr>
        <w:widowControl w:val="0"/>
        <w:numPr>
          <w:ilvl w:val="0"/>
          <w:numId w:val="31"/>
        </w:numPr>
        <w:contextualSpacing/>
        <w:jc w:val="both"/>
        <w:rPr>
          <w:rFonts w:ascii="Open Sans" w:hAnsi="Open Sans" w:cs="Open Sans"/>
        </w:rPr>
      </w:pPr>
      <w:r w:rsidRPr="00FD240D">
        <w:rPr>
          <w:rFonts w:ascii="Open Sans" w:hAnsi="Open Sans" w:cs="Open Sans"/>
        </w:rPr>
        <w:t>podrobno morata seznaniti druga drugo z vsemi nevarnostmi in tveganji za poškodbe, ki izhajajo iz njunih dejavnosti,</w:t>
      </w:r>
    </w:p>
    <w:p w14:paraId="009D37F7" w14:textId="77777777" w:rsidR="008027B7" w:rsidRPr="00FD240D" w:rsidRDefault="008027B7" w:rsidP="0019014E">
      <w:pPr>
        <w:widowControl w:val="0"/>
        <w:numPr>
          <w:ilvl w:val="0"/>
          <w:numId w:val="31"/>
        </w:numPr>
        <w:contextualSpacing/>
        <w:jc w:val="both"/>
        <w:rPr>
          <w:rFonts w:ascii="Open Sans" w:hAnsi="Open Sans" w:cs="Open Sans"/>
        </w:rPr>
      </w:pPr>
      <w:r w:rsidRPr="00FD240D">
        <w:rPr>
          <w:rFonts w:ascii="Open Sans" w:hAnsi="Open Sans" w:cs="Open Sans"/>
        </w:rPr>
        <w:t>podrobno morata seznaniti svoje delavce z deli in varnim načinom dela,</w:t>
      </w:r>
    </w:p>
    <w:p w14:paraId="2A78B9ED" w14:textId="77777777" w:rsidR="008027B7" w:rsidRPr="00FD240D" w:rsidRDefault="008027B7" w:rsidP="0019014E">
      <w:pPr>
        <w:widowControl w:val="0"/>
        <w:numPr>
          <w:ilvl w:val="0"/>
          <w:numId w:val="31"/>
        </w:numPr>
        <w:contextualSpacing/>
        <w:jc w:val="both"/>
        <w:rPr>
          <w:rFonts w:ascii="Open Sans" w:hAnsi="Open Sans" w:cs="Open Sans"/>
        </w:rPr>
      </w:pPr>
      <w:r w:rsidRPr="00FD240D">
        <w:rPr>
          <w:rFonts w:ascii="Open Sans" w:hAnsi="Open Sans" w:cs="Open Sans"/>
        </w:rPr>
        <w:t>v primeru uporabe nevarnih snovi morata druga drugi predložiti varnostne liste za te snovi,</w:t>
      </w:r>
    </w:p>
    <w:p w14:paraId="74817F9A" w14:textId="77777777" w:rsidR="008027B7" w:rsidRPr="00FD240D" w:rsidRDefault="008027B7" w:rsidP="0019014E">
      <w:pPr>
        <w:widowControl w:val="0"/>
        <w:numPr>
          <w:ilvl w:val="0"/>
          <w:numId w:val="31"/>
        </w:numPr>
        <w:contextualSpacing/>
        <w:jc w:val="both"/>
        <w:rPr>
          <w:rFonts w:ascii="Open Sans" w:hAnsi="Open Sans" w:cs="Open Sans"/>
        </w:rPr>
      </w:pPr>
      <w:r w:rsidRPr="00FD240D">
        <w:rPr>
          <w:rFonts w:ascii="Open Sans" w:hAnsi="Open Sans" w:cs="Open Sans"/>
        </w:rPr>
        <w:t>striktno morata izvajati varnostne ukrepe, ki so določeni s tem sporazumom.</w:t>
      </w:r>
    </w:p>
    <w:p w14:paraId="27093FBB" w14:textId="77777777" w:rsidR="008027B7" w:rsidRPr="00FD240D" w:rsidRDefault="008027B7" w:rsidP="008027B7">
      <w:pPr>
        <w:widowControl w:val="0"/>
        <w:ind w:left="705" w:hanging="705"/>
        <w:jc w:val="both"/>
        <w:rPr>
          <w:rFonts w:ascii="Open Sans" w:hAnsi="Open Sans" w:cs="Open Sans"/>
          <w:b/>
        </w:rPr>
      </w:pPr>
    </w:p>
    <w:p w14:paraId="28DE9FB5" w14:textId="77777777" w:rsidR="008027B7" w:rsidRPr="00FD240D" w:rsidRDefault="008027B7" w:rsidP="008027B7">
      <w:pPr>
        <w:widowControl w:val="0"/>
        <w:ind w:left="705" w:hanging="705"/>
        <w:jc w:val="both"/>
        <w:rPr>
          <w:rFonts w:ascii="Open Sans" w:hAnsi="Open Sans" w:cs="Open Sans"/>
          <w:b/>
        </w:rPr>
      </w:pPr>
      <w:r w:rsidRPr="00FD240D">
        <w:rPr>
          <w:rFonts w:ascii="Open Sans" w:hAnsi="Open Sans" w:cs="Open Sans"/>
          <w:b/>
        </w:rPr>
        <w:t>2.2.   Posebne obveznosti naročnika:</w:t>
      </w:r>
    </w:p>
    <w:p w14:paraId="7FA1B41F" w14:textId="77777777" w:rsidR="008027B7" w:rsidRPr="00FD240D" w:rsidRDefault="008027B7" w:rsidP="008027B7">
      <w:pPr>
        <w:widowControl w:val="0"/>
        <w:ind w:left="705" w:hanging="705"/>
        <w:jc w:val="both"/>
        <w:rPr>
          <w:rFonts w:ascii="Open Sans" w:hAnsi="Open Sans" w:cs="Open Sans"/>
        </w:rPr>
      </w:pPr>
    </w:p>
    <w:p w14:paraId="79881380"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rPr>
        <w:t>Naročnik ima naslednje posebne obveznosti:</w:t>
      </w:r>
    </w:p>
    <w:p w14:paraId="74611AA5" w14:textId="77777777" w:rsidR="008027B7" w:rsidRPr="00FD240D" w:rsidRDefault="008027B7" w:rsidP="008027B7">
      <w:pPr>
        <w:widowControl w:val="0"/>
        <w:ind w:left="720"/>
        <w:contextualSpacing/>
        <w:jc w:val="both"/>
        <w:rPr>
          <w:rFonts w:ascii="Open Sans" w:hAnsi="Open Sans" w:cs="Open Sans"/>
        </w:rPr>
      </w:pPr>
    </w:p>
    <w:p w14:paraId="4C48239A" w14:textId="77777777" w:rsidR="008027B7" w:rsidRPr="00FD240D" w:rsidRDefault="008027B7" w:rsidP="0019014E">
      <w:pPr>
        <w:widowControl w:val="0"/>
        <w:numPr>
          <w:ilvl w:val="0"/>
          <w:numId w:val="33"/>
        </w:numPr>
        <w:contextualSpacing/>
        <w:jc w:val="both"/>
        <w:rPr>
          <w:rFonts w:ascii="Open Sans" w:hAnsi="Open Sans" w:cs="Open Sans"/>
        </w:rPr>
      </w:pPr>
      <w:r w:rsidRPr="00FD240D">
        <w:rPr>
          <w:rFonts w:ascii="Open Sans" w:hAnsi="Open Sans" w:cs="Open Sans"/>
        </w:rPr>
        <w:t>seznaniti mora izvajalca z internimi predpisi, ki se nanašajo na območje/objekt izvajanja dela, zlasti pa:</w:t>
      </w:r>
    </w:p>
    <w:p w14:paraId="068AA7EF"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dvoriščnim redom (dostopi v podjetje, garažni objekti, parkirni prostori, zunanje površine znotraj podjetja, ki vodijo do območja/objekta, kjer je delovišče),</w:t>
      </w:r>
    </w:p>
    <w:p w14:paraId="10593F43"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 redi in navodili za obravnavano območje/objekt,</w:t>
      </w:r>
    </w:p>
    <w:p w14:paraId="4ADCB319"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z izvlečkom iz požarnega reda in morebitnim evakuacijskim načrtom,</w:t>
      </w:r>
    </w:p>
    <w:p w14:paraId="0FCFA40C"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 xml:space="preserve">preventivnimi ukrepi iz požarnega varstva, ki se nanašajo na delovišče. Pri izvajanju vročih del (rezanje, varjenje, </w:t>
      </w:r>
      <w:proofErr w:type="spellStart"/>
      <w:r w:rsidRPr="00FD240D">
        <w:rPr>
          <w:rFonts w:ascii="Open Sans" w:hAnsi="Open Sans" w:cs="Open Sans"/>
        </w:rPr>
        <w:t>lotanje</w:t>
      </w:r>
      <w:proofErr w:type="spellEnd"/>
      <w:r w:rsidRPr="00FD240D">
        <w:rPr>
          <w:rFonts w:ascii="Open Sans" w:hAnsi="Open Sans" w:cs="Open Sans"/>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2BD50B4B" w14:textId="77777777" w:rsidR="008027B7" w:rsidRPr="00FD240D" w:rsidRDefault="008027B7" w:rsidP="0019014E">
      <w:pPr>
        <w:widowControl w:val="0"/>
        <w:numPr>
          <w:ilvl w:val="0"/>
          <w:numId w:val="33"/>
        </w:numPr>
        <w:contextualSpacing/>
        <w:jc w:val="both"/>
        <w:rPr>
          <w:rFonts w:ascii="Open Sans" w:hAnsi="Open Sans" w:cs="Open Sans"/>
        </w:rPr>
      </w:pPr>
      <w:r w:rsidRPr="00FD240D">
        <w:rPr>
          <w:rFonts w:ascii="Open Sans" w:hAnsi="Open Sans" w:cs="Open Sans"/>
        </w:rPr>
        <w:t>zagotoviti mora (po potrebi) brezhibno delovno opremo in pripomočke, kot so:</w:t>
      </w:r>
    </w:p>
    <w:p w14:paraId="271F1929"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dvigala – lifti z osebnim spremstvom za dostope in transport materiala, ter</w:t>
      </w:r>
    </w:p>
    <w:p w14:paraId="6F14F65C"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mostna dvigala, vitle in druge dvižne pripomočke za izvajanje montažno/</w:t>
      </w:r>
      <w:proofErr w:type="spellStart"/>
      <w:r w:rsidRPr="00FD240D">
        <w:rPr>
          <w:rFonts w:ascii="Open Sans" w:hAnsi="Open Sans" w:cs="Open Sans"/>
        </w:rPr>
        <w:t>demontažnih</w:t>
      </w:r>
      <w:proofErr w:type="spellEnd"/>
      <w:r w:rsidRPr="00FD240D">
        <w:rPr>
          <w:rFonts w:ascii="Open Sans" w:hAnsi="Open Sans" w:cs="Open Sans"/>
        </w:rPr>
        <w:t xml:space="preserve"> del z veljavnimi poročili o pregledu in preizkusu, ki so stalno nameščeni na objektih, </w:t>
      </w:r>
    </w:p>
    <w:p w14:paraId="123C17AB" w14:textId="77777777" w:rsidR="008027B7" w:rsidRPr="00FD240D" w:rsidRDefault="008027B7" w:rsidP="0019014E">
      <w:pPr>
        <w:widowControl w:val="0"/>
        <w:numPr>
          <w:ilvl w:val="0"/>
          <w:numId w:val="33"/>
        </w:numPr>
        <w:contextualSpacing/>
        <w:jc w:val="both"/>
        <w:rPr>
          <w:rFonts w:ascii="Open Sans" w:hAnsi="Open Sans" w:cs="Open Sans"/>
        </w:rPr>
      </w:pPr>
      <w:r w:rsidRPr="00FD240D">
        <w:rPr>
          <w:rFonts w:ascii="Open Sans" w:hAnsi="Open Sans" w:cs="Open Sans"/>
        </w:rPr>
        <w:t>z deloviščem mora seznaniti druge izvajalce del, obiskovalce ali nadzorno osebje, ki zahajajo na območje izvajanja storitev po okvirnem sporazumu.</w:t>
      </w:r>
    </w:p>
    <w:p w14:paraId="2664B27F" w14:textId="254BA3D3" w:rsidR="008027B7" w:rsidRDefault="008027B7" w:rsidP="008027B7">
      <w:pPr>
        <w:widowControl w:val="0"/>
        <w:contextualSpacing/>
        <w:jc w:val="both"/>
        <w:rPr>
          <w:rFonts w:ascii="Open Sans" w:hAnsi="Open Sans" w:cs="Open Sans"/>
        </w:rPr>
      </w:pPr>
    </w:p>
    <w:p w14:paraId="61D8A47A" w14:textId="4F2AB975" w:rsidR="00B840C0" w:rsidRDefault="00B840C0" w:rsidP="008027B7">
      <w:pPr>
        <w:widowControl w:val="0"/>
        <w:contextualSpacing/>
        <w:jc w:val="both"/>
        <w:rPr>
          <w:rFonts w:ascii="Open Sans" w:hAnsi="Open Sans" w:cs="Open Sans"/>
        </w:rPr>
      </w:pPr>
    </w:p>
    <w:p w14:paraId="35198EE1" w14:textId="77777777" w:rsidR="00B840C0" w:rsidRPr="00FD240D" w:rsidRDefault="00B840C0" w:rsidP="008027B7">
      <w:pPr>
        <w:widowControl w:val="0"/>
        <w:contextualSpacing/>
        <w:jc w:val="both"/>
        <w:rPr>
          <w:rFonts w:ascii="Open Sans" w:hAnsi="Open Sans" w:cs="Open Sans"/>
        </w:rPr>
      </w:pPr>
    </w:p>
    <w:p w14:paraId="00206E88" w14:textId="3E919400" w:rsidR="008027B7" w:rsidRPr="00FD240D" w:rsidRDefault="008027B7" w:rsidP="008027B7">
      <w:pPr>
        <w:widowControl w:val="0"/>
        <w:jc w:val="both"/>
        <w:rPr>
          <w:rFonts w:ascii="Open Sans" w:hAnsi="Open Sans" w:cs="Open Sans"/>
          <w:b/>
        </w:rPr>
      </w:pPr>
      <w:r w:rsidRPr="00FD240D">
        <w:rPr>
          <w:rFonts w:ascii="Open Sans" w:hAnsi="Open Sans" w:cs="Open Sans"/>
          <w:b/>
        </w:rPr>
        <w:lastRenderedPageBreak/>
        <w:t>2.3. Posebne obveznosti izvajalca</w:t>
      </w:r>
      <w:r w:rsidR="007E680E">
        <w:rPr>
          <w:rFonts w:ascii="Open Sans" w:hAnsi="Open Sans" w:cs="Open Sans"/>
          <w:b/>
        </w:rPr>
        <w:t>:</w:t>
      </w:r>
    </w:p>
    <w:p w14:paraId="773D1A50" w14:textId="77777777" w:rsidR="008027B7" w:rsidRPr="00FD240D" w:rsidRDefault="008027B7" w:rsidP="008027B7">
      <w:pPr>
        <w:widowControl w:val="0"/>
        <w:jc w:val="both"/>
        <w:rPr>
          <w:rFonts w:ascii="Open Sans" w:hAnsi="Open Sans" w:cs="Open Sans"/>
          <w:u w:val="single"/>
        </w:rPr>
      </w:pPr>
    </w:p>
    <w:p w14:paraId="7E277721" w14:textId="77777777" w:rsidR="008027B7" w:rsidRPr="00FD240D" w:rsidRDefault="008027B7" w:rsidP="008027B7">
      <w:pPr>
        <w:widowControl w:val="0"/>
        <w:jc w:val="both"/>
        <w:rPr>
          <w:rFonts w:ascii="Open Sans" w:hAnsi="Open Sans" w:cs="Open Sans"/>
        </w:rPr>
      </w:pPr>
      <w:r w:rsidRPr="00FD240D">
        <w:rPr>
          <w:rFonts w:ascii="Open Sans" w:hAnsi="Open Sans" w:cs="Open Sans"/>
        </w:rPr>
        <w:t>Izvajalec ima naslednje posebne obveznosti:</w:t>
      </w:r>
    </w:p>
    <w:p w14:paraId="4B12362E" w14:textId="77777777" w:rsidR="008027B7" w:rsidRPr="00FD240D" w:rsidRDefault="008027B7" w:rsidP="0019014E">
      <w:pPr>
        <w:widowControl w:val="0"/>
        <w:numPr>
          <w:ilvl w:val="0"/>
          <w:numId w:val="21"/>
        </w:numPr>
        <w:contextualSpacing/>
        <w:jc w:val="both"/>
        <w:rPr>
          <w:rFonts w:ascii="Open Sans" w:hAnsi="Open Sans" w:cs="Open Sans"/>
        </w:rPr>
      </w:pPr>
      <w:r w:rsidRPr="00FD240D">
        <w:rPr>
          <w:rFonts w:ascii="Open Sans" w:hAnsi="Open Sans" w:cs="Open Sans"/>
        </w:rPr>
        <w:t>pri delih mora uporabljati, če ni pisno drugače določeno, izključno svojo delovno in osebno varovalno opremo in pripomočke, ki morajo biti brezhibni,</w:t>
      </w:r>
    </w:p>
    <w:p w14:paraId="14B57308" w14:textId="77777777" w:rsidR="008027B7" w:rsidRPr="00FD240D" w:rsidRDefault="008027B7" w:rsidP="0019014E">
      <w:pPr>
        <w:widowControl w:val="0"/>
        <w:numPr>
          <w:ilvl w:val="0"/>
          <w:numId w:val="21"/>
        </w:numPr>
        <w:contextualSpacing/>
        <w:jc w:val="both"/>
        <w:rPr>
          <w:rFonts w:ascii="Open Sans" w:hAnsi="Open Sans" w:cs="Open Sans"/>
        </w:rPr>
      </w:pPr>
      <w:r w:rsidRPr="00FD240D">
        <w:rPr>
          <w:rFonts w:ascii="Open Sans" w:hAnsi="Open Sans" w:cs="Open Sans"/>
        </w:rPr>
        <w:t>dela mora izvajati izključno z delavci, ki jih navede v ponudbi in okvirnem sporazumu,</w:t>
      </w:r>
    </w:p>
    <w:p w14:paraId="100AB81A" w14:textId="77777777" w:rsidR="008027B7" w:rsidRPr="00FD240D" w:rsidRDefault="008027B7" w:rsidP="0019014E">
      <w:pPr>
        <w:widowControl w:val="0"/>
        <w:numPr>
          <w:ilvl w:val="0"/>
          <w:numId w:val="21"/>
        </w:numPr>
        <w:contextualSpacing/>
        <w:jc w:val="both"/>
        <w:rPr>
          <w:rFonts w:ascii="Open Sans" w:hAnsi="Open Sans" w:cs="Open Sans"/>
        </w:rPr>
      </w:pPr>
      <w:r w:rsidRPr="00FD240D">
        <w:rPr>
          <w:rFonts w:ascii="Open Sans" w:hAnsi="Open Sans" w:cs="Open Sans"/>
        </w:rPr>
        <w:t>za vsakega svojega delavca in/ali delavca njegovega podizvajalca mora razpolagati z ustrezno dokumentacijo:</w:t>
      </w:r>
    </w:p>
    <w:p w14:paraId="064567C9"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w:t>
      </w:r>
      <w:proofErr w:type="spellStart"/>
      <w:r w:rsidRPr="00FD240D">
        <w:rPr>
          <w:rFonts w:ascii="Open Sans" w:hAnsi="Open Sans" w:cs="Open Sans"/>
        </w:rPr>
        <w:t>Obr</w:t>
      </w:r>
      <w:proofErr w:type="spellEnd"/>
      <w:r w:rsidRPr="00FD240D">
        <w:rPr>
          <w:rFonts w:ascii="Open Sans" w:hAnsi="Open Sans" w:cs="Open Sans"/>
        </w:rPr>
        <w:t>. M-1« - Prijava za pokojninsko in invalidsko ter zdravstveno zavarovanje,</w:t>
      </w:r>
    </w:p>
    <w:p w14:paraId="2FAB2F2F"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dokazilom o zdravstveni sposobnosti - zdravniško spričevalo, za izvajanje (naročenih) storitev,</w:t>
      </w:r>
    </w:p>
    <w:p w14:paraId="553DFB82"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potrebnimi dokazili o opravljenem usposabljanju s področja varstva pri delu - zapisnik o preizkusu, za izvajanje (naročenih) storitev,</w:t>
      </w:r>
    </w:p>
    <w:p w14:paraId="45E69779"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potrebnimi dokazili o dodatnih usposobljenostih: za uporabo delovne opreme in pripomočkov, za posebno nevarna dela, ipd.,</w:t>
      </w:r>
    </w:p>
    <w:p w14:paraId="3A4DD05A"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delovnim dovoljenjem pristojnega organa, kopijo delovne vize (velja za delavce, ki niso državljani RS),</w:t>
      </w:r>
    </w:p>
    <w:p w14:paraId="563EECE7"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pisnim dokazilom, da je delavec, oz. da so delavci seznanjeni z varnostnimi listi za nevarne snovi, ki jih bo/bodo uporabljal/i pri naročniku,</w:t>
      </w:r>
    </w:p>
    <w:p w14:paraId="47133C73" w14:textId="77777777" w:rsidR="008027B7" w:rsidRPr="00FD240D" w:rsidRDefault="008027B7" w:rsidP="0019014E">
      <w:pPr>
        <w:widowControl w:val="0"/>
        <w:numPr>
          <w:ilvl w:val="0"/>
          <w:numId w:val="21"/>
        </w:numPr>
        <w:contextualSpacing/>
        <w:jc w:val="both"/>
        <w:rPr>
          <w:rFonts w:ascii="Open Sans" w:hAnsi="Open Sans" w:cs="Open Sans"/>
        </w:rPr>
      </w:pPr>
      <w:r w:rsidRPr="00FD240D">
        <w:rPr>
          <w:rFonts w:ascii="Open Sans" w:hAnsi="Open Sans" w:cs="Open Sans"/>
        </w:rPr>
        <w:t>zagotavljati stalen nadzor svojih delavcev na delovišču,</w:t>
      </w:r>
    </w:p>
    <w:p w14:paraId="4802DC25" w14:textId="77777777" w:rsidR="008027B7" w:rsidRPr="00FD240D" w:rsidRDefault="008027B7" w:rsidP="0019014E">
      <w:pPr>
        <w:widowControl w:val="0"/>
        <w:numPr>
          <w:ilvl w:val="0"/>
          <w:numId w:val="21"/>
        </w:numPr>
        <w:contextualSpacing/>
        <w:jc w:val="both"/>
        <w:rPr>
          <w:rFonts w:ascii="Open Sans" w:hAnsi="Open Sans" w:cs="Open Sans"/>
        </w:rPr>
      </w:pPr>
      <w:r w:rsidRPr="00FD240D">
        <w:rPr>
          <w:rFonts w:ascii="Open Sans" w:hAnsi="Open Sans" w:cs="Open Sans"/>
        </w:rPr>
        <w:t>poskrbeti mora, da bo skladno z zakonodajo, sproti (vsakodnevno, razen če ni dogovorjeno drugače) odstranjeval z delovišča oz. objekta naročnika lastni odpadni material, ki bo nastajal pri njegovem delu,</w:t>
      </w:r>
    </w:p>
    <w:p w14:paraId="30C46583" w14:textId="77777777" w:rsidR="008027B7" w:rsidRPr="00FD240D" w:rsidRDefault="008027B7" w:rsidP="008027B7">
      <w:pPr>
        <w:widowControl w:val="0"/>
        <w:jc w:val="both"/>
        <w:rPr>
          <w:rFonts w:ascii="Open Sans" w:hAnsi="Open Sans" w:cs="Open Sans"/>
          <w:b/>
        </w:rPr>
      </w:pPr>
    </w:p>
    <w:p w14:paraId="797725E8" w14:textId="77777777" w:rsidR="008027B7" w:rsidRPr="00FD240D" w:rsidRDefault="008027B7" w:rsidP="008027B7">
      <w:pPr>
        <w:widowControl w:val="0"/>
        <w:ind w:left="705" w:hanging="705"/>
        <w:jc w:val="both"/>
        <w:rPr>
          <w:rFonts w:ascii="Open Sans" w:hAnsi="Open Sans" w:cs="Open Sans"/>
          <w:b/>
        </w:rPr>
      </w:pPr>
      <w:r w:rsidRPr="00FD240D">
        <w:rPr>
          <w:rFonts w:ascii="Open Sans" w:hAnsi="Open Sans" w:cs="Open Sans"/>
          <w:b/>
        </w:rPr>
        <w:t>2.4.  Obveznosti v zvezi z delom z nevarnimi snovmi in ravnanje z odpadki:</w:t>
      </w:r>
    </w:p>
    <w:p w14:paraId="6AF634E2" w14:textId="77777777" w:rsidR="008027B7" w:rsidRPr="00FD240D" w:rsidRDefault="008027B7" w:rsidP="008027B7">
      <w:pPr>
        <w:widowControl w:val="0"/>
        <w:ind w:left="1068" w:hanging="285"/>
        <w:jc w:val="both"/>
        <w:rPr>
          <w:rFonts w:ascii="Open Sans" w:hAnsi="Open Sans" w:cs="Open Sans"/>
          <w:b/>
        </w:rPr>
      </w:pPr>
    </w:p>
    <w:p w14:paraId="0257A8D5" w14:textId="77777777" w:rsidR="008027B7" w:rsidRPr="00FD240D" w:rsidRDefault="008027B7" w:rsidP="008027B7">
      <w:pPr>
        <w:widowControl w:val="0"/>
        <w:tabs>
          <w:tab w:val="left" w:pos="709"/>
        </w:tabs>
        <w:ind w:right="45"/>
        <w:jc w:val="both"/>
        <w:rPr>
          <w:rFonts w:ascii="Open Sans" w:hAnsi="Open Sans" w:cs="Open Sans"/>
        </w:rPr>
      </w:pPr>
      <w:r w:rsidRPr="00FD240D">
        <w:rPr>
          <w:rFonts w:ascii="Open Sans" w:hAnsi="Open Sans" w:cs="Open Sans"/>
        </w:rPr>
        <w:t>Podpisnika soglašata:</w:t>
      </w:r>
    </w:p>
    <w:p w14:paraId="77F4A80D" w14:textId="77777777" w:rsidR="008027B7" w:rsidRPr="00FD240D" w:rsidRDefault="008027B7" w:rsidP="0019014E">
      <w:pPr>
        <w:widowControl w:val="0"/>
        <w:numPr>
          <w:ilvl w:val="0"/>
          <w:numId w:val="22"/>
        </w:numPr>
        <w:tabs>
          <w:tab w:val="left" w:pos="709"/>
        </w:tabs>
        <w:ind w:right="45"/>
        <w:contextualSpacing/>
        <w:jc w:val="both"/>
        <w:rPr>
          <w:rFonts w:ascii="Open Sans" w:hAnsi="Open Sans" w:cs="Open Sans"/>
        </w:rPr>
      </w:pPr>
      <w:r w:rsidRPr="00FD240D">
        <w:rPr>
          <w:rFonts w:ascii="Open Sans" w:hAnsi="Open Sans" w:cs="Open Sans"/>
        </w:rPr>
        <w:t xml:space="preserve">da bo izvajalec pri izvajanju storitev ravnal v skladu z </w:t>
      </w:r>
      <w:proofErr w:type="spellStart"/>
      <w:r w:rsidRPr="00FD240D">
        <w:rPr>
          <w:rFonts w:ascii="Open Sans" w:hAnsi="Open Sans" w:cs="Open Sans"/>
        </w:rPr>
        <w:t>okoljsko</w:t>
      </w:r>
      <w:proofErr w:type="spellEnd"/>
      <w:r w:rsidRPr="00FD240D">
        <w:rPr>
          <w:rFonts w:ascii="Open Sans" w:hAnsi="Open Sans" w:cs="Open Sans"/>
        </w:rPr>
        <w:t xml:space="preserve"> politiko, ki je pri naročniku določena s poslovnikom ravnanja z okoljem,</w:t>
      </w:r>
    </w:p>
    <w:p w14:paraId="7FDFEF29" w14:textId="77777777" w:rsidR="008027B7" w:rsidRPr="00FD240D" w:rsidRDefault="008027B7" w:rsidP="0019014E">
      <w:pPr>
        <w:widowControl w:val="0"/>
        <w:numPr>
          <w:ilvl w:val="0"/>
          <w:numId w:val="22"/>
        </w:numPr>
        <w:tabs>
          <w:tab w:val="left" w:pos="709"/>
        </w:tabs>
        <w:ind w:right="45"/>
        <w:contextualSpacing/>
        <w:jc w:val="both"/>
        <w:rPr>
          <w:rFonts w:ascii="Open Sans" w:hAnsi="Open Sans" w:cs="Open Sans"/>
        </w:rPr>
      </w:pPr>
      <w:r w:rsidRPr="00FD240D">
        <w:rPr>
          <w:rFonts w:ascii="Open Sans" w:hAnsi="Open Sans" w:cs="Open Sans"/>
        </w:rPr>
        <w:t>da bo izvajalec pri uporabi nevarnih snovi opredelil: količine snovi, oznake, mesto hrambe, delo z nevarnimi snovmi in odvoz nevarnih odpadkov,</w:t>
      </w:r>
    </w:p>
    <w:p w14:paraId="4CE6F327" w14:textId="77777777" w:rsidR="008027B7" w:rsidRPr="00FD240D" w:rsidRDefault="008027B7" w:rsidP="0019014E">
      <w:pPr>
        <w:widowControl w:val="0"/>
        <w:numPr>
          <w:ilvl w:val="0"/>
          <w:numId w:val="22"/>
        </w:numPr>
        <w:contextualSpacing/>
        <w:jc w:val="both"/>
        <w:rPr>
          <w:rFonts w:ascii="Open Sans" w:hAnsi="Open Sans" w:cs="Open Sans"/>
          <w:b/>
        </w:rPr>
      </w:pPr>
      <w:r w:rsidRPr="00FD240D">
        <w:rPr>
          <w:rFonts w:ascii="Open Sans" w:hAnsi="Open Sans" w:cs="Open Sans"/>
        </w:rPr>
        <w:t>da bosta, v primeru uporabe ali dela v bližini nevarnih snovi, drug drugega seznanila z ukrepi v primeru izrednih razmer (razlitje, uhajanje) in sicer z načinom reševanja, sanacijo, obveščanjem in drugimi potrebnimi podatki.</w:t>
      </w:r>
    </w:p>
    <w:p w14:paraId="530AF15D" w14:textId="77777777" w:rsidR="008027B7" w:rsidRPr="00FD240D" w:rsidRDefault="008027B7" w:rsidP="008027B7">
      <w:pPr>
        <w:widowControl w:val="0"/>
        <w:ind w:left="705" w:hanging="705"/>
        <w:jc w:val="both"/>
        <w:rPr>
          <w:rFonts w:ascii="Open Sans" w:hAnsi="Open Sans" w:cs="Open Sans"/>
          <w:b/>
        </w:rPr>
      </w:pPr>
    </w:p>
    <w:p w14:paraId="65DA6096" w14:textId="77777777" w:rsidR="008027B7" w:rsidRPr="00FD240D" w:rsidRDefault="008027B7" w:rsidP="008027B7">
      <w:pPr>
        <w:widowControl w:val="0"/>
        <w:ind w:left="705" w:hanging="705"/>
        <w:jc w:val="both"/>
        <w:rPr>
          <w:rFonts w:ascii="Open Sans" w:hAnsi="Open Sans" w:cs="Open Sans"/>
          <w:b/>
        </w:rPr>
      </w:pPr>
      <w:r w:rsidRPr="00FD240D">
        <w:rPr>
          <w:rFonts w:ascii="Open Sans" w:hAnsi="Open Sans" w:cs="Open Sans"/>
          <w:b/>
        </w:rPr>
        <w:t xml:space="preserve">2.5. </w:t>
      </w:r>
      <w:r w:rsidRPr="00FD240D">
        <w:rPr>
          <w:rFonts w:ascii="Open Sans" w:hAnsi="Open Sans" w:cs="Open Sans"/>
          <w:b/>
        </w:rPr>
        <w:tab/>
        <w:t>Knjiga ukrepov:</w:t>
      </w:r>
    </w:p>
    <w:p w14:paraId="05B8589A" w14:textId="77777777" w:rsidR="008027B7" w:rsidRPr="00FD240D" w:rsidRDefault="008027B7" w:rsidP="008027B7">
      <w:pPr>
        <w:widowControl w:val="0"/>
        <w:ind w:left="705" w:hanging="705"/>
        <w:jc w:val="both"/>
        <w:rPr>
          <w:rFonts w:ascii="Open Sans" w:hAnsi="Open Sans" w:cs="Open Sans"/>
          <w:b/>
        </w:rPr>
      </w:pPr>
    </w:p>
    <w:p w14:paraId="0C2BB3F6" w14:textId="28E9E685" w:rsidR="008027B7" w:rsidRPr="00FD240D" w:rsidRDefault="008027B7" w:rsidP="008027B7">
      <w:pPr>
        <w:widowControl w:val="0"/>
        <w:jc w:val="both"/>
        <w:rPr>
          <w:rFonts w:ascii="Open Sans" w:hAnsi="Open Sans" w:cs="Open Sans"/>
        </w:rPr>
      </w:pPr>
      <w:r w:rsidRPr="00FD240D">
        <w:rPr>
          <w:rFonts w:ascii="Open Sans" w:hAnsi="Open Sans" w:cs="Open Sans"/>
        </w:rPr>
        <w:t xml:space="preserve">Podpisnika se zavežeta, da bosta v času izvajanja storitev vodila knjigo ukrepov. Knjiga ukrepov je dokument, ki se ga vodi v elektronski obliki in je arhiv zapisov poslanih z e-pošto. V knjigo imajo pravico vpisa vse odgovorne osebe, imenovane s tem sporazumom. </w:t>
      </w:r>
    </w:p>
    <w:p w14:paraId="03A397B2" w14:textId="77777777" w:rsidR="008027B7" w:rsidRPr="00FD240D" w:rsidRDefault="008027B7" w:rsidP="008027B7">
      <w:pPr>
        <w:widowControl w:val="0"/>
        <w:ind w:left="705"/>
        <w:jc w:val="both"/>
        <w:rPr>
          <w:rFonts w:ascii="Open Sans" w:hAnsi="Open Sans" w:cs="Open Sans"/>
        </w:rPr>
      </w:pPr>
    </w:p>
    <w:p w14:paraId="35FF4B66" w14:textId="77777777" w:rsidR="008027B7" w:rsidRPr="00FD240D" w:rsidRDefault="008027B7" w:rsidP="008027B7">
      <w:pPr>
        <w:widowControl w:val="0"/>
        <w:jc w:val="both"/>
        <w:rPr>
          <w:rFonts w:ascii="Open Sans" w:hAnsi="Open Sans" w:cs="Open Sans"/>
        </w:rPr>
      </w:pPr>
      <w:r w:rsidRPr="00FD240D">
        <w:rPr>
          <w:rFonts w:ascii="Open Sans" w:hAnsi="Open Sans" w:cs="Open Sans"/>
        </w:rPr>
        <w:t xml:space="preserve">V knjigo ukrepov se vpisuje zlasti: </w:t>
      </w:r>
    </w:p>
    <w:p w14:paraId="1DFC69B0" w14:textId="77777777" w:rsidR="008027B7" w:rsidRPr="00FD240D" w:rsidRDefault="008027B7" w:rsidP="0019014E">
      <w:pPr>
        <w:widowControl w:val="0"/>
        <w:numPr>
          <w:ilvl w:val="0"/>
          <w:numId w:val="32"/>
        </w:numPr>
        <w:contextualSpacing/>
        <w:jc w:val="both"/>
        <w:rPr>
          <w:rFonts w:ascii="Open Sans" w:hAnsi="Open Sans" w:cs="Open Sans"/>
        </w:rPr>
      </w:pPr>
      <w:r w:rsidRPr="00FD240D">
        <w:rPr>
          <w:rFonts w:ascii="Open Sans" w:hAnsi="Open Sans" w:cs="Open Sans"/>
        </w:rPr>
        <w:t xml:space="preserve">naknadno ugotovljene nevarnosti ter dodatno določeni varnostni ukrepi, </w:t>
      </w:r>
    </w:p>
    <w:p w14:paraId="776F5269" w14:textId="77777777" w:rsidR="008027B7" w:rsidRPr="00FD240D" w:rsidRDefault="008027B7" w:rsidP="0019014E">
      <w:pPr>
        <w:widowControl w:val="0"/>
        <w:numPr>
          <w:ilvl w:val="0"/>
          <w:numId w:val="32"/>
        </w:numPr>
        <w:contextualSpacing/>
        <w:jc w:val="both"/>
        <w:rPr>
          <w:rFonts w:ascii="Open Sans" w:hAnsi="Open Sans" w:cs="Open Sans"/>
        </w:rPr>
      </w:pPr>
      <w:r w:rsidRPr="00FD240D">
        <w:rPr>
          <w:rFonts w:ascii="Open Sans" w:hAnsi="Open Sans" w:cs="Open Sans"/>
        </w:rPr>
        <w:t>spremembe na delovišču,</w:t>
      </w:r>
    </w:p>
    <w:p w14:paraId="04B97F4F" w14:textId="77777777" w:rsidR="008027B7" w:rsidRPr="00FD240D" w:rsidRDefault="008027B7" w:rsidP="0019014E">
      <w:pPr>
        <w:widowControl w:val="0"/>
        <w:numPr>
          <w:ilvl w:val="0"/>
          <w:numId w:val="32"/>
        </w:numPr>
        <w:contextualSpacing/>
        <w:jc w:val="both"/>
        <w:rPr>
          <w:rFonts w:ascii="Open Sans" w:hAnsi="Open Sans" w:cs="Open Sans"/>
        </w:rPr>
      </w:pPr>
      <w:r w:rsidRPr="00FD240D">
        <w:rPr>
          <w:rFonts w:ascii="Open Sans" w:hAnsi="Open Sans" w:cs="Open Sans"/>
        </w:rPr>
        <w:t>ugotovljene kršitve ukrepov določenih s tem sporazumom,</w:t>
      </w:r>
    </w:p>
    <w:p w14:paraId="5B55A23C" w14:textId="77777777" w:rsidR="008027B7" w:rsidRPr="00FD240D" w:rsidRDefault="008027B7" w:rsidP="0019014E">
      <w:pPr>
        <w:widowControl w:val="0"/>
        <w:numPr>
          <w:ilvl w:val="0"/>
          <w:numId w:val="32"/>
        </w:numPr>
        <w:contextualSpacing/>
        <w:jc w:val="both"/>
        <w:rPr>
          <w:rFonts w:ascii="Open Sans" w:hAnsi="Open Sans" w:cs="Open Sans"/>
        </w:rPr>
      </w:pPr>
      <w:r w:rsidRPr="00FD240D">
        <w:rPr>
          <w:rFonts w:ascii="Open Sans" w:hAnsi="Open Sans" w:cs="Open Sans"/>
        </w:rPr>
        <w:t>vsako poškodbo pri delu,</w:t>
      </w:r>
    </w:p>
    <w:p w14:paraId="7F3DBBE6" w14:textId="77777777" w:rsidR="008027B7" w:rsidRPr="00FD240D" w:rsidRDefault="008027B7" w:rsidP="0019014E">
      <w:pPr>
        <w:widowControl w:val="0"/>
        <w:numPr>
          <w:ilvl w:val="0"/>
          <w:numId w:val="32"/>
        </w:numPr>
        <w:contextualSpacing/>
        <w:jc w:val="both"/>
        <w:rPr>
          <w:rFonts w:ascii="Open Sans" w:hAnsi="Open Sans" w:cs="Open Sans"/>
        </w:rPr>
      </w:pPr>
      <w:r w:rsidRPr="00FD240D">
        <w:rPr>
          <w:rFonts w:ascii="Open Sans" w:hAnsi="Open Sans" w:cs="Open Sans"/>
        </w:rPr>
        <w:t>druge podatke pomembne za varnost delavcev in okolja na skupnem delovišču.</w:t>
      </w:r>
    </w:p>
    <w:p w14:paraId="7E5E5A2A" w14:textId="77777777" w:rsidR="008027B7" w:rsidRPr="00FD240D" w:rsidRDefault="008027B7" w:rsidP="008027B7">
      <w:pPr>
        <w:widowControl w:val="0"/>
        <w:ind w:left="705" w:hanging="705"/>
        <w:jc w:val="both"/>
        <w:rPr>
          <w:rFonts w:ascii="Open Sans" w:hAnsi="Open Sans" w:cs="Open Sans"/>
        </w:rPr>
      </w:pPr>
    </w:p>
    <w:p w14:paraId="04B607F4" w14:textId="77777777" w:rsidR="008027B7" w:rsidRPr="00FD240D" w:rsidRDefault="008027B7" w:rsidP="008027B7">
      <w:pPr>
        <w:widowControl w:val="0"/>
        <w:ind w:left="705" w:hanging="705"/>
        <w:jc w:val="both"/>
        <w:rPr>
          <w:rFonts w:ascii="Open Sans" w:hAnsi="Open Sans" w:cs="Open Sans"/>
          <w:b/>
        </w:rPr>
      </w:pPr>
      <w:r w:rsidRPr="00FD240D">
        <w:rPr>
          <w:rFonts w:ascii="Open Sans" w:hAnsi="Open Sans" w:cs="Open Sans"/>
          <w:b/>
        </w:rPr>
        <w:t xml:space="preserve">2.6. </w:t>
      </w:r>
      <w:r w:rsidRPr="00FD240D">
        <w:rPr>
          <w:rFonts w:ascii="Open Sans" w:hAnsi="Open Sans" w:cs="Open Sans"/>
          <w:b/>
        </w:rPr>
        <w:tab/>
        <w:t>Prijavljanje poškodb pri delu:</w:t>
      </w:r>
    </w:p>
    <w:p w14:paraId="565BD782" w14:textId="77777777" w:rsidR="008027B7" w:rsidRPr="00FD240D" w:rsidRDefault="008027B7" w:rsidP="008027B7">
      <w:pPr>
        <w:widowControl w:val="0"/>
        <w:ind w:left="705" w:hanging="705"/>
        <w:jc w:val="both"/>
        <w:rPr>
          <w:rFonts w:ascii="Open Sans" w:hAnsi="Open Sans" w:cs="Open Sans"/>
          <w:b/>
        </w:rPr>
      </w:pPr>
    </w:p>
    <w:p w14:paraId="1C677517" w14:textId="77777777" w:rsidR="008027B7" w:rsidRPr="00FD240D" w:rsidRDefault="008027B7" w:rsidP="008027B7">
      <w:pPr>
        <w:widowControl w:val="0"/>
        <w:numPr>
          <w:ilvl w:val="12"/>
          <w:numId w:val="0"/>
        </w:numPr>
        <w:tabs>
          <w:tab w:val="left" w:pos="709"/>
        </w:tabs>
        <w:ind w:left="709" w:right="45" w:hanging="709"/>
        <w:jc w:val="both"/>
        <w:rPr>
          <w:rFonts w:ascii="Open Sans" w:hAnsi="Open Sans" w:cs="Open Sans"/>
        </w:rPr>
      </w:pPr>
      <w:r w:rsidRPr="00FD240D">
        <w:rPr>
          <w:rFonts w:ascii="Open Sans" w:hAnsi="Open Sans" w:cs="Open Sans"/>
        </w:rPr>
        <w:t>Izvajalec soglaša, da bo glede prijavljanja poškodb pri delu spoštoval naslednja določila:</w:t>
      </w:r>
    </w:p>
    <w:p w14:paraId="4803A52F" w14:textId="77777777" w:rsidR="008027B7" w:rsidRPr="00FD240D" w:rsidRDefault="008027B7" w:rsidP="0019014E">
      <w:pPr>
        <w:widowControl w:val="0"/>
        <w:numPr>
          <w:ilvl w:val="0"/>
          <w:numId w:val="30"/>
        </w:numPr>
        <w:tabs>
          <w:tab w:val="left" w:pos="709"/>
        </w:tabs>
        <w:ind w:left="643" w:right="45"/>
        <w:contextualSpacing/>
        <w:jc w:val="both"/>
        <w:rPr>
          <w:rFonts w:ascii="Open Sans" w:hAnsi="Open Sans" w:cs="Open Sans"/>
        </w:rPr>
      </w:pPr>
      <w:r w:rsidRPr="00FD240D">
        <w:rPr>
          <w:rFonts w:ascii="Open Sans" w:hAnsi="Open Sans" w:cs="Open Sans"/>
        </w:rPr>
        <w:t>da bo prijavil</w:t>
      </w:r>
      <w:r w:rsidRPr="00FD240D">
        <w:rPr>
          <w:rFonts w:ascii="Open Sans" w:hAnsi="Open Sans" w:cs="Open Sans"/>
          <w:color w:val="FF0000"/>
        </w:rPr>
        <w:t xml:space="preserve"> </w:t>
      </w:r>
      <w:r w:rsidRPr="00FD240D">
        <w:rPr>
          <w:rFonts w:ascii="Open Sans" w:hAnsi="Open Sans" w:cs="Open Sans"/>
        </w:rPr>
        <w:t xml:space="preserve">inšpekciji vsako morebitno nezgodo pri delu s smrtnim izidom oziroma nezgodo </w:t>
      </w:r>
      <w:r w:rsidRPr="00FD240D">
        <w:rPr>
          <w:rFonts w:ascii="Open Sans" w:hAnsi="Open Sans" w:cs="Open Sans"/>
        </w:rPr>
        <w:lastRenderedPageBreak/>
        <w:t>pri delu, pri kateri je delavec nezmožen za delo več kot tri delovne dni,</w:t>
      </w:r>
    </w:p>
    <w:p w14:paraId="4EE4CDE5" w14:textId="77777777" w:rsidR="008027B7" w:rsidRPr="00FD240D" w:rsidRDefault="008027B7" w:rsidP="0019014E">
      <w:pPr>
        <w:widowControl w:val="0"/>
        <w:numPr>
          <w:ilvl w:val="0"/>
          <w:numId w:val="30"/>
        </w:numPr>
        <w:tabs>
          <w:tab w:val="left" w:pos="709"/>
        </w:tabs>
        <w:ind w:left="643" w:right="45"/>
        <w:contextualSpacing/>
        <w:jc w:val="both"/>
        <w:rPr>
          <w:rFonts w:ascii="Open Sans" w:hAnsi="Open Sans" w:cs="Open Sans"/>
        </w:rPr>
      </w:pPr>
      <w:r w:rsidRPr="00FD240D">
        <w:rPr>
          <w:rFonts w:ascii="Open Sans" w:hAnsi="Open Sans" w:cs="Open Sans"/>
        </w:rPr>
        <w:t xml:space="preserve">da bo seznanil delavce, da je potrebno </w:t>
      </w:r>
      <w:r w:rsidRPr="00FD240D">
        <w:rPr>
          <w:rFonts w:ascii="Open Sans" w:hAnsi="Open Sans" w:cs="Open Sans"/>
          <w:b/>
          <w:u w:val="single"/>
        </w:rPr>
        <w:t>vsako</w:t>
      </w:r>
      <w:r w:rsidRPr="00FD240D">
        <w:rPr>
          <w:rFonts w:ascii="Open Sans" w:hAnsi="Open Sans" w:cs="Open Sans"/>
        </w:rPr>
        <w:t xml:space="preserve"> poškodbo pri delu prijaviti </w:t>
      </w:r>
      <w:r w:rsidRPr="00FD240D">
        <w:rPr>
          <w:rFonts w:ascii="Open Sans" w:hAnsi="Open Sans" w:cs="Open Sans"/>
          <w:b/>
          <w:u w:val="single"/>
        </w:rPr>
        <w:t>takoj</w:t>
      </w:r>
      <w:r w:rsidRPr="00FD240D">
        <w:rPr>
          <w:rFonts w:ascii="Open Sans" w:hAnsi="Open Sans" w:cs="Open Sans"/>
        </w:rPr>
        <w:t>,</w:t>
      </w:r>
    </w:p>
    <w:p w14:paraId="3ABBB185" w14:textId="77777777" w:rsidR="008027B7" w:rsidRPr="00FD240D" w:rsidRDefault="008027B7" w:rsidP="0019014E">
      <w:pPr>
        <w:widowControl w:val="0"/>
        <w:numPr>
          <w:ilvl w:val="0"/>
          <w:numId w:val="30"/>
        </w:numPr>
        <w:tabs>
          <w:tab w:val="left" w:pos="709"/>
        </w:tabs>
        <w:ind w:left="643" w:right="45"/>
        <w:contextualSpacing/>
        <w:jc w:val="both"/>
        <w:rPr>
          <w:rFonts w:ascii="Open Sans" w:hAnsi="Open Sans" w:cs="Open Sans"/>
        </w:rPr>
      </w:pPr>
      <w:r w:rsidRPr="00FD240D">
        <w:rPr>
          <w:rFonts w:ascii="Open Sans" w:hAnsi="Open Sans" w:cs="Open Sans"/>
        </w:rPr>
        <w:t>da bo ob prijavi poškodbe izvedel preizkus alkoholiziranosti skladno s svojimi internimi navodili,</w:t>
      </w:r>
    </w:p>
    <w:p w14:paraId="4D96014D" w14:textId="77777777" w:rsidR="008027B7" w:rsidRPr="00FD240D" w:rsidRDefault="008027B7" w:rsidP="0019014E">
      <w:pPr>
        <w:widowControl w:val="0"/>
        <w:numPr>
          <w:ilvl w:val="0"/>
          <w:numId w:val="30"/>
        </w:numPr>
        <w:tabs>
          <w:tab w:val="left" w:pos="709"/>
        </w:tabs>
        <w:ind w:left="643" w:right="45"/>
        <w:contextualSpacing/>
        <w:jc w:val="both"/>
        <w:rPr>
          <w:rFonts w:ascii="Open Sans" w:hAnsi="Open Sans" w:cs="Open Sans"/>
        </w:rPr>
      </w:pPr>
      <w:r w:rsidRPr="00FD240D">
        <w:rPr>
          <w:rFonts w:ascii="Open Sans" w:hAnsi="Open Sans" w:cs="Open Sans"/>
        </w:rPr>
        <w:t>da bo vsako poškodbo na skupnem delovišču zavedel v Knjigo ukrepov.</w:t>
      </w:r>
    </w:p>
    <w:p w14:paraId="009BDFA7" w14:textId="77777777" w:rsidR="008027B7" w:rsidRPr="00FD240D" w:rsidRDefault="008027B7" w:rsidP="008027B7">
      <w:pPr>
        <w:widowControl w:val="0"/>
        <w:ind w:left="705" w:hanging="705"/>
        <w:jc w:val="both"/>
        <w:rPr>
          <w:rFonts w:ascii="Open Sans" w:hAnsi="Open Sans" w:cs="Open Sans"/>
        </w:rPr>
      </w:pPr>
    </w:p>
    <w:p w14:paraId="76DFBBA4" w14:textId="77777777" w:rsidR="008027B7" w:rsidRPr="00FD240D" w:rsidRDefault="008027B7" w:rsidP="008027B7">
      <w:pPr>
        <w:widowControl w:val="0"/>
        <w:ind w:left="705" w:hanging="705"/>
        <w:jc w:val="both"/>
        <w:rPr>
          <w:rFonts w:ascii="Open Sans" w:hAnsi="Open Sans" w:cs="Open Sans"/>
          <w:b/>
        </w:rPr>
      </w:pPr>
      <w:r w:rsidRPr="00FD240D">
        <w:rPr>
          <w:rFonts w:ascii="Open Sans" w:hAnsi="Open Sans" w:cs="Open Sans"/>
          <w:b/>
        </w:rPr>
        <w:t xml:space="preserve">2.7. </w:t>
      </w:r>
      <w:r w:rsidRPr="00FD240D">
        <w:rPr>
          <w:rFonts w:ascii="Open Sans" w:hAnsi="Open Sans" w:cs="Open Sans"/>
          <w:b/>
        </w:rPr>
        <w:tab/>
        <w:t>Prepoznavnost delavcev:</w:t>
      </w:r>
    </w:p>
    <w:p w14:paraId="002E88B5" w14:textId="77777777" w:rsidR="008027B7" w:rsidRPr="00FD240D" w:rsidRDefault="008027B7" w:rsidP="008027B7">
      <w:pPr>
        <w:widowControl w:val="0"/>
        <w:ind w:left="705" w:hanging="705"/>
        <w:jc w:val="both"/>
        <w:rPr>
          <w:rFonts w:ascii="Open Sans" w:hAnsi="Open Sans" w:cs="Open Sans"/>
        </w:rPr>
      </w:pPr>
    </w:p>
    <w:p w14:paraId="143F25A7" w14:textId="77777777" w:rsidR="008027B7" w:rsidRPr="00FD240D" w:rsidRDefault="008027B7" w:rsidP="008027B7">
      <w:pPr>
        <w:widowControl w:val="0"/>
        <w:numPr>
          <w:ilvl w:val="12"/>
          <w:numId w:val="0"/>
        </w:numPr>
        <w:ind w:right="45" w:hanging="709"/>
        <w:jc w:val="both"/>
        <w:rPr>
          <w:rFonts w:ascii="Open Sans" w:hAnsi="Open Sans" w:cs="Open Sans"/>
        </w:rPr>
      </w:pPr>
      <w:r w:rsidRPr="00FD240D">
        <w:rPr>
          <w:rFonts w:ascii="Open Sans" w:hAnsi="Open Sans" w:cs="Open Sans"/>
        </w:rPr>
        <w:tab/>
        <w:t>Izvajalec del je dolžan poskrbeti, da bodo njegovi delavci uporabljali prepoznavna, nepoškodovana delovna oblačila z originalnim emblemom izvajalca.</w:t>
      </w:r>
    </w:p>
    <w:p w14:paraId="55943D5A" w14:textId="77777777" w:rsidR="008027B7" w:rsidRPr="00FD240D" w:rsidRDefault="008027B7" w:rsidP="008027B7">
      <w:pPr>
        <w:widowControl w:val="0"/>
        <w:ind w:left="705" w:hanging="705"/>
        <w:jc w:val="both"/>
        <w:rPr>
          <w:rFonts w:ascii="Open Sans" w:hAnsi="Open Sans" w:cs="Open Sans"/>
        </w:rPr>
      </w:pPr>
    </w:p>
    <w:p w14:paraId="33028B0E"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b/>
        </w:rPr>
        <w:t xml:space="preserve">2.8. </w:t>
      </w:r>
      <w:r w:rsidRPr="00FD240D">
        <w:rPr>
          <w:rFonts w:ascii="Open Sans" w:hAnsi="Open Sans" w:cs="Open Sans"/>
          <w:b/>
        </w:rPr>
        <w:tab/>
        <w:t>Prepoved dela pod vplivom alkohola, drog in drugih substanc</w:t>
      </w:r>
    </w:p>
    <w:p w14:paraId="039D7095" w14:textId="77777777" w:rsidR="008027B7" w:rsidRPr="00FD240D" w:rsidRDefault="008027B7" w:rsidP="008027B7">
      <w:pPr>
        <w:widowControl w:val="0"/>
        <w:ind w:left="705" w:hanging="705"/>
        <w:jc w:val="both"/>
        <w:rPr>
          <w:rFonts w:ascii="Open Sans" w:hAnsi="Open Sans" w:cs="Open Sans"/>
        </w:rPr>
      </w:pPr>
    </w:p>
    <w:p w14:paraId="49F4A519"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rPr>
        <w:t>Podpisnika soglašata:</w:t>
      </w:r>
    </w:p>
    <w:p w14:paraId="496E86EC" w14:textId="77777777" w:rsidR="008027B7" w:rsidRPr="00FD240D" w:rsidRDefault="008027B7" w:rsidP="0019014E">
      <w:pPr>
        <w:widowControl w:val="0"/>
        <w:numPr>
          <w:ilvl w:val="0"/>
          <w:numId w:val="29"/>
        </w:numPr>
        <w:contextualSpacing/>
        <w:jc w:val="both"/>
        <w:rPr>
          <w:rFonts w:ascii="Open Sans" w:hAnsi="Open Sans" w:cs="Open Sans"/>
        </w:rPr>
      </w:pPr>
      <w:r w:rsidRPr="00FD240D">
        <w:rPr>
          <w:rFonts w:ascii="Open Sans" w:hAnsi="Open Sans" w:cs="Open Sans"/>
        </w:rPr>
        <w:t xml:space="preserve">da delavci na celotnem območju del </w:t>
      </w:r>
      <w:r w:rsidRPr="00FD240D">
        <w:rPr>
          <w:rFonts w:ascii="Open Sans" w:hAnsi="Open Sans" w:cs="Open Sans"/>
          <w:b/>
          <w:u w:val="single"/>
        </w:rPr>
        <w:t>ne smejo</w:t>
      </w:r>
      <w:r w:rsidRPr="00FD240D">
        <w:rPr>
          <w:rFonts w:ascii="Open Sans" w:hAnsi="Open Sans" w:cs="Open Sans"/>
          <w:b/>
        </w:rPr>
        <w:t xml:space="preserve"> </w:t>
      </w:r>
      <w:r w:rsidRPr="00FD240D">
        <w:rPr>
          <w:rFonts w:ascii="Open Sans" w:hAnsi="Open Sans" w:cs="Open Sans"/>
        </w:rPr>
        <w:t>biti pod vplivom alkohola, drog ali drugih psihoaktivnih substanc,</w:t>
      </w:r>
    </w:p>
    <w:p w14:paraId="303AF995" w14:textId="77777777" w:rsidR="008027B7" w:rsidRPr="00FD240D" w:rsidRDefault="008027B7" w:rsidP="0019014E">
      <w:pPr>
        <w:widowControl w:val="0"/>
        <w:numPr>
          <w:ilvl w:val="0"/>
          <w:numId w:val="29"/>
        </w:numPr>
        <w:contextualSpacing/>
        <w:jc w:val="both"/>
        <w:rPr>
          <w:rFonts w:ascii="Open Sans" w:hAnsi="Open Sans" w:cs="Open Sans"/>
        </w:rPr>
      </w:pPr>
      <w:r w:rsidRPr="00FD240D">
        <w:rPr>
          <w:rFonts w:ascii="Open Sans" w:hAnsi="Open Sans" w:cs="Open Sans"/>
        </w:rPr>
        <w:t>da delavci ne smejo delati ali biti pod vplivom zdravil, ki lahko vplivajo na psihofizično sposobnost, na tistih delovnih mestih, na katerih je zaradi večje nevarnosti nezgode,</w:t>
      </w:r>
    </w:p>
    <w:p w14:paraId="6185878B" w14:textId="77777777" w:rsidR="008027B7" w:rsidRPr="00FD240D" w:rsidRDefault="008027B7" w:rsidP="0019014E">
      <w:pPr>
        <w:widowControl w:val="0"/>
        <w:numPr>
          <w:ilvl w:val="0"/>
          <w:numId w:val="29"/>
        </w:numPr>
        <w:contextualSpacing/>
        <w:jc w:val="both"/>
        <w:rPr>
          <w:rFonts w:ascii="Open Sans" w:hAnsi="Open Sans" w:cs="Open Sans"/>
        </w:rPr>
      </w:pPr>
      <w:r w:rsidRPr="00FD240D">
        <w:rPr>
          <w:rFonts w:ascii="Open Sans" w:hAnsi="Open Sans" w:cs="Open Sans"/>
        </w:rPr>
        <w:t>da stanje iz točke a. ugotavlja vsak podpisnik za svoje delavce, skladno s svojimi internimi predpisi,</w:t>
      </w:r>
    </w:p>
    <w:p w14:paraId="5AADC519" w14:textId="77777777" w:rsidR="008027B7" w:rsidRPr="00FD240D" w:rsidRDefault="008027B7" w:rsidP="0019014E">
      <w:pPr>
        <w:widowControl w:val="0"/>
        <w:numPr>
          <w:ilvl w:val="0"/>
          <w:numId w:val="29"/>
        </w:numPr>
        <w:contextualSpacing/>
        <w:jc w:val="both"/>
        <w:rPr>
          <w:rFonts w:ascii="Open Sans" w:hAnsi="Open Sans" w:cs="Open Sans"/>
        </w:rPr>
      </w:pPr>
      <w:r w:rsidRPr="00FD240D">
        <w:rPr>
          <w:rFonts w:ascii="Open Sans" w:hAnsi="Open Sans" w:cs="Open Sans"/>
        </w:rPr>
        <w:t>da se odstrani delavce s skupnega delovišča, ki so delali v nasprotju z določbami iz točke a. in b. z delovišča.</w:t>
      </w:r>
    </w:p>
    <w:p w14:paraId="576F359C" w14:textId="77777777" w:rsidR="008027B7" w:rsidRPr="00FD240D" w:rsidRDefault="008027B7" w:rsidP="008027B7">
      <w:pPr>
        <w:widowControl w:val="0"/>
        <w:jc w:val="both"/>
        <w:rPr>
          <w:rFonts w:ascii="Open Sans" w:hAnsi="Open Sans" w:cs="Open Sans"/>
          <w:b/>
          <w:bCs/>
        </w:rPr>
      </w:pPr>
    </w:p>
    <w:p w14:paraId="6068803B" w14:textId="77777777" w:rsidR="008027B7" w:rsidRPr="00FD240D" w:rsidRDefault="008027B7" w:rsidP="0019014E">
      <w:pPr>
        <w:widowControl w:val="0"/>
        <w:numPr>
          <w:ilvl w:val="0"/>
          <w:numId w:val="43"/>
        </w:numPr>
        <w:tabs>
          <w:tab w:val="left" w:pos="709"/>
        </w:tabs>
        <w:ind w:right="45"/>
        <w:contextualSpacing/>
        <w:jc w:val="both"/>
        <w:rPr>
          <w:rFonts w:ascii="Open Sans" w:hAnsi="Open Sans" w:cs="Open Sans"/>
          <w:b/>
          <w:bCs/>
        </w:rPr>
      </w:pPr>
      <w:r w:rsidRPr="00FD240D">
        <w:rPr>
          <w:rFonts w:ascii="Open Sans" w:hAnsi="Open Sans" w:cs="Open Sans"/>
          <w:b/>
          <w:bCs/>
        </w:rPr>
        <w:t xml:space="preserve">DOLOČITEV ODGOVORNIH OSEB IN NJIHOVIH OBVEZNOSTI </w:t>
      </w:r>
    </w:p>
    <w:p w14:paraId="240C3A1E" w14:textId="77777777" w:rsidR="008027B7" w:rsidRPr="00FD240D" w:rsidRDefault="008027B7" w:rsidP="008027B7">
      <w:pPr>
        <w:widowControl w:val="0"/>
        <w:tabs>
          <w:tab w:val="left" w:pos="709"/>
        </w:tabs>
        <w:ind w:right="45"/>
        <w:contextualSpacing/>
        <w:jc w:val="both"/>
        <w:rPr>
          <w:rFonts w:ascii="Open Sans" w:hAnsi="Open Sans" w:cs="Open Sans"/>
          <w:b/>
          <w:bCs/>
        </w:rPr>
      </w:pPr>
    </w:p>
    <w:p w14:paraId="041E4CD8" w14:textId="71D7EBC3" w:rsidR="008027B7" w:rsidRPr="00FD240D" w:rsidRDefault="008027B7" w:rsidP="0019014E">
      <w:pPr>
        <w:widowControl w:val="0"/>
        <w:numPr>
          <w:ilvl w:val="1"/>
          <w:numId w:val="35"/>
        </w:numPr>
        <w:ind w:left="426" w:hanging="426"/>
        <w:jc w:val="both"/>
        <w:rPr>
          <w:rFonts w:ascii="Open Sans" w:hAnsi="Open Sans" w:cs="Open Sans"/>
          <w:b/>
        </w:rPr>
      </w:pPr>
      <w:r w:rsidRPr="00FD240D">
        <w:rPr>
          <w:rFonts w:ascii="Open Sans" w:hAnsi="Open Sans" w:cs="Open Sans"/>
          <w:b/>
        </w:rPr>
        <w:t xml:space="preserve"> </w:t>
      </w:r>
      <w:r w:rsidRPr="00E025BB">
        <w:rPr>
          <w:rFonts w:ascii="Open Sans" w:hAnsi="Open Sans" w:cs="Open Sans"/>
          <w:b/>
        </w:rPr>
        <w:t>Določitev odgovornih oseb na delovišču:</w:t>
      </w:r>
    </w:p>
    <w:p w14:paraId="6457C785" w14:textId="17D9A39A" w:rsidR="00476D6C" w:rsidRDefault="00476D6C" w:rsidP="00476D6C">
      <w:pPr>
        <w:widowControl w:val="0"/>
        <w:jc w:val="both"/>
        <w:rPr>
          <w:rFonts w:ascii="Open Sans" w:hAnsi="Open Sans" w:cs="Open Sans"/>
          <w:b/>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3544"/>
        <w:gridCol w:w="3118"/>
      </w:tblGrid>
      <w:tr w:rsidR="00E025BB" w:rsidRPr="00E025BB" w14:paraId="56254BBB" w14:textId="77777777" w:rsidTr="00BA4A81">
        <w:tc>
          <w:tcPr>
            <w:tcW w:w="3148" w:type="dxa"/>
            <w:tcBorders>
              <w:right w:val="dashSmallGap" w:sz="4" w:space="0" w:color="auto"/>
            </w:tcBorders>
            <w:shd w:val="clear" w:color="auto" w:fill="auto"/>
          </w:tcPr>
          <w:p w14:paraId="3DD2AC14" w14:textId="77777777" w:rsidR="00E025BB" w:rsidRPr="00E025BB" w:rsidRDefault="00E025BB" w:rsidP="00E025BB">
            <w:pPr>
              <w:widowControl w:val="0"/>
              <w:rPr>
                <w:rFonts w:ascii="Open Sans" w:eastAsia="Calibri" w:hAnsi="Open Sans" w:cs="Open Sans"/>
                <w:b/>
              </w:rPr>
            </w:pPr>
          </w:p>
        </w:tc>
        <w:tc>
          <w:tcPr>
            <w:tcW w:w="3544" w:type="dxa"/>
            <w:tcBorders>
              <w:left w:val="dashSmallGap" w:sz="4" w:space="0" w:color="auto"/>
              <w:right w:val="dashSmallGap" w:sz="4" w:space="0" w:color="auto"/>
            </w:tcBorders>
            <w:shd w:val="clear" w:color="auto" w:fill="auto"/>
          </w:tcPr>
          <w:p w14:paraId="56205973" w14:textId="77777777" w:rsidR="00E025BB" w:rsidRPr="00E025BB" w:rsidRDefault="00E025BB" w:rsidP="00E025BB">
            <w:pPr>
              <w:widowControl w:val="0"/>
              <w:jc w:val="center"/>
              <w:rPr>
                <w:rFonts w:ascii="Open Sans" w:eastAsia="Calibri" w:hAnsi="Open Sans" w:cs="Open Sans"/>
                <w:b/>
              </w:rPr>
            </w:pPr>
            <w:r w:rsidRPr="00E025BB">
              <w:rPr>
                <w:rFonts w:ascii="Open Sans" w:eastAsia="Calibri" w:hAnsi="Open Sans" w:cs="Open Sans"/>
                <w:b/>
              </w:rPr>
              <w:t>Naročnik:</w:t>
            </w:r>
          </w:p>
        </w:tc>
        <w:tc>
          <w:tcPr>
            <w:tcW w:w="3118" w:type="dxa"/>
            <w:tcBorders>
              <w:left w:val="dashSmallGap" w:sz="4" w:space="0" w:color="auto"/>
            </w:tcBorders>
            <w:shd w:val="clear" w:color="auto" w:fill="auto"/>
          </w:tcPr>
          <w:p w14:paraId="321476FB" w14:textId="77777777" w:rsidR="00E025BB" w:rsidRPr="00E025BB" w:rsidRDefault="00E025BB" w:rsidP="00E025BB">
            <w:pPr>
              <w:widowControl w:val="0"/>
              <w:jc w:val="center"/>
              <w:rPr>
                <w:rFonts w:ascii="Open Sans" w:eastAsia="Calibri" w:hAnsi="Open Sans" w:cs="Open Sans"/>
                <w:b/>
              </w:rPr>
            </w:pPr>
            <w:r w:rsidRPr="00E025BB">
              <w:rPr>
                <w:rFonts w:ascii="Open Sans" w:eastAsia="Calibri" w:hAnsi="Open Sans" w:cs="Open Sans"/>
                <w:b/>
              </w:rPr>
              <w:t>Izvajalec:</w:t>
            </w:r>
          </w:p>
        </w:tc>
      </w:tr>
      <w:tr w:rsidR="00E025BB" w:rsidRPr="00E025BB" w14:paraId="4E05AB10" w14:textId="77777777" w:rsidTr="00BA4A81">
        <w:trPr>
          <w:trHeight w:val="984"/>
        </w:trPr>
        <w:tc>
          <w:tcPr>
            <w:tcW w:w="3148" w:type="dxa"/>
            <w:tcBorders>
              <w:right w:val="dashSmallGap" w:sz="4" w:space="0" w:color="auto"/>
            </w:tcBorders>
            <w:shd w:val="clear" w:color="auto" w:fill="auto"/>
          </w:tcPr>
          <w:p w14:paraId="6FD728E3" w14:textId="77777777" w:rsidR="00E025BB" w:rsidRPr="00E025BB" w:rsidRDefault="00E025BB" w:rsidP="00E025BB">
            <w:pPr>
              <w:widowControl w:val="0"/>
              <w:rPr>
                <w:rFonts w:ascii="Open Sans" w:eastAsia="Calibri" w:hAnsi="Open Sans" w:cs="Open Sans"/>
                <w:b/>
              </w:rPr>
            </w:pPr>
            <w:r w:rsidRPr="00E025BB">
              <w:rPr>
                <w:rFonts w:ascii="Open Sans" w:eastAsia="Calibri" w:hAnsi="Open Sans" w:cs="Open Sans"/>
                <w:b/>
              </w:rPr>
              <w:t>Skrbnik okvirnega sporazuma</w:t>
            </w:r>
          </w:p>
        </w:tc>
        <w:tc>
          <w:tcPr>
            <w:tcW w:w="6662" w:type="dxa"/>
            <w:gridSpan w:val="2"/>
            <w:tcBorders>
              <w:left w:val="dashSmallGap" w:sz="4" w:space="0" w:color="auto"/>
            </w:tcBorders>
            <w:shd w:val="clear" w:color="auto" w:fill="auto"/>
          </w:tcPr>
          <w:p w14:paraId="56177566" w14:textId="77777777" w:rsidR="00AB60CD" w:rsidRPr="00A130D7" w:rsidRDefault="00AB60CD" w:rsidP="00AB60CD">
            <w:pPr>
              <w:keepLines/>
              <w:widowControl w:val="0"/>
              <w:jc w:val="center"/>
              <w:rPr>
                <w:rFonts w:ascii="Open Sans" w:eastAsia="Calibri" w:hAnsi="Open Sans" w:cs="Open Sans"/>
                <w:b/>
                <w:sz w:val="16"/>
                <w:szCs w:val="16"/>
              </w:rPr>
            </w:pPr>
            <w:r w:rsidRPr="00A130D7">
              <w:rPr>
                <w:rFonts w:ascii="Open Sans" w:eastAsia="Calibri" w:hAnsi="Open Sans" w:cs="Open Sans"/>
                <w:b/>
                <w:sz w:val="16"/>
                <w:szCs w:val="16"/>
              </w:rPr>
              <w:t>ime in priimek/mobilni telefon/e-pošta:</w:t>
            </w:r>
          </w:p>
          <w:p w14:paraId="00EE6EA6" w14:textId="77777777" w:rsidR="00AB60CD" w:rsidRDefault="00AB60CD" w:rsidP="00E025BB">
            <w:pPr>
              <w:widowControl w:val="0"/>
              <w:jc w:val="center"/>
              <w:rPr>
                <w:rFonts w:ascii="Open Sans" w:eastAsia="Calibri" w:hAnsi="Open Sans" w:cs="Open Sans"/>
                <w:sz w:val="18"/>
                <w:szCs w:val="18"/>
              </w:rPr>
            </w:pPr>
          </w:p>
          <w:p w14:paraId="724FBBA5" w14:textId="77777777" w:rsidR="00E025BB" w:rsidRPr="00E025BB" w:rsidRDefault="00E025BB" w:rsidP="00E025BB">
            <w:pPr>
              <w:widowControl w:val="0"/>
              <w:jc w:val="center"/>
              <w:rPr>
                <w:rFonts w:ascii="Open Sans" w:hAnsi="Open Sans" w:cs="Open Sans"/>
                <w:b/>
              </w:rPr>
            </w:pPr>
          </w:p>
          <w:p w14:paraId="1448F5AD" w14:textId="77777777" w:rsidR="00E025BB" w:rsidRPr="00E025BB" w:rsidRDefault="00E025BB" w:rsidP="00610F5D">
            <w:pPr>
              <w:widowControl w:val="0"/>
              <w:jc w:val="center"/>
              <w:rPr>
                <w:rFonts w:ascii="Open Sans" w:hAnsi="Open Sans" w:cs="Open Sans"/>
                <w:color w:val="0000FF"/>
                <w:u w:val="single"/>
              </w:rPr>
            </w:pPr>
          </w:p>
        </w:tc>
      </w:tr>
      <w:tr w:rsidR="00E025BB" w:rsidRPr="00E025BB" w14:paraId="7B0D5966" w14:textId="77777777" w:rsidTr="00BA4A81">
        <w:trPr>
          <w:trHeight w:val="1222"/>
        </w:trPr>
        <w:tc>
          <w:tcPr>
            <w:tcW w:w="3148" w:type="dxa"/>
            <w:tcBorders>
              <w:right w:val="dashSmallGap" w:sz="4" w:space="0" w:color="auto"/>
            </w:tcBorders>
            <w:shd w:val="clear" w:color="auto" w:fill="auto"/>
          </w:tcPr>
          <w:p w14:paraId="4A7BF495" w14:textId="5977C2FF" w:rsidR="00E025BB" w:rsidRPr="00E025BB" w:rsidRDefault="00E025BB" w:rsidP="00610F5D">
            <w:pPr>
              <w:widowControl w:val="0"/>
              <w:spacing w:after="200" w:line="276" w:lineRule="auto"/>
              <w:rPr>
                <w:rFonts w:ascii="Open Sans" w:eastAsia="Calibri" w:hAnsi="Open Sans" w:cs="Open Sans"/>
                <w:b/>
              </w:rPr>
            </w:pPr>
            <w:r w:rsidRPr="00E025BB">
              <w:rPr>
                <w:rFonts w:ascii="Open Sans" w:eastAsia="Calibri" w:hAnsi="Open Sans" w:cs="Open Sans"/>
                <w:b/>
              </w:rPr>
              <w:t xml:space="preserve">Vodja del </w:t>
            </w:r>
          </w:p>
          <w:p w14:paraId="1062C66F" w14:textId="77777777" w:rsidR="00E025BB" w:rsidRPr="00E025BB" w:rsidRDefault="00E025BB" w:rsidP="00E025BB">
            <w:pPr>
              <w:jc w:val="center"/>
              <w:rPr>
                <w:rFonts w:ascii="Open Sans" w:eastAsia="Calibri" w:hAnsi="Open Sans" w:cs="Open Sans"/>
              </w:rPr>
            </w:pPr>
          </w:p>
        </w:tc>
        <w:tc>
          <w:tcPr>
            <w:tcW w:w="3544" w:type="dxa"/>
            <w:tcBorders>
              <w:left w:val="dashSmallGap" w:sz="4" w:space="0" w:color="auto"/>
              <w:right w:val="dashSmallGap" w:sz="4" w:space="0" w:color="auto"/>
            </w:tcBorders>
            <w:shd w:val="clear" w:color="auto" w:fill="auto"/>
          </w:tcPr>
          <w:p w14:paraId="3DD87341" w14:textId="77777777" w:rsidR="00AB60CD" w:rsidRPr="00A130D7" w:rsidRDefault="00AB60CD" w:rsidP="00AB60CD">
            <w:pPr>
              <w:keepLines/>
              <w:widowControl w:val="0"/>
              <w:jc w:val="center"/>
              <w:rPr>
                <w:rFonts w:ascii="Open Sans" w:eastAsia="Calibri" w:hAnsi="Open Sans" w:cs="Open Sans"/>
                <w:b/>
                <w:sz w:val="16"/>
                <w:szCs w:val="16"/>
              </w:rPr>
            </w:pPr>
            <w:r w:rsidRPr="00A130D7">
              <w:rPr>
                <w:rFonts w:ascii="Open Sans" w:eastAsia="Calibri" w:hAnsi="Open Sans" w:cs="Open Sans"/>
                <w:b/>
                <w:sz w:val="16"/>
                <w:szCs w:val="16"/>
              </w:rPr>
              <w:t>ime in priimek/mobilni telefon/e-pošta:</w:t>
            </w:r>
          </w:p>
          <w:p w14:paraId="521BCD6E" w14:textId="77777777" w:rsidR="00E025BB" w:rsidRPr="00E025BB" w:rsidRDefault="00E025BB" w:rsidP="00E025BB">
            <w:pPr>
              <w:widowControl w:val="0"/>
              <w:jc w:val="center"/>
              <w:rPr>
                <w:rFonts w:ascii="Open Sans" w:hAnsi="Open Sans" w:cs="Open Sans"/>
                <w:b/>
              </w:rPr>
            </w:pPr>
          </w:p>
          <w:p w14:paraId="3C163802" w14:textId="2042165D" w:rsidR="00E025BB" w:rsidRPr="00E025BB" w:rsidRDefault="00E025BB" w:rsidP="00610F5D">
            <w:pPr>
              <w:widowControl w:val="0"/>
              <w:rPr>
                <w:rFonts w:ascii="Open Sans" w:hAnsi="Open Sans" w:cs="Open Sans"/>
                <w:color w:val="0000FF"/>
                <w:u w:val="single"/>
              </w:rPr>
            </w:pPr>
          </w:p>
        </w:tc>
        <w:tc>
          <w:tcPr>
            <w:tcW w:w="3118" w:type="dxa"/>
            <w:tcBorders>
              <w:left w:val="dashSmallGap" w:sz="4" w:space="0" w:color="auto"/>
            </w:tcBorders>
            <w:shd w:val="clear" w:color="auto" w:fill="auto"/>
          </w:tcPr>
          <w:p w14:paraId="4D091541" w14:textId="77777777" w:rsidR="00AB60CD" w:rsidRPr="00A130D7" w:rsidRDefault="00AB60CD" w:rsidP="00AB60CD">
            <w:pPr>
              <w:keepLines/>
              <w:widowControl w:val="0"/>
              <w:jc w:val="center"/>
              <w:rPr>
                <w:rFonts w:ascii="Open Sans" w:eastAsia="Calibri" w:hAnsi="Open Sans" w:cs="Open Sans"/>
                <w:b/>
                <w:sz w:val="16"/>
                <w:szCs w:val="16"/>
              </w:rPr>
            </w:pPr>
            <w:r w:rsidRPr="00A130D7">
              <w:rPr>
                <w:rFonts w:ascii="Open Sans" w:eastAsia="Calibri" w:hAnsi="Open Sans" w:cs="Open Sans"/>
                <w:b/>
                <w:sz w:val="16"/>
                <w:szCs w:val="16"/>
              </w:rPr>
              <w:t>ime in priimek/mobilni telefon/e-pošta:</w:t>
            </w:r>
          </w:p>
          <w:p w14:paraId="36D3EBE4" w14:textId="77777777" w:rsidR="00E025BB" w:rsidRPr="00E025BB" w:rsidRDefault="00E025BB" w:rsidP="00AB60CD">
            <w:pPr>
              <w:widowControl w:val="0"/>
              <w:jc w:val="center"/>
              <w:rPr>
                <w:rFonts w:ascii="Open Sans" w:eastAsia="Calibri" w:hAnsi="Open Sans" w:cs="Open Sans"/>
              </w:rPr>
            </w:pPr>
          </w:p>
        </w:tc>
      </w:tr>
      <w:tr w:rsidR="00E025BB" w:rsidRPr="00E025BB" w14:paraId="3425E541" w14:textId="77777777" w:rsidTr="00BA4A81">
        <w:tc>
          <w:tcPr>
            <w:tcW w:w="3148" w:type="dxa"/>
            <w:tcBorders>
              <w:right w:val="dashSmallGap" w:sz="4" w:space="0" w:color="auto"/>
            </w:tcBorders>
            <w:shd w:val="clear" w:color="auto" w:fill="auto"/>
          </w:tcPr>
          <w:p w14:paraId="4A2B9A83" w14:textId="77777777" w:rsidR="00E025BB" w:rsidRPr="00E025BB" w:rsidRDefault="00E025BB" w:rsidP="00E025BB">
            <w:pPr>
              <w:widowControl w:val="0"/>
              <w:spacing w:after="200" w:line="276" w:lineRule="auto"/>
              <w:rPr>
                <w:rFonts w:ascii="Open Sans" w:eastAsia="Calibri" w:hAnsi="Open Sans" w:cs="Open Sans"/>
                <w:b/>
                <w:lang w:eastAsia="en-US"/>
              </w:rPr>
            </w:pPr>
            <w:r w:rsidRPr="00E025BB">
              <w:rPr>
                <w:rFonts w:ascii="Open Sans" w:eastAsia="Calibri" w:hAnsi="Open Sans" w:cs="Open Sans"/>
                <w:b/>
                <w:lang w:eastAsia="en-US"/>
              </w:rPr>
              <w:t xml:space="preserve">Strokovna delavca </w:t>
            </w:r>
            <w:proofErr w:type="spellStart"/>
            <w:r w:rsidRPr="00E025BB">
              <w:rPr>
                <w:rFonts w:ascii="Open Sans" w:eastAsia="Calibri" w:hAnsi="Open Sans" w:cs="Open Sans"/>
                <w:b/>
                <w:lang w:eastAsia="en-US"/>
              </w:rPr>
              <w:t>VpD</w:t>
            </w:r>
            <w:proofErr w:type="spellEnd"/>
            <w:r w:rsidRPr="00E025BB">
              <w:rPr>
                <w:rFonts w:ascii="Open Sans" w:eastAsia="Calibri" w:hAnsi="Open Sans" w:cs="Open Sans"/>
                <w:b/>
                <w:lang w:eastAsia="en-US"/>
              </w:rPr>
              <w:t xml:space="preserve"> in PV</w:t>
            </w:r>
          </w:p>
        </w:tc>
        <w:tc>
          <w:tcPr>
            <w:tcW w:w="3544" w:type="dxa"/>
            <w:tcBorders>
              <w:left w:val="dashSmallGap" w:sz="4" w:space="0" w:color="auto"/>
              <w:right w:val="dashSmallGap" w:sz="4" w:space="0" w:color="auto"/>
            </w:tcBorders>
            <w:shd w:val="clear" w:color="auto" w:fill="auto"/>
          </w:tcPr>
          <w:p w14:paraId="590E8A38" w14:textId="77777777" w:rsidR="00AB60CD" w:rsidRPr="00A130D7" w:rsidRDefault="00AB60CD" w:rsidP="00AB60CD">
            <w:pPr>
              <w:keepLines/>
              <w:widowControl w:val="0"/>
              <w:jc w:val="center"/>
              <w:rPr>
                <w:rFonts w:ascii="Open Sans" w:eastAsia="Calibri" w:hAnsi="Open Sans" w:cs="Open Sans"/>
                <w:b/>
                <w:sz w:val="16"/>
                <w:szCs w:val="16"/>
              </w:rPr>
            </w:pPr>
            <w:r w:rsidRPr="00A130D7">
              <w:rPr>
                <w:rFonts w:ascii="Open Sans" w:eastAsia="Calibri" w:hAnsi="Open Sans" w:cs="Open Sans"/>
                <w:b/>
                <w:sz w:val="16"/>
                <w:szCs w:val="16"/>
              </w:rPr>
              <w:t>ime in priimek/mobilni telefon/e-pošta:</w:t>
            </w:r>
          </w:p>
          <w:p w14:paraId="196ABA09" w14:textId="77777777" w:rsidR="00E025BB" w:rsidRPr="00E025BB" w:rsidRDefault="00E025BB" w:rsidP="00E025BB">
            <w:pPr>
              <w:widowControl w:val="0"/>
              <w:jc w:val="center"/>
              <w:rPr>
                <w:rFonts w:ascii="Open Sans" w:eastAsia="Calibri" w:hAnsi="Open Sans" w:cs="Open Sans"/>
                <w:b/>
              </w:rPr>
            </w:pPr>
          </w:p>
          <w:p w14:paraId="1326C0EF" w14:textId="77777777" w:rsidR="00E025BB" w:rsidRPr="00E025BB" w:rsidRDefault="00E025BB" w:rsidP="00610F5D">
            <w:pPr>
              <w:widowControl w:val="0"/>
              <w:jc w:val="center"/>
              <w:rPr>
                <w:rFonts w:ascii="Open Sans" w:hAnsi="Open Sans" w:cs="Open Sans"/>
                <w:color w:val="0000FF"/>
                <w:u w:val="single"/>
              </w:rPr>
            </w:pPr>
          </w:p>
        </w:tc>
        <w:tc>
          <w:tcPr>
            <w:tcW w:w="3118" w:type="dxa"/>
            <w:tcBorders>
              <w:left w:val="dashSmallGap" w:sz="4" w:space="0" w:color="auto"/>
            </w:tcBorders>
            <w:shd w:val="clear" w:color="auto" w:fill="auto"/>
          </w:tcPr>
          <w:p w14:paraId="7039478B" w14:textId="77777777" w:rsidR="00AB60CD" w:rsidRPr="00A130D7" w:rsidRDefault="00AB60CD" w:rsidP="00AB60CD">
            <w:pPr>
              <w:keepLines/>
              <w:widowControl w:val="0"/>
              <w:jc w:val="center"/>
              <w:rPr>
                <w:rFonts w:ascii="Open Sans" w:eastAsia="Calibri" w:hAnsi="Open Sans" w:cs="Open Sans"/>
                <w:b/>
                <w:sz w:val="16"/>
                <w:szCs w:val="16"/>
              </w:rPr>
            </w:pPr>
            <w:r w:rsidRPr="00A130D7">
              <w:rPr>
                <w:rFonts w:ascii="Open Sans" w:eastAsia="Calibri" w:hAnsi="Open Sans" w:cs="Open Sans"/>
                <w:b/>
                <w:sz w:val="16"/>
                <w:szCs w:val="16"/>
              </w:rPr>
              <w:t>ime in priimek/mobilni telefon/e-pošta:</w:t>
            </w:r>
          </w:p>
          <w:p w14:paraId="707E30E0" w14:textId="77777777" w:rsidR="00E025BB" w:rsidRPr="00E025BB" w:rsidRDefault="00E025BB" w:rsidP="00AB60CD">
            <w:pPr>
              <w:widowControl w:val="0"/>
              <w:jc w:val="center"/>
              <w:rPr>
                <w:rFonts w:ascii="Open Sans" w:eastAsia="Calibri" w:hAnsi="Open Sans" w:cs="Open Sans"/>
              </w:rPr>
            </w:pPr>
          </w:p>
        </w:tc>
      </w:tr>
      <w:tr w:rsidR="00E025BB" w:rsidRPr="00E025BB" w14:paraId="0FCCD3FC" w14:textId="77777777" w:rsidTr="00BA4A81">
        <w:tc>
          <w:tcPr>
            <w:tcW w:w="3148" w:type="dxa"/>
            <w:tcBorders>
              <w:right w:val="dashSmallGap" w:sz="4" w:space="0" w:color="auto"/>
            </w:tcBorders>
            <w:shd w:val="clear" w:color="auto" w:fill="auto"/>
          </w:tcPr>
          <w:p w14:paraId="2CD8CD66" w14:textId="77777777" w:rsidR="00E025BB" w:rsidRPr="00E025BB" w:rsidRDefault="00E025BB" w:rsidP="00E025BB">
            <w:pPr>
              <w:widowControl w:val="0"/>
              <w:rPr>
                <w:rFonts w:ascii="Open Sans" w:eastAsia="Calibri" w:hAnsi="Open Sans" w:cs="Open Sans"/>
                <w:b/>
              </w:rPr>
            </w:pPr>
            <w:r w:rsidRPr="00E025BB">
              <w:rPr>
                <w:rFonts w:ascii="Open Sans" w:eastAsia="Calibri" w:hAnsi="Open Sans" w:cs="Open Sans"/>
                <w:b/>
              </w:rPr>
              <w:t>Odg. oseba za nadzor nad izvajanjem ravnanja z nevarnimi snovmi in odpadki ter izrednimi razmerami</w:t>
            </w:r>
          </w:p>
        </w:tc>
        <w:tc>
          <w:tcPr>
            <w:tcW w:w="3544" w:type="dxa"/>
            <w:tcBorders>
              <w:left w:val="dashSmallGap" w:sz="4" w:space="0" w:color="auto"/>
              <w:right w:val="dashSmallGap" w:sz="4" w:space="0" w:color="auto"/>
            </w:tcBorders>
            <w:shd w:val="clear" w:color="auto" w:fill="auto"/>
          </w:tcPr>
          <w:p w14:paraId="58C1C191" w14:textId="77777777" w:rsidR="00AB60CD" w:rsidRPr="00A130D7" w:rsidRDefault="00AB60CD" w:rsidP="00AB60CD">
            <w:pPr>
              <w:keepLines/>
              <w:widowControl w:val="0"/>
              <w:jc w:val="center"/>
              <w:rPr>
                <w:rFonts w:ascii="Open Sans" w:eastAsia="Calibri" w:hAnsi="Open Sans" w:cs="Open Sans"/>
                <w:b/>
                <w:sz w:val="16"/>
                <w:szCs w:val="16"/>
              </w:rPr>
            </w:pPr>
            <w:r w:rsidRPr="00A130D7">
              <w:rPr>
                <w:rFonts w:ascii="Open Sans" w:eastAsia="Calibri" w:hAnsi="Open Sans" w:cs="Open Sans"/>
                <w:b/>
                <w:sz w:val="16"/>
                <w:szCs w:val="16"/>
              </w:rPr>
              <w:t>ime in priimek/mobilni telefon/e-pošta:</w:t>
            </w:r>
          </w:p>
          <w:p w14:paraId="58BAE0BC" w14:textId="77777777" w:rsidR="00E025BB" w:rsidRPr="00E025BB" w:rsidRDefault="00E025BB" w:rsidP="00E025BB">
            <w:pPr>
              <w:widowControl w:val="0"/>
              <w:jc w:val="center"/>
              <w:rPr>
                <w:rFonts w:ascii="Open Sans" w:eastAsia="Calibri" w:hAnsi="Open Sans" w:cs="Open Sans"/>
                <w:b/>
              </w:rPr>
            </w:pPr>
          </w:p>
          <w:p w14:paraId="7F7A65C4" w14:textId="77777777" w:rsidR="00E025BB" w:rsidRPr="00E025BB" w:rsidRDefault="00E025BB" w:rsidP="00610F5D">
            <w:pPr>
              <w:widowControl w:val="0"/>
              <w:jc w:val="center"/>
              <w:rPr>
                <w:rFonts w:ascii="Open Sans" w:eastAsia="Calibri" w:hAnsi="Open Sans" w:cs="Open Sans"/>
                <w:b/>
              </w:rPr>
            </w:pPr>
          </w:p>
        </w:tc>
        <w:tc>
          <w:tcPr>
            <w:tcW w:w="3118" w:type="dxa"/>
            <w:tcBorders>
              <w:left w:val="dashSmallGap" w:sz="4" w:space="0" w:color="auto"/>
            </w:tcBorders>
            <w:shd w:val="clear" w:color="auto" w:fill="D9D9D9"/>
          </w:tcPr>
          <w:p w14:paraId="159EFFED" w14:textId="77777777" w:rsidR="00E025BB" w:rsidRPr="00E025BB" w:rsidRDefault="00E025BB" w:rsidP="00E025BB">
            <w:pPr>
              <w:widowControl w:val="0"/>
              <w:rPr>
                <w:rFonts w:ascii="Open Sans" w:eastAsia="Calibri" w:hAnsi="Open Sans" w:cs="Open Sans"/>
              </w:rPr>
            </w:pPr>
          </w:p>
        </w:tc>
      </w:tr>
    </w:tbl>
    <w:p w14:paraId="7A4E09CF" w14:textId="77777777" w:rsidR="003F196E" w:rsidRDefault="003F196E" w:rsidP="003F196E">
      <w:pPr>
        <w:jc w:val="both"/>
        <w:rPr>
          <w:rFonts w:ascii="Open Sans" w:hAnsi="Open Sans" w:cs="Open Sans"/>
        </w:rPr>
      </w:pPr>
    </w:p>
    <w:p w14:paraId="67C84A22" w14:textId="221E2A6B" w:rsidR="003F196E" w:rsidRPr="003F196E" w:rsidRDefault="003F196E" w:rsidP="003F196E">
      <w:pPr>
        <w:jc w:val="both"/>
        <w:rPr>
          <w:rFonts w:ascii="Open Sans" w:hAnsi="Open Sans" w:cs="Open Sans"/>
        </w:rPr>
      </w:pPr>
      <w:r w:rsidRPr="003F196E">
        <w:rPr>
          <w:rFonts w:ascii="Open Sans" w:hAnsi="Open Sans" w:cs="Open Sans"/>
        </w:rPr>
        <w:t>V primeru spremembe odgovornih oseb na delovišču morata stranki o spremembi obvestiti druga drugo na elektronske naslove predstavnikov strank okvirnega sporazuma. Nova odgovorna oseba na delovišču mora izpolnjevati enake zahteve kot prvo imenovana oseba iz Pisnega sporazuma.</w:t>
      </w:r>
    </w:p>
    <w:p w14:paraId="7668B492" w14:textId="77777777" w:rsidR="008027B7" w:rsidRPr="00FD240D" w:rsidRDefault="008027B7" w:rsidP="008027B7">
      <w:pPr>
        <w:widowControl w:val="0"/>
        <w:jc w:val="both"/>
        <w:rPr>
          <w:rFonts w:ascii="Open Sans" w:hAnsi="Open Sans" w:cs="Open Sans"/>
          <w:b/>
        </w:rPr>
      </w:pPr>
    </w:p>
    <w:p w14:paraId="29E4325C" w14:textId="77777777" w:rsidR="008027B7" w:rsidRPr="00FD240D" w:rsidRDefault="008027B7" w:rsidP="008027B7">
      <w:pPr>
        <w:widowControl w:val="0"/>
        <w:ind w:left="705" w:hanging="705"/>
        <w:rPr>
          <w:rFonts w:ascii="Open Sans" w:hAnsi="Open Sans" w:cs="Open Sans"/>
        </w:rPr>
      </w:pPr>
      <w:r w:rsidRPr="00FD240D">
        <w:rPr>
          <w:rFonts w:ascii="Open Sans" w:hAnsi="Open Sans" w:cs="Open Sans"/>
          <w:b/>
        </w:rPr>
        <w:t>3.2. Določitev skupnih nalog vseh odgovornih oseb</w:t>
      </w:r>
      <w:r w:rsidRPr="00FD240D">
        <w:rPr>
          <w:rFonts w:ascii="Open Sans" w:hAnsi="Open Sans" w:cs="Open Sans"/>
        </w:rPr>
        <w:t>:</w:t>
      </w:r>
    </w:p>
    <w:p w14:paraId="326CCDDD" w14:textId="77777777" w:rsidR="008027B7" w:rsidRPr="00FD240D" w:rsidRDefault="008027B7" w:rsidP="008027B7">
      <w:pPr>
        <w:widowControl w:val="0"/>
        <w:ind w:left="705" w:hanging="705"/>
        <w:rPr>
          <w:rFonts w:ascii="Open Sans" w:hAnsi="Open Sans" w:cs="Open Sans"/>
          <w:b/>
        </w:rPr>
      </w:pPr>
    </w:p>
    <w:p w14:paraId="132253FB"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rPr>
        <w:t>Odgovorne osebe po tem sporazumu imajo naslednje skupne naloge in obveznosti:</w:t>
      </w:r>
    </w:p>
    <w:p w14:paraId="26FC7C9B"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 xml:space="preserve">obvezno se morajo udeležiti vseh sestankov, ki jih skliče skrbnik okvirnega sporazuma, zlasti </w:t>
      </w:r>
      <w:r w:rsidRPr="00FD240D">
        <w:rPr>
          <w:rFonts w:ascii="Open Sans" w:hAnsi="Open Sans" w:cs="Open Sans"/>
        </w:rPr>
        <w:lastRenderedPageBreak/>
        <w:t>pa uvodnega sestanka najmanj 10 (deset) dni pred pričetkom izvajanja storitev,</w:t>
      </w:r>
    </w:p>
    <w:p w14:paraId="3F451788"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obvezno morajo zahtevati sklic sestanka v primeru izrednih razmer ali pojavov neposredne nevarnosti na delovišču, ki na uvodnem sestanku in ogledu niso bili ugotovljeni,</w:t>
      </w:r>
    </w:p>
    <w:p w14:paraId="58A49259"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odgovorne so za striktno izvajanje ukrepov, določenih s tem sporazumom, ter upoštevati pisne in, v nujnih primerih, ustne zahteve skrbnika okvirnega sporazuma,</w:t>
      </w:r>
    </w:p>
    <w:p w14:paraId="3C8F4749"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v primeru kršitev določil tega sporazuma so dolžne zaustaviti dela, dokler se kršitev ne odpravi, samo kršitev pa morajo vpisati v Knjigo ukrepov in obvestiti ostale odgovorne osebe po tem sporazumu,</w:t>
      </w:r>
    </w:p>
    <w:p w14:paraId="5FAE8506"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v primeru težjih kršitev oz. neposredne nevarnosti za življenje in zdravje delavcev na delovišču, so dolžne obvesti direktorja naročnika in izvajalca,</w:t>
      </w:r>
    </w:p>
    <w:p w14:paraId="45321849"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 xml:space="preserve">seznanijo vsak svoje delavce z vsemi nevarnostmi in preventivnimi varnostnimi ukrepi, ki so predvideni za dela določena s tem sporazumom. </w:t>
      </w:r>
    </w:p>
    <w:p w14:paraId="2DDA91F2" w14:textId="77777777" w:rsidR="008027B7" w:rsidRPr="00FD240D" w:rsidRDefault="008027B7" w:rsidP="0019014E">
      <w:pPr>
        <w:widowControl w:val="0"/>
        <w:numPr>
          <w:ilvl w:val="0"/>
          <w:numId w:val="23"/>
        </w:numPr>
        <w:contextualSpacing/>
        <w:jc w:val="both"/>
        <w:rPr>
          <w:rFonts w:ascii="Open Sans" w:hAnsi="Open Sans" w:cs="Open Sans"/>
        </w:rPr>
      </w:pPr>
      <w:r w:rsidRPr="00FD240D">
        <w:rPr>
          <w:rFonts w:ascii="Open Sans" w:hAnsi="Open Sans" w:cs="Open Sans"/>
        </w:rPr>
        <w:t>vse opažene pomanjkljivosti so dolžni vpisovati v Knjigo ukrepov.</w:t>
      </w:r>
    </w:p>
    <w:p w14:paraId="351DBA32" w14:textId="77777777" w:rsidR="008027B7" w:rsidRPr="00FD240D" w:rsidRDefault="008027B7" w:rsidP="008027B7">
      <w:pPr>
        <w:widowControl w:val="0"/>
        <w:rPr>
          <w:rFonts w:ascii="Open Sans" w:hAnsi="Open Sans" w:cs="Open Sans"/>
          <w:b/>
        </w:rPr>
      </w:pPr>
    </w:p>
    <w:p w14:paraId="507CDC5E"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b/>
        </w:rPr>
        <w:t>3.3. Določitev posebnih pristojnosti in odgovornosti odgovornih oseb</w:t>
      </w:r>
      <w:r w:rsidRPr="00FD240D">
        <w:rPr>
          <w:rFonts w:ascii="Open Sans" w:hAnsi="Open Sans" w:cs="Open Sans"/>
        </w:rPr>
        <w:t>:</w:t>
      </w:r>
    </w:p>
    <w:p w14:paraId="611ED192" w14:textId="77777777" w:rsidR="008027B7" w:rsidRPr="00FD240D" w:rsidRDefault="008027B7" w:rsidP="008027B7">
      <w:pPr>
        <w:widowControl w:val="0"/>
        <w:ind w:left="705" w:hanging="705"/>
        <w:jc w:val="both"/>
        <w:rPr>
          <w:rFonts w:ascii="Open Sans" w:hAnsi="Open Sans" w:cs="Open Sans"/>
          <w:b/>
        </w:rPr>
      </w:pPr>
    </w:p>
    <w:p w14:paraId="765ABC8E"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b/>
        </w:rPr>
        <w:t>Skrbnik okvirnega sporazuma</w:t>
      </w:r>
      <w:r w:rsidRPr="00FD240D">
        <w:rPr>
          <w:rFonts w:ascii="Open Sans" w:hAnsi="Open Sans" w:cs="Open Sans"/>
        </w:rPr>
        <w:t xml:space="preserve"> ima naslednje posebne naloge:</w:t>
      </w:r>
    </w:p>
    <w:p w14:paraId="120090B8" w14:textId="77777777" w:rsidR="008027B7" w:rsidRPr="00FD240D" w:rsidRDefault="008027B7" w:rsidP="0019014E">
      <w:pPr>
        <w:widowControl w:val="0"/>
        <w:numPr>
          <w:ilvl w:val="0"/>
          <w:numId w:val="24"/>
        </w:numPr>
        <w:contextualSpacing/>
        <w:jc w:val="both"/>
        <w:rPr>
          <w:rFonts w:ascii="Open Sans" w:hAnsi="Open Sans" w:cs="Open Sans"/>
        </w:rPr>
      </w:pPr>
      <w:r w:rsidRPr="00FD240D">
        <w:rPr>
          <w:rFonts w:ascii="Open Sans" w:hAnsi="Open Sans" w:cs="Open Sans"/>
        </w:rPr>
        <w:t>odgovoren je za sklic uvodnega sestanka in periodičnih sestankov ali sestankov v primeru težjih kršitev skupnih varnostnih ukrepov,</w:t>
      </w:r>
    </w:p>
    <w:p w14:paraId="3ABCA382" w14:textId="77777777" w:rsidR="008027B7" w:rsidRPr="00FD240D" w:rsidRDefault="008027B7" w:rsidP="0019014E">
      <w:pPr>
        <w:widowControl w:val="0"/>
        <w:numPr>
          <w:ilvl w:val="0"/>
          <w:numId w:val="24"/>
        </w:numPr>
        <w:contextualSpacing/>
        <w:jc w:val="both"/>
        <w:rPr>
          <w:rFonts w:ascii="Open Sans" w:hAnsi="Open Sans" w:cs="Open Sans"/>
        </w:rPr>
      </w:pPr>
      <w:r w:rsidRPr="00FD240D">
        <w:rPr>
          <w:rFonts w:ascii="Open Sans" w:hAnsi="Open Sans" w:cs="Open Sans"/>
        </w:rPr>
        <w:t>seznaniti mora izvajalca z:</w:t>
      </w:r>
    </w:p>
    <w:p w14:paraId="71D982B2"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objekti na katerih se bodo izvajale storitve,</w:t>
      </w:r>
    </w:p>
    <w:p w14:paraId="4077EA03"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obstoječimi instalacijami in napravami, ter drugimi vplivi, na lokaciji, kjer se bodo dela izvajala,</w:t>
      </w:r>
    </w:p>
    <w:p w14:paraId="53595EF6"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ureditvijo in vzdrževanjem pisarn, garderob, sanitarij in nastanitvenimi objekti,</w:t>
      </w:r>
    </w:p>
    <w:p w14:paraId="269CF675" w14:textId="77777777" w:rsidR="008027B7" w:rsidRPr="00FD240D" w:rsidRDefault="008027B7" w:rsidP="0019014E">
      <w:pPr>
        <w:widowControl w:val="0"/>
        <w:numPr>
          <w:ilvl w:val="0"/>
          <w:numId w:val="20"/>
        </w:numPr>
        <w:ind w:left="993" w:hanging="284"/>
        <w:contextualSpacing/>
        <w:jc w:val="both"/>
        <w:rPr>
          <w:rFonts w:ascii="Open Sans" w:hAnsi="Open Sans" w:cs="Open Sans"/>
        </w:rPr>
      </w:pPr>
      <w:r w:rsidRPr="00FD240D">
        <w:rPr>
          <w:rFonts w:ascii="Open Sans" w:hAnsi="Open Sans" w:cs="Open Sans"/>
        </w:rPr>
        <w:t>ureditvijo prometnih komunikacij, zasilnih poti in izhodov,</w:t>
      </w:r>
    </w:p>
    <w:p w14:paraId="6EA7C057" w14:textId="77777777" w:rsidR="008027B7" w:rsidRPr="00FD240D" w:rsidRDefault="008027B7" w:rsidP="0019014E">
      <w:pPr>
        <w:widowControl w:val="0"/>
        <w:numPr>
          <w:ilvl w:val="0"/>
          <w:numId w:val="24"/>
        </w:numPr>
        <w:contextualSpacing/>
        <w:jc w:val="both"/>
        <w:rPr>
          <w:rFonts w:ascii="Open Sans" w:hAnsi="Open Sans" w:cs="Open Sans"/>
        </w:rPr>
      </w:pPr>
      <w:r w:rsidRPr="00FD240D">
        <w:rPr>
          <w:rFonts w:ascii="Open Sans" w:hAnsi="Open Sans" w:cs="Open Sans"/>
        </w:rPr>
        <w:t>odgovoren je za usklajeno izvajanje ukrepov, določenih na podlagi tega sporazuma, z namenom, da ne pride do medsebojnega ogrožanja delavcev na skupnem delovišču,</w:t>
      </w:r>
    </w:p>
    <w:p w14:paraId="348AC1A4" w14:textId="77777777" w:rsidR="008027B7" w:rsidRPr="00FD240D" w:rsidRDefault="008027B7" w:rsidP="0019014E">
      <w:pPr>
        <w:widowControl w:val="0"/>
        <w:numPr>
          <w:ilvl w:val="0"/>
          <w:numId w:val="24"/>
        </w:numPr>
        <w:contextualSpacing/>
        <w:jc w:val="both"/>
        <w:rPr>
          <w:rFonts w:ascii="Open Sans" w:hAnsi="Open Sans" w:cs="Open Sans"/>
        </w:rPr>
      </w:pPr>
      <w:r w:rsidRPr="00FD240D">
        <w:rPr>
          <w:rFonts w:ascii="Open Sans" w:hAnsi="Open Sans" w:cs="Open Sans"/>
        </w:rPr>
        <w:t>v primeru posega v obratovalno stanje energetskih naprav je dolžan poskrbeti za izvedbo tehnoloških varnostnih ukrepov, zlasti pa ukrepov za varno izločitev naprav ali dela energetskih naprav in izdajo dovoljenja za delo,</w:t>
      </w:r>
    </w:p>
    <w:p w14:paraId="4A338A1E" w14:textId="77777777" w:rsidR="008027B7" w:rsidRPr="00FD240D" w:rsidRDefault="008027B7" w:rsidP="0019014E">
      <w:pPr>
        <w:widowControl w:val="0"/>
        <w:numPr>
          <w:ilvl w:val="0"/>
          <w:numId w:val="24"/>
        </w:numPr>
        <w:contextualSpacing/>
        <w:jc w:val="both"/>
        <w:rPr>
          <w:rFonts w:ascii="Open Sans" w:hAnsi="Open Sans" w:cs="Open Sans"/>
        </w:rPr>
      </w:pPr>
      <w:r w:rsidRPr="00FD240D">
        <w:rPr>
          <w:rFonts w:ascii="Open Sans" w:hAnsi="Open Sans" w:cs="Open Sans"/>
        </w:rPr>
        <w:t>v primeru morebitnih potreb izvajalca po posebni delovni opremi in pripomočkih, zlasti pa za potrebe dvigovanja in prenosa bremen z mostnimi dvigali in dela na višini z gradbenimi odri, posreduje pri pristojnih službah.</w:t>
      </w:r>
    </w:p>
    <w:p w14:paraId="36467D10" w14:textId="77777777" w:rsidR="008027B7" w:rsidRPr="00FD240D" w:rsidRDefault="008027B7" w:rsidP="008027B7">
      <w:pPr>
        <w:widowControl w:val="0"/>
        <w:ind w:left="720"/>
        <w:contextualSpacing/>
        <w:jc w:val="both"/>
        <w:rPr>
          <w:rFonts w:ascii="Open Sans" w:hAnsi="Open Sans" w:cs="Open Sans"/>
        </w:rPr>
      </w:pPr>
    </w:p>
    <w:p w14:paraId="49389253"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b/>
        </w:rPr>
        <w:t>Vodja del – izvajalec</w:t>
      </w:r>
      <w:r w:rsidRPr="00FD240D">
        <w:rPr>
          <w:rFonts w:ascii="Open Sans" w:hAnsi="Open Sans" w:cs="Open Sans"/>
        </w:rPr>
        <w:t xml:space="preserve"> ima naslednje posebne naloge:</w:t>
      </w:r>
    </w:p>
    <w:p w14:paraId="1A5246E2" w14:textId="77777777" w:rsidR="008027B7" w:rsidRPr="00FD240D" w:rsidRDefault="008027B7" w:rsidP="0019014E">
      <w:pPr>
        <w:widowControl w:val="0"/>
        <w:numPr>
          <w:ilvl w:val="0"/>
          <w:numId w:val="28"/>
        </w:numPr>
        <w:contextualSpacing/>
        <w:jc w:val="both"/>
        <w:rPr>
          <w:rFonts w:ascii="Open Sans" w:hAnsi="Open Sans" w:cs="Open Sans"/>
          <w:b/>
        </w:rPr>
      </w:pPr>
      <w:r w:rsidRPr="00FD240D">
        <w:rPr>
          <w:rFonts w:ascii="Open Sans" w:hAnsi="Open Sans" w:cs="Open Sans"/>
        </w:rPr>
        <w:t xml:space="preserve">na uvodnem sestanku predloži skrbniku okvirnega sporazuma na vpogled vso zahtevano dokumentacijo iz točke 2.3. tega sporazuma, </w:t>
      </w:r>
    </w:p>
    <w:p w14:paraId="6175FF93" w14:textId="77777777" w:rsidR="008027B7" w:rsidRPr="00FD240D" w:rsidRDefault="008027B7" w:rsidP="0019014E">
      <w:pPr>
        <w:widowControl w:val="0"/>
        <w:numPr>
          <w:ilvl w:val="0"/>
          <w:numId w:val="28"/>
        </w:numPr>
        <w:contextualSpacing/>
        <w:jc w:val="both"/>
        <w:rPr>
          <w:rFonts w:ascii="Open Sans" w:hAnsi="Open Sans" w:cs="Open Sans"/>
          <w:b/>
        </w:rPr>
      </w:pPr>
      <w:r w:rsidRPr="00FD240D">
        <w:rPr>
          <w:rFonts w:ascii="Open Sans" w:hAnsi="Open Sans" w:cs="Open Sans"/>
        </w:rPr>
        <w:t>druge odgovorne osebe je dolžan seznaniti s tehnologijo/načini izvajanja del in z nevarnostmi, ki iz njih izvirajo,</w:t>
      </w:r>
    </w:p>
    <w:p w14:paraId="06DAA271" w14:textId="77777777" w:rsidR="008027B7" w:rsidRPr="00FD240D" w:rsidRDefault="008027B7" w:rsidP="0019014E">
      <w:pPr>
        <w:widowControl w:val="0"/>
        <w:numPr>
          <w:ilvl w:val="0"/>
          <w:numId w:val="28"/>
        </w:numPr>
        <w:contextualSpacing/>
        <w:jc w:val="both"/>
        <w:rPr>
          <w:rFonts w:ascii="Open Sans" w:hAnsi="Open Sans" w:cs="Open Sans"/>
          <w:b/>
        </w:rPr>
      </w:pPr>
      <w:r w:rsidRPr="00FD240D">
        <w:rPr>
          <w:rFonts w:ascii="Open Sans" w:hAnsi="Open Sans" w:cs="Open Sans"/>
        </w:rPr>
        <w:t>odgovarja za striktno spoštovanje določil internih predpisov naročnika, ki so v veljavi na območju dela in gibanja delavcev izvajalca, kot tudi ustnih opozoril odgovornih oseb naročnika,</w:t>
      </w:r>
    </w:p>
    <w:p w14:paraId="0C967C15" w14:textId="77777777" w:rsidR="008027B7" w:rsidRPr="00FD240D" w:rsidRDefault="008027B7" w:rsidP="0019014E">
      <w:pPr>
        <w:widowControl w:val="0"/>
        <w:numPr>
          <w:ilvl w:val="0"/>
          <w:numId w:val="28"/>
        </w:numPr>
        <w:contextualSpacing/>
        <w:jc w:val="both"/>
        <w:rPr>
          <w:rFonts w:ascii="Open Sans" w:hAnsi="Open Sans" w:cs="Open Sans"/>
          <w:b/>
        </w:rPr>
      </w:pPr>
      <w:r w:rsidRPr="00FD240D">
        <w:rPr>
          <w:rFonts w:ascii="Open Sans" w:hAnsi="Open Sans" w:cs="Open Sans"/>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0422D97F" w14:textId="77777777" w:rsidR="008027B7" w:rsidRPr="00FD240D" w:rsidRDefault="008027B7" w:rsidP="0019014E">
      <w:pPr>
        <w:widowControl w:val="0"/>
        <w:numPr>
          <w:ilvl w:val="0"/>
          <w:numId w:val="28"/>
        </w:numPr>
        <w:contextualSpacing/>
        <w:jc w:val="both"/>
        <w:rPr>
          <w:rFonts w:ascii="Open Sans" w:hAnsi="Open Sans" w:cs="Open Sans"/>
          <w:b/>
        </w:rPr>
      </w:pPr>
      <w:r w:rsidRPr="00FD240D">
        <w:rPr>
          <w:rFonts w:ascii="Open Sans" w:hAnsi="Open Sans" w:cs="Open Sans"/>
        </w:rPr>
        <w:t>v primeru kršitev določil tega sporazuma, s strani njegovih delavcev, je dolžan takoj zaustaviti dela, ter ukrepati zoper kršitelje.</w:t>
      </w:r>
    </w:p>
    <w:p w14:paraId="47FE8287" w14:textId="77777777" w:rsidR="008027B7" w:rsidRPr="00FD240D" w:rsidRDefault="008027B7" w:rsidP="008027B7">
      <w:pPr>
        <w:widowControl w:val="0"/>
        <w:jc w:val="both"/>
        <w:rPr>
          <w:rFonts w:ascii="Open Sans" w:hAnsi="Open Sans" w:cs="Open Sans"/>
          <w:b/>
        </w:rPr>
      </w:pPr>
    </w:p>
    <w:p w14:paraId="09E24106" w14:textId="77777777" w:rsidR="008027B7" w:rsidRPr="00FD240D" w:rsidRDefault="008027B7" w:rsidP="008027B7">
      <w:pPr>
        <w:widowControl w:val="0"/>
        <w:jc w:val="both"/>
        <w:rPr>
          <w:rFonts w:ascii="Open Sans" w:hAnsi="Open Sans" w:cs="Open Sans"/>
        </w:rPr>
      </w:pPr>
      <w:r w:rsidRPr="00FD240D">
        <w:rPr>
          <w:rFonts w:ascii="Open Sans" w:hAnsi="Open Sans" w:cs="Open Sans"/>
          <w:b/>
        </w:rPr>
        <w:t>Odgovorne osebe OE naročnika</w:t>
      </w:r>
      <w:r w:rsidRPr="00FD240D">
        <w:rPr>
          <w:rFonts w:ascii="Open Sans" w:hAnsi="Open Sans" w:cs="Open Sans"/>
        </w:rPr>
        <w:t xml:space="preserve"> ima naslednje posebne naloge:</w:t>
      </w:r>
    </w:p>
    <w:p w14:paraId="47E53DB3" w14:textId="77777777" w:rsidR="008027B7" w:rsidRPr="00FD240D" w:rsidRDefault="008027B7" w:rsidP="0019014E">
      <w:pPr>
        <w:widowControl w:val="0"/>
        <w:numPr>
          <w:ilvl w:val="0"/>
          <w:numId w:val="25"/>
        </w:numPr>
        <w:contextualSpacing/>
        <w:jc w:val="both"/>
        <w:rPr>
          <w:rFonts w:ascii="Open Sans" w:hAnsi="Open Sans" w:cs="Open Sans"/>
        </w:rPr>
      </w:pPr>
      <w:r w:rsidRPr="00FD240D">
        <w:rPr>
          <w:rFonts w:ascii="Open Sans" w:hAnsi="Open Sans" w:cs="Open Sans"/>
        </w:rPr>
        <w:t>vodjo del izvajalca so dolžni seznaniti z delovnimi procesi v podjetju, ki potekajo na območju ali v neposredni bližini storitev oziroma delovišča,</w:t>
      </w:r>
    </w:p>
    <w:p w14:paraId="407CD08C" w14:textId="60EE59BE" w:rsidR="008027B7" w:rsidRPr="00FD240D" w:rsidRDefault="008027B7" w:rsidP="0019014E">
      <w:pPr>
        <w:widowControl w:val="0"/>
        <w:numPr>
          <w:ilvl w:val="0"/>
          <w:numId w:val="25"/>
        </w:numPr>
        <w:contextualSpacing/>
        <w:jc w:val="both"/>
        <w:rPr>
          <w:rFonts w:ascii="Open Sans" w:hAnsi="Open Sans" w:cs="Open Sans"/>
        </w:rPr>
      </w:pPr>
      <w:r w:rsidRPr="00FD240D">
        <w:rPr>
          <w:rFonts w:ascii="Open Sans" w:hAnsi="Open Sans" w:cs="Open Sans"/>
        </w:rPr>
        <w:t xml:space="preserve">poskrbijo, da so delavci OE, ki jih vodijo, seznanjeni z nevarnostmi in varnostnimi ukrepi na </w:t>
      </w:r>
      <w:r w:rsidRPr="00FD240D">
        <w:rPr>
          <w:rFonts w:ascii="Open Sans" w:hAnsi="Open Sans" w:cs="Open Sans"/>
        </w:rPr>
        <w:lastRenderedPageBreak/>
        <w:t>skupnem delovišču.</w:t>
      </w:r>
    </w:p>
    <w:p w14:paraId="32F5BAAC" w14:textId="77777777" w:rsidR="00C66AD2" w:rsidRPr="00FD240D" w:rsidRDefault="00C66AD2" w:rsidP="00C66AD2">
      <w:pPr>
        <w:widowControl w:val="0"/>
        <w:ind w:left="720"/>
        <w:contextualSpacing/>
        <w:jc w:val="both"/>
        <w:rPr>
          <w:rFonts w:ascii="Open Sans" w:hAnsi="Open Sans" w:cs="Open Sans"/>
        </w:rPr>
      </w:pPr>
    </w:p>
    <w:p w14:paraId="0F596081"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b/>
        </w:rPr>
        <w:t>Strokovni delavci za VPD in PV</w:t>
      </w:r>
      <w:r w:rsidRPr="00FD240D">
        <w:rPr>
          <w:rFonts w:ascii="Open Sans" w:hAnsi="Open Sans" w:cs="Open Sans"/>
        </w:rPr>
        <w:t xml:space="preserve"> imajo po tem sporazumu naslednje posebne naloge:</w:t>
      </w:r>
    </w:p>
    <w:p w14:paraId="72D7FFF0" w14:textId="77777777" w:rsidR="008027B7" w:rsidRPr="00FD240D" w:rsidRDefault="008027B7" w:rsidP="0019014E">
      <w:pPr>
        <w:widowControl w:val="0"/>
        <w:numPr>
          <w:ilvl w:val="0"/>
          <w:numId w:val="26"/>
        </w:numPr>
        <w:contextualSpacing/>
        <w:jc w:val="both"/>
        <w:rPr>
          <w:rFonts w:ascii="Open Sans" w:hAnsi="Open Sans" w:cs="Open Sans"/>
        </w:rPr>
      </w:pPr>
      <w:r w:rsidRPr="00FD240D">
        <w:rPr>
          <w:rFonts w:ascii="Open Sans" w:hAnsi="Open Sans" w:cs="Open Sans"/>
        </w:rPr>
        <w:t>strokovni delavec naročnika je dolžan seznaniti vodjo del izvajalca z internimi predpisi iz varstva pri delu in požarnega varstva, ki so veljavni na območju skupnega delovišča,</w:t>
      </w:r>
    </w:p>
    <w:p w14:paraId="63829A8A" w14:textId="77777777" w:rsidR="008027B7" w:rsidRPr="00FD240D" w:rsidRDefault="008027B7" w:rsidP="0019014E">
      <w:pPr>
        <w:widowControl w:val="0"/>
        <w:numPr>
          <w:ilvl w:val="0"/>
          <w:numId w:val="26"/>
        </w:numPr>
        <w:contextualSpacing/>
        <w:jc w:val="both"/>
        <w:rPr>
          <w:rFonts w:ascii="Open Sans" w:hAnsi="Open Sans" w:cs="Open Sans"/>
        </w:rPr>
      </w:pPr>
      <w:r w:rsidRPr="00FD240D">
        <w:rPr>
          <w:rFonts w:ascii="Open Sans" w:hAnsi="Open Sans" w:cs="Open Sans"/>
        </w:rPr>
        <w:t>dolžan je izvajati zakonsko določen notranji nadzor nad izvajanjem ukrepov iz varstva pri delu in požarnega varstva,</w:t>
      </w:r>
    </w:p>
    <w:p w14:paraId="246F7FD1" w14:textId="77777777" w:rsidR="008027B7" w:rsidRPr="00FD240D" w:rsidRDefault="008027B7" w:rsidP="0019014E">
      <w:pPr>
        <w:widowControl w:val="0"/>
        <w:numPr>
          <w:ilvl w:val="0"/>
          <w:numId w:val="26"/>
        </w:numPr>
        <w:contextualSpacing/>
        <w:jc w:val="both"/>
        <w:rPr>
          <w:rFonts w:ascii="Open Sans" w:hAnsi="Open Sans" w:cs="Open Sans"/>
        </w:rPr>
      </w:pPr>
      <w:r w:rsidRPr="00FD240D">
        <w:rPr>
          <w:rFonts w:ascii="Open Sans" w:hAnsi="Open Sans" w:cs="Open Sans"/>
        </w:rPr>
        <w:t>v primeru poškodbe pri delu delavcev naročnika so dolžni opraviti interno raziskavo in prijavo poškodbe v skladu z zakonom.</w:t>
      </w:r>
    </w:p>
    <w:p w14:paraId="64874D0A" w14:textId="77777777" w:rsidR="008027B7" w:rsidRPr="00FD240D" w:rsidRDefault="008027B7" w:rsidP="008027B7">
      <w:pPr>
        <w:widowControl w:val="0"/>
        <w:jc w:val="both"/>
        <w:rPr>
          <w:rFonts w:ascii="Open Sans" w:hAnsi="Open Sans" w:cs="Open Sans"/>
        </w:rPr>
      </w:pPr>
    </w:p>
    <w:p w14:paraId="35A369DA" w14:textId="77777777" w:rsidR="008027B7" w:rsidRPr="00FD240D" w:rsidRDefault="008027B7" w:rsidP="008027B7">
      <w:pPr>
        <w:widowControl w:val="0"/>
        <w:jc w:val="both"/>
        <w:rPr>
          <w:rFonts w:ascii="Open Sans" w:hAnsi="Open Sans" w:cs="Open Sans"/>
          <w:b/>
        </w:rPr>
      </w:pPr>
      <w:r w:rsidRPr="00FD240D">
        <w:rPr>
          <w:rFonts w:ascii="Open Sans" w:hAnsi="Open Sans" w:cs="Open Sans"/>
          <w:b/>
        </w:rPr>
        <w:t>Odgovorna oseba za nadzor nad izvajanjem ravnanja z nevarnimi snovmi in</w:t>
      </w:r>
    </w:p>
    <w:p w14:paraId="59209547" w14:textId="77777777" w:rsidR="008027B7" w:rsidRPr="00FD240D" w:rsidRDefault="008027B7" w:rsidP="008027B7">
      <w:pPr>
        <w:widowControl w:val="0"/>
        <w:ind w:left="705" w:hanging="705"/>
        <w:jc w:val="both"/>
        <w:rPr>
          <w:rFonts w:ascii="Open Sans" w:hAnsi="Open Sans" w:cs="Open Sans"/>
        </w:rPr>
      </w:pPr>
      <w:r w:rsidRPr="00FD240D">
        <w:rPr>
          <w:rFonts w:ascii="Open Sans" w:hAnsi="Open Sans" w:cs="Open Sans"/>
          <w:b/>
        </w:rPr>
        <w:t xml:space="preserve">odpadki ter izrednimi razmerami </w:t>
      </w:r>
      <w:r w:rsidRPr="00FD240D">
        <w:rPr>
          <w:rFonts w:ascii="Open Sans" w:hAnsi="Open Sans" w:cs="Open Sans"/>
        </w:rPr>
        <w:t>ima naslednje posebne naloge:</w:t>
      </w:r>
    </w:p>
    <w:p w14:paraId="520BB0C4" w14:textId="77777777" w:rsidR="008027B7" w:rsidRPr="00FD240D" w:rsidRDefault="008027B7" w:rsidP="0019014E">
      <w:pPr>
        <w:widowControl w:val="0"/>
        <w:numPr>
          <w:ilvl w:val="0"/>
          <w:numId w:val="27"/>
        </w:numPr>
        <w:contextualSpacing/>
        <w:jc w:val="both"/>
        <w:rPr>
          <w:rFonts w:ascii="Open Sans" w:hAnsi="Open Sans" w:cs="Open Sans"/>
        </w:rPr>
      </w:pPr>
      <w:r w:rsidRPr="00FD240D">
        <w:rPr>
          <w:rFonts w:ascii="Open Sans" w:hAnsi="Open Sans" w:cs="Open Sans"/>
        </w:rPr>
        <w:t>na uvodnem sestanku seznaniti vodjo izvajalca z zahtevami sistema ravnanja z okoljem,</w:t>
      </w:r>
    </w:p>
    <w:p w14:paraId="25891F3A" w14:textId="77777777" w:rsidR="008027B7" w:rsidRPr="00FD240D" w:rsidRDefault="008027B7" w:rsidP="0019014E">
      <w:pPr>
        <w:widowControl w:val="0"/>
        <w:numPr>
          <w:ilvl w:val="0"/>
          <w:numId w:val="27"/>
        </w:numPr>
        <w:contextualSpacing/>
        <w:jc w:val="both"/>
        <w:rPr>
          <w:rFonts w:ascii="Open Sans" w:hAnsi="Open Sans" w:cs="Open Sans"/>
        </w:rPr>
      </w:pPr>
      <w:r w:rsidRPr="00FD240D">
        <w:rPr>
          <w:rFonts w:ascii="Open Sans" w:hAnsi="Open Sans" w:cs="Open Sans"/>
        </w:rPr>
        <w:t>nadzor nad izvajanjem ravnanja z nevarnimi snovmi in odpadki ter izrednimi razmerami na skupnem delovišču.</w:t>
      </w:r>
    </w:p>
    <w:p w14:paraId="187FCD9D" w14:textId="77777777" w:rsidR="008027B7" w:rsidRPr="00FD240D" w:rsidRDefault="008027B7" w:rsidP="008027B7">
      <w:pPr>
        <w:widowControl w:val="0"/>
        <w:contextualSpacing/>
        <w:jc w:val="both"/>
        <w:rPr>
          <w:rFonts w:ascii="Open Sans" w:hAnsi="Open Sans" w:cs="Open Sans"/>
        </w:rPr>
      </w:pPr>
    </w:p>
    <w:p w14:paraId="79FFB5D5" w14:textId="77777777" w:rsidR="008027B7" w:rsidRPr="00FD240D" w:rsidRDefault="008027B7" w:rsidP="0019014E">
      <w:pPr>
        <w:widowControl w:val="0"/>
        <w:numPr>
          <w:ilvl w:val="0"/>
          <w:numId w:val="43"/>
        </w:numPr>
        <w:tabs>
          <w:tab w:val="left" w:pos="709"/>
        </w:tabs>
        <w:ind w:right="45"/>
        <w:contextualSpacing/>
        <w:jc w:val="both"/>
        <w:rPr>
          <w:rFonts w:ascii="Open Sans" w:hAnsi="Open Sans" w:cs="Open Sans"/>
          <w:b/>
          <w:bCs/>
        </w:rPr>
      </w:pPr>
      <w:r w:rsidRPr="00FD240D">
        <w:rPr>
          <w:rFonts w:ascii="Open Sans" w:hAnsi="Open Sans" w:cs="Open Sans"/>
          <w:b/>
          <w:bCs/>
        </w:rPr>
        <w:t xml:space="preserve">     KONČNE DOLOČBE</w:t>
      </w:r>
    </w:p>
    <w:p w14:paraId="61EF9640" w14:textId="77777777" w:rsidR="008027B7" w:rsidRPr="00FD240D" w:rsidRDefault="008027B7" w:rsidP="008027B7">
      <w:pPr>
        <w:widowControl w:val="0"/>
        <w:tabs>
          <w:tab w:val="left" w:pos="709"/>
        </w:tabs>
        <w:ind w:left="709" w:right="45"/>
        <w:jc w:val="both"/>
        <w:rPr>
          <w:rFonts w:ascii="Open Sans" w:hAnsi="Open Sans" w:cs="Open Sans"/>
          <w:b/>
          <w:bCs/>
        </w:rPr>
      </w:pPr>
      <w:r w:rsidRPr="00FD240D">
        <w:rPr>
          <w:rFonts w:ascii="Open Sans" w:hAnsi="Open Sans" w:cs="Open Sans"/>
          <w:b/>
          <w:bCs/>
        </w:rPr>
        <w:t xml:space="preserve"> </w:t>
      </w:r>
    </w:p>
    <w:p w14:paraId="3F64086A" w14:textId="77777777" w:rsidR="008027B7" w:rsidRPr="00FD240D" w:rsidRDefault="008027B7" w:rsidP="008027B7">
      <w:pPr>
        <w:widowControl w:val="0"/>
        <w:tabs>
          <w:tab w:val="left" w:pos="709"/>
        </w:tabs>
        <w:ind w:left="705" w:right="45" w:hanging="705"/>
        <w:jc w:val="both"/>
        <w:rPr>
          <w:rFonts w:ascii="Open Sans" w:hAnsi="Open Sans" w:cs="Open Sans"/>
        </w:rPr>
      </w:pPr>
      <w:r w:rsidRPr="00FD240D">
        <w:rPr>
          <w:rFonts w:ascii="Open Sans" w:hAnsi="Open Sans" w:cs="Open Sans"/>
          <w:b/>
        </w:rPr>
        <w:t xml:space="preserve">4.1.  </w:t>
      </w:r>
      <w:r w:rsidRPr="00FD240D">
        <w:rPr>
          <w:rFonts w:ascii="Open Sans" w:hAnsi="Open Sans" w:cs="Open Sans"/>
          <w:b/>
        </w:rPr>
        <w:tab/>
      </w:r>
      <w:r w:rsidRPr="00FD240D">
        <w:rPr>
          <w:rFonts w:ascii="Open Sans" w:hAnsi="Open Sans" w:cs="Open Sans"/>
        </w:rPr>
        <w:t xml:space="preserve">Izvajalec se strinja in soglaša, da prevzema sleherno odgovornost za posledice, ki bi nastale zaradi kršitve oz. kršitev sporazuma vključno z odgovornostjo za vso nastalo materialno škodo. </w:t>
      </w:r>
    </w:p>
    <w:p w14:paraId="7BA3AB50" w14:textId="77777777" w:rsidR="008027B7" w:rsidRPr="00FD240D" w:rsidRDefault="008027B7" w:rsidP="008027B7">
      <w:pPr>
        <w:widowControl w:val="0"/>
        <w:tabs>
          <w:tab w:val="left" w:pos="709"/>
        </w:tabs>
        <w:ind w:left="705" w:right="45" w:hanging="705"/>
        <w:jc w:val="both"/>
        <w:rPr>
          <w:rFonts w:ascii="Open Sans" w:hAnsi="Open Sans" w:cs="Open Sans"/>
        </w:rPr>
      </w:pPr>
      <w:r w:rsidRPr="00FD240D">
        <w:rPr>
          <w:rFonts w:ascii="Open Sans" w:hAnsi="Open Sans" w:cs="Open Sans"/>
          <w:b/>
        </w:rPr>
        <w:t>4.2.</w:t>
      </w:r>
      <w:r w:rsidRPr="00FD240D">
        <w:rPr>
          <w:rFonts w:ascii="Open Sans" w:hAnsi="Open Sans" w:cs="Open Sans"/>
          <w:b/>
        </w:rPr>
        <w:tab/>
      </w:r>
      <w:r w:rsidRPr="00FD240D">
        <w:rPr>
          <w:rFonts w:ascii="Open Sans" w:hAnsi="Open Sans" w:cs="Open Sans"/>
        </w:rPr>
        <w:t>Določila sporazuma veljajo tudi za morebitnega izvajalčevega podizvajalca oz. podizvajalce in izvajalec je dolžan zagotavljati, da bo sporazum spoštoval tudi njegov/-i podizvajalec oz. podizvajalci, za katere odgovarja kot za samega sebe.</w:t>
      </w:r>
    </w:p>
    <w:p w14:paraId="50F00FFA" w14:textId="77777777" w:rsidR="008027B7" w:rsidRPr="00FD240D" w:rsidRDefault="008027B7" w:rsidP="008027B7">
      <w:pPr>
        <w:widowControl w:val="0"/>
        <w:tabs>
          <w:tab w:val="left" w:pos="709"/>
        </w:tabs>
        <w:ind w:left="705" w:right="45" w:hanging="705"/>
        <w:jc w:val="both"/>
        <w:rPr>
          <w:rFonts w:ascii="Open Sans" w:hAnsi="Open Sans" w:cs="Open Sans"/>
        </w:rPr>
      </w:pPr>
      <w:r w:rsidRPr="00FD240D">
        <w:rPr>
          <w:rFonts w:ascii="Open Sans" w:hAnsi="Open Sans" w:cs="Open Sans"/>
          <w:b/>
        </w:rPr>
        <w:t xml:space="preserve">4.3.   </w:t>
      </w:r>
      <w:r w:rsidRPr="00FD240D">
        <w:rPr>
          <w:rFonts w:ascii="Open Sans" w:hAnsi="Open Sans" w:cs="Open Sans"/>
        </w:rPr>
        <w:t>Ta sporazum začne veljati in se prične uporabljati z dnem podpisa vseh podpisnikov. Sporazum je sestavni del okvirnega sporazuma o izvedbi storitev/del. Sestavljen je v 2 (dveh) enakih izvodih, od katerih prejme naročnik 1 (en) izvod in izvajalec 1 (en) izvod.</w:t>
      </w:r>
    </w:p>
    <w:p w14:paraId="24A1C3A9" w14:textId="77777777" w:rsidR="008027B7" w:rsidRPr="00FD240D" w:rsidRDefault="008027B7" w:rsidP="008027B7">
      <w:pPr>
        <w:widowControl w:val="0"/>
        <w:rPr>
          <w:rFonts w:ascii="Open Sans" w:eastAsia="Calibri" w:hAnsi="Open Sans" w:cs="Open Sans"/>
          <w:lang w:eastAsia="en-US"/>
        </w:rPr>
      </w:pPr>
    </w:p>
    <w:p w14:paraId="66F29E5A" w14:textId="77777777" w:rsidR="008027B7" w:rsidRPr="00FD240D" w:rsidRDefault="008027B7" w:rsidP="008027B7">
      <w:pPr>
        <w:widowControl w:val="0"/>
        <w:jc w:val="both"/>
        <w:rPr>
          <w:rFonts w:ascii="Open Sans" w:hAnsi="Open Sans" w:cs="Open Sans"/>
          <w:bCs/>
          <w:snapToGrid w:val="0"/>
        </w:rPr>
      </w:pPr>
    </w:p>
    <w:p w14:paraId="04B1C3F5" w14:textId="1276D8ED" w:rsidR="008027B7" w:rsidRPr="00FD240D" w:rsidRDefault="008027B7" w:rsidP="008027B7">
      <w:pPr>
        <w:widowControl w:val="0"/>
        <w:tabs>
          <w:tab w:val="left" w:pos="0"/>
          <w:tab w:val="left" w:pos="1134"/>
          <w:tab w:val="left" w:pos="4536"/>
        </w:tabs>
        <w:jc w:val="both"/>
        <w:rPr>
          <w:rFonts w:ascii="Open Sans" w:hAnsi="Open Sans" w:cs="Open Sans"/>
        </w:rPr>
      </w:pPr>
      <w:r w:rsidRPr="00FD240D">
        <w:rPr>
          <w:rFonts w:ascii="Open Sans" w:hAnsi="Open Sans" w:cs="Open Sans"/>
        </w:rPr>
        <w:t>_____________, dne ___________</w:t>
      </w:r>
      <w:r w:rsidRPr="00FD240D">
        <w:rPr>
          <w:rFonts w:ascii="Open Sans" w:hAnsi="Open Sans" w:cs="Open Sans"/>
        </w:rPr>
        <w:tab/>
      </w:r>
      <w:r w:rsidRPr="00FD240D">
        <w:rPr>
          <w:rFonts w:ascii="Open Sans" w:hAnsi="Open Sans" w:cs="Open Sans"/>
        </w:rPr>
        <w:tab/>
      </w:r>
      <w:r w:rsidR="00891995">
        <w:rPr>
          <w:rFonts w:ascii="Open Sans" w:hAnsi="Open Sans" w:cs="Open Sans"/>
        </w:rPr>
        <w:t xml:space="preserve">   </w:t>
      </w:r>
      <w:r w:rsidRPr="00FD240D">
        <w:rPr>
          <w:rFonts w:ascii="Open Sans" w:hAnsi="Open Sans" w:cs="Open Sans"/>
        </w:rPr>
        <w:t xml:space="preserve"> Ljubljan</w:t>
      </w:r>
      <w:r w:rsidR="00891995">
        <w:rPr>
          <w:rFonts w:ascii="Open Sans" w:hAnsi="Open Sans" w:cs="Open Sans"/>
        </w:rPr>
        <w:t>a</w:t>
      </w:r>
      <w:r w:rsidRPr="00FD240D">
        <w:rPr>
          <w:rFonts w:ascii="Open Sans" w:hAnsi="Open Sans" w:cs="Open Sans"/>
        </w:rPr>
        <w:t>, dne ________________</w:t>
      </w:r>
    </w:p>
    <w:p w14:paraId="32B738A4" w14:textId="1916EFB5" w:rsidR="008027B7" w:rsidRDefault="008027B7" w:rsidP="008027B7">
      <w:pPr>
        <w:widowControl w:val="0"/>
        <w:rPr>
          <w:rFonts w:ascii="Open Sans" w:eastAsia="Calibri" w:hAnsi="Open Sans" w:cs="Open Sans"/>
          <w:lang w:eastAsia="en-US"/>
        </w:rPr>
      </w:pPr>
    </w:p>
    <w:p w14:paraId="1FF6AABA" w14:textId="77777777" w:rsidR="00891995" w:rsidRPr="00FD240D" w:rsidRDefault="00891995" w:rsidP="008027B7">
      <w:pPr>
        <w:widowControl w:val="0"/>
        <w:rPr>
          <w:rFonts w:ascii="Open Sans" w:eastAsia="Calibri" w:hAnsi="Open Sans" w:cs="Open Sans"/>
          <w:lang w:eastAsia="en-US"/>
        </w:rPr>
      </w:pPr>
    </w:p>
    <w:p w14:paraId="361DA314" w14:textId="77777777" w:rsidR="008027B7" w:rsidRPr="00FD240D" w:rsidRDefault="008027B7" w:rsidP="008027B7">
      <w:pPr>
        <w:widowControl w:val="0"/>
        <w:tabs>
          <w:tab w:val="left" w:pos="4253"/>
        </w:tabs>
        <w:rPr>
          <w:rFonts w:ascii="Open Sans" w:eastAsia="Calibri" w:hAnsi="Open Sans" w:cs="Open Sans"/>
          <w:lang w:eastAsia="en-US"/>
        </w:rPr>
      </w:pPr>
      <w:r w:rsidRPr="00FD240D">
        <w:rPr>
          <w:rFonts w:ascii="Open Sans" w:eastAsia="Calibri" w:hAnsi="Open Sans" w:cs="Open Sans"/>
          <w:lang w:eastAsia="en-US"/>
        </w:rPr>
        <w:t>IZVAJALEC:</w:t>
      </w:r>
      <w:r w:rsidRPr="00FD240D">
        <w:rPr>
          <w:rFonts w:ascii="Open Sans" w:eastAsia="Calibri" w:hAnsi="Open Sans" w:cs="Open Sans"/>
          <w:lang w:eastAsia="en-US"/>
        </w:rPr>
        <w:tab/>
      </w:r>
      <w:r w:rsidRPr="00FD240D">
        <w:rPr>
          <w:rFonts w:ascii="Open Sans" w:eastAsia="Calibri" w:hAnsi="Open Sans" w:cs="Open Sans"/>
          <w:lang w:eastAsia="en-US"/>
        </w:rPr>
        <w:tab/>
        <w:t xml:space="preserve">  </w:t>
      </w:r>
      <w:r w:rsidRPr="00FD240D">
        <w:rPr>
          <w:rFonts w:ascii="Open Sans" w:eastAsia="Calibri" w:hAnsi="Open Sans" w:cs="Open Sans"/>
          <w:lang w:eastAsia="en-US"/>
        </w:rPr>
        <w:tab/>
        <w:t xml:space="preserve">    NAROČNIK:</w:t>
      </w:r>
    </w:p>
    <w:tbl>
      <w:tblPr>
        <w:tblW w:w="9889" w:type="dxa"/>
        <w:tblLayout w:type="fixed"/>
        <w:tblLook w:val="0000" w:firstRow="0" w:lastRow="0" w:firstColumn="0" w:lastColumn="0" w:noHBand="0" w:noVBand="0"/>
      </w:tblPr>
      <w:tblGrid>
        <w:gridCol w:w="5070"/>
        <w:gridCol w:w="4819"/>
      </w:tblGrid>
      <w:tr w:rsidR="008027B7" w:rsidRPr="00FD240D" w14:paraId="6773CC91" w14:textId="77777777" w:rsidTr="00E65794">
        <w:tc>
          <w:tcPr>
            <w:tcW w:w="5070" w:type="dxa"/>
          </w:tcPr>
          <w:p w14:paraId="2A05FB93" w14:textId="77777777" w:rsidR="008027B7" w:rsidRPr="00FD240D" w:rsidRDefault="008027B7" w:rsidP="008027B7">
            <w:pPr>
              <w:widowControl w:val="0"/>
              <w:rPr>
                <w:rFonts w:ascii="Open Sans" w:eastAsia="Calibri" w:hAnsi="Open Sans" w:cs="Open Sans"/>
                <w:lang w:eastAsia="en-US"/>
              </w:rPr>
            </w:pPr>
          </w:p>
        </w:tc>
        <w:tc>
          <w:tcPr>
            <w:tcW w:w="4819" w:type="dxa"/>
          </w:tcPr>
          <w:p w14:paraId="429110EA" w14:textId="77777777" w:rsidR="008027B7" w:rsidRPr="00FD240D" w:rsidRDefault="008027B7" w:rsidP="008027B7">
            <w:pPr>
              <w:widowControl w:val="0"/>
              <w:rPr>
                <w:rFonts w:ascii="Open Sans" w:eastAsia="Calibri" w:hAnsi="Open Sans" w:cs="Open Sans"/>
                <w:lang w:eastAsia="en-US"/>
              </w:rPr>
            </w:pPr>
            <w:r w:rsidRPr="00FD240D">
              <w:rPr>
                <w:rFonts w:ascii="Open Sans" w:eastAsia="Calibri" w:hAnsi="Open Sans" w:cs="Open Sans"/>
                <w:lang w:eastAsia="en-US"/>
              </w:rPr>
              <w:t xml:space="preserve"> JAVNO PODJETJE ENERGETIKA </w:t>
            </w:r>
          </w:p>
          <w:p w14:paraId="5242CB08" w14:textId="77777777" w:rsidR="008027B7" w:rsidRPr="00FD240D" w:rsidRDefault="008027B7" w:rsidP="008027B7">
            <w:pPr>
              <w:widowControl w:val="0"/>
              <w:rPr>
                <w:rFonts w:ascii="Open Sans" w:eastAsia="Calibri" w:hAnsi="Open Sans" w:cs="Open Sans"/>
                <w:lang w:eastAsia="en-US"/>
              </w:rPr>
            </w:pPr>
            <w:r w:rsidRPr="00FD240D">
              <w:rPr>
                <w:rFonts w:ascii="Open Sans" w:eastAsia="Calibri" w:hAnsi="Open Sans" w:cs="Open Sans"/>
                <w:lang w:eastAsia="en-US"/>
              </w:rPr>
              <w:t xml:space="preserve"> LJUBLJANA d.o.o.</w:t>
            </w:r>
          </w:p>
        </w:tc>
      </w:tr>
      <w:tr w:rsidR="008027B7" w:rsidRPr="00FD240D" w14:paraId="5951E08F" w14:textId="77777777" w:rsidTr="00E65794">
        <w:tc>
          <w:tcPr>
            <w:tcW w:w="5070" w:type="dxa"/>
          </w:tcPr>
          <w:p w14:paraId="607BCEA2" w14:textId="77777777" w:rsidR="008027B7" w:rsidRPr="00FD240D" w:rsidRDefault="008027B7" w:rsidP="008027B7">
            <w:pPr>
              <w:widowControl w:val="0"/>
              <w:rPr>
                <w:rFonts w:ascii="Open Sans" w:eastAsia="Calibri" w:hAnsi="Open Sans" w:cs="Open Sans"/>
                <w:lang w:eastAsia="en-US"/>
              </w:rPr>
            </w:pPr>
          </w:p>
        </w:tc>
        <w:tc>
          <w:tcPr>
            <w:tcW w:w="4819" w:type="dxa"/>
          </w:tcPr>
          <w:p w14:paraId="08B315A4" w14:textId="77777777" w:rsidR="008027B7" w:rsidRPr="00FD240D" w:rsidRDefault="008027B7" w:rsidP="008027B7">
            <w:pPr>
              <w:widowControl w:val="0"/>
              <w:rPr>
                <w:rFonts w:ascii="Open Sans" w:eastAsia="Calibri" w:hAnsi="Open Sans" w:cs="Open Sans"/>
                <w:lang w:eastAsia="en-US"/>
              </w:rPr>
            </w:pPr>
          </w:p>
        </w:tc>
      </w:tr>
      <w:tr w:rsidR="008027B7" w:rsidRPr="00FD240D" w14:paraId="6724FC3E" w14:textId="77777777" w:rsidTr="00E65794">
        <w:tc>
          <w:tcPr>
            <w:tcW w:w="5070" w:type="dxa"/>
          </w:tcPr>
          <w:p w14:paraId="244A603F" w14:textId="77777777" w:rsidR="008027B7" w:rsidRPr="00FD240D" w:rsidRDefault="008027B7" w:rsidP="008027B7">
            <w:pPr>
              <w:widowControl w:val="0"/>
              <w:tabs>
                <w:tab w:val="right" w:leader="underscore" w:pos="3828"/>
              </w:tabs>
              <w:rPr>
                <w:rFonts w:ascii="Open Sans" w:eastAsia="Calibri" w:hAnsi="Open Sans" w:cs="Open Sans"/>
                <w:lang w:eastAsia="en-US"/>
              </w:rPr>
            </w:pPr>
          </w:p>
          <w:p w14:paraId="45F88E52" w14:textId="77777777" w:rsidR="008027B7" w:rsidRPr="00FD240D" w:rsidRDefault="008027B7" w:rsidP="008027B7">
            <w:pPr>
              <w:widowControl w:val="0"/>
              <w:tabs>
                <w:tab w:val="right" w:leader="underscore" w:pos="3828"/>
              </w:tabs>
              <w:rPr>
                <w:rFonts w:ascii="Open Sans" w:eastAsia="Calibri" w:hAnsi="Open Sans" w:cs="Open Sans"/>
                <w:lang w:eastAsia="en-US"/>
              </w:rPr>
            </w:pPr>
          </w:p>
          <w:p w14:paraId="3520BFB1" w14:textId="35514D13" w:rsidR="008027B7" w:rsidRPr="00FD240D" w:rsidRDefault="008027B7" w:rsidP="008027B7">
            <w:pPr>
              <w:widowControl w:val="0"/>
              <w:tabs>
                <w:tab w:val="right" w:leader="underscore" w:pos="3828"/>
              </w:tabs>
              <w:rPr>
                <w:rFonts w:ascii="Open Sans" w:eastAsia="Calibri" w:hAnsi="Open Sans" w:cs="Open Sans"/>
                <w:lang w:eastAsia="en-US"/>
              </w:rPr>
            </w:pPr>
          </w:p>
        </w:tc>
        <w:tc>
          <w:tcPr>
            <w:tcW w:w="4819" w:type="dxa"/>
          </w:tcPr>
          <w:p w14:paraId="4466B8CD" w14:textId="77777777" w:rsidR="008027B7" w:rsidRPr="00FD240D" w:rsidRDefault="008027B7" w:rsidP="008027B7">
            <w:pPr>
              <w:widowControl w:val="0"/>
              <w:tabs>
                <w:tab w:val="right" w:leader="underscore" w:pos="3828"/>
              </w:tabs>
              <w:rPr>
                <w:rFonts w:ascii="Open Sans" w:eastAsia="Calibri" w:hAnsi="Open Sans" w:cs="Open Sans"/>
                <w:lang w:eastAsia="en-US"/>
              </w:rPr>
            </w:pPr>
            <w:r w:rsidRPr="00FD240D">
              <w:rPr>
                <w:rFonts w:ascii="Open Sans" w:eastAsia="Calibri" w:hAnsi="Open Sans" w:cs="Open Sans"/>
                <w:lang w:eastAsia="en-US"/>
              </w:rPr>
              <w:t xml:space="preserve"> Samo Lozej</w:t>
            </w:r>
          </w:p>
          <w:p w14:paraId="33CC5F99" w14:textId="77777777" w:rsidR="008027B7" w:rsidRPr="00FD240D" w:rsidRDefault="008027B7" w:rsidP="008027B7">
            <w:pPr>
              <w:widowControl w:val="0"/>
              <w:tabs>
                <w:tab w:val="right" w:leader="underscore" w:pos="3828"/>
              </w:tabs>
              <w:rPr>
                <w:rFonts w:ascii="Open Sans" w:eastAsia="Calibri" w:hAnsi="Open Sans" w:cs="Open Sans"/>
                <w:lang w:eastAsia="en-US"/>
              </w:rPr>
            </w:pPr>
            <w:r w:rsidRPr="00FD240D">
              <w:rPr>
                <w:rFonts w:ascii="Open Sans" w:eastAsia="Calibri" w:hAnsi="Open Sans" w:cs="Open Sans"/>
                <w:lang w:eastAsia="en-US"/>
              </w:rPr>
              <w:t xml:space="preserve">   direktor</w:t>
            </w:r>
          </w:p>
          <w:p w14:paraId="1489022C" w14:textId="4F8417E9" w:rsidR="0031710F" w:rsidRPr="00FD240D" w:rsidRDefault="0031710F" w:rsidP="008027B7">
            <w:pPr>
              <w:widowControl w:val="0"/>
              <w:tabs>
                <w:tab w:val="right" w:leader="underscore" w:pos="4241"/>
                <w:tab w:val="center" w:pos="4536"/>
                <w:tab w:val="right" w:pos="9072"/>
              </w:tabs>
              <w:rPr>
                <w:rFonts w:ascii="Open Sans" w:hAnsi="Open Sans" w:cs="Open Sans"/>
              </w:rPr>
            </w:pPr>
          </w:p>
        </w:tc>
      </w:tr>
    </w:tbl>
    <w:p w14:paraId="76CCEF00" w14:textId="77777777" w:rsidR="0038160E" w:rsidRPr="00FD240D" w:rsidRDefault="0038160E">
      <w:pPr>
        <w:rPr>
          <w:rFonts w:ascii="Open Sans" w:hAnsi="Open Sans" w:cs="Open Sans"/>
        </w:rPr>
      </w:pPr>
      <w:r w:rsidRPr="00FD240D">
        <w:rPr>
          <w:rFonts w:ascii="Open Sans" w:hAnsi="Open Sans" w:cs="Open Sans"/>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E90E2C" w:rsidRPr="00FD240D" w14:paraId="3B2C5EF9" w14:textId="77777777" w:rsidTr="00024A7A">
        <w:tc>
          <w:tcPr>
            <w:tcW w:w="8080" w:type="dxa"/>
          </w:tcPr>
          <w:p w14:paraId="6A66321A" w14:textId="65D9FD07" w:rsidR="00E90E2C" w:rsidRPr="00FD240D" w:rsidRDefault="00E90E2C" w:rsidP="004449C9">
            <w:pPr>
              <w:widowControl w:val="0"/>
              <w:jc w:val="both"/>
              <w:rPr>
                <w:rFonts w:ascii="Open Sans" w:hAnsi="Open Sans" w:cs="Open Sans"/>
              </w:rPr>
            </w:pPr>
            <w:r w:rsidRPr="00FD240D">
              <w:rPr>
                <w:rFonts w:ascii="Open Sans" w:hAnsi="Open Sans" w:cs="Open Sans"/>
              </w:rPr>
              <w:lastRenderedPageBreak/>
              <w:br w:type="page"/>
              <w:t>VZOREC OKVIRNEGA SPORAZUMA</w:t>
            </w:r>
            <w:r w:rsidR="002B11E3" w:rsidRPr="00FD240D">
              <w:rPr>
                <w:rFonts w:ascii="Open Sans" w:hAnsi="Open Sans" w:cs="Open Sans"/>
              </w:rPr>
              <w:t xml:space="preserve"> </w:t>
            </w:r>
            <w:r w:rsidR="002B11E3" w:rsidRPr="00FD240D">
              <w:rPr>
                <w:rFonts w:ascii="Open Sans" w:hAnsi="Open Sans" w:cs="Open Sans"/>
                <w:color w:val="FF0000"/>
              </w:rPr>
              <w:t>– ni potrebno prilagati k ponudbi</w:t>
            </w:r>
          </w:p>
        </w:tc>
        <w:tc>
          <w:tcPr>
            <w:tcW w:w="1418" w:type="dxa"/>
          </w:tcPr>
          <w:p w14:paraId="6D9D0096" w14:textId="1882B996" w:rsidR="00E90E2C" w:rsidRPr="00FD240D" w:rsidRDefault="00E90E2C" w:rsidP="004449C9">
            <w:pPr>
              <w:widowControl w:val="0"/>
              <w:jc w:val="both"/>
              <w:rPr>
                <w:rFonts w:ascii="Open Sans" w:hAnsi="Open Sans" w:cs="Open Sans"/>
                <w:b/>
                <w:i/>
              </w:rPr>
            </w:pPr>
            <w:r w:rsidRPr="00FD240D">
              <w:rPr>
                <w:rFonts w:ascii="Open Sans" w:hAnsi="Open Sans" w:cs="Open Sans"/>
                <w:b/>
                <w:i/>
              </w:rPr>
              <w:t xml:space="preserve">Priloga </w:t>
            </w:r>
            <w:r w:rsidR="000A3A59" w:rsidRPr="00FD240D">
              <w:rPr>
                <w:rFonts w:ascii="Open Sans" w:hAnsi="Open Sans" w:cs="Open Sans"/>
                <w:b/>
                <w:i/>
              </w:rPr>
              <w:t>1</w:t>
            </w:r>
            <w:r w:rsidR="0033505B">
              <w:rPr>
                <w:rFonts w:ascii="Open Sans" w:hAnsi="Open Sans" w:cs="Open Sans"/>
                <w:b/>
                <w:i/>
              </w:rPr>
              <w:t>1</w:t>
            </w:r>
          </w:p>
        </w:tc>
      </w:tr>
    </w:tbl>
    <w:p w14:paraId="30444043" w14:textId="3B514818" w:rsidR="009E19FA" w:rsidRPr="00FD240D" w:rsidRDefault="009E19FA" w:rsidP="004449C9">
      <w:pPr>
        <w:widowControl w:val="0"/>
        <w:rPr>
          <w:rFonts w:ascii="Open Sans" w:hAnsi="Open Sans" w:cs="Open Sans"/>
          <w:b/>
        </w:rPr>
      </w:pPr>
    </w:p>
    <w:p w14:paraId="3847A473" w14:textId="77777777" w:rsidR="00161DC7" w:rsidRPr="00FD240D" w:rsidRDefault="00161DC7" w:rsidP="004449C9">
      <w:pPr>
        <w:widowControl w:val="0"/>
        <w:rPr>
          <w:rFonts w:ascii="Open Sans" w:hAnsi="Open Sans" w:cs="Open Sans"/>
          <w:b/>
        </w:rPr>
      </w:pPr>
    </w:p>
    <w:p w14:paraId="456220F5" w14:textId="77777777" w:rsidR="00E90E2C" w:rsidRPr="00891995" w:rsidRDefault="00E90E2C" w:rsidP="004449C9">
      <w:pPr>
        <w:widowControl w:val="0"/>
        <w:jc w:val="center"/>
        <w:rPr>
          <w:rFonts w:ascii="Open Sans" w:hAnsi="Open Sans" w:cs="Open Sans"/>
          <w:b/>
          <w:sz w:val="22"/>
          <w:szCs w:val="22"/>
        </w:rPr>
      </w:pPr>
      <w:r w:rsidRPr="00891995">
        <w:rPr>
          <w:rFonts w:ascii="Open Sans" w:hAnsi="Open Sans" w:cs="Open Sans"/>
          <w:b/>
          <w:sz w:val="22"/>
          <w:szCs w:val="22"/>
        </w:rPr>
        <w:t>OKVIRNI SPORAZUM</w:t>
      </w:r>
    </w:p>
    <w:p w14:paraId="60972FF1" w14:textId="77777777" w:rsidR="00E90E2C" w:rsidRPr="00891995" w:rsidRDefault="00E90E2C" w:rsidP="004449C9">
      <w:pPr>
        <w:widowControl w:val="0"/>
        <w:rPr>
          <w:rFonts w:ascii="Open Sans" w:hAnsi="Open Sans" w:cs="Open Sans"/>
          <w:b/>
          <w:sz w:val="22"/>
          <w:szCs w:val="22"/>
        </w:rPr>
      </w:pPr>
    </w:p>
    <w:p w14:paraId="5BBD974D" w14:textId="77777777" w:rsidR="00891995" w:rsidRDefault="00E90E2C" w:rsidP="00891995">
      <w:pPr>
        <w:widowControl w:val="0"/>
        <w:jc w:val="center"/>
        <w:rPr>
          <w:rFonts w:ascii="Open Sans" w:hAnsi="Open Sans" w:cs="Open Sans"/>
          <w:b/>
          <w:sz w:val="22"/>
          <w:szCs w:val="22"/>
        </w:rPr>
      </w:pPr>
      <w:r w:rsidRPr="00891995">
        <w:rPr>
          <w:rFonts w:ascii="Open Sans" w:hAnsi="Open Sans" w:cs="Open Sans"/>
          <w:b/>
          <w:sz w:val="22"/>
          <w:szCs w:val="22"/>
        </w:rPr>
        <w:t xml:space="preserve">ZA </w:t>
      </w:r>
      <w:r w:rsidR="00FD240D" w:rsidRPr="00891995">
        <w:rPr>
          <w:rFonts w:ascii="Open Sans" w:hAnsi="Open Sans" w:cs="Open Sans"/>
          <w:b/>
          <w:sz w:val="22"/>
          <w:szCs w:val="22"/>
        </w:rPr>
        <w:t xml:space="preserve">VZDRŽEVANJE IN SERVISIRANJE KONVEKTORJEV ZA </w:t>
      </w:r>
    </w:p>
    <w:p w14:paraId="11BE2D64" w14:textId="5DCEA5DA" w:rsidR="00E90E2C" w:rsidRPr="00891995" w:rsidRDefault="00FD240D" w:rsidP="00891995">
      <w:pPr>
        <w:widowControl w:val="0"/>
        <w:jc w:val="center"/>
        <w:rPr>
          <w:rFonts w:ascii="Open Sans" w:hAnsi="Open Sans" w:cs="Open Sans"/>
          <w:b/>
          <w:sz w:val="22"/>
          <w:szCs w:val="22"/>
        </w:rPr>
      </w:pPr>
      <w:r w:rsidRPr="00891995">
        <w:rPr>
          <w:rFonts w:ascii="Open Sans" w:hAnsi="Open Sans" w:cs="Open Sans"/>
          <w:b/>
          <w:sz w:val="22"/>
          <w:szCs w:val="22"/>
        </w:rPr>
        <w:t>SISTEM OGREVANJA IN HLAJENJA</w:t>
      </w:r>
    </w:p>
    <w:p w14:paraId="7737AA18" w14:textId="13624F86" w:rsidR="00E90E2C" w:rsidRDefault="00E90E2C" w:rsidP="004449C9">
      <w:pPr>
        <w:widowControl w:val="0"/>
        <w:rPr>
          <w:rFonts w:ascii="Open Sans" w:hAnsi="Open Sans" w:cs="Open Sans"/>
        </w:rPr>
      </w:pPr>
    </w:p>
    <w:p w14:paraId="3D918665" w14:textId="77777777" w:rsidR="00891995" w:rsidRPr="00FD240D" w:rsidRDefault="00891995" w:rsidP="004449C9">
      <w:pPr>
        <w:widowControl w:val="0"/>
        <w:rPr>
          <w:rFonts w:ascii="Open Sans" w:hAnsi="Open Sans" w:cs="Open Sans"/>
        </w:rPr>
      </w:pPr>
    </w:p>
    <w:p w14:paraId="2D854B7D" w14:textId="2A4A16BD" w:rsidR="00E90E2C" w:rsidRPr="00FD240D" w:rsidRDefault="00E90E2C" w:rsidP="004449C9">
      <w:pPr>
        <w:widowControl w:val="0"/>
        <w:ind w:left="4956" w:firstLine="708"/>
        <w:jc w:val="both"/>
        <w:rPr>
          <w:rFonts w:ascii="Open Sans" w:hAnsi="Open Sans" w:cs="Open Sans"/>
          <w:lang w:eastAsia="x-none"/>
        </w:rPr>
      </w:pPr>
      <w:r w:rsidRPr="00FD240D">
        <w:rPr>
          <w:rFonts w:ascii="Open Sans" w:hAnsi="Open Sans" w:cs="Open Sans"/>
          <w:lang w:eastAsia="x-none"/>
        </w:rPr>
        <w:t xml:space="preserve">Številka naročnika: </w:t>
      </w:r>
      <w:r w:rsidR="00FD240D">
        <w:rPr>
          <w:rFonts w:ascii="Open Sans" w:hAnsi="Open Sans" w:cs="Open Sans"/>
          <w:lang w:eastAsia="x-none"/>
        </w:rPr>
        <w:t>ENLJ-SAL-80/25</w:t>
      </w:r>
    </w:p>
    <w:p w14:paraId="6DADBC1F" w14:textId="77777777" w:rsidR="00E90E2C" w:rsidRPr="00FD240D" w:rsidRDefault="00E90E2C" w:rsidP="004449C9">
      <w:pPr>
        <w:widowControl w:val="0"/>
        <w:ind w:left="4956" w:firstLine="708"/>
        <w:jc w:val="both"/>
        <w:rPr>
          <w:rFonts w:ascii="Open Sans" w:hAnsi="Open Sans" w:cs="Open Sans"/>
          <w:lang w:eastAsia="x-none"/>
        </w:rPr>
      </w:pPr>
      <w:r w:rsidRPr="00FD240D">
        <w:rPr>
          <w:rFonts w:ascii="Open Sans" w:hAnsi="Open Sans" w:cs="Open Sans"/>
          <w:lang w:eastAsia="x-none"/>
        </w:rPr>
        <w:t>Številka izvajalca: _______________</w:t>
      </w:r>
    </w:p>
    <w:p w14:paraId="3D16D691" w14:textId="77777777" w:rsidR="00E90E2C" w:rsidRPr="00FD240D" w:rsidRDefault="00E90E2C" w:rsidP="004449C9">
      <w:pPr>
        <w:widowControl w:val="0"/>
        <w:rPr>
          <w:rFonts w:ascii="Open Sans" w:hAnsi="Open Sans" w:cs="Open Sans"/>
        </w:rPr>
      </w:pPr>
      <w:r w:rsidRPr="00FD240D">
        <w:rPr>
          <w:rFonts w:ascii="Open Sans" w:hAnsi="Open Sans" w:cs="Open Sans"/>
        </w:rPr>
        <w:t>ki ga skleneta</w:t>
      </w:r>
    </w:p>
    <w:p w14:paraId="30324255" w14:textId="23DCF10D" w:rsidR="00E90E2C" w:rsidRPr="00FD240D" w:rsidRDefault="00E90E2C" w:rsidP="004449C9">
      <w:pPr>
        <w:widowControl w:val="0"/>
        <w:ind w:left="1701" w:hanging="1701"/>
        <w:jc w:val="both"/>
        <w:rPr>
          <w:rFonts w:ascii="Open Sans" w:hAnsi="Open Sans" w:cs="Open Sans"/>
          <w:b/>
        </w:rPr>
      </w:pPr>
    </w:p>
    <w:p w14:paraId="6E1847A7" w14:textId="77777777" w:rsidR="00F615CC" w:rsidRPr="00FD240D" w:rsidRDefault="00F615CC" w:rsidP="004449C9">
      <w:pPr>
        <w:widowControl w:val="0"/>
        <w:ind w:left="1701" w:hanging="1701"/>
        <w:jc w:val="both"/>
        <w:rPr>
          <w:rFonts w:ascii="Open Sans" w:hAnsi="Open Sans" w:cs="Open Sans"/>
          <w:b/>
        </w:rPr>
      </w:pPr>
    </w:p>
    <w:p w14:paraId="13277F90" w14:textId="77777777" w:rsidR="00E90E2C" w:rsidRPr="00FD240D" w:rsidRDefault="00E90E2C" w:rsidP="004449C9">
      <w:pPr>
        <w:widowControl w:val="0"/>
        <w:ind w:left="1560" w:hanging="1560"/>
        <w:jc w:val="both"/>
        <w:rPr>
          <w:rFonts w:ascii="Open Sans" w:hAnsi="Open Sans" w:cs="Open Sans"/>
        </w:rPr>
      </w:pPr>
      <w:r w:rsidRPr="00FD240D">
        <w:rPr>
          <w:rFonts w:ascii="Open Sans" w:hAnsi="Open Sans" w:cs="Open Sans"/>
          <w:b/>
        </w:rPr>
        <w:t>NAROČNIK:</w:t>
      </w:r>
      <w:r w:rsidRPr="00FD240D">
        <w:rPr>
          <w:rFonts w:ascii="Open Sans" w:hAnsi="Open Sans" w:cs="Open Sans"/>
        </w:rPr>
        <w:tab/>
      </w:r>
      <w:r w:rsidRPr="00FD240D">
        <w:rPr>
          <w:rFonts w:ascii="Open Sans" w:hAnsi="Open Sans" w:cs="Open Sans"/>
          <w:b/>
        </w:rPr>
        <w:t>JAVNO PODJETJE ENERGETIKA LJUBLJANA d.o.o.</w:t>
      </w:r>
      <w:r w:rsidRPr="00FD240D">
        <w:rPr>
          <w:rFonts w:ascii="Open Sans" w:hAnsi="Open Sans" w:cs="Open Sans"/>
        </w:rPr>
        <w:t xml:space="preserve">, Verovškova ulica 62, 1000 Ljubljana, ki ga zastopa direktor Samo Lozej </w:t>
      </w:r>
    </w:p>
    <w:p w14:paraId="6D557221" w14:textId="77777777" w:rsidR="00E90E2C" w:rsidRPr="00FD240D" w:rsidRDefault="00E90E2C" w:rsidP="004449C9">
      <w:pPr>
        <w:widowControl w:val="0"/>
        <w:ind w:left="1560"/>
        <w:jc w:val="both"/>
        <w:rPr>
          <w:rFonts w:ascii="Open Sans" w:hAnsi="Open Sans" w:cs="Open Sans"/>
        </w:rPr>
      </w:pPr>
      <w:r w:rsidRPr="00FD240D">
        <w:rPr>
          <w:rFonts w:ascii="Open Sans" w:hAnsi="Open Sans" w:cs="Open Sans"/>
        </w:rPr>
        <w:t>(v nadaljevanju: naročnik)</w:t>
      </w:r>
      <w:r w:rsidRPr="00FD240D">
        <w:rPr>
          <w:rFonts w:ascii="Open Sans" w:hAnsi="Open Sans" w:cs="Open Sans"/>
        </w:rPr>
        <w:tab/>
      </w:r>
    </w:p>
    <w:p w14:paraId="02084C63" w14:textId="77777777" w:rsidR="00E90E2C" w:rsidRPr="00FD240D" w:rsidRDefault="00E90E2C" w:rsidP="004449C9">
      <w:pPr>
        <w:widowControl w:val="0"/>
        <w:tabs>
          <w:tab w:val="left" w:pos="1702"/>
        </w:tabs>
        <w:ind w:left="1701" w:hanging="1701"/>
        <w:rPr>
          <w:rFonts w:ascii="Open Sans" w:hAnsi="Open Sans" w:cs="Open Sans"/>
        </w:rPr>
      </w:pPr>
      <w:r w:rsidRPr="00FD240D">
        <w:rPr>
          <w:rFonts w:ascii="Open Sans" w:hAnsi="Open Sans" w:cs="Open Sans"/>
        </w:rPr>
        <w:tab/>
      </w:r>
    </w:p>
    <w:p w14:paraId="136710C3" w14:textId="77777777" w:rsidR="00E90E2C" w:rsidRPr="00FD240D" w:rsidRDefault="00E90E2C" w:rsidP="004449C9">
      <w:pPr>
        <w:widowControl w:val="0"/>
        <w:ind w:left="1560" w:hanging="1560"/>
        <w:jc w:val="both"/>
        <w:rPr>
          <w:rFonts w:ascii="Open Sans" w:hAnsi="Open Sans" w:cs="Open Sans"/>
        </w:rPr>
      </w:pPr>
      <w:r w:rsidRPr="00FD240D">
        <w:rPr>
          <w:rFonts w:ascii="Open Sans" w:hAnsi="Open Sans" w:cs="Open Sans"/>
        </w:rPr>
        <w:tab/>
        <w:t>identifikacijska številka za DDV: SI23034033</w:t>
      </w:r>
    </w:p>
    <w:p w14:paraId="78DA4CC6" w14:textId="5FD9BA3F" w:rsidR="00E90E2C" w:rsidRPr="00FD240D" w:rsidRDefault="00E90E2C" w:rsidP="004449C9">
      <w:pPr>
        <w:widowControl w:val="0"/>
        <w:ind w:left="1560" w:hanging="1560"/>
        <w:jc w:val="both"/>
        <w:rPr>
          <w:rFonts w:ascii="Open Sans" w:hAnsi="Open Sans" w:cs="Open Sans"/>
        </w:rPr>
      </w:pPr>
      <w:r w:rsidRPr="00FD240D">
        <w:rPr>
          <w:rFonts w:ascii="Open Sans" w:hAnsi="Open Sans" w:cs="Open Sans"/>
        </w:rPr>
        <w:tab/>
        <w:t>matična številka: 5226406</w:t>
      </w:r>
      <w:r w:rsidR="00520D62" w:rsidRPr="00FD240D">
        <w:rPr>
          <w:rFonts w:ascii="Open Sans" w:hAnsi="Open Sans" w:cs="Open Sans"/>
        </w:rPr>
        <w:t>000</w:t>
      </w:r>
      <w:r w:rsidRPr="00FD240D">
        <w:rPr>
          <w:rFonts w:ascii="Open Sans" w:hAnsi="Open Sans" w:cs="Open Sans"/>
        </w:rPr>
        <w:t xml:space="preserve"> </w:t>
      </w:r>
    </w:p>
    <w:p w14:paraId="69C03F23" w14:textId="77777777" w:rsidR="00E90E2C" w:rsidRPr="00FD240D" w:rsidRDefault="00E90E2C" w:rsidP="004449C9">
      <w:pPr>
        <w:widowControl w:val="0"/>
        <w:rPr>
          <w:rFonts w:ascii="Open Sans" w:hAnsi="Open Sans" w:cs="Open Sans"/>
        </w:rPr>
      </w:pPr>
      <w:r w:rsidRPr="00FD240D">
        <w:rPr>
          <w:rFonts w:ascii="Open Sans" w:hAnsi="Open Sans" w:cs="Open Sans"/>
        </w:rPr>
        <w:t>in</w:t>
      </w:r>
    </w:p>
    <w:p w14:paraId="0F43219F" w14:textId="191A0ABE" w:rsidR="00E90E2C" w:rsidRPr="00FD240D" w:rsidRDefault="00E90E2C" w:rsidP="004449C9">
      <w:pPr>
        <w:widowControl w:val="0"/>
        <w:tabs>
          <w:tab w:val="left" w:pos="1702"/>
        </w:tabs>
        <w:rPr>
          <w:rFonts w:ascii="Open Sans" w:hAnsi="Open Sans" w:cs="Open Sans"/>
          <w:b/>
        </w:rPr>
      </w:pPr>
    </w:p>
    <w:p w14:paraId="171ACEA7" w14:textId="77777777" w:rsidR="00F615CC" w:rsidRPr="00FD240D" w:rsidRDefault="00F615CC" w:rsidP="004449C9">
      <w:pPr>
        <w:widowControl w:val="0"/>
        <w:tabs>
          <w:tab w:val="left" w:pos="1702"/>
        </w:tabs>
        <w:rPr>
          <w:rFonts w:ascii="Open Sans" w:hAnsi="Open Sans" w:cs="Open Sans"/>
          <w:b/>
        </w:rPr>
      </w:pPr>
    </w:p>
    <w:p w14:paraId="1D6D8690" w14:textId="77777777" w:rsidR="00E90E2C" w:rsidRPr="00FD240D" w:rsidRDefault="00E90E2C" w:rsidP="004449C9">
      <w:pPr>
        <w:widowControl w:val="0"/>
        <w:ind w:left="1560" w:hanging="1560"/>
        <w:jc w:val="both"/>
        <w:outlineLvl w:val="0"/>
        <w:rPr>
          <w:rFonts w:ascii="Open Sans" w:hAnsi="Open Sans" w:cs="Open Sans"/>
        </w:rPr>
      </w:pPr>
      <w:r w:rsidRPr="00FD240D">
        <w:rPr>
          <w:rFonts w:ascii="Open Sans" w:hAnsi="Open Sans" w:cs="Open Sans"/>
          <w:b/>
        </w:rPr>
        <w:t>IZVAJALEC:</w:t>
      </w:r>
      <w:r w:rsidRPr="00FD240D">
        <w:rPr>
          <w:rFonts w:ascii="Open Sans" w:hAnsi="Open Sans" w:cs="Open Sans"/>
          <w:b/>
        </w:rPr>
        <w:tab/>
      </w:r>
      <w:r w:rsidRPr="00FD240D">
        <w:rPr>
          <w:rFonts w:ascii="Open Sans" w:hAnsi="Open Sans" w:cs="Open Sans"/>
        </w:rPr>
        <w:t>________________________________________________________________, ki ga zastopa _____________________________________________________ (v nadaljevanju: izvajalec)</w:t>
      </w:r>
    </w:p>
    <w:p w14:paraId="0DD005D4" w14:textId="77777777" w:rsidR="00E90E2C" w:rsidRPr="00FD240D" w:rsidRDefault="00E90E2C" w:rsidP="004449C9">
      <w:pPr>
        <w:widowControl w:val="0"/>
        <w:tabs>
          <w:tab w:val="left" w:pos="1702"/>
        </w:tabs>
        <w:rPr>
          <w:rFonts w:ascii="Open Sans" w:hAnsi="Open Sans" w:cs="Open Sans"/>
        </w:rPr>
      </w:pPr>
      <w:r w:rsidRPr="00FD240D">
        <w:rPr>
          <w:rFonts w:ascii="Open Sans" w:hAnsi="Open Sans" w:cs="Open Sans"/>
        </w:rPr>
        <w:tab/>
      </w:r>
    </w:p>
    <w:p w14:paraId="007C3C62" w14:textId="77777777" w:rsidR="00E90E2C" w:rsidRPr="00FD240D" w:rsidRDefault="00E90E2C" w:rsidP="004449C9">
      <w:pPr>
        <w:widowControl w:val="0"/>
        <w:tabs>
          <w:tab w:val="left" w:pos="1560"/>
        </w:tabs>
        <w:rPr>
          <w:rFonts w:ascii="Open Sans" w:hAnsi="Open Sans" w:cs="Open Sans"/>
        </w:rPr>
      </w:pPr>
      <w:r w:rsidRPr="00FD240D">
        <w:rPr>
          <w:rFonts w:ascii="Open Sans" w:hAnsi="Open Sans" w:cs="Open Sans"/>
        </w:rPr>
        <w:tab/>
        <w:t>identifikacijska številka za DDV: _________________________</w:t>
      </w:r>
    </w:p>
    <w:p w14:paraId="39252F14" w14:textId="77777777" w:rsidR="00E90E2C" w:rsidRPr="00FD240D" w:rsidRDefault="00E90E2C" w:rsidP="004449C9">
      <w:pPr>
        <w:widowControl w:val="0"/>
        <w:tabs>
          <w:tab w:val="left" w:pos="1560"/>
        </w:tabs>
        <w:rPr>
          <w:rFonts w:ascii="Open Sans" w:hAnsi="Open Sans" w:cs="Open Sans"/>
        </w:rPr>
      </w:pPr>
      <w:r w:rsidRPr="00FD240D">
        <w:rPr>
          <w:rFonts w:ascii="Open Sans" w:hAnsi="Open Sans" w:cs="Open Sans"/>
        </w:rPr>
        <w:tab/>
        <w:t>matična številka: _________________________</w:t>
      </w:r>
    </w:p>
    <w:p w14:paraId="628BE3F0" w14:textId="1EBD1FC6" w:rsidR="00E90E2C" w:rsidRPr="00FD240D" w:rsidRDefault="00E90E2C" w:rsidP="004449C9">
      <w:pPr>
        <w:widowControl w:val="0"/>
        <w:jc w:val="both"/>
        <w:rPr>
          <w:rFonts w:ascii="Open Sans" w:hAnsi="Open Sans" w:cs="Open Sans"/>
        </w:rPr>
      </w:pPr>
    </w:p>
    <w:p w14:paraId="5878A148" w14:textId="1C9638B0" w:rsidR="00687B1A" w:rsidRPr="00FD240D" w:rsidRDefault="00687B1A" w:rsidP="004449C9">
      <w:pPr>
        <w:widowControl w:val="0"/>
        <w:jc w:val="both"/>
        <w:rPr>
          <w:rFonts w:ascii="Open Sans" w:hAnsi="Open Sans" w:cs="Open Sans"/>
        </w:rPr>
      </w:pPr>
    </w:p>
    <w:p w14:paraId="0CE36FA7" w14:textId="12DDABCF" w:rsidR="0032148A" w:rsidRPr="00986178" w:rsidRDefault="0032148A" w:rsidP="00986178">
      <w:pPr>
        <w:widowControl w:val="0"/>
        <w:jc w:val="both"/>
        <w:rPr>
          <w:rFonts w:ascii="Open Sans" w:hAnsi="Open Sans" w:cs="Open Sans"/>
        </w:rPr>
      </w:pPr>
    </w:p>
    <w:p w14:paraId="5D14D2E1" w14:textId="5EE2332D" w:rsidR="00891995" w:rsidRDefault="00891995" w:rsidP="00986178">
      <w:pPr>
        <w:widowControl w:val="0"/>
        <w:jc w:val="both"/>
        <w:rPr>
          <w:rFonts w:ascii="Open Sans" w:hAnsi="Open Sans" w:cs="Open Sans"/>
        </w:rPr>
      </w:pPr>
    </w:p>
    <w:p w14:paraId="26D22D6D" w14:textId="77777777" w:rsidR="00FF4859" w:rsidRPr="00986178" w:rsidRDefault="00FF4859" w:rsidP="00986178">
      <w:pPr>
        <w:widowControl w:val="0"/>
        <w:jc w:val="both"/>
        <w:rPr>
          <w:rFonts w:ascii="Open Sans" w:hAnsi="Open Sans" w:cs="Open Sans"/>
        </w:rPr>
      </w:pPr>
    </w:p>
    <w:p w14:paraId="0EDED634" w14:textId="77777777" w:rsidR="00725C2B" w:rsidRPr="00986178" w:rsidRDefault="00725C2B" w:rsidP="00986178">
      <w:pPr>
        <w:widowControl w:val="0"/>
        <w:jc w:val="both"/>
        <w:rPr>
          <w:rFonts w:ascii="Open Sans" w:hAnsi="Open Sans" w:cs="Open Sans"/>
        </w:rPr>
      </w:pPr>
    </w:p>
    <w:p w14:paraId="5D59788F" w14:textId="1BC6D9F3" w:rsidR="00725C2B" w:rsidRPr="00986178" w:rsidRDefault="00725C2B" w:rsidP="0019014E">
      <w:pPr>
        <w:widowControl w:val="0"/>
        <w:numPr>
          <w:ilvl w:val="0"/>
          <w:numId w:val="44"/>
        </w:numPr>
        <w:tabs>
          <w:tab w:val="left" w:pos="426"/>
        </w:tabs>
        <w:ind w:left="567" w:hanging="567"/>
        <w:jc w:val="center"/>
        <w:rPr>
          <w:rFonts w:ascii="Open Sans" w:hAnsi="Open Sans" w:cs="Open Sans"/>
          <w:b/>
        </w:rPr>
      </w:pPr>
      <w:r w:rsidRPr="00986178">
        <w:rPr>
          <w:rFonts w:ascii="Open Sans" w:hAnsi="Open Sans" w:cs="Open Sans"/>
          <w:b/>
        </w:rPr>
        <w:t>UVODNO DOLOČILO</w:t>
      </w:r>
    </w:p>
    <w:p w14:paraId="586E05B9" w14:textId="77777777" w:rsidR="00725C2B" w:rsidRPr="00986178" w:rsidRDefault="00725C2B" w:rsidP="00986178">
      <w:pPr>
        <w:widowControl w:val="0"/>
        <w:rPr>
          <w:rFonts w:ascii="Open Sans" w:hAnsi="Open Sans" w:cs="Open Sans"/>
        </w:rPr>
      </w:pPr>
    </w:p>
    <w:p w14:paraId="0FDE6EC4"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člen</w:t>
      </w:r>
    </w:p>
    <w:p w14:paraId="029A791C" w14:textId="77777777" w:rsidR="00725C2B" w:rsidRPr="00986178" w:rsidRDefault="00725C2B" w:rsidP="00986178">
      <w:pPr>
        <w:widowControl w:val="0"/>
        <w:jc w:val="both"/>
        <w:rPr>
          <w:rFonts w:ascii="Open Sans" w:hAnsi="Open Sans" w:cs="Open Sans"/>
        </w:rPr>
      </w:pPr>
    </w:p>
    <w:p w14:paraId="37C546C7" w14:textId="03B38CB2" w:rsidR="00725C2B" w:rsidRPr="00986178" w:rsidRDefault="00725C2B" w:rsidP="00986178">
      <w:pPr>
        <w:widowControl w:val="0"/>
        <w:jc w:val="both"/>
        <w:rPr>
          <w:rFonts w:ascii="Open Sans" w:hAnsi="Open Sans" w:cs="Open Sans"/>
        </w:rPr>
      </w:pPr>
      <w:r w:rsidRPr="00986178">
        <w:rPr>
          <w:rFonts w:ascii="Open Sans" w:hAnsi="Open Sans" w:cs="Open Sans"/>
        </w:rPr>
        <w:t xml:space="preserve">Stranki okvirnega sporazuma uvodoma sporazumno ugotavljata, da je naročnik izvedel postopek oddaje javnega naročila št. </w:t>
      </w:r>
      <w:r w:rsidR="00FD240D" w:rsidRPr="00986178">
        <w:rPr>
          <w:rFonts w:ascii="Open Sans" w:hAnsi="Open Sans" w:cs="Open Sans"/>
        </w:rPr>
        <w:t>ENLJ-SAL-80/25</w:t>
      </w:r>
      <w:r w:rsidRPr="00986178">
        <w:rPr>
          <w:rFonts w:ascii="Open Sans" w:hAnsi="Open Sans" w:cs="Open Sans"/>
        </w:rPr>
        <w:t xml:space="preserve">, po postopku oddaje naročila male vrednosti, v skladu s 47. členom Zakona o javnem naročanju (Ur. l. RS, št. 91/15 s spremembami; v nadaljnjem besedilu: ZJN-3), ki je bilo objavljeno na Portalu javnih naročil dne </w:t>
      </w:r>
      <w:r w:rsidR="004C5A0D">
        <w:rPr>
          <w:rFonts w:ascii="Open Sans" w:hAnsi="Open Sans" w:cs="Open Sans"/>
        </w:rPr>
        <w:t>5</w:t>
      </w:r>
      <w:r w:rsidR="006976CA" w:rsidRPr="004C5A0D">
        <w:rPr>
          <w:rFonts w:ascii="Open Sans" w:hAnsi="Open Sans" w:cs="Open Sans"/>
        </w:rPr>
        <w:t xml:space="preserve">. </w:t>
      </w:r>
      <w:r w:rsidR="004C5A0D">
        <w:rPr>
          <w:rFonts w:ascii="Open Sans" w:hAnsi="Open Sans" w:cs="Open Sans"/>
        </w:rPr>
        <w:t>6</w:t>
      </w:r>
      <w:r w:rsidR="006976CA" w:rsidRPr="004C5A0D">
        <w:rPr>
          <w:rFonts w:ascii="Open Sans" w:hAnsi="Open Sans" w:cs="Open Sans"/>
        </w:rPr>
        <w:t xml:space="preserve">. </w:t>
      </w:r>
      <w:r w:rsidR="006976CA" w:rsidRPr="00986178">
        <w:rPr>
          <w:rFonts w:ascii="Open Sans" w:hAnsi="Open Sans" w:cs="Open Sans"/>
        </w:rPr>
        <w:t>202</w:t>
      </w:r>
      <w:r w:rsidR="004E7C0E" w:rsidRPr="00986178">
        <w:rPr>
          <w:rFonts w:ascii="Open Sans" w:hAnsi="Open Sans" w:cs="Open Sans"/>
        </w:rPr>
        <w:t>5</w:t>
      </w:r>
      <w:r w:rsidRPr="00986178">
        <w:rPr>
          <w:rFonts w:ascii="Open Sans" w:hAnsi="Open Sans" w:cs="Open Sans"/>
        </w:rPr>
        <w:t xml:space="preserve">, pod št. objave je </w:t>
      </w:r>
      <w:r w:rsidR="00024A7A" w:rsidRPr="004C5A0D">
        <w:rPr>
          <w:rFonts w:ascii="Open Sans" w:hAnsi="Open Sans" w:cs="Open Sans"/>
        </w:rPr>
        <w:t>JN000</w:t>
      </w:r>
      <w:r w:rsidR="004C5A0D">
        <w:rPr>
          <w:rFonts w:ascii="Open Sans" w:hAnsi="Open Sans" w:cs="Open Sans"/>
        </w:rPr>
        <w:t>x</w:t>
      </w:r>
      <w:r w:rsidR="00024A7A" w:rsidRPr="004C5A0D">
        <w:rPr>
          <w:rFonts w:ascii="Open Sans" w:hAnsi="Open Sans" w:cs="Open Sans"/>
        </w:rPr>
        <w:t>xx</w:t>
      </w:r>
      <w:r w:rsidR="00B306F8" w:rsidRPr="004C5A0D">
        <w:rPr>
          <w:rFonts w:ascii="Open Sans" w:hAnsi="Open Sans" w:cs="Open Sans"/>
        </w:rPr>
        <w:t>/</w:t>
      </w:r>
      <w:r w:rsidR="00B306F8" w:rsidRPr="00302506">
        <w:rPr>
          <w:rFonts w:ascii="Open Sans" w:hAnsi="Open Sans" w:cs="Open Sans"/>
        </w:rPr>
        <w:t>202</w:t>
      </w:r>
      <w:r w:rsidR="004E7C0E" w:rsidRPr="00302506">
        <w:rPr>
          <w:rFonts w:ascii="Open Sans" w:hAnsi="Open Sans" w:cs="Open Sans"/>
        </w:rPr>
        <w:t>5</w:t>
      </w:r>
      <w:r w:rsidR="00B306F8" w:rsidRPr="00302506">
        <w:rPr>
          <w:rFonts w:ascii="Open Sans" w:hAnsi="Open Sans" w:cs="Open Sans"/>
        </w:rPr>
        <w:t>-</w:t>
      </w:r>
      <w:r w:rsidR="004C5A0D">
        <w:rPr>
          <w:rFonts w:ascii="Open Sans" w:hAnsi="Open Sans" w:cs="Open Sans"/>
        </w:rPr>
        <w:t>SL</w:t>
      </w:r>
      <w:r w:rsidR="00B306F8" w:rsidRPr="00302506">
        <w:rPr>
          <w:rFonts w:ascii="Open Sans" w:hAnsi="Open Sans" w:cs="Open Sans"/>
        </w:rPr>
        <w:t>1</w:t>
      </w:r>
      <w:r w:rsidR="004C5A0D">
        <w:rPr>
          <w:rFonts w:ascii="Open Sans" w:hAnsi="Open Sans" w:cs="Open Sans"/>
        </w:rPr>
        <w:t>/01</w:t>
      </w:r>
      <w:r w:rsidRPr="00986178">
        <w:rPr>
          <w:rFonts w:ascii="Open Sans" w:hAnsi="Open Sans" w:cs="Open Sans"/>
        </w:rPr>
        <w:t xml:space="preserve"> </w:t>
      </w:r>
      <w:r w:rsidR="00685692" w:rsidRPr="00D64E29">
        <w:rPr>
          <w:rFonts w:ascii="Open Sans" w:hAnsi="Open Sans" w:cs="Open Sans"/>
        </w:rPr>
        <w:t>ter Pravilnikom o izvajanju javnega naročanja JAVNEGA PODJETJA ENERGETIKA LJUBLJANA d.o.o.,</w:t>
      </w:r>
      <w:r w:rsidR="00685692" w:rsidRPr="000152EA">
        <w:rPr>
          <w:rFonts w:ascii="Open Sans" w:hAnsi="Open Sans" w:cs="Open Sans"/>
        </w:rPr>
        <w:t xml:space="preserve"> </w:t>
      </w:r>
      <w:r w:rsidRPr="00986178">
        <w:rPr>
          <w:rFonts w:ascii="Open Sans" w:hAnsi="Open Sans" w:cs="Open Sans"/>
        </w:rPr>
        <w:t xml:space="preserve">z namenom sklenitve okvirnega sporazuma za </w:t>
      </w:r>
      <w:r w:rsidR="004E7C0E" w:rsidRPr="00986178">
        <w:rPr>
          <w:rFonts w:ascii="Open Sans" w:hAnsi="Open Sans" w:cs="Open Sans"/>
        </w:rPr>
        <w:t xml:space="preserve">vzdrževanje in servisiranje </w:t>
      </w:r>
      <w:proofErr w:type="spellStart"/>
      <w:r w:rsidR="004E7C0E" w:rsidRPr="00986178">
        <w:rPr>
          <w:rFonts w:ascii="Open Sans" w:hAnsi="Open Sans" w:cs="Open Sans"/>
        </w:rPr>
        <w:t>konvektorjev</w:t>
      </w:r>
      <w:proofErr w:type="spellEnd"/>
      <w:r w:rsidR="004E7C0E" w:rsidRPr="00986178">
        <w:rPr>
          <w:rFonts w:ascii="Open Sans" w:hAnsi="Open Sans" w:cs="Open Sans"/>
        </w:rPr>
        <w:t xml:space="preserve"> za sistem ogrevanja in hlajenja</w:t>
      </w:r>
      <w:r w:rsidRPr="00986178">
        <w:rPr>
          <w:rFonts w:ascii="Open Sans" w:hAnsi="Open Sans" w:cs="Open Sans"/>
        </w:rPr>
        <w:t xml:space="preserve">, v katerem je naročnik izvajalca izbral na podlagi ekonomsko najugodnejše ponudbe in na podlagi pogojev, opredeljenih v razpisni dokumentaciji naročnika št. </w:t>
      </w:r>
      <w:r w:rsidR="00FD240D" w:rsidRPr="00986178">
        <w:rPr>
          <w:rFonts w:ascii="Open Sans" w:hAnsi="Open Sans" w:cs="Open Sans"/>
        </w:rPr>
        <w:t>ENLJ-SAL-80/25</w:t>
      </w:r>
      <w:r w:rsidRPr="00986178">
        <w:rPr>
          <w:rFonts w:ascii="Open Sans" w:hAnsi="Open Sans" w:cs="Open Sans"/>
        </w:rPr>
        <w:t xml:space="preserve">, in sicer za obdobje </w:t>
      </w:r>
      <w:r w:rsidR="00BB7497" w:rsidRPr="00986178">
        <w:rPr>
          <w:rFonts w:ascii="Open Sans" w:hAnsi="Open Sans" w:cs="Open Sans"/>
        </w:rPr>
        <w:t>2</w:t>
      </w:r>
      <w:r w:rsidRPr="00986178">
        <w:rPr>
          <w:rFonts w:ascii="Open Sans" w:hAnsi="Open Sans" w:cs="Open Sans"/>
        </w:rPr>
        <w:t xml:space="preserve"> (</w:t>
      </w:r>
      <w:r w:rsidR="00BB7497" w:rsidRPr="00986178">
        <w:rPr>
          <w:rFonts w:ascii="Open Sans" w:hAnsi="Open Sans" w:cs="Open Sans"/>
        </w:rPr>
        <w:t>dveh</w:t>
      </w:r>
      <w:r w:rsidRPr="00986178">
        <w:rPr>
          <w:rFonts w:ascii="Open Sans" w:hAnsi="Open Sans" w:cs="Open Sans"/>
        </w:rPr>
        <w:t>) let od dneva sklenitve okvirnega sporazuma oziroma do izčrpanja ocenjene vrednosti iz prvega odstavka 4. člena tega okvirnega sporazuma, kar nastopi prej.</w:t>
      </w:r>
    </w:p>
    <w:p w14:paraId="26390AC6" w14:textId="77777777" w:rsidR="00725C2B" w:rsidRPr="00986178" w:rsidRDefault="00725C2B" w:rsidP="00986178">
      <w:pPr>
        <w:widowControl w:val="0"/>
        <w:jc w:val="both"/>
        <w:rPr>
          <w:rFonts w:ascii="Open Sans" w:hAnsi="Open Sans" w:cs="Open Sans"/>
          <w:b/>
        </w:rPr>
      </w:pPr>
    </w:p>
    <w:p w14:paraId="07E523B5" w14:textId="68256D89" w:rsidR="00891995" w:rsidRPr="00986178" w:rsidRDefault="00725C2B" w:rsidP="00986178">
      <w:pPr>
        <w:widowControl w:val="0"/>
        <w:jc w:val="both"/>
        <w:rPr>
          <w:rFonts w:ascii="Open Sans" w:hAnsi="Open Sans" w:cs="Open Sans"/>
        </w:rPr>
      </w:pPr>
      <w:r w:rsidRPr="00986178">
        <w:rPr>
          <w:rFonts w:ascii="Open Sans" w:hAnsi="Open Sans" w:cs="Open Sans"/>
        </w:rPr>
        <w:t>S tem okvirnim sporazumom se naročnik in izvajalec dogovorita o pogojih izvajanja predmeta okvirnega sporazuma.</w:t>
      </w:r>
    </w:p>
    <w:p w14:paraId="22EE4D66" w14:textId="2601AA86" w:rsidR="00725C2B" w:rsidRPr="00986178" w:rsidRDefault="00725C2B" w:rsidP="0019014E">
      <w:pPr>
        <w:widowControl w:val="0"/>
        <w:numPr>
          <w:ilvl w:val="0"/>
          <w:numId w:val="44"/>
        </w:numPr>
        <w:tabs>
          <w:tab w:val="left" w:pos="426"/>
        </w:tabs>
        <w:ind w:left="567" w:hanging="567"/>
        <w:jc w:val="center"/>
        <w:rPr>
          <w:rFonts w:ascii="Open Sans" w:hAnsi="Open Sans" w:cs="Open Sans"/>
          <w:b/>
        </w:rPr>
      </w:pPr>
      <w:r w:rsidRPr="00986178">
        <w:rPr>
          <w:rFonts w:ascii="Open Sans" w:hAnsi="Open Sans" w:cs="Open Sans"/>
          <w:b/>
        </w:rPr>
        <w:lastRenderedPageBreak/>
        <w:t xml:space="preserve"> PREDMET OKVIRNEGA SPORAZUMA</w:t>
      </w:r>
    </w:p>
    <w:p w14:paraId="28F7AB93" w14:textId="77777777" w:rsidR="00725C2B" w:rsidRPr="00986178" w:rsidRDefault="00725C2B" w:rsidP="00986178">
      <w:pPr>
        <w:widowControl w:val="0"/>
        <w:tabs>
          <w:tab w:val="left" w:pos="426"/>
        </w:tabs>
        <w:ind w:left="567"/>
        <w:rPr>
          <w:rFonts w:ascii="Open Sans" w:hAnsi="Open Sans" w:cs="Open Sans"/>
          <w:b/>
        </w:rPr>
      </w:pPr>
    </w:p>
    <w:p w14:paraId="2B1BFE99" w14:textId="77777777" w:rsidR="00725C2B" w:rsidRPr="00986178" w:rsidRDefault="00725C2B" w:rsidP="0019014E">
      <w:pPr>
        <w:widowControl w:val="0"/>
        <w:numPr>
          <w:ilvl w:val="0"/>
          <w:numId w:val="48"/>
        </w:numPr>
        <w:ind w:left="426" w:hanging="426"/>
        <w:jc w:val="center"/>
        <w:rPr>
          <w:rFonts w:ascii="Open Sans" w:hAnsi="Open Sans" w:cs="Open Sans"/>
        </w:rPr>
      </w:pPr>
      <w:r w:rsidRPr="00986178">
        <w:rPr>
          <w:rFonts w:ascii="Open Sans" w:hAnsi="Open Sans" w:cs="Open Sans"/>
        </w:rPr>
        <w:t>člen</w:t>
      </w:r>
    </w:p>
    <w:p w14:paraId="6C03046D" w14:textId="77777777" w:rsidR="00725C2B" w:rsidRPr="00986178" w:rsidRDefault="00725C2B" w:rsidP="00986178">
      <w:pPr>
        <w:widowControl w:val="0"/>
        <w:tabs>
          <w:tab w:val="left" w:pos="709"/>
          <w:tab w:val="left" w:pos="1702"/>
        </w:tabs>
        <w:jc w:val="both"/>
        <w:rPr>
          <w:rFonts w:ascii="Open Sans" w:hAnsi="Open Sans" w:cs="Open Sans"/>
          <w:b/>
        </w:rPr>
      </w:pPr>
    </w:p>
    <w:p w14:paraId="4312A860" w14:textId="4B169F6B" w:rsidR="00826ABD" w:rsidRPr="00986178" w:rsidRDefault="00725C2B" w:rsidP="00986178">
      <w:pPr>
        <w:widowControl w:val="0"/>
        <w:tabs>
          <w:tab w:val="left" w:pos="9072"/>
        </w:tabs>
        <w:jc w:val="both"/>
        <w:rPr>
          <w:rFonts w:ascii="Open Sans" w:hAnsi="Open Sans" w:cs="Open Sans"/>
        </w:rPr>
      </w:pPr>
      <w:r w:rsidRPr="00986178">
        <w:rPr>
          <w:rFonts w:ascii="Open Sans" w:hAnsi="Open Sans" w:cs="Open Sans"/>
        </w:rPr>
        <w:t xml:space="preserve">Predmet okvirnega sporazuma je </w:t>
      </w:r>
      <w:r w:rsidR="00C72642" w:rsidRPr="00986178">
        <w:rPr>
          <w:rFonts w:ascii="Open Sans" w:hAnsi="Open Sans" w:cs="Open Sans"/>
        </w:rPr>
        <w:t xml:space="preserve">vzdrževanje in servisiranje </w:t>
      </w:r>
      <w:proofErr w:type="spellStart"/>
      <w:r w:rsidR="00C72642" w:rsidRPr="00986178">
        <w:rPr>
          <w:rFonts w:ascii="Open Sans" w:hAnsi="Open Sans" w:cs="Open Sans"/>
        </w:rPr>
        <w:t>konvektorjev</w:t>
      </w:r>
      <w:proofErr w:type="spellEnd"/>
      <w:r w:rsidR="00C72642" w:rsidRPr="00986178">
        <w:rPr>
          <w:rFonts w:ascii="Open Sans" w:hAnsi="Open Sans" w:cs="Open Sans"/>
        </w:rPr>
        <w:t xml:space="preserve"> za sistem ogrevanja in hlajenja</w:t>
      </w:r>
      <w:r w:rsidRPr="00986178">
        <w:rPr>
          <w:rFonts w:ascii="Open Sans" w:hAnsi="Open Sans" w:cs="Open Sans"/>
        </w:rPr>
        <w:t xml:space="preserve"> (v nadaljevanju: </w:t>
      </w:r>
      <w:r w:rsidR="00826ABD" w:rsidRPr="00986178">
        <w:rPr>
          <w:rFonts w:ascii="Open Sans" w:hAnsi="Open Sans" w:cs="Open Sans"/>
        </w:rPr>
        <w:t>storitve</w:t>
      </w:r>
      <w:r w:rsidRPr="00986178">
        <w:rPr>
          <w:rFonts w:ascii="Open Sans" w:hAnsi="Open Sans" w:cs="Open Sans"/>
        </w:rPr>
        <w:t>)</w:t>
      </w:r>
      <w:r w:rsidR="00826ABD" w:rsidRPr="00986178">
        <w:rPr>
          <w:rFonts w:ascii="Open Sans" w:hAnsi="Open Sans" w:cs="Open Sans"/>
        </w:rPr>
        <w:t>,</w:t>
      </w:r>
      <w:r w:rsidRPr="00986178">
        <w:rPr>
          <w:rFonts w:ascii="Open Sans" w:hAnsi="Open Sans" w:cs="Open Sans"/>
        </w:rPr>
        <w:t xml:space="preserve"> </w:t>
      </w:r>
      <w:r w:rsidR="00826ABD" w:rsidRPr="00986178">
        <w:rPr>
          <w:rFonts w:ascii="Open Sans" w:hAnsi="Open Sans" w:cs="Open Sans"/>
        </w:rPr>
        <w:t xml:space="preserve">v skladu </w:t>
      </w:r>
      <w:r w:rsidR="0077409D" w:rsidRPr="00986178">
        <w:rPr>
          <w:rFonts w:ascii="Open Sans" w:hAnsi="Open Sans" w:cs="Open Sans"/>
        </w:rPr>
        <w:t>z razpisno dokumentacijo naročnika št. ENLJ-SAL-80/25</w:t>
      </w:r>
      <w:r w:rsidR="0077409D" w:rsidRPr="00986178">
        <w:rPr>
          <w:rFonts w:ascii="Open Sans" w:hAnsi="Open Sans" w:cs="Open Sans"/>
          <w:sz w:val="22"/>
          <w:szCs w:val="22"/>
        </w:rPr>
        <w:t xml:space="preserve"> </w:t>
      </w:r>
      <w:r w:rsidR="0077409D" w:rsidRPr="00986178">
        <w:rPr>
          <w:rFonts w:ascii="Open Sans" w:hAnsi="Open Sans" w:cs="Open Sans"/>
        </w:rPr>
        <w:t>(v nadaljevanju: razpisna dokumentacija),</w:t>
      </w:r>
      <w:r w:rsidR="000B1BEF" w:rsidRPr="00986178">
        <w:rPr>
          <w:rFonts w:ascii="Open Sans" w:hAnsi="Open Sans" w:cs="Open Sans"/>
          <w:sz w:val="22"/>
          <w:szCs w:val="22"/>
        </w:rPr>
        <w:t xml:space="preserve"> </w:t>
      </w:r>
      <w:r w:rsidR="000B1BEF" w:rsidRPr="00986178">
        <w:rPr>
          <w:rFonts w:ascii="Open Sans" w:hAnsi="Open Sans" w:cs="Open Sans"/>
        </w:rPr>
        <w:t>in v skladu z opisom javnega naročila, ki je priloga št. 2 tega okvirnega sporazuma,</w:t>
      </w:r>
      <w:r w:rsidR="0077409D" w:rsidRPr="00986178">
        <w:rPr>
          <w:rFonts w:ascii="Open Sans" w:hAnsi="Open Sans" w:cs="Open Sans"/>
        </w:rPr>
        <w:t xml:space="preserve"> </w:t>
      </w:r>
      <w:r w:rsidR="000B1BEF" w:rsidRPr="00986178">
        <w:rPr>
          <w:rFonts w:ascii="Open Sans" w:hAnsi="Open Sans" w:cs="Open Sans"/>
        </w:rPr>
        <w:t xml:space="preserve">ter </w:t>
      </w:r>
      <w:r w:rsidR="0077409D" w:rsidRPr="00986178">
        <w:rPr>
          <w:rFonts w:ascii="Open Sans" w:hAnsi="Open Sans" w:cs="Open Sans"/>
        </w:rPr>
        <w:t>na podlagi ponudbe</w:t>
      </w:r>
      <w:r w:rsidR="0077409D" w:rsidRPr="00986178">
        <w:rPr>
          <w:rFonts w:ascii="Open Sans" w:hAnsi="Open Sans" w:cs="Open Sans"/>
          <w:sz w:val="22"/>
          <w:szCs w:val="22"/>
        </w:rPr>
        <w:t xml:space="preserve"> </w:t>
      </w:r>
      <w:r w:rsidR="00826ABD" w:rsidRPr="00986178">
        <w:rPr>
          <w:rFonts w:ascii="Open Sans" w:hAnsi="Open Sans" w:cs="Open Sans"/>
        </w:rPr>
        <w:t>izvajalca št. ____________ z dne __________ in</w:t>
      </w:r>
      <w:r w:rsidR="00826ABD" w:rsidRPr="00986178">
        <w:rPr>
          <w:rFonts w:ascii="Open Sans" w:hAnsi="Open Sans" w:cs="Open Sans"/>
          <w:snapToGrid w:val="0"/>
        </w:rPr>
        <w:t xml:space="preserve"> ponudb</w:t>
      </w:r>
      <w:r w:rsidR="0077409D" w:rsidRPr="00986178">
        <w:rPr>
          <w:rFonts w:ascii="Open Sans" w:hAnsi="Open Sans" w:cs="Open Sans"/>
          <w:snapToGrid w:val="0"/>
        </w:rPr>
        <w:t>e</w:t>
      </w:r>
      <w:r w:rsidR="00826ABD" w:rsidRPr="00986178">
        <w:rPr>
          <w:rFonts w:ascii="Open Sans" w:hAnsi="Open Sans" w:cs="Open Sans"/>
        </w:rPr>
        <w:t xml:space="preserve"> izvajalca po pogajanjih št. ______________ z dne ___________</w:t>
      </w:r>
      <w:r w:rsidR="0077409D" w:rsidRPr="00986178">
        <w:rPr>
          <w:rFonts w:ascii="Open Sans" w:hAnsi="Open Sans" w:cs="Open Sans"/>
        </w:rPr>
        <w:t xml:space="preserve"> ter ponudbenega predračuna izvajalca z dne ________ (v nadaljevanju: ponudbeni predračun izvajalca), ki je priloga št. 1 </w:t>
      </w:r>
      <w:r w:rsidR="00A2421C" w:rsidRPr="00986178">
        <w:rPr>
          <w:rFonts w:ascii="Open Sans" w:hAnsi="Open Sans" w:cs="Open Sans"/>
        </w:rPr>
        <w:t xml:space="preserve">k temu </w:t>
      </w:r>
      <w:r w:rsidR="0077409D" w:rsidRPr="00986178">
        <w:rPr>
          <w:rFonts w:ascii="Open Sans" w:hAnsi="Open Sans" w:cs="Open Sans"/>
        </w:rPr>
        <w:t xml:space="preserve"> okvirne</w:t>
      </w:r>
      <w:r w:rsidR="00A2421C" w:rsidRPr="00986178">
        <w:rPr>
          <w:rFonts w:ascii="Open Sans" w:hAnsi="Open Sans" w:cs="Open Sans"/>
        </w:rPr>
        <w:t>mu</w:t>
      </w:r>
      <w:r w:rsidR="0077409D" w:rsidRPr="00986178">
        <w:rPr>
          <w:rFonts w:ascii="Open Sans" w:hAnsi="Open Sans" w:cs="Open Sans"/>
        </w:rPr>
        <w:t xml:space="preserve"> sporazum</w:t>
      </w:r>
      <w:r w:rsidR="00A2421C" w:rsidRPr="00986178">
        <w:rPr>
          <w:rFonts w:ascii="Open Sans" w:hAnsi="Open Sans" w:cs="Open Sans"/>
        </w:rPr>
        <w:t>u</w:t>
      </w:r>
      <w:r w:rsidR="00826ABD" w:rsidRPr="00986178">
        <w:rPr>
          <w:rFonts w:ascii="Open Sans" w:hAnsi="Open Sans" w:cs="Open Sans"/>
        </w:rPr>
        <w:t>, ki s</w:t>
      </w:r>
      <w:r w:rsidR="0077409D" w:rsidRPr="00986178">
        <w:rPr>
          <w:rFonts w:ascii="Open Sans" w:hAnsi="Open Sans" w:cs="Open Sans"/>
        </w:rPr>
        <w:t>o</w:t>
      </w:r>
      <w:r w:rsidR="00826ABD" w:rsidRPr="00986178">
        <w:rPr>
          <w:rFonts w:ascii="Open Sans" w:hAnsi="Open Sans" w:cs="Open Sans"/>
        </w:rPr>
        <w:t xml:space="preserve"> sestavn</w:t>
      </w:r>
      <w:r w:rsidR="0077409D" w:rsidRPr="00986178">
        <w:rPr>
          <w:rFonts w:ascii="Open Sans" w:hAnsi="Open Sans" w:cs="Open Sans"/>
        </w:rPr>
        <w:t>i</w:t>
      </w:r>
      <w:r w:rsidR="00826ABD" w:rsidRPr="00986178">
        <w:rPr>
          <w:rFonts w:ascii="Open Sans" w:hAnsi="Open Sans" w:cs="Open Sans"/>
        </w:rPr>
        <w:t xml:space="preserve"> del</w:t>
      </w:r>
      <w:r w:rsidR="0077409D" w:rsidRPr="00986178">
        <w:rPr>
          <w:rFonts w:ascii="Open Sans" w:hAnsi="Open Sans" w:cs="Open Sans"/>
        </w:rPr>
        <w:t>i</w:t>
      </w:r>
      <w:r w:rsidR="00826ABD" w:rsidRPr="00986178">
        <w:rPr>
          <w:rFonts w:ascii="Open Sans" w:hAnsi="Open Sans" w:cs="Open Sans"/>
        </w:rPr>
        <w:t xml:space="preserve"> tega okvirnega sporazuma</w:t>
      </w:r>
      <w:r w:rsidR="0077409D" w:rsidRPr="00986178">
        <w:rPr>
          <w:rFonts w:ascii="Open Sans" w:hAnsi="Open Sans" w:cs="Open Sans"/>
        </w:rPr>
        <w:t>,</w:t>
      </w:r>
      <w:r w:rsidR="00826ABD" w:rsidRPr="00986178">
        <w:rPr>
          <w:rFonts w:ascii="Open Sans" w:hAnsi="Open Sans" w:cs="Open Sans"/>
        </w:rPr>
        <w:t xml:space="preserve"> in sicer vse po pravilih stroke, s skrbnostjo dobrega strokovnjaka ter v skladu s tem okvirnim sporazumom.</w:t>
      </w:r>
    </w:p>
    <w:p w14:paraId="50A406FE" w14:textId="77777777" w:rsidR="0077409D" w:rsidRPr="00986178" w:rsidRDefault="0077409D" w:rsidP="00986178">
      <w:pPr>
        <w:widowControl w:val="0"/>
        <w:tabs>
          <w:tab w:val="left" w:pos="1702"/>
        </w:tabs>
        <w:jc w:val="both"/>
        <w:rPr>
          <w:rFonts w:ascii="Open Sans" w:hAnsi="Open Sans" w:cs="Open Sans"/>
        </w:rPr>
      </w:pPr>
    </w:p>
    <w:p w14:paraId="3C1BF59F" w14:textId="55077007" w:rsidR="00725C2B" w:rsidRPr="00986178" w:rsidRDefault="00725C2B" w:rsidP="00986178">
      <w:pPr>
        <w:widowControl w:val="0"/>
        <w:tabs>
          <w:tab w:val="left" w:pos="1702"/>
        </w:tabs>
        <w:jc w:val="both"/>
        <w:rPr>
          <w:rFonts w:ascii="Open Sans" w:hAnsi="Open Sans" w:cs="Open Sans"/>
        </w:rPr>
      </w:pPr>
      <w:r w:rsidRPr="00986178">
        <w:rPr>
          <w:rFonts w:ascii="Open Sans" w:hAnsi="Open Sans" w:cs="Open Sans"/>
        </w:rPr>
        <w:t>Predvidene</w:t>
      </w:r>
      <w:r w:rsidR="000A4055">
        <w:rPr>
          <w:rFonts w:ascii="Open Sans" w:hAnsi="Open Sans" w:cs="Open Sans"/>
        </w:rPr>
        <w:t xml:space="preserve"> vrste in </w:t>
      </w:r>
      <w:r w:rsidRPr="00986178">
        <w:rPr>
          <w:rFonts w:ascii="Open Sans" w:hAnsi="Open Sans" w:cs="Open Sans"/>
        </w:rPr>
        <w:t>količine</w:t>
      </w:r>
      <w:r w:rsidR="000A4055">
        <w:rPr>
          <w:rFonts w:ascii="Open Sans" w:hAnsi="Open Sans" w:cs="Open Sans"/>
        </w:rPr>
        <w:t xml:space="preserve"> storitev</w:t>
      </w:r>
      <w:r w:rsidRPr="00986178">
        <w:rPr>
          <w:rFonts w:ascii="Open Sans" w:hAnsi="Open Sans" w:cs="Open Sans"/>
        </w:rPr>
        <w:t>, navedene v posamezni postavki ponudbenega predračuna</w:t>
      </w:r>
      <w:r w:rsidR="000A4055">
        <w:rPr>
          <w:rFonts w:ascii="Open Sans" w:hAnsi="Open Sans" w:cs="Open Sans"/>
        </w:rPr>
        <w:t>,</w:t>
      </w:r>
      <w:r w:rsidRPr="00986178">
        <w:rPr>
          <w:rFonts w:ascii="Open Sans" w:hAnsi="Open Sans" w:cs="Open Sans"/>
        </w:rPr>
        <w:t xml:space="preserve"> so </w:t>
      </w:r>
      <w:r w:rsidR="000A4055">
        <w:rPr>
          <w:rFonts w:ascii="Open Sans" w:hAnsi="Open Sans" w:cs="Open Sans"/>
        </w:rPr>
        <w:t xml:space="preserve">vrste in </w:t>
      </w:r>
      <w:r w:rsidRPr="00986178">
        <w:rPr>
          <w:rFonts w:ascii="Open Sans" w:hAnsi="Open Sans" w:cs="Open Sans"/>
        </w:rPr>
        <w:t>količine, ki jih bo naročnik predvidoma potreboval v obdobju veljavnosti okvirnega sporazuma in za naročnika niso zavezujoče.</w:t>
      </w:r>
    </w:p>
    <w:p w14:paraId="17AAB400" w14:textId="77777777" w:rsidR="00725C2B" w:rsidRPr="00986178" w:rsidRDefault="00725C2B" w:rsidP="00986178">
      <w:pPr>
        <w:widowControl w:val="0"/>
        <w:jc w:val="both"/>
        <w:rPr>
          <w:rFonts w:ascii="Open Sans" w:hAnsi="Open Sans" w:cs="Open Sans"/>
          <w:bCs/>
        </w:rPr>
      </w:pPr>
    </w:p>
    <w:p w14:paraId="0AC8124F" w14:textId="178C6F45" w:rsidR="00725C2B" w:rsidRPr="00986178" w:rsidRDefault="00725C2B" w:rsidP="00986178">
      <w:pPr>
        <w:widowControl w:val="0"/>
        <w:suppressAutoHyphens/>
        <w:jc w:val="both"/>
        <w:rPr>
          <w:rFonts w:ascii="Open Sans" w:hAnsi="Open Sans" w:cs="Open Sans"/>
          <w:bCs/>
        </w:rPr>
      </w:pPr>
      <w:r w:rsidRPr="00986178">
        <w:rPr>
          <w:rFonts w:ascii="Open Sans" w:hAnsi="Open Sans" w:cs="Open Sans"/>
          <w:bCs/>
        </w:rPr>
        <w:t xml:space="preserve">Naročnik in izvajalec se izrecno dogovorita, da bo naročnik v obdobju veljavnosti tega okvirnega sporazuma, naročal </w:t>
      </w:r>
      <w:r w:rsidR="00456BB1" w:rsidRPr="00986178">
        <w:rPr>
          <w:rFonts w:ascii="Open Sans" w:hAnsi="Open Sans" w:cs="Open Sans"/>
          <w:bCs/>
        </w:rPr>
        <w:t xml:space="preserve">storitve </w:t>
      </w:r>
      <w:r w:rsidRPr="00986178">
        <w:rPr>
          <w:rFonts w:ascii="Open Sans" w:hAnsi="Open Sans" w:cs="Open Sans"/>
          <w:bCs/>
        </w:rPr>
        <w:t>iz ponudbenega predračuna izvajalca, ki jih bo dejansko potreboval in za kater</w:t>
      </w:r>
      <w:r w:rsidR="00475566" w:rsidRPr="00986178">
        <w:rPr>
          <w:rFonts w:ascii="Open Sans" w:hAnsi="Open Sans" w:cs="Open Sans"/>
          <w:bCs/>
        </w:rPr>
        <w:t>e</w:t>
      </w:r>
      <w:r w:rsidRPr="00986178">
        <w:rPr>
          <w:rFonts w:ascii="Open Sans" w:hAnsi="Open Sans" w:cs="Open Sans"/>
          <w:bCs/>
        </w:rPr>
        <w:t xml:space="preserve"> bo imel zagotovljena finančna sredstva. </w:t>
      </w:r>
    </w:p>
    <w:p w14:paraId="38731DEB" w14:textId="77777777" w:rsidR="00725C2B" w:rsidRPr="00986178" w:rsidRDefault="00725C2B" w:rsidP="00986178">
      <w:pPr>
        <w:widowControl w:val="0"/>
        <w:jc w:val="both"/>
        <w:rPr>
          <w:rFonts w:ascii="Open Sans" w:hAnsi="Open Sans" w:cs="Open Sans"/>
        </w:rPr>
      </w:pPr>
    </w:p>
    <w:p w14:paraId="334F8335" w14:textId="77777777" w:rsidR="00725C2B" w:rsidRPr="00986178" w:rsidRDefault="00725C2B" w:rsidP="0019014E">
      <w:pPr>
        <w:widowControl w:val="0"/>
        <w:numPr>
          <w:ilvl w:val="0"/>
          <w:numId w:val="48"/>
        </w:numPr>
        <w:ind w:left="425" w:hanging="425"/>
        <w:jc w:val="center"/>
        <w:rPr>
          <w:rFonts w:ascii="Open Sans" w:hAnsi="Open Sans" w:cs="Open Sans"/>
        </w:rPr>
      </w:pPr>
      <w:r w:rsidRPr="00986178">
        <w:rPr>
          <w:rFonts w:ascii="Open Sans" w:hAnsi="Open Sans" w:cs="Open Sans"/>
        </w:rPr>
        <w:t>člen</w:t>
      </w:r>
    </w:p>
    <w:p w14:paraId="0C6962FF" w14:textId="77777777" w:rsidR="00725C2B" w:rsidRPr="00986178" w:rsidRDefault="00725C2B" w:rsidP="00986178">
      <w:pPr>
        <w:widowControl w:val="0"/>
        <w:tabs>
          <w:tab w:val="left" w:pos="709"/>
          <w:tab w:val="left" w:pos="1702"/>
        </w:tabs>
        <w:jc w:val="center"/>
        <w:rPr>
          <w:rFonts w:ascii="Open Sans" w:hAnsi="Open Sans" w:cs="Open Sans"/>
        </w:rPr>
      </w:pPr>
    </w:p>
    <w:p w14:paraId="420782D7" w14:textId="77777777" w:rsidR="00725C2B" w:rsidRPr="00986178" w:rsidRDefault="00725C2B" w:rsidP="00986178">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Open Sans" w:hAnsi="Open Sans" w:cs="Open Sans"/>
          <w:lang w:eastAsia="en-US"/>
        </w:rPr>
      </w:pPr>
      <w:r w:rsidRPr="00986178">
        <w:rPr>
          <w:rFonts w:ascii="Open Sans" w:hAnsi="Open Sans" w:cs="Open Sans"/>
          <w:lang w:eastAsia="en-US"/>
        </w:rPr>
        <w:t xml:space="preserve">Izvajalec potrjuje in jamči, da je pridobil vse podatke, ki se nanašajo na predmet okvirnega sporazuma, ki bi lahko vplivali na cene ali razčlenitev cen po okvirnem sporazumu, ali na njegove pravice in obveznosti po tem okvirnem sporazumu. Izvajalec se izrecno odpoveduje vsem zahtevkom do naročnika, ki bi izvirali iz njegove morebitne </w:t>
      </w:r>
      <w:proofErr w:type="spellStart"/>
      <w:r w:rsidRPr="00986178">
        <w:rPr>
          <w:rFonts w:ascii="Open Sans" w:hAnsi="Open Sans" w:cs="Open Sans"/>
          <w:lang w:eastAsia="en-US"/>
        </w:rPr>
        <w:t>neseznanjenosti</w:t>
      </w:r>
      <w:proofErr w:type="spellEnd"/>
      <w:r w:rsidRPr="00986178">
        <w:rPr>
          <w:rFonts w:ascii="Open Sans" w:hAnsi="Open Sans" w:cs="Open Sans"/>
          <w:lang w:eastAsia="en-US"/>
        </w:rPr>
        <w:t xml:space="preserve"> s pogoji po tem okvirnem sporazumu.</w:t>
      </w:r>
    </w:p>
    <w:p w14:paraId="35334068" w14:textId="77777777" w:rsidR="00725C2B" w:rsidRPr="00986178" w:rsidRDefault="00725C2B" w:rsidP="00986178">
      <w:pPr>
        <w:widowControl w:val="0"/>
        <w:tabs>
          <w:tab w:val="left" w:pos="567"/>
          <w:tab w:val="left" w:pos="1418"/>
          <w:tab w:val="left" w:pos="1702"/>
        </w:tabs>
        <w:jc w:val="both"/>
        <w:rPr>
          <w:rFonts w:ascii="Open Sans" w:hAnsi="Open Sans" w:cs="Open Sans"/>
        </w:rPr>
      </w:pPr>
    </w:p>
    <w:p w14:paraId="075F24B9" w14:textId="1783DAD9" w:rsidR="00725C2B" w:rsidRPr="00986178" w:rsidRDefault="00725C2B" w:rsidP="00986178">
      <w:pPr>
        <w:widowControl w:val="0"/>
        <w:tabs>
          <w:tab w:val="left" w:pos="567"/>
          <w:tab w:val="left" w:pos="1418"/>
          <w:tab w:val="left" w:pos="1702"/>
        </w:tabs>
        <w:jc w:val="both"/>
        <w:rPr>
          <w:rFonts w:ascii="Open Sans" w:hAnsi="Open Sans" w:cs="Open Sans"/>
        </w:rPr>
      </w:pPr>
      <w:r w:rsidRPr="00986178">
        <w:rPr>
          <w:rFonts w:ascii="Open Sans" w:hAnsi="Open Sans" w:cs="Open Sans"/>
        </w:rPr>
        <w:t>Izvajalec izjavlja, da so mu razumljivi in jasni pogoji in okoliščine za pravilno izvedbo obveznosti po okvirnem sporazumu.</w:t>
      </w:r>
    </w:p>
    <w:p w14:paraId="68108819" w14:textId="7EE810C9" w:rsidR="00725C2B" w:rsidRDefault="00725C2B" w:rsidP="00986178">
      <w:pPr>
        <w:widowControl w:val="0"/>
        <w:rPr>
          <w:rFonts w:ascii="Open Sans" w:eastAsia="Calibri" w:hAnsi="Open Sans" w:cs="Open Sans"/>
          <w:lang w:eastAsia="en-US"/>
        </w:rPr>
      </w:pPr>
    </w:p>
    <w:p w14:paraId="27D8DE11" w14:textId="77777777" w:rsidR="00FF4859" w:rsidRPr="00986178" w:rsidRDefault="00FF4859" w:rsidP="00986178">
      <w:pPr>
        <w:widowControl w:val="0"/>
        <w:rPr>
          <w:rFonts w:ascii="Open Sans" w:eastAsia="Calibri" w:hAnsi="Open Sans" w:cs="Open Sans"/>
          <w:lang w:eastAsia="en-US"/>
        </w:rPr>
      </w:pPr>
    </w:p>
    <w:p w14:paraId="5D421E71" w14:textId="77777777" w:rsidR="00725C2B" w:rsidRPr="00986178" w:rsidRDefault="00725C2B" w:rsidP="0019014E">
      <w:pPr>
        <w:widowControl w:val="0"/>
        <w:numPr>
          <w:ilvl w:val="0"/>
          <w:numId w:val="44"/>
        </w:numPr>
        <w:tabs>
          <w:tab w:val="left" w:pos="426"/>
        </w:tabs>
        <w:ind w:left="567" w:hanging="567"/>
        <w:jc w:val="center"/>
        <w:rPr>
          <w:rFonts w:ascii="Open Sans" w:hAnsi="Open Sans" w:cs="Open Sans"/>
          <w:b/>
        </w:rPr>
      </w:pPr>
      <w:r w:rsidRPr="00986178">
        <w:rPr>
          <w:rFonts w:ascii="Open Sans" w:hAnsi="Open Sans" w:cs="Open Sans"/>
          <w:b/>
        </w:rPr>
        <w:t xml:space="preserve">  OCENJENA VREDNOST IN CENE PO OKVIRNEM SPORAZUMU</w:t>
      </w:r>
    </w:p>
    <w:p w14:paraId="4C96BC74" w14:textId="77777777" w:rsidR="00725C2B" w:rsidRPr="00986178" w:rsidRDefault="00725C2B" w:rsidP="00986178">
      <w:pPr>
        <w:widowControl w:val="0"/>
        <w:tabs>
          <w:tab w:val="left" w:pos="709"/>
        </w:tabs>
        <w:jc w:val="center"/>
        <w:rPr>
          <w:rFonts w:ascii="Open Sans" w:hAnsi="Open Sans" w:cs="Open Sans"/>
          <w:b/>
        </w:rPr>
      </w:pPr>
    </w:p>
    <w:p w14:paraId="4DC87B17" w14:textId="77777777" w:rsidR="00725C2B" w:rsidRPr="00986178" w:rsidRDefault="00725C2B" w:rsidP="0019014E">
      <w:pPr>
        <w:widowControl w:val="0"/>
        <w:numPr>
          <w:ilvl w:val="0"/>
          <w:numId w:val="48"/>
        </w:numPr>
        <w:ind w:left="4613"/>
        <w:rPr>
          <w:rFonts w:ascii="Open Sans" w:hAnsi="Open Sans" w:cs="Open Sans"/>
        </w:rPr>
      </w:pPr>
      <w:r w:rsidRPr="00986178">
        <w:rPr>
          <w:rFonts w:ascii="Open Sans" w:hAnsi="Open Sans" w:cs="Open Sans"/>
        </w:rPr>
        <w:t>člen</w:t>
      </w:r>
    </w:p>
    <w:p w14:paraId="1F27101A" w14:textId="77777777" w:rsidR="00725C2B" w:rsidRPr="00986178" w:rsidRDefault="00725C2B" w:rsidP="00986178">
      <w:pPr>
        <w:widowControl w:val="0"/>
        <w:jc w:val="center"/>
        <w:rPr>
          <w:rFonts w:ascii="Open Sans" w:hAnsi="Open Sans" w:cs="Open Sans"/>
        </w:rPr>
      </w:pPr>
    </w:p>
    <w:p w14:paraId="38A17AC1" w14:textId="4C533114" w:rsidR="00725C2B" w:rsidRPr="00986178" w:rsidRDefault="00725C2B" w:rsidP="00986178">
      <w:pPr>
        <w:widowControl w:val="0"/>
        <w:jc w:val="both"/>
        <w:rPr>
          <w:rFonts w:ascii="Open Sans" w:hAnsi="Open Sans" w:cs="Open Sans"/>
        </w:rPr>
      </w:pPr>
      <w:r w:rsidRPr="00986178">
        <w:rPr>
          <w:rFonts w:ascii="Open Sans" w:hAnsi="Open Sans" w:cs="Open Sans"/>
        </w:rPr>
        <w:t>Ocenjena vrednost tega okvirnega sporazuma za obdobje njegove veljavnosti znaša na dan sklenitve tega okvirnega sporazuma v neto vrednosti __</w:t>
      </w:r>
      <w:r w:rsidR="00CE579E" w:rsidRPr="00986178">
        <w:rPr>
          <w:rFonts w:ascii="Open Sans" w:hAnsi="Open Sans" w:cs="Open Sans"/>
        </w:rPr>
        <w:t>__</w:t>
      </w:r>
      <w:r w:rsidRPr="00986178">
        <w:rPr>
          <w:rFonts w:ascii="Open Sans" w:hAnsi="Open Sans" w:cs="Open Sans"/>
        </w:rPr>
        <w:t>______</w:t>
      </w:r>
      <w:r w:rsidR="000D5418" w:rsidRPr="00986178">
        <w:rPr>
          <w:rFonts w:ascii="Open Sans" w:hAnsi="Open Sans" w:cs="Open Sans"/>
        </w:rPr>
        <w:t xml:space="preserve"> </w:t>
      </w:r>
      <w:r w:rsidRPr="00986178">
        <w:rPr>
          <w:rFonts w:ascii="Open Sans" w:hAnsi="Open Sans" w:cs="Open Sans"/>
        </w:rPr>
        <w:t>EUR (z besedo: ________________ evrov in __/100) brez DDV.</w:t>
      </w:r>
    </w:p>
    <w:p w14:paraId="25EF18A1" w14:textId="77777777" w:rsidR="00725C2B" w:rsidRPr="00986178" w:rsidRDefault="00725C2B" w:rsidP="00986178">
      <w:pPr>
        <w:widowControl w:val="0"/>
        <w:tabs>
          <w:tab w:val="left" w:pos="709"/>
        </w:tabs>
        <w:jc w:val="both"/>
        <w:rPr>
          <w:rFonts w:ascii="Open Sans" w:hAnsi="Open Sans" w:cs="Open Sans"/>
          <w:b/>
        </w:rPr>
      </w:pPr>
    </w:p>
    <w:p w14:paraId="6F8B5E24" w14:textId="7A538AB3" w:rsidR="00CE579E" w:rsidRPr="00986178" w:rsidRDefault="00725C2B" w:rsidP="00986178">
      <w:pPr>
        <w:widowControl w:val="0"/>
        <w:jc w:val="both"/>
        <w:rPr>
          <w:rFonts w:ascii="Open Sans" w:hAnsi="Open Sans" w:cs="Open Sans"/>
        </w:rPr>
      </w:pPr>
      <w:r w:rsidRPr="00986178">
        <w:rPr>
          <w:rFonts w:ascii="Open Sans" w:hAnsi="Open Sans" w:cs="Open Sans"/>
        </w:rPr>
        <w:t xml:space="preserve">Za cene na enoto </w:t>
      </w:r>
      <w:r w:rsidR="00A2421C" w:rsidRPr="00986178">
        <w:rPr>
          <w:rFonts w:ascii="Open Sans" w:hAnsi="Open Sans" w:cs="Open Sans"/>
        </w:rPr>
        <w:t xml:space="preserve">mere za izvedbe storitev </w:t>
      </w:r>
      <w:r w:rsidRPr="00986178">
        <w:rPr>
          <w:rFonts w:ascii="Open Sans" w:hAnsi="Open Sans" w:cs="Open Sans"/>
        </w:rPr>
        <w:t>se naročnik in izvajalec dogovorita na podlagi sprejete ponudbe izvajalca št. ___________ z dne _____________</w:t>
      </w:r>
      <w:r w:rsidR="00BC49CF" w:rsidRPr="00986178">
        <w:rPr>
          <w:rFonts w:ascii="Open Sans" w:hAnsi="Open Sans" w:cs="Open Sans"/>
        </w:rPr>
        <w:t xml:space="preserve"> in ponudbe izvajalca po pogajanjih št. __________ z dne ____________</w:t>
      </w:r>
      <w:r w:rsidRPr="00986178">
        <w:rPr>
          <w:rFonts w:ascii="Open Sans" w:hAnsi="Open Sans" w:cs="Open Sans"/>
        </w:rPr>
        <w:t>,</w:t>
      </w:r>
      <w:r w:rsidR="00CE579E" w:rsidRPr="00986178">
        <w:rPr>
          <w:rFonts w:ascii="Open Sans" w:hAnsi="Open Sans" w:cs="Open Sans"/>
          <w:sz w:val="22"/>
          <w:szCs w:val="22"/>
        </w:rPr>
        <w:t xml:space="preserve"> </w:t>
      </w:r>
      <w:r w:rsidR="00CE579E" w:rsidRPr="00986178">
        <w:rPr>
          <w:rFonts w:ascii="Open Sans" w:hAnsi="Open Sans" w:cs="Open Sans"/>
        </w:rPr>
        <w:t>in so opredeljene v ponudbenem predračunu izvajalca</w:t>
      </w:r>
      <w:r w:rsidR="00A85504" w:rsidRPr="00986178">
        <w:rPr>
          <w:rFonts w:ascii="Open Sans" w:hAnsi="Open Sans" w:cs="Open Sans"/>
        </w:rPr>
        <w:t>.</w:t>
      </w:r>
    </w:p>
    <w:p w14:paraId="3F89C50F" w14:textId="77777777" w:rsidR="005B715C" w:rsidRPr="00986178" w:rsidRDefault="005B715C" w:rsidP="00986178">
      <w:pPr>
        <w:widowControl w:val="0"/>
        <w:jc w:val="both"/>
        <w:rPr>
          <w:rFonts w:ascii="Open Sans" w:hAnsi="Open Sans" w:cs="Open Sans"/>
        </w:rPr>
      </w:pPr>
    </w:p>
    <w:p w14:paraId="2162E65D" w14:textId="77777777" w:rsidR="005B715C" w:rsidRPr="00986178" w:rsidRDefault="005B715C" w:rsidP="00986178">
      <w:pPr>
        <w:widowControl w:val="0"/>
        <w:tabs>
          <w:tab w:val="left" w:pos="1702"/>
        </w:tabs>
        <w:jc w:val="both"/>
        <w:rPr>
          <w:rFonts w:ascii="Open Sans" w:hAnsi="Open Sans" w:cs="Open Sans"/>
        </w:rPr>
      </w:pPr>
      <w:r w:rsidRPr="00986178">
        <w:rPr>
          <w:rFonts w:ascii="Open Sans" w:hAnsi="Open Sans" w:cs="Open Sans"/>
        </w:rPr>
        <w:t>Cene vgrajenih oz. zamenjanih rezervnih delov, ki niso navedene v ponudbenem predračunu izvajalca, bosta naročnik in izvajalec določila na osnovi vsakokratne prejete ponudbe izvajalca, ki jo bo naročnik preveril in pisno potrdil pred izvedbo storitev.</w:t>
      </w:r>
    </w:p>
    <w:p w14:paraId="5F519B38" w14:textId="179D104E" w:rsidR="00725C2B" w:rsidRPr="00986178" w:rsidRDefault="00725C2B" w:rsidP="00986178">
      <w:pPr>
        <w:widowControl w:val="0"/>
        <w:jc w:val="both"/>
        <w:rPr>
          <w:rFonts w:ascii="Open Sans" w:hAnsi="Open Sans" w:cs="Open Sans"/>
        </w:rPr>
      </w:pPr>
      <w:r w:rsidRPr="00986178">
        <w:rPr>
          <w:rFonts w:ascii="Open Sans" w:hAnsi="Open Sans" w:cs="Open Sans"/>
        </w:rPr>
        <w:t xml:space="preserve"> </w:t>
      </w:r>
    </w:p>
    <w:p w14:paraId="58BCAC0D" w14:textId="0859E316" w:rsidR="00725C2B" w:rsidRPr="00986178" w:rsidRDefault="00725C2B" w:rsidP="00986178">
      <w:pPr>
        <w:widowControl w:val="0"/>
        <w:tabs>
          <w:tab w:val="left" w:pos="1418"/>
          <w:tab w:val="left" w:pos="1702"/>
        </w:tabs>
        <w:jc w:val="both"/>
        <w:rPr>
          <w:rFonts w:ascii="Open Sans" w:hAnsi="Open Sans" w:cs="Open Sans"/>
        </w:rPr>
      </w:pPr>
      <w:r w:rsidRPr="00986178">
        <w:rPr>
          <w:rFonts w:ascii="Open Sans" w:hAnsi="Open Sans" w:cs="Open Sans"/>
        </w:rPr>
        <w:t xml:space="preserve">Ocenjena vrednost okvirnega sporazuma in cene na enoto mere ne vključujejo DDV. DDV se obračuna v skladu z </w:t>
      </w:r>
      <w:r w:rsidR="000D5418" w:rsidRPr="00986178">
        <w:rPr>
          <w:rFonts w:ascii="Open Sans" w:hAnsi="Open Sans" w:cs="Open Sans"/>
        </w:rPr>
        <w:t xml:space="preserve">vsakokratno </w:t>
      </w:r>
      <w:r w:rsidRPr="00986178">
        <w:rPr>
          <w:rFonts w:ascii="Open Sans" w:hAnsi="Open Sans" w:cs="Open Sans"/>
        </w:rPr>
        <w:t>veljavno zakonodajo.</w:t>
      </w:r>
    </w:p>
    <w:p w14:paraId="59216076" w14:textId="77777777" w:rsidR="00725C2B" w:rsidRPr="00986178" w:rsidRDefault="00725C2B" w:rsidP="00986178">
      <w:pPr>
        <w:widowControl w:val="0"/>
        <w:tabs>
          <w:tab w:val="left" w:pos="1418"/>
          <w:tab w:val="left" w:pos="1702"/>
        </w:tabs>
        <w:jc w:val="both"/>
        <w:rPr>
          <w:rFonts w:ascii="Open Sans" w:hAnsi="Open Sans" w:cs="Open Sans"/>
        </w:rPr>
      </w:pPr>
    </w:p>
    <w:p w14:paraId="1FBCB116" w14:textId="0EE4660D" w:rsidR="00CE579E" w:rsidRPr="00986178" w:rsidRDefault="00725C2B" w:rsidP="00986178">
      <w:pPr>
        <w:widowControl w:val="0"/>
        <w:jc w:val="both"/>
        <w:rPr>
          <w:rFonts w:ascii="Open Sans" w:hAnsi="Open Sans" w:cs="Open Sans"/>
        </w:rPr>
      </w:pPr>
      <w:r w:rsidRPr="00986178">
        <w:rPr>
          <w:rFonts w:ascii="Open Sans" w:hAnsi="Open Sans" w:cs="Open Sans"/>
        </w:rPr>
        <w:t xml:space="preserve">Naročnik si pridržuje pravico naročati tudi druge </w:t>
      </w:r>
      <w:r w:rsidR="00F24EFB" w:rsidRPr="00986178">
        <w:rPr>
          <w:rFonts w:ascii="Open Sans" w:hAnsi="Open Sans" w:cs="Open Sans"/>
        </w:rPr>
        <w:t>izvedbe</w:t>
      </w:r>
      <w:r w:rsidRPr="00986178">
        <w:rPr>
          <w:rFonts w:ascii="Open Sans" w:hAnsi="Open Sans" w:cs="Open Sans"/>
        </w:rPr>
        <w:t xml:space="preserve"> </w:t>
      </w:r>
      <w:r w:rsidR="00365FEF" w:rsidRPr="00986178">
        <w:rPr>
          <w:rFonts w:ascii="Open Sans" w:hAnsi="Open Sans" w:cs="Open Sans"/>
        </w:rPr>
        <w:t xml:space="preserve">storitev </w:t>
      </w:r>
      <w:r w:rsidRPr="00986178">
        <w:rPr>
          <w:rFonts w:ascii="Open Sans" w:hAnsi="Open Sans" w:cs="Open Sans"/>
        </w:rPr>
        <w:t>s področja predmeta</w:t>
      </w:r>
      <w:r w:rsidR="00F24EFB" w:rsidRPr="00986178">
        <w:rPr>
          <w:rFonts w:ascii="Open Sans" w:hAnsi="Open Sans" w:cs="Open Sans"/>
        </w:rPr>
        <w:t xml:space="preserve"> okvirnega </w:t>
      </w:r>
      <w:r w:rsidR="00F24EFB" w:rsidRPr="00986178">
        <w:rPr>
          <w:rFonts w:ascii="Open Sans" w:hAnsi="Open Sans" w:cs="Open Sans"/>
        </w:rPr>
        <w:lastRenderedPageBreak/>
        <w:t>sporazuma</w:t>
      </w:r>
      <w:r w:rsidRPr="00986178">
        <w:rPr>
          <w:rFonts w:ascii="Open Sans" w:hAnsi="Open Sans" w:cs="Open Sans"/>
        </w:rPr>
        <w:t>, ki v ponudbenem predračunu izvajalca niso posebej naveden</w:t>
      </w:r>
      <w:r w:rsidR="000F787F" w:rsidRPr="00986178">
        <w:rPr>
          <w:rFonts w:ascii="Open Sans" w:hAnsi="Open Sans" w:cs="Open Sans"/>
        </w:rPr>
        <w:t>e</w:t>
      </w:r>
      <w:r w:rsidRPr="00986178">
        <w:rPr>
          <w:rFonts w:ascii="Open Sans" w:hAnsi="Open Sans" w:cs="Open Sans"/>
        </w:rPr>
        <w:t xml:space="preserve">, smiselno pa po vsebini sodijo med </w:t>
      </w:r>
      <w:r w:rsidR="00365FEF" w:rsidRPr="00986178">
        <w:rPr>
          <w:rFonts w:ascii="Open Sans" w:hAnsi="Open Sans" w:cs="Open Sans"/>
        </w:rPr>
        <w:t>storitve</w:t>
      </w:r>
      <w:r w:rsidRPr="00986178">
        <w:rPr>
          <w:rFonts w:ascii="Open Sans" w:hAnsi="Open Sans" w:cs="Open Sans"/>
        </w:rPr>
        <w:t xml:space="preserve">, katerih izvedba je predmet tega okvirnega sporazuma, in sicer pod enakimi pogoji kot veljajo za </w:t>
      </w:r>
      <w:r w:rsidR="00365FEF" w:rsidRPr="00986178">
        <w:rPr>
          <w:rFonts w:ascii="Open Sans" w:hAnsi="Open Sans" w:cs="Open Sans"/>
        </w:rPr>
        <w:t>storitve</w:t>
      </w:r>
      <w:r w:rsidRPr="00986178">
        <w:rPr>
          <w:rFonts w:ascii="Open Sans" w:hAnsi="Open Sans" w:cs="Open Sans"/>
        </w:rPr>
        <w:t>, naveden</w:t>
      </w:r>
      <w:r w:rsidR="000F787F" w:rsidRPr="00986178">
        <w:rPr>
          <w:rFonts w:ascii="Open Sans" w:hAnsi="Open Sans" w:cs="Open Sans"/>
        </w:rPr>
        <w:t>e</w:t>
      </w:r>
      <w:r w:rsidRPr="00986178">
        <w:rPr>
          <w:rFonts w:ascii="Open Sans" w:hAnsi="Open Sans" w:cs="Open Sans"/>
        </w:rPr>
        <w:t xml:space="preserve"> v ponudbenem predračunu izvajalca. Cene tak</w:t>
      </w:r>
      <w:r w:rsidR="00F24EFB" w:rsidRPr="00986178">
        <w:rPr>
          <w:rFonts w:ascii="Open Sans" w:hAnsi="Open Sans" w:cs="Open Sans"/>
        </w:rPr>
        <w:t>e izvedbe</w:t>
      </w:r>
      <w:r w:rsidRPr="00986178">
        <w:rPr>
          <w:rFonts w:ascii="Open Sans" w:hAnsi="Open Sans" w:cs="Open Sans"/>
        </w:rPr>
        <w:t xml:space="preserve"> </w:t>
      </w:r>
      <w:r w:rsidR="00365FEF" w:rsidRPr="00986178">
        <w:rPr>
          <w:rFonts w:ascii="Open Sans" w:hAnsi="Open Sans" w:cs="Open Sans"/>
        </w:rPr>
        <w:t xml:space="preserve">storitev </w:t>
      </w:r>
      <w:r w:rsidRPr="00986178">
        <w:rPr>
          <w:rFonts w:ascii="Open Sans" w:hAnsi="Open Sans" w:cs="Open Sans"/>
        </w:rPr>
        <w:t>ne smejo presegati primerljivih cen na trgu. Stranki okvirnega sporazuma bosta v navedenem primeru medsebojno</w:t>
      </w:r>
      <w:r w:rsidR="00217BDA" w:rsidRPr="00986178">
        <w:rPr>
          <w:rFonts w:ascii="Open Sans" w:hAnsi="Open Sans" w:cs="Open Sans"/>
        </w:rPr>
        <w:t xml:space="preserve"> pisno</w:t>
      </w:r>
      <w:r w:rsidRPr="00986178">
        <w:rPr>
          <w:rFonts w:ascii="Open Sans" w:hAnsi="Open Sans" w:cs="Open Sans"/>
        </w:rPr>
        <w:t xml:space="preserve"> dogovorili </w:t>
      </w:r>
      <w:r w:rsidR="00F24EFB" w:rsidRPr="00986178">
        <w:rPr>
          <w:rFonts w:ascii="Open Sans" w:hAnsi="Open Sans" w:cs="Open Sans"/>
        </w:rPr>
        <w:t xml:space="preserve">za </w:t>
      </w:r>
      <w:r w:rsidRPr="00986178">
        <w:rPr>
          <w:rFonts w:ascii="Open Sans" w:hAnsi="Open Sans" w:cs="Open Sans"/>
        </w:rPr>
        <w:t>ceno izvedb</w:t>
      </w:r>
      <w:r w:rsidR="00F24EFB" w:rsidRPr="00986178">
        <w:rPr>
          <w:rFonts w:ascii="Open Sans" w:hAnsi="Open Sans" w:cs="Open Sans"/>
        </w:rPr>
        <w:t>e</w:t>
      </w:r>
      <w:r w:rsidRPr="00986178">
        <w:rPr>
          <w:rFonts w:ascii="Open Sans" w:hAnsi="Open Sans" w:cs="Open Sans"/>
        </w:rPr>
        <w:t xml:space="preserve"> </w:t>
      </w:r>
      <w:r w:rsidR="00365FEF" w:rsidRPr="00986178">
        <w:rPr>
          <w:rFonts w:ascii="Open Sans" w:hAnsi="Open Sans" w:cs="Open Sans"/>
        </w:rPr>
        <w:t xml:space="preserve">storitev </w:t>
      </w:r>
      <w:r w:rsidR="00F24EFB" w:rsidRPr="00986178">
        <w:rPr>
          <w:rFonts w:ascii="Open Sans" w:hAnsi="Open Sans" w:cs="Open Sans"/>
        </w:rPr>
        <w:t>ter</w:t>
      </w:r>
      <w:r w:rsidRPr="00986178">
        <w:rPr>
          <w:rFonts w:ascii="Open Sans" w:hAnsi="Open Sans" w:cs="Open Sans"/>
        </w:rPr>
        <w:t xml:space="preserve"> j</w:t>
      </w:r>
      <w:r w:rsidR="00F24EFB" w:rsidRPr="00986178">
        <w:rPr>
          <w:rFonts w:ascii="Open Sans" w:hAnsi="Open Sans" w:cs="Open Sans"/>
        </w:rPr>
        <w:t>o</w:t>
      </w:r>
      <w:r w:rsidRPr="00986178">
        <w:rPr>
          <w:rFonts w:ascii="Open Sans" w:hAnsi="Open Sans" w:cs="Open Sans"/>
        </w:rPr>
        <w:t xml:space="preserve"> dodali </w:t>
      </w:r>
      <w:r w:rsidR="00F24EFB" w:rsidRPr="00986178">
        <w:rPr>
          <w:rFonts w:ascii="Open Sans" w:hAnsi="Open Sans" w:cs="Open Sans"/>
        </w:rPr>
        <w:t>med storitve iz tega okvirnega sporazuma oz. v prilogo št. 1 tega okvirnega sporazuma</w:t>
      </w:r>
      <w:r w:rsidR="00EB1903" w:rsidRPr="00986178">
        <w:rPr>
          <w:rFonts w:ascii="Open Sans" w:hAnsi="Open Sans" w:cs="Open Sans"/>
        </w:rPr>
        <w:t>.</w:t>
      </w:r>
    </w:p>
    <w:p w14:paraId="5BB407CE" w14:textId="77777777" w:rsidR="008A138C" w:rsidRPr="00986178" w:rsidRDefault="008A138C" w:rsidP="00986178">
      <w:pPr>
        <w:widowControl w:val="0"/>
        <w:tabs>
          <w:tab w:val="left" w:pos="1702"/>
        </w:tabs>
        <w:jc w:val="both"/>
        <w:rPr>
          <w:rFonts w:ascii="Open Sans" w:hAnsi="Open Sans" w:cs="Open Sans"/>
        </w:rPr>
      </w:pPr>
    </w:p>
    <w:p w14:paraId="0113485A" w14:textId="77777777" w:rsidR="00CE579E" w:rsidRPr="00986178" w:rsidRDefault="00CE579E" w:rsidP="0019014E">
      <w:pPr>
        <w:widowControl w:val="0"/>
        <w:numPr>
          <w:ilvl w:val="0"/>
          <w:numId w:val="48"/>
        </w:numPr>
        <w:rPr>
          <w:rFonts w:ascii="Open Sans" w:hAnsi="Open Sans" w:cs="Open Sans"/>
        </w:rPr>
      </w:pPr>
      <w:r w:rsidRPr="00986178">
        <w:rPr>
          <w:rFonts w:ascii="Open Sans" w:hAnsi="Open Sans" w:cs="Open Sans"/>
        </w:rPr>
        <w:t>člen</w:t>
      </w:r>
    </w:p>
    <w:p w14:paraId="1FAD9CFB" w14:textId="77777777" w:rsidR="00052329" w:rsidRPr="00986178" w:rsidRDefault="00052329" w:rsidP="00986178">
      <w:pPr>
        <w:widowControl w:val="0"/>
        <w:jc w:val="both"/>
        <w:rPr>
          <w:rFonts w:ascii="Open Sans" w:hAnsi="Open Sans" w:cs="Open Sans"/>
        </w:rPr>
      </w:pPr>
    </w:p>
    <w:p w14:paraId="622E0C49" w14:textId="77777777" w:rsidR="004E2D0C" w:rsidRPr="00986178" w:rsidRDefault="004E2D0C" w:rsidP="0019014E">
      <w:pPr>
        <w:widowControl w:val="0"/>
        <w:numPr>
          <w:ilvl w:val="12"/>
          <w:numId w:val="62"/>
        </w:numPr>
        <w:tabs>
          <w:tab w:val="clear" w:pos="360"/>
          <w:tab w:val="num" w:pos="0"/>
        </w:tabs>
        <w:jc w:val="both"/>
        <w:rPr>
          <w:rFonts w:ascii="Open Sans" w:hAnsi="Open Sans" w:cs="Open Sans"/>
          <w:szCs w:val="22"/>
        </w:rPr>
      </w:pPr>
      <w:r w:rsidRPr="00986178">
        <w:rPr>
          <w:rFonts w:ascii="Open Sans" w:hAnsi="Open Sans" w:cs="Open Sans"/>
          <w:szCs w:val="22"/>
        </w:rPr>
        <w:t>Vse cene na enoto mere, razen cen rezervnih delov in potrošnega materiala, ostanejo nespremenjene za ves čas veljavnosti tega okvirnega sporazuma, razen v primeru znižanja cen. V primeru znižanja cen mora izvajalec pisno obvestiti naročnika. V primeru znižanja cen na trgu za istovrstno storitev lahko naročnik zahteva znižanje cen izvajalca.</w:t>
      </w:r>
    </w:p>
    <w:p w14:paraId="0389424E" w14:textId="0FEBD4ED" w:rsidR="002C1B0C" w:rsidRPr="00986178" w:rsidRDefault="002C1B0C" w:rsidP="00986178">
      <w:pPr>
        <w:widowControl w:val="0"/>
        <w:jc w:val="both"/>
        <w:rPr>
          <w:rFonts w:ascii="Open Sans" w:hAnsi="Open Sans" w:cs="Open Sans"/>
        </w:rPr>
      </w:pPr>
    </w:p>
    <w:p w14:paraId="1ACEE94C" w14:textId="367F5568" w:rsidR="002C1B0C" w:rsidRPr="00986178" w:rsidRDefault="002C1B0C" w:rsidP="00986178">
      <w:pPr>
        <w:widowControl w:val="0"/>
        <w:tabs>
          <w:tab w:val="left" w:pos="0"/>
        </w:tabs>
        <w:jc w:val="both"/>
        <w:rPr>
          <w:rFonts w:ascii="Open Sans" w:hAnsi="Open Sans" w:cs="Open Sans"/>
        </w:rPr>
      </w:pPr>
      <w:r w:rsidRPr="00986178">
        <w:rPr>
          <w:rFonts w:ascii="Open Sans" w:hAnsi="Open Sans" w:cs="Open Sans"/>
        </w:rPr>
        <w:t xml:space="preserve">V cenah na enoto mere so upoštevani oziroma vključeni vsi materialni in nematerialni stroški, </w:t>
      </w:r>
      <w:r w:rsidR="00CE579E" w:rsidRPr="00986178">
        <w:rPr>
          <w:rFonts w:ascii="Open Sans" w:hAnsi="Open Sans" w:cs="Open Sans"/>
        </w:rPr>
        <w:t xml:space="preserve">ki bodo </w:t>
      </w:r>
      <w:r w:rsidRPr="00986178">
        <w:rPr>
          <w:rFonts w:ascii="Open Sans" w:hAnsi="Open Sans" w:cs="Open Sans"/>
        </w:rPr>
        <w:t xml:space="preserve">potrebni za </w:t>
      </w:r>
      <w:r w:rsidR="008A138C" w:rsidRPr="00986178">
        <w:rPr>
          <w:rFonts w:ascii="Open Sans" w:hAnsi="Open Sans" w:cs="Open Sans"/>
        </w:rPr>
        <w:t xml:space="preserve">kakovostno </w:t>
      </w:r>
      <w:r w:rsidRPr="00986178">
        <w:rPr>
          <w:rFonts w:ascii="Open Sans" w:hAnsi="Open Sans" w:cs="Open Sans"/>
        </w:rPr>
        <w:t>in pravočasno izvedbo predmeta tega okvirnega sporazuma, vključno s stroški storitev, stroški prevoza</w:t>
      </w:r>
      <w:r w:rsidR="00CE579E" w:rsidRPr="00986178">
        <w:rPr>
          <w:rFonts w:ascii="Open Sans" w:hAnsi="Open Sans" w:cs="Open Sans"/>
        </w:rPr>
        <w:t xml:space="preserve"> na lokacijo naročnika</w:t>
      </w:r>
      <w:r w:rsidRPr="00986178">
        <w:rPr>
          <w:rFonts w:ascii="Open Sans" w:hAnsi="Open Sans" w:cs="Open Sans"/>
        </w:rPr>
        <w:t>, stroški izdelave ponudbe in vsemi ostalimi stroški.</w:t>
      </w:r>
    </w:p>
    <w:p w14:paraId="5486612B" w14:textId="3DC78D25" w:rsidR="00725C2B" w:rsidRPr="00986178" w:rsidRDefault="00725C2B" w:rsidP="00986178">
      <w:pPr>
        <w:widowControl w:val="0"/>
        <w:jc w:val="both"/>
        <w:rPr>
          <w:rFonts w:ascii="Open Sans" w:hAnsi="Open Sans" w:cs="Open Sans"/>
        </w:rPr>
      </w:pPr>
    </w:p>
    <w:p w14:paraId="2B7E8D80" w14:textId="77777777" w:rsidR="00CE579E" w:rsidRPr="00986178" w:rsidRDefault="00CE579E" w:rsidP="00986178">
      <w:pPr>
        <w:widowControl w:val="0"/>
        <w:jc w:val="both"/>
        <w:rPr>
          <w:rFonts w:ascii="Open Sans" w:hAnsi="Open Sans" w:cs="Open Sans"/>
        </w:rPr>
      </w:pPr>
    </w:p>
    <w:p w14:paraId="02BDF2B0" w14:textId="77777777" w:rsidR="00986178" w:rsidRPr="00986178" w:rsidRDefault="00AC773E" w:rsidP="0019014E">
      <w:pPr>
        <w:widowControl w:val="0"/>
        <w:numPr>
          <w:ilvl w:val="0"/>
          <w:numId w:val="44"/>
        </w:numPr>
        <w:tabs>
          <w:tab w:val="left" w:pos="426"/>
        </w:tabs>
        <w:ind w:left="567" w:hanging="567"/>
        <w:jc w:val="center"/>
        <w:rPr>
          <w:rFonts w:ascii="Open Sans" w:hAnsi="Open Sans" w:cs="Open Sans"/>
          <w:b/>
        </w:rPr>
      </w:pPr>
      <w:r w:rsidRPr="00986178">
        <w:rPr>
          <w:rFonts w:ascii="Open Sans" w:hAnsi="Open Sans" w:cs="Open Sans"/>
          <w:b/>
        </w:rPr>
        <w:t xml:space="preserve">NAČIN NAROČANJA, </w:t>
      </w:r>
      <w:r w:rsidR="005563CD" w:rsidRPr="00986178">
        <w:rPr>
          <w:rFonts w:ascii="Open Sans" w:hAnsi="Open Sans" w:cs="Open Sans"/>
          <w:b/>
        </w:rPr>
        <w:t xml:space="preserve">ROK </w:t>
      </w:r>
      <w:r w:rsidR="00AC1D0A" w:rsidRPr="00986178">
        <w:rPr>
          <w:rFonts w:ascii="Open Sans" w:hAnsi="Open Sans" w:cs="Open Sans"/>
          <w:b/>
        </w:rPr>
        <w:t xml:space="preserve">IN KRAJ </w:t>
      </w:r>
      <w:r w:rsidR="005563CD" w:rsidRPr="00986178">
        <w:rPr>
          <w:rFonts w:ascii="Open Sans" w:hAnsi="Open Sans" w:cs="Open Sans"/>
          <w:b/>
        </w:rPr>
        <w:t xml:space="preserve">IZVEDBE STORITEV TER ODZIVNI ČAS </w:t>
      </w:r>
      <w:r w:rsidR="005563CD" w:rsidRPr="00986178">
        <w:rPr>
          <w:rFonts w:ascii="Open Sans" w:hAnsi="Open Sans" w:cs="Open Sans"/>
          <w:b/>
          <w:lang w:val="pl-PL"/>
        </w:rPr>
        <w:t xml:space="preserve"> </w:t>
      </w:r>
    </w:p>
    <w:p w14:paraId="424A9499" w14:textId="271599E7" w:rsidR="00725C2B" w:rsidRPr="00986178" w:rsidRDefault="009D2A4F" w:rsidP="00986178">
      <w:pPr>
        <w:widowControl w:val="0"/>
        <w:tabs>
          <w:tab w:val="left" w:pos="426"/>
        </w:tabs>
        <w:ind w:left="360"/>
        <w:jc w:val="center"/>
        <w:rPr>
          <w:rFonts w:ascii="Open Sans" w:hAnsi="Open Sans" w:cs="Open Sans"/>
          <w:b/>
        </w:rPr>
      </w:pPr>
      <w:r w:rsidRPr="00986178">
        <w:rPr>
          <w:rFonts w:ascii="Open Sans" w:hAnsi="Open Sans" w:cs="Open Sans"/>
          <w:b/>
          <w:lang w:val="pl-PL"/>
        </w:rPr>
        <w:t>V PRIMERU NAPAK/OKVARE</w:t>
      </w:r>
    </w:p>
    <w:p w14:paraId="42339397" w14:textId="77777777" w:rsidR="00725C2B" w:rsidRPr="00986178" w:rsidRDefault="00725C2B" w:rsidP="00986178">
      <w:pPr>
        <w:widowControl w:val="0"/>
        <w:jc w:val="center"/>
        <w:rPr>
          <w:rFonts w:ascii="Open Sans" w:hAnsi="Open Sans" w:cs="Open Sans"/>
          <w:b/>
        </w:rPr>
      </w:pPr>
    </w:p>
    <w:p w14:paraId="4FB1D1CF"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člen</w:t>
      </w:r>
    </w:p>
    <w:p w14:paraId="42B87AA2" w14:textId="77777777" w:rsidR="00996747" w:rsidRPr="00986178" w:rsidRDefault="00996747" w:rsidP="00986178">
      <w:pPr>
        <w:widowControl w:val="0"/>
        <w:tabs>
          <w:tab w:val="left" w:pos="1702"/>
        </w:tabs>
        <w:jc w:val="both"/>
        <w:rPr>
          <w:rFonts w:ascii="Open Sans" w:hAnsi="Open Sans" w:cs="Open Sans"/>
        </w:rPr>
      </w:pPr>
    </w:p>
    <w:p w14:paraId="79F50136" w14:textId="6CA3DDDC" w:rsidR="00657C74" w:rsidRPr="00986178" w:rsidRDefault="00657C74" w:rsidP="0019014E">
      <w:pPr>
        <w:pStyle w:val="Odstavekseznama"/>
        <w:widowControl w:val="0"/>
        <w:numPr>
          <w:ilvl w:val="0"/>
          <w:numId w:val="59"/>
        </w:numPr>
        <w:tabs>
          <w:tab w:val="left" w:pos="284"/>
          <w:tab w:val="left" w:pos="8505"/>
        </w:tabs>
        <w:jc w:val="both"/>
        <w:rPr>
          <w:rFonts w:ascii="Open Sans" w:hAnsi="Open Sans" w:cs="Open Sans"/>
        </w:rPr>
      </w:pPr>
      <w:r w:rsidRPr="00986178">
        <w:rPr>
          <w:rFonts w:ascii="Open Sans" w:hAnsi="Open Sans" w:cs="Open Sans"/>
        </w:rPr>
        <w:t>Redn</w:t>
      </w:r>
      <w:r w:rsidR="009D2A4F" w:rsidRPr="00986178">
        <w:rPr>
          <w:rFonts w:ascii="Open Sans" w:hAnsi="Open Sans" w:cs="Open Sans"/>
        </w:rPr>
        <w:t>o vzdrževanje</w:t>
      </w:r>
    </w:p>
    <w:p w14:paraId="63FB8257" w14:textId="77777777" w:rsidR="00657C74" w:rsidRPr="00986178" w:rsidRDefault="00657C74" w:rsidP="00986178">
      <w:pPr>
        <w:widowControl w:val="0"/>
        <w:jc w:val="both"/>
        <w:rPr>
          <w:rFonts w:ascii="Open Sans" w:hAnsi="Open Sans" w:cs="Open Sans"/>
        </w:rPr>
      </w:pPr>
    </w:p>
    <w:p w14:paraId="631BEE68" w14:textId="3110939C" w:rsidR="00956795" w:rsidRPr="00986178" w:rsidRDefault="00956795" w:rsidP="00986178">
      <w:pPr>
        <w:widowControl w:val="0"/>
        <w:jc w:val="both"/>
        <w:rPr>
          <w:rFonts w:ascii="Open Sans" w:hAnsi="Open Sans" w:cs="Open Sans"/>
        </w:rPr>
      </w:pPr>
      <w:r w:rsidRPr="00986178">
        <w:rPr>
          <w:rFonts w:ascii="Open Sans" w:hAnsi="Open Sans" w:cs="Open Sans"/>
        </w:rPr>
        <w:t xml:space="preserve">Izvedbe storitev bodo potekale </w:t>
      </w:r>
      <w:r w:rsidR="00D37F68" w:rsidRPr="00986178">
        <w:rPr>
          <w:rFonts w:ascii="Open Sans" w:hAnsi="Open Sans" w:cs="Open Sans"/>
        </w:rPr>
        <w:t>postopno</w:t>
      </w:r>
      <w:r w:rsidRPr="00986178">
        <w:rPr>
          <w:rFonts w:ascii="Open Sans" w:hAnsi="Open Sans" w:cs="Open Sans"/>
        </w:rPr>
        <w:t>, na podlagi posameznih pisnih nabavnih naročil naročnika, v skladu z njegovimi dejanskimi potrebami.</w:t>
      </w:r>
    </w:p>
    <w:p w14:paraId="56D31BE7" w14:textId="3027FE04" w:rsidR="00077FF2" w:rsidRPr="00986178" w:rsidRDefault="00077FF2" w:rsidP="00986178">
      <w:pPr>
        <w:widowControl w:val="0"/>
        <w:jc w:val="both"/>
        <w:rPr>
          <w:rFonts w:ascii="Open Sans" w:hAnsi="Open Sans" w:cs="Open Sans"/>
        </w:rPr>
      </w:pPr>
    </w:p>
    <w:p w14:paraId="72ADAD0D" w14:textId="5015663B" w:rsidR="00C241E5" w:rsidRPr="00986178" w:rsidRDefault="00C241E5" w:rsidP="00986178">
      <w:pPr>
        <w:widowControl w:val="0"/>
        <w:tabs>
          <w:tab w:val="left" w:pos="1702"/>
        </w:tabs>
        <w:jc w:val="both"/>
        <w:rPr>
          <w:rFonts w:ascii="Open Sans" w:hAnsi="Open Sans" w:cs="Open Sans"/>
        </w:rPr>
      </w:pPr>
      <w:r w:rsidRPr="00986178">
        <w:rPr>
          <w:rFonts w:ascii="Open Sans" w:hAnsi="Open Sans" w:cs="Open Sans"/>
        </w:rPr>
        <w:t xml:space="preserve">Naročnik </w:t>
      </w:r>
      <w:r w:rsidR="00B618FF" w:rsidRPr="00986178">
        <w:rPr>
          <w:rFonts w:ascii="Open Sans" w:hAnsi="Open Sans" w:cs="Open Sans"/>
        </w:rPr>
        <w:t xml:space="preserve">se zavezuje izvajalcu sporočiti </w:t>
      </w:r>
      <w:r w:rsidRPr="00986178">
        <w:rPr>
          <w:rFonts w:ascii="Open Sans" w:hAnsi="Open Sans" w:cs="Open Sans"/>
        </w:rPr>
        <w:t>vsakokratno potrebo po izvedbi storitev, v obliki posameznega pisnega nabavnega naročila naročnika, ki ga bo posredoval na elektronski naslov</w:t>
      </w:r>
      <w:r w:rsidR="00B618FF" w:rsidRPr="00986178">
        <w:rPr>
          <w:rFonts w:ascii="Open Sans" w:hAnsi="Open Sans" w:cs="Open Sans"/>
        </w:rPr>
        <w:t xml:space="preserve"> izvajalca</w:t>
      </w:r>
      <w:r w:rsidRPr="00986178">
        <w:rPr>
          <w:rFonts w:ascii="Open Sans" w:hAnsi="Open Sans" w:cs="Open Sans"/>
        </w:rPr>
        <w:t>: ___________________________________.</w:t>
      </w:r>
    </w:p>
    <w:p w14:paraId="6AC71641" w14:textId="29FA812A" w:rsidR="00C241E5" w:rsidRPr="00986178" w:rsidRDefault="00C241E5" w:rsidP="00986178">
      <w:pPr>
        <w:widowControl w:val="0"/>
        <w:tabs>
          <w:tab w:val="left" w:pos="360"/>
        </w:tabs>
        <w:jc w:val="both"/>
        <w:rPr>
          <w:rFonts w:ascii="Open Sans" w:hAnsi="Open Sans" w:cs="Open Sans"/>
        </w:rPr>
      </w:pPr>
    </w:p>
    <w:p w14:paraId="6B9AEB57" w14:textId="611B8CA1" w:rsidR="00EE302A" w:rsidRPr="00986178" w:rsidRDefault="00EE302A" w:rsidP="00986178">
      <w:pPr>
        <w:widowControl w:val="0"/>
        <w:jc w:val="both"/>
        <w:rPr>
          <w:rFonts w:ascii="Open Sans" w:hAnsi="Open Sans" w:cs="Open Sans"/>
        </w:rPr>
      </w:pPr>
      <w:r w:rsidRPr="00986178">
        <w:rPr>
          <w:rFonts w:ascii="Open Sans" w:hAnsi="Open Sans" w:cs="Open Sans"/>
        </w:rPr>
        <w:t>Izvajalec se zavezuje, da bo, na podlagi posameznega pisnega nabavnega naročila naročnika, izvajal storitve iz 2. člena tega okvirnega sporazuma.</w:t>
      </w:r>
    </w:p>
    <w:p w14:paraId="0A39EF38" w14:textId="77777777" w:rsidR="00EE302A" w:rsidRPr="00986178" w:rsidRDefault="00EE302A" w:rsidP="00986178">
      <w:pPr>
        <w:widowControl w:val="0"/>
        <w:tabs>
          <w:tab w:val="left" w:pos="360"/>
        </w:tabs>
        <w:jc w:val="both"/>
        <w:rPr>
          <w:rFonts w:ascii="Open Sans" w:hAnsi="Open Sans" w:cs="Open Sans"/>
        </w:rPr>
      </w:pPr>
    </w:p>
    <w:p w14:paraId="726CF868" w14:textId="118EC9CE" w:rsidR="00657C74" w:rsidRPr="00986178" w:rsidRDefault="00657C74" w:rsidP="00986178">
      <w:pPr>
        <w:widowControl w:val="0"/>
        <w:jc w:val="both"/>
        <w:rPr>
          <w:rFonts w:ascii="Open Sans" w:hAnsi="Open Sans" w:cs="Open Sans"/>
        </w:rPr>
      </w:pPr>
      <w:r w:rsidRPr="00986178">
        <w:rPr>
          <w:rFonts w:ascii="Open Sans" w:hAnsi="Open Sans" w:cs="Open Sans"/>
          <w:bCs/>
        </w:rPr>
        <w:t xml:space="preserve">Rok za izvedbo posamezne storitve </w:t>
      </w:r>
      <w:r w:rsidRPr="00986178">
        <w:rPr>
          <w:rFonts w:ascii="Open Sans" w:hAnsi="Open Sans" w:cs="Open Sans"/>
        </w:rPr>
        <w:t xml:space="preserve">je 3 (tri) </w:t>
      </w:r>
      <w:r w:rsidR="00463155">
        <w:rPr>
          <w:rFonts w:ascii="Open Sans" w:hAnsi="Open Sans" w:cs="Open Sans"/>
        </w:rPr>
        <w:t>delovne</w:t>
      </w:r>
      <w:r w:rsidRPr="00986178">
        <w:rPr>
          <w:rFonts w:ascii="Open Sans" w:hAnsi="Open Sans" w:cs="Open Sans"/>
        </w:rPr>
        <w:t xml:space="preserve"> dni od prejema posameznega pisnega nabavnega naročila s strani naročnika. </w:t>
      </w:r>
    </w:p>
    <w:p w14:paraId="0173FB19" w14:textId="77777777" w:rsidR="00657C74" w:rsidRPr="00986178" w:rsidRDefault="00657C74" w:rsidP="00986178">
      <w:pPr>
        <w:widowControl w:val="0"/>
        <w:jc w:val="both"/>
        <w:rPr>
          <w:rFonts w:ascii="Open Sans" w:hAnsi="Open Sans" w:cs="Open Sans"/>
        </w:rPr>
      </w:pPr>
    </w:p>
    <w:p w14:paraId="116647C5" w14:textId="1DDF308B" w:rsidR="00077FF2" w:rsidRPr="00986178" w:rsidRDefault="00077FF2" w:rsidP="0019014E">
      <w:pPr>
        <w:widowControl w:val="0"/>
        <w:numPr>
          <w:ilvl w:val="0"/>
          <w:numId w:val="56"/>
        </w:numPr>
        <w:jc w:val="both"/>
        <w:rPr>
          <w:rFonts w:ascii="Open Sans" w:hAnsi="Open Sans" w:cs="Open Sans"/>
          <w:bCs/>
        </w:rPr>
      </w:pPr>
      <w:r w:rsidRPr="00986178">
        <w:rPr>
          <w:rFonts w:ascii="Open Sans" w:hAnsi="Open Sans" w:cs="Open Sans"/>
        </w:rPr>
        <w:t>Odprava napak</w:t>
      </w:r>
      <w:r w:rsidR="00AC1D0A" w:rsidRPr="00986178">
        <w:rPr>
          <w:rFonts w:ascii="Open Sans" w:hAnsi="Open Sans" w:cs="Open Sans"/>
        </w:rPr>
        <w:t>/okvare</w:t>
      </w:r>
    </w:p>
    <w:p w14:paraId="3AD0F2CB" w14:textId="77777777" w:rsidR="00804F7E" w:rsidRPr="00986178" w:rsidRDefault="00804F7E" w:rsidP="00986178">
      <w:pPr>
        <w:widowControl w:val="0"/>
        <w:tabs>
          <w:tab w:val="left" w:pos="709"/>
          <w:tab w:val="left" w:pos="1702"/>
        </w:tabs>
        <w:jc w:val="both"/>
        <w:outlineLvl w:val="0"/>
        <w:rPr>
          <w:rFonts w:ascii="Open Sans" w:hAnsi="Open Sans" w:cs="Open Sans"/>
          <w:sz w:val="22"/>
          <w:szCs w:val="22"/>
        </w:rPr>
      </w:pPr>
    </w:p>
    <w:p w14:paraId="3DDF93CF" w14:textId="23CD3BDB" w:rsidR="00804F7E" w:rsidRPr="00986178" w:rsidRDefault="00804F7E" w:rsidP="00986178">
      <w:pPr>
        <w:widowControl w:val="0"/>
        <w:tabs>
          <w:tab w:val="left" w:pos="709"/>
          <w:tab w:val="left" w:pos="1702"/>
        </w:tabs>
        <w:jc w:val="both"/>
        <w:outlineLvl w:val="0"/>
        <w:rPr>
          <w:rFonts w:ascii="Open Sans" w:hAnsi="Open Sans" w:cs="Open Sans"/>
        </w:rPr>
      </w:pPr>
      <w:r w:rsidRPr="00986178">
        <w:rPr>
          <w:rFonts w:ascii="Open Sans" w:hAnsi="Open Sans" w:cs="Open Sans"/>
        </w:rPr>
        <w:t>Naročnik se zavezuje izvajalcu sporočiti vsakokratno potrebo po izvedbi odprave napak/okvare v obliki posameznega naročila, ki je lahko v telefonski obliki. Naročnik pa mora naknadno potrditi potrebo po izvedbi odprave napak/okvare tudi v pisni obliki</w:t>
      </w:r>
      <w:r w:rsidR="009D2A4F" w:rsidRPr="00986178">
        <w:rPr>
          <w:rFonts w:ascii="Open Sans" w:hAnsi="Open Sans" w:cs="Open Sans"/>
        </w:rPr>
        <w:t xml:space="preserve"> (elektronska pošta)</w:t>
      </w:r>
      <w:r w:rsidRPr="00986178">
        <w:rPr>
          <w:rFonts w:ascii="Open Sans" w:hAnsi="Open Sans" w:cs="Open Sans"/>
        </w:rPr>
        <w:t>.</w:t>
      </w:r>
    </w:p>
    <w:p w14:paraId="60FBAD5D" w14:textId="6797A381" w:rsidR="00077FF2" w:rsidRPr="00986178" w:rsidRDefault="00077FF2" w:rsidP="00986178">
      <w:pPr>
        <w:widowControl w:val="0"/>
        <w:numPr>
          <w:ilvl w:val="12"/>
          <w:numId w:val="0"/>
        </w:numPr>
        <w:pBdr>
          <w:bottom w:val="single" w:sz="4" w:space="1" w:color="auto"/>
        </w:pBdr>
        <w:jc w:val="both"/>
        <w:rPr>
          <w:rFonts w:ascii="Open Sans" w:hAnsi="Open Sans" w:cs="Open Sans"/>
        </w:rPr>
      </w:pPr>
    </w:p>
    <w:p w14:paraId="4546AA40" w14:textId="1CD8DCAA" w:rsidR="00077FF2" w:rsidRPr="00986178" w:rsidRDefault="00077FF2" w:rsidP="00986178">
      <w:pPr>
        <w:widowControl w:val="0"/>
        <w:numPr>
          <w:ilvl w:val="12"/>
          <w:numId w:val="0"/>
        </w:numPr>
        <w:pBdr>
          <w:bottom w:val="single" w:sz="4" w:space="1" w:color="auto"/>
        </w:pBdr>
        <w:jc w:val="both"/>
        <w:rPr>
          <w:rFonts w:ascii="Open Sans" w:eastAsia="Calibri" w:hAnsi="Open Sans" w:cs="Open Sans"/>
          <w:lang w:eastAsia="en-US"/>
        </w:rPr>
      </w:pPr>
      <w:r w:rsidRPr="00986178">
        <w:rPr>
          <w:rFonts w:ascii="Open Sans" w:hAnsi="Open Sans" w:cs="Open Sans"/>
        </w:rPr>
        <w:t xml:space="preserve">Kontaktna oseba izvajalca v primeru </w:t>
      </w:r>
      <w:r w:rsidR="0018437B" w:rsidRPr="00986178">
        <w:rPr>
          <w:rFonts w:ascii="Open Sans" w:hAnsi="Open Sans" w:cs="Open Sans"/>
        </w:rPr>
        <w:t xml:space="preserve">napak/okvare </w:t>
      </w:r>
      <w:r w:rsidRPr="00986178">
        <w:rPr>
          <w:rFonts w:ascii="Open Sans" w:eastAsia="Calibri" w:hAnsi="Open Sans" w:cs="Open Sans"/>
          <w:lang w:eastAsia="en-US"/>
        </w:rPr>
        <w:t xml:space="preserve"> (ime, priimek, </w:t>
      </w:r>
      <w:r w:rsidR="00F13E2F" w:rsidRPr="00986178">
        <w:rPr>
          <w:rFonts w:ascii="Open Sans" w:eastAsia="Calibri" w:hAnsi="Open Sans" w:cs="Open Sans"/>
          <w:lang w:eastAsia="en-US"/>
        </w:rPr>
        <w:t>mobilna telefonska številka</w:t>
      </w:r>
      <w:r w:rsidRPr="00986178">
        <w:rPr>
          <w:rFonts w:ascii="Open Sans" w:eastAsia="Calibri" w:hAnsi="Open Sans" w:cs="Open Sans"/>
          <w:lang w:eastAsia="en-US"/>
        </w:rPr>
        <w:t>, elektronski naslov):</w:t>
      </w:r>
    </w:p>
    <w:p w14:paraId="42FE211B" w14:textId="77777777" w:rsidR="00077FF2" w:rsidRPr="00986178" w:rsidRDefault="00077FF2" w:rsidP="00986178">
      <w:pPr>
        <w:widowControl w:val="0"/>
        <w:numPr>
          <w:ilvl w:val="12"/>
          <w:numId w:val="0"/>
        </w:numPr>
        <w:pBdr>
          <w:bottom w:val="single" w:sz="4" w:space="1" w:color="auto"/>
        </w:pBdr>
        <w:jc w:val="both"/>
        <w:rPr>
          <w:rFonts w:ascii="Open Sans" w:eastAsia="Calibri" w:hAnsi="Open Sans" w:cs="Open Sans"/>
          <w:lang w:eastAsia="en-US"/>
        </w:rPr>
      </w:pPr>
    </w:p>
    <w:p w14:paraId="2A48EA11" w14:textId="218BD14D" w:rsidR="00077FF2" w:rsidRPr="00986178" w:rsidRDefault="00077FF2" w:rsidP="00986178">
      <w:pPr>
        <w:widowControl w:val="0"/>
        <w:jc w:val="both"/>
        <w:rPr>
          <w:rFonts w:ascii="Open Sans" w:eastAsia="Calibri" w:hAnsi="Open Sans" w:cs="Open Sans"/>
          <w:lang w:eastAsia="en-US"/>
        </w:rPr>
      </w:pPr>
    </w:p>
    <w:p w14:paraId="23B03DF0" w14:textId="57CDFC96" w:rsidR="00804F7E" w:rsidRPr="00986178" w:rsidRDefault="00077FF2" w:rsidP="00986178">
      <w:pPr>
        <w:widowControl w:val="0"/>
        <w:tabs>
          <w:tab w:val="left" w:pos="709"/>
        </w:tabs>
        <w:jc w:val="both"/>
        <w:rPr>
          <w:rFonts w:ascii="Open Sans" w:hAnsi="Open Sans" w:cs="Open Sans"/>
        </w:rPr>
      </w:pPr>
      <w:r w:rsidRPr="00986178">
        <w:rPr>
          <w:rFonts w:ascii="Open Sans" w:hAnsi="Open Sans" w:cs="Open Sans"/>
        </w:rPr>
        <w:t>Izvajalec se mora v primeru napake/okvare na klic naročnika odzvati v roku največ</w:t>
      </w:r>
      <w:r w:rsidR="00804F7E" w:rsidRPr="00986178">
        <w:rPr>
          <w:rFonts w:ascii="Open Sans" w:hAnsi="Open Sans" w:cs="Open Sans"/>
        </w:rPr>
        <w:t xml:space="preserve"> 2</w:t>
      </w:r>
      <w:r w:rsidRPr="00986178">
        <w:rPr>
          <w:rFonts w:ascii="Open Sans" w:hAnsi="Open Sans" w:cs="Open Sans"/>
        </w:rPr>
        <w:t>4 (štiri</w:t>
      </w:r>
      <w:r w:rsidR="00804F7E" w:rsidRPr="00986178">
        <w:rPr>
          <w:rFonts w:ascii="Open Sans" w:hAnsi="Open Sans" w:cs="Open Sans"/>
        </w:rPr>
        <w:t>indvajsetih</w:t>
      </w:r>
      <w:r w:rsidRPr="00986178">
        <w:rPr>
          <w:rFonts w:ascii="Open Sans" w:hAnsi="Open Sans" w:cs="Open Sans"/>
        </w:rPr>
        <w:t xml:space="preserve">) ur </w:t>
      </w:r>
      <w:r w:rsidR="00804F7E" w:rsidRPr="00986178">
        <w:rPr>
          <w:rFonts w:ascii="Open Sans" w:hAnsi="Open Sans" w:cs="Open Sans"/>
        </w:rPr>
        <w:t xml:space="preserve">od prejema </w:t>
      </w:r>
      <w:r w:rsidR="00F13E2F" w:rsidRPr="00986178">
        <w:rPr>
          <w:rFonts w:ascii="Open Sans" w:hAnsi="Open Sans" w:cs="Open Sans"/>
        </w:rPr>
        <w:t>klica/poziva</w:t>
      </w:r>
      <w:r w:rsidR="00804F7E" w:rsidRPr="00986178">
        <w:rPr>
          <w:rFonts w:ascii="Open Sans" w:hAnsi="Open Sans" w:cs="Open Sans"/>
        </w:rPr>
        <w:t xml:space="preserve"> s strani naročnika oz. njegovega predstavnika.</w:t>
      </w:r>
    </w:p>
    <w:p w14:paraId="064DA5E5" w14:textId="77777777" w:rsidR="00077FF2" w:rsidRPr="00986178" w:rsidRDefault="00077FF2" w:rsidP="00986178">
      <w:pPr>
        <w:widowControl w:val="0"/>
        <w:tabs>
          <w:tab w:val="left" w:pos="1702"/>
        </w:tabs>
        <w:jc w:val="both"/>
        <w:rPr>
          <w:rFonts w:ascii="Open Sans" w:hAnsi="Open Sans" w:cs="Open Sans"/>
          <w:highlight w:val="yellow"/>
        </w:rPr>
      </w:pPr>
    </w:p>
    <w:p w14:paraId="3EC5EB39" w14:textId="51C098C8" w:rsidR="00996747" w:rsidRPr="00986178" w:rsidRDefault="00996747" w:rsidP="00986178">
      <w:pPr>
        <w:widowControl w:val="0"/>
        <w:tabs>
          <w:tab w:val="left" w:pos="1702"/>
        </w:tabs>
        <w:jc w:val="both"/>
        <w:rPr>
          <w:rFonts w:ascii="Open Sans" w:eastAsia="Calibri" w:hAnsi="Open Sans" w:cs="Open Sans"/>
          <w:lang w:eastAsia="en-US"/>
        </w:rPr>
      </w:pPr>
      <w:r w:rsidRPr="00986178">
        <w:rPr>
          <w:rFonts w:ascii="Open Sans" w:hAnsi="Open Sans" w:cs="Open Sans"/>
        </w:rPr>
        <w:lastRenderedPageBreak/>
        <w:t xml:space="preserve">Rok za odpravo napak je največ 2 (dva) </w:t>
      </w:r>
      <w:r w:rsidR="00463155">
        <w:rPr>
          <w:rFonts w:ascii="Open Sans" w:hAnsi="Open Sans" w:cs="Open Sans"/>
        </w:rPr>
        <w:t>delovna</w:t>
      </w:r>
      <w:r w:rsidRPr="00986178">
        <w:rPr>
          <w:rFonts w:ascii="Open Sans" w:hAnsi="Open Sans" w:cs="Open Sans"/>
        </w:rPr>
        <w:t xml:space="preserve"> dneva od prejema pisnega poziva/obvestila o napaki s strani naročnika oz. njegovega predstavnika.</w:t>
      </w:r>
      <w:r w:rsidRPr="00986178">
        <w:rPr>
          <w:rFonts w:ascii="Open Sans" w:eastAsia="Calibri" w:hAnsi="Open Sans" w:cs="Open Sans"/>
          <w:lang w:eastAsia="en-US"/>
        </w:rPr>
        <w:t xml:space="preserve"> V primeru, da odprave napake ni možno izvesti v roku 2 (dveh) koledarskih dni naročnik in izvajalec pisno določita nov rok odprave napake.</w:t>
      </w:r>
    </w:p>
    <w:p w14:paraId="464CC203" w14:textId="243740B6" w:rsidR="0018437B" w:rsidRPr="00986178" w:rsidRDefault="0018437B" w:rsidP="00986178">
      <w:pPr>
        <w:widowControl w:val="0"/>
        <w:tabs>
          <w:tab w:val="left" w:pos="709"/>
        </w:tabs>
        <w:jc w:val="both"/>
        <w:rPr>
          <w:rFonts w:ascii="Open Sans" w:hAnsi="Open Sans" w:cs="Open Sans"/>
        </w:rPr>
      </w:pPr>
    </w:p>
    <w:p w14:paraId="6E5EFE89" w14:textId="5E2DA972" w:rsidR="00CA5F01" w:rsidRPr="00986178" w:rsidRDefault="009D2A4F" w:rsidP="00986178">
      <w:pPr>
        <w:widowControl w:val="0"/>
        <w:jc w:val="both"/>
        <w:rPr>
          <w:rFonts w:ascii="Open Sans" w:hAnsi="Open Sans" w:cs="Open Sans"/>
        </w:rPr>
      </w:pPr>
      <w:r w:rsidRPr="00986178">
        <w:rPr>
          <w:rFonts w:ascii="Open Sans" w:hAnsi="Open Sans" w:cs="Open Sans"/>
        </w:rPr>
        <w:t>V primeru prekoračitve posameznega pisno določenega roka izvedbe storitev je vse stroške, ki bi nastali zaradi zamude, dolžna nositi tista stranka</w:t>
      </w:r>
      <w:r w:rsidRPr="00986178">
        <w:rPr>
          <w:rFonts w:ascii="Open Sans" w:hAnsi="Open Sans" w:cs="Open Sans"/>
          <w:bCs/>
          <w:noProof/>
        </w:rPr>
        <w:t xml:space="preserve"> po okvirnem sporazumu</w:t>
      </w:r>
      <w:r w:rsidRPr="00986178">
        <w:rPr>
          <w:rFonts w:ascii="Open Sans" w:hAnsi="Open Sans" w:cs="Open Sans"/>
        </w:rPr>
        <w:t>, ki je povzročila zamudo.</w:t>
      </w:r>
    </w:p>
    <w:p w14:paraId="18CA7407" w14:textId="77777777" w:rsidR="00CA5F01" w:rsidRPr="00986178" w:rsidRDefault="00CA5F01" w:rsidP="00986178">
      <w:pPr>
        <w:widowControl w:val="0"/>
        <w:jc w:val="both"/>
        <w:rPr>
          <w:rFonts w:ascii="Open Sans" w:hAnsi="Open Sans" w:cs="Open Sans"/>
        </w:rPr>
      </w:pPr>
    </w:p>
    <w:p w14:paraId="3CF5B63C" w14:textId="77777777" w:rsidR="00CA5F01" w:rsidRPr="00986178" w:rsidRDefault="009D2A4F" w:rsidP="0019014E">
      <w:pPr>
        <w:widowControl w:val="0"/>
        <w:numPr>
          <w:ilvl w:val="0"/>
          <w:numId w:val="48"/>
        </w:numPr>
        <w:rPr>
          <w:rFonts w:ascii="Open Sans" w:hAnsi="Open Sans" w:cs="Open Sans"/>
        </w:rPr>
      </w:pPr>
      <w:r w:rsidRPr="00986178">
        <w:rPr>
          <w:rFonts w:ascii="Open Sans" w:hAnsi="Open Sans" w:cs="Open Sans"/>
        </w:rPr>
        <w:t xml:space="preserve"> </w:t>
      </w:r>
      <w:r w:rsidR="00CA5F01" w:rsidRPr="00986178">
        <w:rPr>
          <w:rFonts w:ascii="Open Sans" w:hAnsi="Open Sans" w:cs="Open Sans"/>
        </w:rPr>
        <w:t>člen</w:t>
      </w:r>
    </w:p>
    <w:p w14:paraId="0FAFC4A1" w14:textId="395CFBDB" w:rsidR="009D2A4F" w:rsidRPr="00986178" w:rsidRDefault="009D2A4F" w:rsidP="00986178">
      <w:pPr>
        <w:widowControl w:val="0"/>
        <w:jc w:val="both"/>
        <w:rPr>
          <w:rFonts w:ascii="Open Sans" w:hAnsi="Open Sans" w:cs="Open Sans"/>
        </w:rPr>
      </w:pPr>
    </w:p>
    <w:p w14:paraId="66EDA4F3" w14:textId="77777777" w:rsidR="00CA5F01" w:rsidRPr="00986178" w:rsidRDefault="00CA5F01" w:rsidP="00986178">
      <w:pPr>
        <w:widowControl w:val="0"/>
        <w:tabs>
          <w:tab w:val="left" w:pos="360"/>
        </w:tabs>
        <w:jc w:val="both"/>
        <w:rPr>
          <w:rFonts w:ascii="Open Sans" w:hAnsi="Open Sans" w:cs="Open Sans"/>
        </w:rPr>
      </w:pPr>
      <w:r w:rsidRPr="00986178">
        <w:rPr>
          <w:rFonts w:ascii="Open Sans" w:hAnsi="Open Sans" w:cs="Open Sans"/>
        </w:rPr>
        <w:t xml:space="preserve">Izvedbe storitev se bodo izvajale na lokacijah naročnika, Verovškova ulica 62 in Verovškova ulica 70, oboje v Ljubljani. </w:t>
      </w:r>
    </w:p>
    <w:p w14:paraId="5D9E7BB0" w14:textId="77777777" w:rsidR="0018437B" w:rsidRPr="00986178" w:rsidRDefault="0018437B" w:rsidP="00986178">
      <w:pPr>
        <w:widowControl w:val="0"/>
        <w:tabs>
          <w:tab w:val="left" w:pos="1702"/>
        </w:tabs>
        <w:jc w:val="both"/>
        <w:rPr>
          <w:rFonts w:ascii="Open Sans" w:eastAsia="Calibri" w:hAnsi="Open Sans" w:cs="Open Sans"/>
          <w:lang w:eastAsia="en-US"/>
        </w:rPr>
      </w:pPr>
    </w:p>
    <w:p w14:paraId="266EF5B8" w14:textId="6B7E352C" w:rsidR="00725C2B" w:rsidRPr="00986178" w:rsidRDefault="00725C2B" w:rsidP="0019014E">
      <w:pPr>
        <w:widowControl w:val="0"/>
        <w:numPr>
          <w:ilvl w:val="0"/>
          <w:numId w:val="44"/>
        </w:numPr>
        <w:tabs>
          <w:tab w:val="left" w:pos="426"/>
        </w:tabs>
        <w:ind w:left="567" w:hanging="567"/>
        <w:jc w:val="center"/>
        <w:rPr>
          <w:rFonts w:ascii="Open Sans" w:hAnsi="Open Sans" w:cs="Open Sans"/>
        </w:rPr>
      </w:pPr>
      <w:r w:rsidRPr="00986178">
        <w:rPr>
          <w:rFonts w:ascii="Open Sans" w:hAnsi="Open Sans" w:cs="Open Sans"/>
          <w:b/>
        </w:rPr>
        <w:t xml:space="preserve"> </w:t>
      </w:r>
      <w:r w:rsidR="006931B1" w:rsidRPr="00986178">
        <w:rPr>
          <w:rFonts w:ascii="Open Sans" w:hAnsi="Open Sans" w:cs="Open Sans"/>
          <w:b/>
        </w:rPr>
        <w:t>NAČIN PLAČIL</w:t>
      </w:r>
      <w:r w:rsidR="00901FBA" w:rsidRPr="00986178">
        <w:rPr>
          <w:rFonts w:ascii="Open Sans" w:hAnsi="Open Sans" w:cs="Open Sans"/>
          <w:b/>
        </w:rPr>
        <w:t>A</w:t>
      </w:r>
    </w:p>
    <w:p w14:paraId="2D9993F9" w14:textId="77777777" w:rsidR="00F21BED" w:rsidRPr="00986178" w:rsidRDefault="00F21BED" w:rsidP="00986178">
      <w:pPr>
        <w:widowControl w:val="0"/>
        <w:ind w:left="4252"/>
        <w:rPr>
          <w:rFonts w:ascii="Open Sans" w:hAnsi="Open Sans" w:cs="Open Sans"/>
        </w:rPr>
      </w:pPr>
    </w:p>
    <w:p w14:paraId="5BA146F6" w14:textId="2CC8C77B"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člen</w:t>
      </w:r>
    </w:p>
    <w:p w14:paraId="552C2E92" w14:textId="77777777" w:rsidR="00725C2B" w:rsidRPr="00986178" w:rsidRDefault="00725C2B" w:rsidP="00986178">
      <w:pPr>
        <w:widowControl w:val="0"/>
        <w:rPr>
          <w:rFonts w:ascii="Open Sans" w:hAnsi="Open Sans" w:cs="Open Sans"/>
        </w:rPr>
      </w:pPr>
    </w:p>
    <w:p w14:paraId="4C355E49" w14:textId="0F19E73C" w:rsidR="006931B1" w:rsidRPr="00986178" w:rsidRDefault="006931B1" w:rsidP="00986178">
      <w:pPr>
        <w:widowControl w:val="0"/>
        <w:tabs>
          <w:tab w:val="left" w:pos="1418"/>
          <w:tab w:val="left" w:pos="1702"/>
        </w:tabs>
        <w:jc w:val="both"/>
        <w:rPr>
          <w:rFonts w:ascii="Open Sans" w:hAnsi="Open Sans" w:cs="Open Sans"/>
        </w:rPr>
      </w:pPr>
      <w:r w:rsidRPr="00986178">
        <w:rPr>
          <w:rFonts w:ascii="Open Sans" w:hAnsi="Open Sans" w:cs="Open Sans"/>
        </w:rPr>
        <w:t xml:space="preserve">Izvajalec je dolžan izstaviti natančno specificiran račun za izvedene storitve v roku 5 (petih) koledarskih dni po </w:t>
      </w:r>
      <w:r w:rsidR="009D2D14" w:rsidRPr="00986178">
        <w:rPr>
          <w:rFonts w:ascii="Open Sans" w:hAnsi="Open Sans" w:cs="Open Sans"/>
        </w:rPr>
        <w:t xml:space="preserve">izvedenih </w:t>
      </w:r>
      <w:r w:rsidRPr="00986178">
        <w:rPr>
          <w:rFonts w:ascii="Open Sans" w:hAnsi="Open Sans" w:cs="Open Sans"/>
        </w:rPr>
        <w:t xml:space="preserve">storitvah in podpisu delovnega naloga s strani obeh strank okvirnega sporazuma oziroma njunih predstavnikov. </w:t>
      </w:r>
    </w:p>
    <w:p w14:paraId="366EEF63" w14:textId="77777777" w:rsidR="006931B1" w:rsidRPr="00986178" w:rsidRDefault="006931B1" w:rsidP="00986178">
      <w:pPr>
        <w:widowControl w:val="0"/>
        <w:tabs>
          <w:tab w:val="left" w:pos="1418"/>
          <w:tab w:val="left" w:pos="1702"/>
        </w:tabs>
        <w:jc w:val="both"/>
        <w:rPr>
          <w:rFonts w:ascii="Open Sans" w:hAnsi="Open Sans" w:cs="Open Sans"/>
        </w:rPr>
      </w:pPr>
    </w:p>
    <w:p w14:paraId="13DE745F" w14:textId="77777777" w:rsidR="008C2D53" w:rsidRPr="00986178" w:rsidRDefault="008C2D53" w:rsidP="00986178">
      <w:pPr>
        <w:widowControl w:val="0"/>
        <w:tabs>
          <w:tab w:val="left" w:pos="1418"/>
          <w:tab w:val="left" w:pos="1702"/>
        </w:tabs>
        <w:jc w:val="both"/>
        <w:rPr>
          <w:rFonts w:ascii="Open Sans" w:hAnsi="Open Sans" w:cs="Open Sans"/>
        </w:rPr>
      </w:pPr>
      <w:r w:rsidRPr="00986178">
        <w:rPr>
          <w:rFonts w:ascii="Open Sans" w:hAnsi="Open Sans" w:cs="Open Sans"/>
        </w:rPr>
        <w:t>Račun mora vsebovati natančno specifikacijo izvedenih storitev in porabljenih rezervnih delov ter potrošnega materiala in številko pisnega nabavnega naročila naročnika.</w:t>
      </w:r>
    </w:p>
    <w:p w14:paraId="1143DBCE" w14:textId="77777777" w:rsidR="008C2D53" w:rsidRPr="00986178" w:rsidRDefault="008C2D53" w:rsidP="00986178">
      <w:pPr>
        <w:widowControl w:val="0"/>
        <w:tabs>
          <w:tab w:val="left" w:pos="1418"/>
          <w:tab w:val="left" w:pos="1702"/>
        </w:tabs>
        <w:jc w:val="both"/>
        <w:rPr>
          <w:rFonts w:ascii="Open Sans" w:hAnsi="Open Sans" w:cs="Open Sans"/>
        </w:rPr>
      </w:pPr>
    </w:p>
    <w:p w14:paraId="5313BAC3" w14:textId="55AAB739" w:rsidR="006931B1" w:rsidRPr="00986178" w:rsidRDefault="006931B1" w:rsidP="00986178">
      <w:pPr>
        <w:widowControl w:val="0"/>
        <w:tabs>
          <w:tab w:val="left" w:pos="1418"/>
          <w:tab w:val="left" w:pos="1702"/>
        </w:tabs>
        <w:jc w:val="both"/>
        <w:rPr>
          <w:rFonts w:ascii="Open Sans" w:hAnsi="Open Sans" w:cs="Open Sans"/>
        </w:rPr>
      </w:pPr>
      <w:r w:rsidRPr="00986178">
        <w:rPr>
          <w:rFonts w:ascii="Open Sans" w:hAnsi="Open Sans" w:cs="Open Sans"/>
        </w:rPr>
        <w:t>Delovni nalog podpišeta obe stranki okvirnega sporazuma oziroma njuna predstavnika po prevzemu opravljene storitve. Podpisan delovni nalog je osnova za izstavitev računa in hkrati priloga k računu, pri čemer se datum podpisa delovnega naloga šteje za datum opravljene storitve.</w:t>
      </w:r>
    </w:p>
    <w:p w14:paraId="3CE59B15" w14:textId="4798E76C" w:rsidR="006931B1" w:rsidRPr="00986178" w:rsidRDefault="006931B1" w:rsidP="00986178">
      <w:pPr>
        <w:widowControl w:val="0"/>
        <w:shd w:val="clear" w:color="auto" w:fill="FFFFFF"/>
        <w:tabs>
          <w:tab w:val="left" w:pos="1418"/>
          <w:tab w:val="left" w:pos="1702"/>
        </w:tabs>
        <w:jc w:val="both"/>
        <w:rPr>
          <w:rFonts w:ascii="Open Sans" w:hAnsi="Open Sans" w:cs="Open Sans"/>
        </w:rPr>
      </w:pPr>
    </w:p>
    <w:p w14:paraId="4F7B4E64" w14:textId="68F12F3C" w:rsidR="006931B1" w:rsidRPr="00986178" w:rsidRDefault="006931B1" w:rsidP="00986178">
      <w:pPr>
        <w:widowControl w:val="0"/>
        <w:jc w:val="both"/>
        <w:rPr>
          <w:rFonts w:ascii="Open Sans" w:hAnsi="Open Sans" w:cs="Open Sans"/>
        </w:rPr>
      </w:pPr>
      <w:r w:rsidRPr="00986178">
        <w:rPr>
          <w:rFonts w:ascii="Open Sans" w:hAnsi="Open Sans" w:cs="Open Sans"/>
        </w:rPr>
        <w:t xml:space="preserve">V primeru, da izstavljeni račun ni pravilen, ga naročnik zavrne z obrazložitvijo, izvajalec pa je dolžan izstaviti nov, popravljen račun v roku </w:t>
      </w:r>
      <w:r w:rsidR="00093A7D" w:rsidRPr="00986178">
        <w:rPr>
          <w:rFonts w:ascii="Open Sans" w:hAnsi="Open Sans" w:cs="Open Sans"/>
        </w:rPr>
        <w:t>3</w:t>
      </w:r>
      <w:r w:rsidR="00901FBA" w:rsidRPr="00986178">
        <w:rPr>
          <w:rFonts w:ascii="Open Sans" w:hAnsi="Open Sans" w:cs="Open Sans"/>
        </w:rPr>
        <w:t xml:space="preserve"> (</w:t>
      </w:r>
      <w:r w:rsidR="00093A7D" w:rsidRPr="00986178">
        <w:rPr>
          <w:rFonts w:ascii="Open Sans" w:hAnsi="Open Sans" w:cs="Open Sans"/>
        </w:rPr>
        <w:t>treh</w:t>
      </w:r>
      <w:r w:rsidR="00901FBA" w:rsidRPr="00986178">
        <w:rPr>
          <w:rFonts w:ascii="Open Sans" w:hAnsi="Open Sans" w:cs="Open Sans"/>
        </w:rPr>
        <w:t xml:space="preserve">) </w:t>
      </w:r>
      <w:r w:rsidRPr="00986178">
        <w:rPr>
          <w:rFonts w:ascii="Open Sans" w:hAnsi="Open Sans" w:cs="Open Sans"/>
        </w:rPr>
        <w:t xml:space="preserve">delovnih dni od zavrnitve, v katerem bo izkazana pravilna vrednost </w:t>
      </w:r>
      <w:r w:rsidR="003545FA" w:rsidRPr="00986178">
        <w:rPr>
          <w:rFonts w:ascii="Open Sans" w:hAnsi="Open Sans" w:cs="Open Sans"/>
        </w:rPr>
        <w:t xml:space="preserve">izvedenih </w:t>
      </w:r>
      <w:r w:rsidRPr="00986178">
        <w:rPr>
          <w:rFonts w:ascii="Open Sans" w:hAnsi="Open Sans" w:cs="Open Sans"/>
        </w:rPr>
        <w:t>storitev.</w:t>
      </w:r>
    </w:p>
    <w:p w14:paraId="3ECBDBEE" w14:textId="77777777" w:rsidR="00F13E2F" w:rsidRPr="00986178" w:rsidRDefault="00F13E2F" w:rsidP="00986178">
      <w:pPr>
        <w:widowControl w:val="0"/>
        <w:jc w:val="both"/>
        <w:rPr>
          <w:rFonts w:ascii="Open Sans" w:hAnsi="Open Sans" w:cs="Open Sans"/>
        </w:rPr>
      </w:pPr>
    </w:p>
    <w:p w14:paraId="57476922" w14:textId="5ED8C21E" w:rsidR="000C449D" w:rsidRPr="00986178" w:rsidRDefault="000C449D" w:rsidP="0019014E">
      <w:pPr>
        <w:widowControl w:val="0"/>
        <w:numPr>
          <w:ilvl w:val="0"/>
          <w:numId w:val="55"/>
        </w:numPr>
        <w:tabs>
          <w:tab w:val="left" w:pos="709"/>
        </w:tabs>
        <w:ind w:hanging="720"/>
        <w:contextualSpacing/>
        <w:jc w:val="both"/>
        <w:rPr>
          <w:rFonts w:ascii="Open Sans" w:hAnsi="Open Sans" w:cs="Open Sans"/>
          <w:b/>
          <w:i/>
        </w:rPr>
      </w:pPr>
      <w:r w:rsidRPr="00986178">
        <w:rPr>
          <w:rFonts w:ascii="Open Sans" w:hAnsi="Open Sans" w:cs="Open Sans"/>
          <w:b/>
          <w:i/>
        </w:rPr>
        <w:t xml:space="preserve">V primeru, da je </w:t>
      </w:r>
      <w:r w:rsidR="002951EA" w:rsidRPr="00986178">
        <w:rPr>
          <w:rFonts w:ascii="Open Sans" w:hAnsi="Open Sans" w:cs="Open Sans"/>
          <w:b/>
          <w:i/>
        </w:rPr>
        <w:t xml:space="preserve">izvajalec </w:t>
      </w:r>
      <w:r w:rsidRPr="00986178">
        <w:rPr>
          <w:rFonts w:ascii="Open Sans" w:hAnsi="Open Sans" w:cs="Open Sans"/>
          <w:b/>
          <w:i/>
        </w:rPr>
        <w:t>slovensko podjetje</w:t>
      </w:r>
    </w:p>
    <w:p w14:paraId="69990ECC" w14:textId="68256098" w:rsidR="000C449D" w:rsidRPr="00986178" w:rsidRDefault="000C449D" w:rsidP="00986178">
      <w:pPr>
        <w:widowControl w:val="0"/>
        <w:tabs>
          <w:tab w:val="left" w:pos="1418"/>
          <w:tab w:val="left" w:pos="1702"/>
        </w:tabs>
        <w:jc w:val="both"/>
        <w:rPr>
          <w:rFonts w:ascii="Open Sans" w:hAnsi="Open Sans" w:cs="Open Sans"/>
        </w:rPr>
      </w:pPr>
      <w:r w:rsidRPr="00986178">
        <w:rPr>
          <w:rFonts w:ascii="Open Sans" w:hAnsi="Open Sans" w:cs="Open Sans"/>
        </w:rPr>
        <w:t xml:space="preserve">Naročnik se obvezuje, da bo prejeti račun plačal na transakcijski račun </w:t>
      </w:r>
      <w:r w:rsidR="002951EA" w:rsidRPr="00986178">
        <w:rPr>
          <w:rFonts w:ascii="Open Sans" w:hAnsi="Open Sans" w:cs="Open Sans"/>
        </w:rPr>
        <w:t>izvajalca</w:t>
      </w:r>
      <w:r w:rsidRPr="00986178">
        <w:rPr>
          <w:rFonts w:ascii="Open Sans" w:hAnsi="Open Sans" w:cs="Open Sans"/>
        </w:rPr>
        <w:t>, ki je uradno evidentiran pri AJPES in bo naveden na računu, v roku 30 (tridesetih) koledarskih dni od dneva izstavitve pravilnega računa, sestavljenega v skladu s tem okvirnim sporazumom.</w:t>
      </w:r>
    </w:p>
    <w:p w14:paraId="2FD992F5" w14:textId="77777777" w:rsidR="000C449D" w:rsidRPr="00986178" w:rsidRDefault="000C449D" w:rsidP="00986178">
      <w:pPr>
        <w:pStyle w:val="Navaden1"/>
        <w:ind w:right="-3"/>
        <w:jc w:val="both"/>
        <w:rPr>
          <w:rFonts w:ascii="Open Sans" w:hAnsi="Open Sans" w:cs="Open Sans"/>
        </w:rPr>
      </w:pPr>
    </w:p>
    <w:p w14:paraId="48E79B98" w14:textId="2EDA62B4" w:rsidR="000C449D" w:rsidRPr="00986178" w:rsidRDefault="000C449D" w:rsidP="0019014E">
      <w:pPr>
        <w:widowControl w:val="0"/>
        <w:numPr>
          <w:ilvl w:val="0"/>
          <w:numId w:val="55"/>
        </w:numPr>
        <w:tabs>
          <w:tab w:val="left" w:pos="709"/>
        </w:tabs>
        <w:ind w:hanging="720"/>
        <w:contextualSpacing/>
        <w:jc w:val="both"/>
        <w:rPr>
          <w:rFonts w:ascii="Open Sans" w:hAnsi="Open Sans" w:cs="Open Sans"/>
          <w:b/>
          <w:i/>
        </w:rPr>
      </w:pPr>
      <w:r w:rsidRPr="00986178">
        <w:rPr>
          <w:rFonts w:ascii="Open Sans" w:hAnsi="Open Sans" w:cs="Open Sans"/>
          <w:b/>
          <w:i/>
        </w:rPr>
        <w:t xml:space="preserve">v primeru, da je </w:t>
      </w:r>
      <w:r w:rsidR="002951EA" w:rsidRPr="00986178">
        <w:rPr>
          <w:rFonts w:ascii="Open Sans" w:hAnsi="Open Sans" w:cs="Open Sans"/>
          <w:b/>
          <w:i/>
        </w:rPr>
        <w:t xml:space="preserve">izvajalec </w:t>
      </w:r>
      <w:r w:rsidRPr="00986178">
        <w:rPr>
          <w:rFonts w:ascii="Open Sans" w:hAnsi="Open Sans" w:cs="Open Sans"/>
          <w:b/>
          <w:i/>
        </w:rPr>
        <w:t>tuje podjetje</w:t>
      </w:r>
    </w:p>
    <w:p w14:paraId="72D7852D" w14:textId="339D6F5D" w:rsidR="000A4168" w:rsidRPr="00986178" w:rsidRDefault="000C449D" w:rsidP="00986178">
      <w:pPr>
        <w:widowControl w:val="0"/>
        <w:shd w:val="clear" w:color="auto" w:fill="FFFFFF"/>
        <w:tabs>
          <w:tab w:val="left" w:pos="1418"/>
          <w:tab w:val="left" w:pos="1702"/>
        </w:tabs>
        <w:jc w:val="both"/>
        <w:rPr>
          <w:rFonts w:ascii="Open Sans" w:hAnsi="Open Sans" w:cs="Open Sans"/>
        </w:rPr>
      </w:pPr>
      <w:r w:rsidRPr="00986178">
        <w:rPr>
          <w:rFonts w:ascii="Open Sans" w:hAnsi="Open Sans" w:cs="Open Sans"/>
        </w:rPr>
        <w:t xml:space="preserve">Naročnik se obvezuje, da bo prejeti račun plačal na poslovni račun </w:t>
      </w:r>
      <w:r w:rsidR="005971D5" w:rsidRPr="00986178">
        <w:rPr>
          <w:rFonts w:ascii="Open Sans" w:hAnsi="Open Sans" w:cs="Open Sans"/>
        </w:rPr>
        <w:t xml:space="preserve">izvajalca </w:t>
      </w:r>
      <w:r w:rsidRPr="00986178">
        <w:rPr>
          <w:rFonts w:ascii="Open Sans" w:hAnsi="Open Sans" w:cs="Open Sans"/>
        </w:rPr>
        <w:t xml:space="preserve">IBAN:__________, odprt pri banki________________ (SWIFT____________), v roku 30 (tridesetih) koledarskih dni od dneva izstavitve pravilnega računa, sestavljenega v skladu s tem okvirnim sporazumom. Poslovni račun mora biti naveden tudi na posameznem računu. </w:t>
      </w:r>
      <w:r w:rsidR="000A4168" w:rsidRPr="00986178">
        <w:rPr>
          <w:rFonts w:ascii="Open Sans" w:hAnsi="Open Sans" w:cs="Open Sans"/>
        </w:rPr>
        <w:t xml:space="preserve">V primeru spremembe navedenega računa v tem členu, mora </w:t>
      </w:r>
      <w:r w:rsidR="004814C8">
        <w:rPr>
          <w:rFonts w:ascii="Open Sans" w:hAnsi="Open Sans" w:cs="Open Sans"/>
        </w:rPr>
        <w:t>izvajalec</w:t>
      </w:r>
      <w:r w:rsidR="004814C8" w:rsidRPr="00986178">
        <w:rPr>
          <w:rFonts w:ascii="Open Sans" w:hAnsi="Open Sans" w:cs="Open Sans"/>
        </w:rPr>
        <w:t xml:space="preserve"> </w:t>
      </w:r>
      <w:r w:rsidR="000A4168" w:rsidRPr="00986178">
        <w:rPr>
          <w:rFonts w:ascii="Open Sans" w:hAnsi="Open Sans" w:cs="Open Sans"/>
        </w:rPr>
        <w:t>takoj pisno obvestiti naročnika o spremembi.</w:t>
      </w:r>
    </w:p>
    <w:p w14:paraId="1EE6BB60" w14:textId="77777777" w:rsidR="000C449D" w:rsidRPr="00986178" w:rsidRDefault="000C449D" w:rsidP="00986178">
      <w:pPr>
        <w:widowControl w:val="0"/>
        <w:jc w:val="both"/>
        <w:rPr>
          <w:rFonts w:ascii="Open Sans" w:hAnsi="Open Sans" w:cs="Open Sans"/>
        </w:rPr>
      </w:pPr>
    </w:p>
    <w:p w14:paraId="1CF9873F" w14:textId="33E6BF8C" w:rsidR="00986178" w:rsidRDefault="000C449D" w:rsidP="00986178">
      <w:pPr>
        <w:widowControl w:val="0"/>
        <w:jc w:val="both"/>
        <w:rPr>
          <w:rFonts w:ascii="Open Sans" w:hAnsi="Open Sans" w:cs="Open Sans"/>
        </w:rPr>
      </w:pPr>
      <w:r w:rsidRPr="00986178">
        <w:rPr>
          <w:rFonts w:ascii="Open Sans" w:hAnsi="Open Sans" w:cs="Open Sans"/>
        </w:rPr>
        <w:t xml:space="preserve">V primeru naročnikove zamude pri plačilu ima </w:t>
      </w:r>
      <w:r w:rsidR="00547B32" w:rsidRPr="00986178">
        <w:rPr>
          <w:rFonts w:ascii="Open Sans" w:hAnsi="Open Sans" w:cs="Open Sans"/>
        </w:rPr>
        <w:t xml:space="preserve">izvajalec </w:t>
      </w:r>
      <w:r w:rsidRPr="00986178">
        <w:rPr>
          <w:rFonts w:ascii="Open Sans" w:hAnsi="Open Sans" w:cs="Open Sans"/>
        </w:rPr>
        <w:t>pravico zaračunati zakon</w:t>
      </w:r>
      <w:r w:rsidR="00507169" w:rsidRPr="00986178">
        <w:rPr>
          <w:rFonts w:ascii="Open Sans" w:hAnsi="Open Sans" w:cs="Open Sans"/>
        </w:rPr>
        <w:t>ske</w:t>
      </w:r>
      <w:r w:rsidRPr="00986178">
        <w:rPr>
          <w:rFonts w:ascii="Open Sans" w:hAnsi="Open Sans" w:cs="Open Sans"/>
        </w:rPr>
        <w:t xml:space="preserve"> zamudne obresti</w:t>
      </w:r>
      <w:r w:rsidR="00D24D8B">
        <w:rPr>
          <w:rFonts w:ascii="Open Sans" w:hAnsi="Open Sans" w:cs="Open Sans"/>
        </w:rPr>
        <w:t>.</w:t>
      </w:r>
    </w:p>
    <w:p w14:paraId="701631CC" w14:textId="1E814098" w:rsidR="00986178" w:rsidRDefault="00986178" w:rsidP="00986178">
      <w:pPr>
        <w:widowControl w:val="0"/>
        <w:jc w:val="both"/>
        <w:rPr>
          <w:rFonts w:ascii="Open Sans" w:hAnsi="Open Sans" w:cs="Open Sans"/>
        </w:rPr>
      </w:pPr>
    </w:p>
    <w:p w14:paraId="5F97C6D5" w14:textId="77777777" w:rsidR="00986178" w:rsidRPr="00986178" w:rsidRDefault="00986178" w:rsidP="00986178">
      <w:pPr>
        <w:widowControl w:val="0"/>
        <w:jc w:val="both"/>
        <w:rPr>
          <w:rFonts w:ascii="Open Sans" w:hAnsi="Open Sans" w:cs="Open Sans"/>
        </w:rPr>
      </w:pPr>
    </w:p>
    <w:p w14:paraId="5D21FD7A" w14:textId="77777777" w:rsidR="00725C2B" w:rsidRPr="00986178" w:rsidRDefault="00725C2B" w:rsidP="0019014E">
      <w:pPr>
        <w:widowControl w:val="0"/>
        <w:numPr>
          <w:ilvl w:val="0"/>
          <w:numId w:val="44"/>
        </w:numPr>
        <w:ind w:left="567" w:hanging="567"/>
        <w:jc w:val="center"/>
        <w:rPr>
          <w:rFonts w:ascii="Open Sans" w:hAnsi="Open Sans" w:cs="Open Sans"/>
          <w:b/>
        </w:rPr>
      </w:pPr>
      <w:r w:rsidRPr="00986178">
        <w:rPr>
          <w:rFonts w:ascii="Open Sans" w:hAnsi="Open Sans" w:cs="Open Sans"/>
          <w:b/>
        </w:rPr>
        <w:t>PODIZVAJALCI</w:t>
      </w:r>
    </w:p>
    <w:p w14:paraId="1641CBCB" w14:textId="77777777" w:rsidR="00803902" w:rsidRPr="00986178" w:rsidRDefault="00803902" w:rsidP="00986178">
      <w:pPr>
        <w:widowControl w:val="0"/>
        <w:rPr>
          <w:rFonts w:ascii="Open Sans" w:hAnsi="Open Sans" w:cs="Open Sans"/>
          <w:color w:val="000000"/>
        </w:rPr>
      </w:pPr>
    </w:p>
    <w:p w14:paraId="0F798EF9" w14:textId="0100C993" w:rsidR="00725C2B" w:rsidRPr="00986178" w:rsidRDefault="00725C2B" w:rsidP="0019014E">
      <w:pPr>
        <w:widowControl w:val="0"/>
        <w:numPr>
          <w:ilvl w:val="0"/>
          <w:numId w:val="48"/>
        </w:numPr>
        <w:rPr>
          <w:rFonts w:ascii="Open Sans" w:hAnsi="Open Sans" w:cs="Open Sans"/>
          <w:color w:val="000000"/>
        </w:rPr>
      </w:pPr>
      <w:r w:rsidRPr="00986178">
        <w:rPr>
          <w:rFonts w:ascii="Open Sans" w:hAnsi="Open Sans" w:cs="Open Sans"/>
          <w:color w:val="000000"/>
        </w:rPr>
        <w:t>člen</w:t>
      </w:r>
    </w:p>
    <w:p w14:paraId="456EAD90" w14:textId="77777777" w:rsidR="00725C2B" w:rsidRPr="00986178" w:rsidRDefault="00725C2B" w:rsidP="00986178">
      <w:pPr>
        <w:widowControl w:val="0"/>
        <w:jc w:val="center"/>
        <w:rPr>
          <w:rFonts w:ascii="Open Sans" w:hAnsi="Open Sans" w:cs="Open Sans"/>
          <w:b/>
          <w:color w:val="000000"/>
        </w:rPr>
      </w:pPr>
    </w:p>
    <w:p w14:paraId="4205559D" w14:textId="77777777" w:rsidR="00725C2B" w:rsidRPr="00986178" w:rsidRDefault="00725C2B" w:rsidP="00986178">
      <w:pPr>
        <w:widowControl w:val="0"/>
        <w:jc w:val="center"/>
        <w:rPr>
          <w:rFonts w:ascii="Open Sans" w:hAnsi="Open Sans" w:cs="Open Sans"/>
          <w:b/>
          <w:i/>
        </w:rPr>
      </w:pPr>
      <w:r w:rsidRPr="00986178">
        <w:rPr>
          <w:rFonts w:ascii="Open Sans" w:hAnsi="Open Sans" w:cs="Open Sans"/>
          <w:b/>
          <w:i/>
        </w:rPr>
        <w:t>/ se upošteva v primeru, da izvajalec nastopa s podizvajalcem /</w:t>
      </w:r>
    </w:p>
    <w:p w14:paraId="61B23BE1" w14:textId="77777777" w:rsidR="00725C2B" w:rsidRPr="00986178" w:rsidRDefault="00725C2B" w:rsidP="00986178">
      <w:pPr>
        <w:widowControl w:val="0"/>
        <w:jc w:val="both"/>
        <w:rPr>
          <w:rFonts w:ascii="Open Sans" w:hAnsi="Open Sans" w:cs="Open Sans"/>
        </w:rPr>
      </w:pPr>
    </w:p>
    <w:p w14:paraId="0DB00A65" w14:textId="465A4ED9" w:rsidR="00725C2B" w:rsidRPr="00986178" w:rsidRDefault="00725C2B" w:rsidP="00986178">
      <w:pPr>
        <w:widowControl w:val="0"/>
        <w:jc w:val="both"/>
        <w:rPr>
          <w:rFonts w:ascii="Open Sans" w:hAnsi="Open Sans" w:cs="Open Sans"/>
        </w:rPr>
      </w:pPr>
      <w:r w:rsidRPr="00986178">
        <w:rPr>
          <w:rFonts w:ascii="Open Sans" w:hAnsi="Open Sans" w:cs="Open Sans"/>
        </w:rPr>
        <w:lastRenderedPageBreak/>
        <w:t>Izvajalec v okviru tega okvirnega sporazuma nastopa skupaj z naslednjimi podizvajalci:</w:t>
      </w:r>
    </w:p>
    <w:p w14:paraId="118FB918" w14:textId="77777777" w:rsidR="008C5F6B" w:rsidRPr="00986178" w:rsidRDefault="008C5F6B" w:rsidP="00986178">
      <w:pPr>
        <w:widowControl w:val="0"/>
        <w:jc w:val="both"/>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725C2B" w:rsidRPr="00986178" w14:paraId="3519E90E" w14:textId="77777777" w:rsidTr="001F617F">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8B8E7F" w14:textId="77777777" w:rsidR="00725C2B" w:rsidRPr="00986178" w:rsidRDefault="00725C2B" w:rsidP="00986178">
            <w:pPr>
              <w:widowControl w:val="0"/>
              <w:jc w:val="both"/>
              <w:rPr>
                <w:rFonts w:ascii="Open Sans" w:hAnsi="Open Sans" w:cs="Open Sans"/>
              </w:rPr>
            </w:pPr>
            <w:r w:rsidRPr="00986178">
              <w:rPr>
                <w:rFonts w:ascii="Open Sans" w:hAnsi="Open Sans" w:cs="Open San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5E674C1" w14:textId="77777777" w:rsidR="00725C2B" w:rsidRPr="00986178" w:rsidRDefault="00725C2B" w:rsidP="00986178">
            <w:pPr>
              <w:widowControl w:val="0"/>
              <w:jc w:val="both"/>
              <w:rPr>
                <w:rFonts w:ascii="Open Sans" w:hAnsi="Open Sans" w:cs="Open Sans"/>
              </w:rPr>
            </w:pPr>
          </w:p>
        </w:tc>
      </w:tr>
      <w:tr w:rsidR="00725C2B" w:rsidRPr="00986178" w14:paraId="3AFDAAEF" w14:textId="77777777" w:rsidTr="001F617F">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E0E88DD" w14:textId="77777777" w:rsidR="00725C2B" w:rsidRPr="00986178" w:rsidRDefault="00725C2B" w:rsidP="00986178">
            <w:pPr>
              <w:widowControl w:val="0"/>
              <w:jc w:val="both"/>
              <w:rPr>
                <w:rFonts w:ascii="Open Sans" w:hAnsi="Open Sans" w:cs="Open Sans"/>
              </w:rPr>
            </w:pPr>
            <w:r w:rsidRPr="00986178">
              <w:rPr>
                <w:rFonts w:ascii="Open Sans" w:hAnsi="Open Sans" w:cs="Open San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EA56AC3" w14:textId="77777777" w:rsidR="00725C2B" w:rsidRPr="00986178" w:rsidRDefault="00725C2B" w:rsidP="00986178">
            <w:pPr>
              <w:widowControl w:val="0"/>
              <w:jc w:val="both"/>
              <w:rPr>
                <w:rFonts w:ascii="Open Sans" w:hAnsi="Open Sans" w:cs="Open Sans"/>
              </w:rPr>
            </w:pPr>
          </w:p>
        </w:tc>
      </w:tr>
      <w:tr w:rsidR="00725C2B" w:rsidRPr="00986178" w14:paraId="203C1F39" w14:textId="77777777" w:rsidTr="001F617F">
        <w:trPr>
          <w:trHeight w:val="278"/>
          <w:jc w:val="center"/>
        </w:trPr>
        <w:tc>
          <w:tcPr>
            <w:tcW w:w="3793" w:type="dxa"/>
            <w:tcBorders>
              <w:top w:val="single" w:sz="4" w:space="0" w:color="auto"/>
              <w:left w:val="single" w:sz="4" w:space="0" w:color="auto"/>
              <w:right w:val="single" w:sz="4" w:space="0" w:color="auto"/>
            </w:tcBorders>
            <w:vAlign w:val="center"/>
          </w:tcPr>
          <w:p w14:paraId="30936279" w14:textId="77777777" w:rsidR="00725C2B" w:rsidRPr="00986178" w:rsidRDefault="00725C2B" w:rsidP="00986178">
            <w:pPr>
              <w:widowControl w:val="0"/>
              <w:jc w:val="both"/>
              <w:rPr>
                <w:rFonts w:ascii="Open Sans" w:hAnsi="Open Sans" w:cs="Open Sans"/>
              </w:rPr>
            </w:pPr>
            <w:r w:rsidRPr="00986178">
              <w:rPr>
                <w:rFonts w:ascii="Open Sans" w:hAnsi="Open Sans" w:cs="Open San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1359905" w14:textId="77777777" w:rsidR="00725C2B" w:rsidRPr="00986178" w:rsidRDefault="00725C2B" w:rsidP="00986178">
            <w:pPr>
              <w:widowControl w:val="0"/>
              <w:jc w:val="center"/>
              <w:rPr>
                <w:rFonts w:ascii="Open Sans" w:hAnsi="Open Sans" w:cs="Open Sans"/>
              </w:rPr>
            </w:pPr>
            <w:r w:rsidRPr="00986178">
              <w:rPr>
                <w:rFonts w:ascii="Open Sans" w:hAnsi="Open Sans" w:cs="Open Sans"/>
              </w:rPr>
              <w:t>DA / NE</w:t>
            </w:r>
          </w:p>
        </w:tc>
      </w:tr>
      <w:tr w:rsidR="00725C2B" w:rsidRPr="00986178" w14:paraId="28DCDB1D" w14:textId="77777777" w:rsidTr="001F617F">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D868F58" w14:textId="510959C0" w:rsidR="00725C2B" w:rsidRPr="00986178" w:rsidRDefault="000344B4" w:rsidP="00986178">
            <w:pPr>
              <w:widowControl w:val="0"/>
              <w:jc w:val="both"/>
              <w:rPr>
                <w:rFonts w:ascii="Open Sans" w:hAnsi="Open Sans" w:cs="Open Sans"/>
              </w:rPr>
            </w:pPr>
            <w:r w:rsidRPr="00986178">
              <w:rPr>
                <w:rFonts w:ascii="Open Sans" w:hAnsi="Open Sans" w:cs="Open Sans"/>
              </w:rPr>
              <w:t>Vse osebe, ki so člani upravnega, vodstvenega ali nadzornega organa tega gospodarskega subjekta ali ki imajo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6E36014D" w14:textId="77777777" w:rsidR="00725C2B" w:rsidRPr="00986178" w:rsidRDefault="00725C2B" w:rsidP="00986178">
            <w:pPr>
              <w:widowControl w:val="0"/>
              <w:jc w:val="both"/>
              <w:rPr>
                <w:rFonts w:ascii="Open Sans" w:hAnsi="Open Sans" w:cs="Open Sans"/>
              </w:rPr>
            </w:pPr>
          </w:p>
        </w:tc>
      </w:tr>
      <w:tr w:rsidR="00725C2B" w:rsidRPr="00986178" w14:paraId="26BE4A9E" w14:textId="77777777" w:rsidTr="001F617F">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BCEAFFE" w14:textId="77777777" w:rsidR="00725C2B" w:rsidRPr="00986178" w:rsidRDefault="00725C2B" w:rsidP="00986178">
            <w:pPr>
              <w:widowControl w:val="0"/>
              <w:jc w:val="both"/>
              <w:rPr>
                <w:rFonts w:ascii="Open Sans" w:hAnsi="Open Sans" w:cs="Open Sans"/>
              </w:rPr>
            </w:pPr>
            <w:r w:rsidRPr="00986178">
              <w:rPr>
                <w:rFonts w:ascii="Open Sans" w:hAnsi="Open Sans" w:cs="Open San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3426F8E" w14:textId="77777777" w:rsidR="00725C2B" w:rsidRPr="00986178" w:rsidRDefault="00725C2B" w:rsidP="00986178">
            <w:pPr>
              <w:widowControl w:val="0"/>
              <w:jc w:val="both"/>
              <w:rPr>
                <w:rFonts w:ascii="Open Sans" w:hAnsi="Open Sans" w:cs="Open Sans"/>
              </w:rPr>
            </w:pPr>
          </w:p>
        </w:tc>
      </w:tr>
      <w:tr w:rsidR="00725C2B" w:rsidRPr="00986178" w14:paraId="47CD5108" w14:textId="77777777" w:rsidTr="001F617F">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41536F" w14:textId="77777777" w:rsidR="00725C2B" w:rsidRPr="00986178" w:rsidRDefault="00725C2B" w:rsidP="00986178">
            <w:pPr>
              <w:widowControl w:val="0"/>
              <w:jc w:val="both"/>
              <w:rPr>
                <w:rFonts w:ascii="Open Sans" w:hAnsi="Open Sans" w:cs="Open Sans"/>
              </w:rPr>
            </w:pPr>
            <w:r w:rsidRPr="00986178">
              <w:rPr>
                <w:rFonts w:ascii="Open Sans" w:hAnsi="Open Sans" w:cs="Open San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2AB777" w14:textId="77777777" w:rsidR="00725C2B" w:rsidRPr="00986178" w:rsidRDefault="00725C2B" w:rsidP="00986178">
            <w:pPr>
              <w:widowControl w:val="0"/>
              <w:jc w:val="both"/>
              <w:rPr>
                <w:rFonts w:ascii="Open Sans" w:hAnsi="Open Sans" w:cs="Open Sans"/>
              </w:rPr>
            </w:pPr>
          </w:p>
        </w:tc>
      </w:tr>
      <w:tr w:rsidR="00725C2B" w:rsidRPr="00986178" w14:paraId="2C2C7148" w14:textId="77777777" w:rsidTr="001F617F">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AAA830A" w14:textId="77777777" w:rsidR="00725C2B" w:rsidRPr="00986178" w:rsidRDefault="00725C2B" w:rsidP="00986178">
            <w:pPr>
              <w:widowControl w:val="0"/>
              <w:jc w:val="both"/>
              <w:rPr>
                <w:rFonts w:ascii="Open Sans" w:hAnsi="Open Sans" w:cs="Open Sans"/>
              </w:rPr>
            </w:pPr>
            <w:r w:rsidRPr="00986178">
              <w:rPr>
                <w:rFonts w:ascii="Open Sans" w:hAnsi="Open Sans" w:cs="Open San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71D605" w14:textId="77777777" w:rsidR="00725C2B" w:rsidRPr="00986178" w:rsidRDefault="00725C2B" w:rsidP="00986178">
            <w:pPr>
              <w:widowControl w:val="0"/>
              <w:jc w:val="both"/>
              <w:rPr>
                <w:rFonts w:ascii="Open Sans" w:hAnsi="Open Sans" w:cs="Open Sans"/>
              </w:rPr>
            </w:pPr>
          </w:p>
        </w:tc>
      </w:tr>
      <w:tr w:rsidR="00725C2B" w:rsidRPr="00986178" w14:paraId="5EF1573A" w14:textId="77777777" w:rsidTr="001F617F">
        <w:trPr>
          <w:trHeight w:val="616"/>
          <w:jc w:val="center"/>
        </w:trPr>
        <w:tc>
          <w:tcPr>
            <w:tcW w:w="3793" w:type="dxa"/>
            <w:tcBorders>
              <w:top w:val="single" w:sz="4" w:space="0" w:color="auto"/>
              <w:left w:val="single" w:sz="4" w:space="0" w:color="auto"/>
              <w:right w:val="single" w:sz="4" w:space="0" w:color="auto"/>
            </w:tcBorders>
            <w:vAlign w:val="center"/>
          </w:tcPr>
          <w:p w14:paraId="4002AD79" w14:textId="77777777" w:rsidR="00725C2B" w:rsidRPr="00986178" w:rsidRDefault="00725C2B" w:rsidP="00986178">
            <w:pPr>
              <w:widowControl w:val="0"/>
              <w:jc w:val="both"/>
              <w:rPr>
                <w:rFonts w:ascii="Open Sans" w:hAnsi="Open Sans" w:cs="Open Sans"/>
              </w:rPr>
            </w:pPr>
            <w:r w:rsidRPr="00986178">
              <w:rPr>
                <w:rFonts w:ascii="Open Sans" w:hAnsi="Open Sans" w:cs="Open Sans"/>
              </w:rPr>
              <w:t xml:space="preserve">Del javnega naročila, ki se oddaja v </w:t>
            </w:r>
            <w:proofErr w:type="spellStart"/>
            <w:r w:rsidRPr="00986178">
              <w:rPr>
                <w:rFonts w:ascii="Open Sans" w:hAnsi="Open Sans" w:cs="Open Sans"/>
              </w:rPr>
              <w:t>podizvajanje</w:t>
            </w:r>
            <w:proofErr w:type="spellEnd"/>
            <w:r w:rsidRPr="00986178">
              <w:rPr>
                <w:rFonts w:ascii="Open Sans" w:hAnsi="Open Sans" w:cs="Open Sans"/>
              </w:rPr>
              <w:t xml:space="preserve"> (vrsta/opis del)</w:t>
            </w:r>
          </w:p>
        </w:tc>
        <w:tc>
          <w:tcPr>
            <w:tcW w:w="5633" w:type="dxa"/>
            <w:tcBorders>
              <w:top w:val="single" w:sz="4" w:space="0" w:color="auto"/>
              <w:left w:val="single" w:sz="4" w:space="0" w:color="auto"/>
              <w:right w:val="single" w:sz="4" w:space="0" w:color="auto"/>
            </w:tcBorders>
            <w:vAlign w:val="center"/>
          </w:tcPr>
          <w:p w14:paraId="41C5DE63" w14:textId="77777777" w:rsidR="00725C2B" w:rsidRPr="00986178" w:rsidRDefault="00725C2B" w:rsidP="00986178">
            <w:pPr>
              <w:widowControl w:val="0"/>
              <w:jc w:val="both"/>
              <w:rPr>
                <w:rFonts w:ascii="Open Sans" w:hAnsi="Open Sans" w:cs="Open Sans"/>
              </w:rPr>
            </w:pPr>
          </w:p>
        </w:tc>
      </w:tr>
      <w:tr w:rsidR="000344B4" w:rsidRPr="00986178" w14:paraId="71761D6A" w14:textId="77777777" w:rsidTr="008C5F6B">
        <w:trPr>
          <w:trHeight w:val="387"/>
          <w:jc w:val="center"/>
        </w:trPr>
        <w:tc>
          <w:tcPr>
            <w:tcW w:w="3793" w:type="dxa"/>
            <w:tcBorders>
              <w:top w:val="single" w:sz="4" w:space="0" w:color="auto"/>
              <w:left w:val="single" w:sz="4" w:space="0" w:color="auto"/>
              <w:right w:val="single" w:sz="4" w:space="0" w:color="auto"/>
            </w:tcBorders>
            <w:vAlign w:val="center"/>
          </w:tcPr>
          <w:p w14:paraId="7875AF9E" w14:textId="7C6A7220" w:rsidR="000344B4" w:rsidRPr="00986178" w:rsidRDefault="000344B4" w:rsidP="00986178">
            <w:pPr>
              <w:widowControl w:val="0"/>
              <w:jc w:val="both"/>
              <w:rPr>
                <w:rFonts w:ascii="Open Sans" w:hAnsi="Open Sans" w:cs="Open Sans"/>
              </w:rPr>
            </w:pPr>
            <w:r w:rsidRPr="00986178">
              <w:rPr>
                <w:rFonts w:ascii="Open Sans" w:hAnsi="Open Sans" w:cs="Open Sans"/>
              </w:rPr>
              <w:t xml:space="preserve">Količina/Delež (%) v </w:t>
            </w:r>
            <w:proofErr w:type="spellStart"/>
            <w:r w:rsidRPr="00986178">
              <w:rPr>
                <w:rFonts w:ascii="Open Sans" w:hAnsi="Open Sans" w:cs="Open Sans"/>
              </w:rPr>
              <w:t>podizvajanju</w:t>
            </w:r>
            <w:proofErr w:type="spellEnd"/>
          </w:p>
        </w:tc>
        <w:tc>
          <w:tcPr>
            <w:tcW w:w="5633" w:type="dxa"/>
            <w:tcBorders>
              <w:top w:val="single" w:sz="4" w:space="0" w:color="auto"/>
              <w:left w:val="single" w:sz="4" w:space="0" w:color="auto"/>
              <w:right w:val="single" w:sz="4" w:space="0" w:color="auto"/>
            </w:tcBorders>
            <w:vAlign w:val="center"/>
          </w:tcPr>
          <w:p w14:paraId="55DF4565" w14:textId="77777777" w:rsidR="000344B4" w:rsidRPr="00986178" w:rsidRDefault="000344B4" w:rsidP="00986178">
            <w:pPr>
              <w:widowControl w:val="0"/>
              <w:jc w:val="both"/>
              <w:rPr>
                <w:rFonts w:ascii="Open Sans" w:hAnsi="Open Sans" w:cs="Open Sans"/>
              </w:rPr>
            </w:pPr>
          </w:p>
        </w:tc>
      </w:tr>
      <w:tr w:rsidR="00725C2B" w:rsidRPr="00986178" w14:paraId="5B60CC7A" w14:textId="77777777" w:rsidTr="001F617F">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AC2F0C" w14:textId="4991667F" w:rsidR="00725C2B" w:rsidRPr="00986178" w:rsidRDefault="00725C2B" w:rsidP="00986178">
            <w:pPr>
              <w:widowControl w:val="0"/>
              <w:jc w:val="both"/>
              <w:rPr>
                <w:rFonts w:ascii="Open Sans" w:hAnsi="Open Sans" w:cs="Open Sans"/>
              </w:rPr>
            </w:pPr>
            <w:r w:rsidRPr="00986178">
              <w:rPr>
                <w:rFonts w:ascii="Open Sans" w:hAnsi="Open Sans" w:cs="Open Sans"/>
              </w:rPr>
              <w:t xml:space="preserve">Kraj izvedbe </w:t>
            </w:r>
            <w:r w:rsidR="000344B4" w:rsidRPr="00986178">
              <w:rPr>
                <w:rFonts w:ascii="Open Sans" w:hAnsi="Open Sans" w:cs="Open Sans"/>
              </w:rPr>
              <w:t>storitev</w:t>
            </w:r>
          </w:p>
        </w:tc>
        <w:tc>
          <w:tcPr>
            <w:tcW w:w="5633" w:type="dxa"/>
            <w:tcBorders>
              <w:top w:val="single" w:sz="4" w:space="0" w:color="auto"/>
              <w:left w:val="single" w:sz="4" w:space="0" w:color="auto"/>
              <w:bottom w:val="single" w:sz="4" w:space="0" w:color="auto"/>
              <w:right w:val="single" w:sz="4" w:space="0" w:color="auto"/>
            </w:tcBorders>
            <w:vAlign w:val="center"/>
          </w:tcPr>
          <w:p w14:paraId="4795DD8A" w14:textId="77777777" w:rsidR="00725C2B" w:rsidRPr="00986178" w:rsidRDefault="00725C2B" w:rsidP="00986178">
            <w:pPr>
              <w:widowControl w:val="0"/>
              <w:jc w:val="both"/>
              <w:rPr>
                <w:rFonts w:ascii="Open Sans" w:hAnsi="Open Sans" w:cs="Open Sans"/>
              </w:rPr>
            </w:pPr>
          </w:p>
        </w:tc>
      </w:tr>
      <w:tr w:rsidR="00725C2B" w:rsidRPr="00986178" w14:paraId="65AC0C4C" w14:textId="77777777" w:rsidTr="001F617F">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9139E4" w14:textId="4E03E1E5" w:rsidR="00725C2B" w:rsidRPr="00986178" w:rsidRDefault="00725C2B" w:rsidP="00986178">
            <w:pPr>
              <w:widowControl w:val="0"/>
              <w:jc w:val="both"/>
              <w:rPr>
                <w:rFonts w:ascii="Open Sans" w:hAnsi="Open Sans" w:cs="Open Sans"/>
              </w:rPr>
            </w:pPr>
            <w:r w:rsidRPr="00986178">
              <w:rPr>
                <w:rFonts w:ascii="Open Sans" w:hAnsi="Open Sans" w:cs="Open Sans"/>
              </w:rPr>
              <w:t xml:space="preserve">Rok izvedbe </w:t>
            </w:r>
            <w:r w:rsidR="008B4B8C" w:rsidRPr="00986178">
              <w:rPr>
                <w:rFonts w:ascii="Open Sans" w:hAnsi="Open Sans" w:cs="Open Sans"/>
              </w:rPr>
              <w:t>storitev</w:t>
            </w:r>
          </w:p>
        </w:tc>
        <w:tc>
          <w:tcPr>
            <w:tcW w:w="5633" w:type="dxa"/>
            <w:tcBorders>
              <w:top w:val="single" w:sz="4" w:space="0" w:color="auto"/>
              <w:left w:val="single" w:sz="4" w:space="0" w:color="auto"/>
              <w:bottom w:val="single" w:sz="4" w:space="0" w:color="auto"/>
              <w:right w:val="single" w:sz="4" w:space="0" w:color="auto"/>
            </w:tcBorders>
            <w:vAlign w:val="center"/>
          </w:tcPr>
          <w:p w14:paraId="7D66A3EF" w14:textId="77777777" w:rsidR="00725C2B" w:rsidRPr="00986178" w:rsidRDefault="00725C2B" w:rsidP="00986178">
            <w:pPr>
              <w:widowControl w:val="0"/>
              <w:jc w:val="both"/>
              <w:rPr>
                <w:rFonts w:ascii="Open Sans" w:hAnsi="Open Sans" w:cs="Open Sans"/>
              </w:rPr>
            </w:pPr>
          </w:p>
        </w:tc>
      </w:tr>
    </w:tbl>
    <w:p w14:paraId="59BA9923" w14:textId="77777777" w:rsidR="00725C2B" w:rsidRPr="00986178" w:rsidRDefault="00725C2B" w:rsidP="00986178">
      <w:pPr>
        <w:widowControl w:val="0"/>
        <w:jc w:val="both"/>
        <w:rPr>
          <w:rFonts w:ascii="Open Sans" w:hAnsi="Open Sans" w:cs="Open Sans"/>
        </w:rPr>
      </w:pPr>
    </w:p>
    <w:p w14:paraId="6691B74B" w14:textId="70BF91E4" w:rsidR="00725C2B" w:rsidRPr="00986178" w:rsidRDefault="00725C2B" w:rsidP="00986178">
      <w:pPr>
        <w:widowControl w:val="0"/>
        <w:jc w:val="both"/>
        <w:rPr>
          <w:rFonts w:ascii="Open Sans" w:hAnsi="Open Sans" w:cs="Open Sans"/>
        </w:rPr>
      </w:pPr>
      <w:r w:rsidRPr="00986178">
        <w:rPr>
          <w:rFonts w:ascii="Open Sans" w:hAnsi="Open Sans" w:cs="Open Sans"/>
        </w:rPr>
        <w:t xml:space="preserve">Izvajalec, ki izvaja javno naročilo z enim ali več podizvajalci, mora v celoti upoštevati obveznosti iz 94. člena ZJN-3 in zahteve iz razpisne dokumentacije št. </w:t>
      </w:r>
      <w:r w:rsidR="00FD240D" w:rsidRPr="00986178">
        <w:rPr>
          <w:rFonts w:ascii="Open Sans" w:hAnsi="Open Sans" w:cs="Open Sans"/>
        </w:rPr>
        <w:t>ENLJ-SAL-80/25</w:t>
      </w:r>
      <w:r w:rsidRPr="00986178">
        <w:rPr>
          <w:rFonts w:ascii="Open Sans" w:hAnsi="Open Sans" w:cs="Open Sans"/>
        </w:rPr>
        <w:t xml:space="preserve">, ter za vse navedene podizvajalce predložiti izpolnjene, podpisane in žigosane zahtevane obrazce iz razpisne dokumentacije št. </w:t>
      </w:r>
      <w:r w:rsidR="00FD240D" w:rsidRPr="00986178">
        <w:rPr>
          <w:rFonts w:ascii="Open Sans" w:hAnsi="Open Sans" w:cs="Open Sans"/>
        </w:rPr>
        <w:t>ENLJ-SAL-80/25</w:t>
      </w:r>
      <w:r w:rsidRPr="00986178">
        <w:rPr>
          <w:rFonts w:ascii="Open Sans" w:hAnsi="Open Sans" w:cs="Open Sans"/>
        </w:rPr>
        <w:t>. Če izvajalec ne ravna v skladu s 94. člena ZJN-3, bo naročnik Državni revizijski komisiji podal predlog za uvedbo postopka o prekršku iz 2. točke prvega odstavka 112. člena ZJN-3.</w:t>
      </w:r>
    </w:p>
    <w:p w14:paraId="328CA58E" w14:textId="77777777" w:rsidR="00507169" w:rsidRPr="00986178" w:rsidRDefault="00507169" w:rsidP="00986178">
      <w:pPr>
        <w:widowControl w:val="0"/>
        <w:jc w:val="both"/>
        <w:rPr>
          <w:rFonts w:ascii="Open Sans" w:hAnsi="Open Sans" w:cs="Open Sans"/>
        </w:rPr>
      </w:pPr>
    </w:p>
    <w:p w14:paraId="2E0B6D27" w14:textId="1FEE724F" w:rsidR="00725C2B" w:rsidRPr="00986178" w:rsidRDefault="00725C2B" w:rsidP="00986178">
      <w:pPr>
        <w:widowControl w:val="0"/>
        <w:jc w:val="both"/>
        <w:rPr>
          <w:rFonts w:ascii="Open Sans" w:hAnsi="Open Sans" w:cs="Open Sans"/>
        </w:rPr>
      </w:pPr>
      <w:r w:rsidRPr="00986178">
        <w:rPr>
          <w:rFonts w:ascii="Open Sans" w:hAnsi="Open Sans" w:cs="Open Sans"/>
        </w:rPr>
        <w:t xml:space="preserve">Podizvajalec mora izpolnjevati vse pogoje in zahteve naročnika v zvezi s podizvajalci, ki so navedeni v razpisni dokumentaciji št. </w:t>
      </w:r>
      <w:r w:rsidR="00FD240D" w:rsidRPr="00986178">
        <w:rPr>
          <w:rFonts w:ascii="Open Sans" w:hAnsi="Open Sans" w:cs="Open Sans"/>
        </w:rPr>
        <w:t>ENLJ-SAL-80/25</w:t>
      </w:r>
      <w:r w:rsidRPr="00986178">
        <w:rPr>
          <w:rFonts w:ascii="Open Sans" w:hAnsi="Open Sans" w:cs="Open Sans"/>
        </w:rPr>
        <w:t xml:space="preserve"> ter izpolniti vse navedene priloge, ki se nanašajo na izpolnjevanje pogojev podizvajalcev.</w:t>
      </w:r>
    </w:p>
    <w:p w14:paraId="076749D0" w14:textId="77777777" w:rsidR="00725C2B" w:rsidRPr="00986178" w:rsidRDefault="00725C2B" w:rsidP="00986178">
      <w:pPr>
        <w:widowControl w:val="0"/>
        <w:jc w:val="both"/>
        <w:rPr>
          <w:rFonts w:ascii="Open Sans" w:hAnsi="Open Sans" w:cs="Open Sans"/>
        </w:rPr>
      </w:pPr>
    </w:p>
    <w:p w14:paraId="20875F78" w14:textId="77777777" w:rsidR="00725C2B" w:rsidRPr="00986178" w:rsidRDefault="00725C2B" w:rsidP="00986178">
      <w:pPr>
        <w:widowControl w:val="0"/>
        <w:jc w:val="both"/>
        <w:rPr>
          <w:rFonts w:ascii="Open Sans" w:hAnsi="Open Sans" w:cs="Open Sans"/>
        </w:rPr>
      </w:pPr>
      <w:r w:rsidRPr="00986178">
        <w:rPr>
          <w:rFonts w:ascii="Open Sans" w:hAnsi="Open Sans" w:cs="Open Sans"/>
        </w:rPr>
        <w:t>Izvajalec v razmerju do naročnika v celoti odgovarja za dobro izvedbo obveznosti po okvirnem sporazumu, ne glede na število podizvajalcev.</w:t>
      </w:r>
    </w:p>
    <w:p w14:paraId="04664D33" w14:textId="77777777" w:rsidR="00725C2B" w:rsidRPr="00986178" w:rsidRDefault="00725C2B" w:rsidP="00986178">
      <w:pPr>
        <w:widowControl w:val="0"/>
        <w:jc w:val="both"/>
        <w:rPr>
          <w:rFonts w:ascii="Open Sans" w:hAnsi="Open Sans" w:cs="Open Sans"/>
        </w:rPr>
      </w:pPr>
    </w:p>
    <w:p w14:paraId="63AC3F65" w14:textId="77777777" w:rsidR="00725C2B" w:rsidRPr="00986178" w:rsidRDefault="00725C2B" w:rsidP="00986178">
      <w:pPr>
        <w:widowControl w:val="0"/>
        <w:jc w:val="both"/>
        <w:rPr>
          <w:rFonts w:ascii="Open Sans" w:hAnsi="Open Sans" w:cs="Open Sans"/>
        </w:rPr>
      </w:pPr>
      <w:r w:rsidRPr="00986178">
        <w:rPr>
          <w:rFonts w:ascii="Open Sans" w:hAnsi="Open Sans" w:cs="Open Sans"/>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p>
    <w:p w14:paraId="6208E36D" w14:textId="77777777" w:rsidR="00725C2B" w:rsidRPr="00986178" w:rsidRDefault="00725C2B" w:rsidP="00986178">
      <w:pPr>
        <w:widowControl w:val="0"/>
        <w:jc w:val="both"/>
        <w:rPr>
          <w:rFonts w:ascii="Open Sans" w:hAnsi="Open Sans" w:cs="Open Sans"/>
        </w:rPr>
      </w:pPr>
    </w:p>
    <w:p w14:paraId="0A09AF5B" w14:textId="452B3C41" w:rsidR="00725C2B" w:rsidRPr="00986178" w:rsidRDefault="00725C2B" w:rsidP="00986178">
      <w:pPr>
        <w:widowControl w:val="0"/>
        <w:jc w:val="both"/>
        <w:rPr>
          <w:rFonts w:ascii="Open Sans" w:hAnsi="Open Sans" w:cs="Open Sans"/>
        </w:rPr>
      </w:pPr>
      <w:r w:rsidRPr="00986178">
        <w:rPr>
          <w:rFonts w:ascii="Open Sans" w:hAnsi="Open Sans" w:cs="Open Sans"/>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ali dokončanje </w:t>
      </w:r>
      <w:r w:rsidR="000F787F" w:rsidRPr="00986178">
        <w:rPr>
          <w:rFonts w:ascii="Open Sans" w:hAnsi="Open Sans" w:cs="Open Sans"/>
        </w:rPr>
        <w:t>storitev</w:t>
      </w:r>
      <w:r w:rsidRPr="00986178">
        <w:rPr>
          <w:rFonts w:ascii="Open Sans" w:hAnsi="Open Sans" w:cs="Open Sans"/>
        </w:rPr>
        <w:t xml:space="preserve"> in če novi podizvajalec ne izpolnjuje pogojev, ki jih je postavil naročnik v razpisni dokumentaciji št. </w:t>
      </w:r>
      <w:r w:rsidR="00FD240D" w:rsidRPr="00986178">
        <w:rPr>
          <w:rFonts w:ascii="Open Sans" w:hAnsi="Open Sans" w:cs="Open Sans"/>
        </w:rPr>
        <w:t>ENLJ-SAL-80/25</w:t>
      </w:r>
      <w:r w:rsidRPr="00986178">
        <w:rPr>
          <w:rFonts w:ascii="Open Sans" w:hAnsi="Open Sans" w:cs="Open Sans"/>
        </w:rPr>
        <w:t xml:space="preserve"> v zvezi z oddajo javnega naročila. Naročnik mora o morebitni zavrnitvi novega podizvajalca obvestiti izvajalca najpozneje v 10 (desetih) dneh od prejema predloga.</w:t>
      </w:r>
    </w:p>
    <w:p w14:paraId="3098F8F9" w14:textId="77777777" w:rsidR="00725C2B" w:rsidRPr="00986178" w:rsidRDefault="00725C2B" w:rsidP="00986178">
      <w:pPr>
        <w:widowControl w:val="0"/>
        <w:jc w:val="both"/>
        <w:rPr>
          <w:rFonts w:ascii="Open Sans" w:hAnsi="Open Sans" w:cs="Open Sans"/>
        </w:rPr>
      </w:pPr>
    </w:p>
    <w:p w14:paraId="779423CC" w14:textId="77777777" w:rsidR="00725C2B" w:rsidRPr="00986178" w:rsidRDefault="00725C2B" w:rsidP="00986178">
      <w:pPr>
        <w:widowControl w:val="0"/>
        <w:jc w:val="center"/>
        <w:rPr>
          <w:rFonts w:ascii="Open Sans" w:hAnsi="Open Sans" w:cs="Open Sans"/>
          <w:b/>
          <w:i/>
          <w:iCs/>
        </w:rPr>
      </w:pPr>
      <w:r w:rsidRPr="00986178">
        <w:rPr>
          <w:rFonts w:ascii="Open Sans" w:hAnsi="Open Sans" w:cs="Open Sans"/>
          <w:b/>
          <w:i/>
          <w:iCs/>
        </w:rPr>
        <w:t>/se upošteva v primeru, da izvajalec nastopa s podizvajalcem, ki ne zahteva neposrednega plačila/</w:t>
      </w:r>
    </w:p>
    <w:p w14:paraId="092E43EC" w14:textId="77777777" w:rsidR="00725C2B" w:rsidRPr="00986178" w:rsidRDefault="00725C2B" w:rsidP="00986178">
      <w:pPr>
        <w:widowControl w:val="0"/>
        <w:jc w:val="both"/>
        <w:rPr>
          <w:rFonts w:ascii="Open Sans" w:hAnsi="Open Sans" w:cs="Open Sans"/>
        </w:rPr>
      </w:pPr>
    </w:p>
    <w:p w14:paraId="4EF05D1F" w14:textId="65FB2DF6" w:rsidR="00725C2B" w:rsidRPr="00986178" w:rsidRDefault="00725C2B" w:rsidP="00986178">
      <w:pPr>
        <w:widowControl w:val="0"/>
        <w:jc w:val="both"/>
        <w:rPr>
          <w:rFonts w:ascii="Open Sans" w:hAnsi="Open Sans" w:cs="Open Sans"/>
        </w:rPr>
      </w:pPr>
      <w:r w:rsidRPr="00986178">
        <w:rPr>
          <w:rFonts w:ascii="Open Sans" w:hAnsi="Open Sans" w:cs="Open Sans"/>
        </w:rPr>
        <w:t xml:space="preserve">Kadar izvajalec nastopa s podizvajalcem, ki ne zahteva neposrednega plačila, bo naročnik od izvajalca zahteval, da mu najpozneje v 60 (šestdesetih) dneh od plačila končnega računa pošlje svojo pisno </w:t>
      </w:r>
      <w:r w:rsidRPr="00986178">
        <w:rPr>
          <w:rFonts w:ascii="Open Sans" w:hAnsi="Open Sans" w:cs="Open Sans"/>
        </w:rPr>
        <w:lastRenderedPageBreak/>
        <w:t>izjavo in pisno izjavo podizvajalca, da je podizvajalec prejel plačilo za izveden</w:t>
      </w:r>
      <w:r w:rsidR="000F787F" w:rsidRPr="00986178">
        <w:rPr>
          <w:rFonts w:ascii="Open Sans" w:hAnsi="Open Sans" w:cs="Open Sans"/>
        </w:rPr>
        <w:t>e</w:t>
      </w:r>
      <w:r w:rsidRPr="00986178">
        <w:rPr>
          <w:rFonts w:ascii="Open Sans" w:hAnsi="Open Sans" w:cs="Open Sans"/>
        </w:rPr>
        <w:t xml:space="preserve"> </w:t>
      </w:r>
      <w:r w:rsidR="000F787F" w:rsidRPr="00986178">
        <w:rPr>
          <w:rFonts w:ascii="Open Sans" w:hAnsi="Open Sans" w:cs="Open Sans"/>
        </w:rPr>
        <w:t>storitve</w:t>
      </w:r>
      <w:r w:rsidRPr="00986178">
        <w:rPr>
          <w:rFonts w:ascii="Open Sans" w:hAnsi="Open Sans" w:cs="Open Sans"/>
        </w:rPr>
        <w:t>, ki so neposredno povezan</w:t>
      </w:r>
      <w:r w:rsidR="000F787F" w:rsidRPr="00986178">
        <w:rPr>
          <w:rFonts w:ascii="Open Sans" w:hAnsi="Open Sans" w:cs="Open Sans"/>
        </w:rPr>
        <w:t>e</w:t>
      </w:r>
      <w:r w:rsidRPr="00986178">
        <w:rPr>
          <w:rFonts w:ascii="Open Sans" w:hAnsi="Open Sans" w:cs="Open Sans"/>
        </w:rPr>
        <w:t xml:space="preserve"> s predmetom okvirnega sporazuma. Če izvajalec naročniku na njegov poziv ne posreduje teh izjav, naročnik Državni revizijski komisiji poda predlog za uvedbo postopka o prekršku iz 2. točke prvega odstavka 112. člena ZJN-3.</w:t>
      </w:r>
    </w:p>
    <w:p w14:paraId="7631446D" w14:textId="1D81B391" w:rsidR="00725C2B" w:rsidRPr="00986178" w:rsidRDefault="00725C2B" w:rsidP="00986178">
      <w:pPr>
        <w:widowControl w:val="0"/>
        <w:jc w:val="both"/>
        <w:rPr>
          <w:rFonts w:ascii="Open Sans" w:hAnsi="Open Sans" w:cs="Open Sans"/>
        </w:rPr>
      </w:pPr>
    </w:p>
    <w:p w14:paraId="5B1B0574" w14:textId="77777777" w:rsidR="00725C2B" w:rsidRPr="00986178" w:rsidRDefault="00725C2B" w:rsidP="00986178">
      <w:pPr>
        <w:widowControl w:val="0"/>
        <w:jc w:val="center"/>
        <w:rPr>
          <w:rFonts w:ascii="Open Sans" w:hAnsi="Open Sans" w:cs="Open Sans"/>
          <w:b/>
          <w:i/>
          <w:iCs/>
        </w:rPr>
      </w:pPr>
      <w:r w:rsidRPr="00986178">
        <w:rPr>
          <w:rFonts w:ascii="Open Sans" w:hAnsi="Open Sans" w:cs="Open Sans"/>
          <w:b/>
          <w:i/>
          <w:iCs/>
        </w:rPr>
        <w:t>/se upošteva v primeru, da izvajalec nastopa s podizvajalcem, ki zahteva neposredno plačilo/</w:t>
      </w:r>
    </w:p>
    <w:p w14:paraId="36AD16B9" w14:textId="77777777" w:rsidR="00725C2B" w:rsidRPr="00986178" w:rsidRDefault="00725C2B" w:rsidP="00986178">
      <w:pPr>
        <w:widowControl w:val="0"/>
        <w:jc w:val="both"/>
        <w:rPr>
          <w:rFonts w:ascii="Open Sans" w:hAnsi="Open Sans" w:cs="Open Sans"/>
        </w:rPr>
      </w:pPr>
    </w:p>
    <w:p w14:paraId="294D7A0B" w14:textId="77777777" w:rsidR="00725C2B" w:rsidRPr="00986178" w:rsidRDefault="00725C2B" w:rsidP="00986178">
      <w:pPr>
        <w:widowControl w:val="0"/>
        <w:jc w:val="both"/>
        <w:rPr>
          <w:rFonts w:ascii="Open Sans" w:hAnsi="Open Sans" w:cs="Open Sans"/>
        </w:rPr>
      </w:pPr>
      <w:r w:rsidRPr="00986178">
        <w:rPr>
          <w:rFonts w:ascii="Open Sans" w:hAnsi="Open Sans" w:cs="Open Sans"/>
        </w:rPr>
        <w:t xml:space="preserve">Kadar izvajalec izvaja javno naročilo s podizvajalcem, ki zahteva neposredno plačilo, mora v skladu s 94. členom ZJN-3: </w:t>
      </w:r>
    </w:p>
    <w:p w14:paraId="1C4FD2BD" w14:textId="77777777" w:rsidR="00725C2B" w:rsidRPr="00986178" w:rsidRDefault="00725C2B" w:rsidP="0019014E">
      <w:pPr>
        <w:widowControl w:val="0"/>
        <w:numPr>
          <w:ilvl w:val="1"/>
          <w:numId w:val="34"/>
        </w:numPr>
        <w:ind w:left="284" w:hanging="284"/>
        <w:jc w:val="both"/>
        <w:rPr>
          <w:rFonts w:ascii="Open Sans" w:hAnsi="Open Sans" w:cs="Open Sans"/>
        </w:rPr>
      </w:pPr>
      <w:r w:rsidRPr="00986178">
        <w:rPr>
          <w:rFonts w:ascii="Open Sans" w:hAnsi="Open Sans" w:cs="Open Sans"/>
        </w:rPr>
        <w:t>pooblastiti naročnika, da na podlagi potrjenega računa s strani izvajalca neposredno plačuje podizvajalcu,</w:t>
      </w:r>
    </w:p>
    <w:p w14:paraId="3D544EDD" w14:textId="77777777" w:rsidR="00725C2B" w:rsidRPr="00986178" w:rsidRDefault="00725C2B" w:rsidP="0019014E">
      <w:pPr>
        <w:widowControl w:val="0"/>
        <w:numPr>
          <w:ilvl w:val="1"/>
          <w:numId w:val="34"/>
        </w:numPr>
        <w:ind w:left="284" w:hanging="284"/>
        <w:jc w:val="both"/>
        <w:rPr>
          <w:rFonts w:ascii="Open Sans" w:hAnsi="Open Sans" w:cs="Open Sans"/>
        </w:rPr>
      </w:pPr>
      <w:r w:rsidRPr="00986178">
        <w:rPr>
          <w:rFonts w:ascii="Open Sans" w:hAnsi="Open Sans" w:cs="Open Sans"/>
        </w:rPr>
        <w:t xml:space="preserve">predložiti soglasje podizvajalca, na podlagi katerega naročnik namesto izvajalca poravna podizvajalčevo terjatev do izvajalca. </w:t>
      </w:r>
    </w:p>
    <w:p w14:paraId="66624295" w14:textId="77777777" w:rsidR="00725C2B" w:rsidRPr="00986178" w:rsidRDefault="00725C2B" w:rsidP="00986178">
      <w:pPr>
        <w:widowControl w:val="0"/>
        <w:jc w:val="both"/>
        <w:rPr>
          <w:rFonts w:ascii="Open Sans" w:hAnsi="Open Sans" w:cs="Open Sans"/>
        </w:rPr>
      </w:pPr>
    </w:p>
    <w:p w14:paraId="62A14736" w14:textId="77777777" w:rsidR="00725C2B" w:rsidRPr="00986178" w:rsidRDefault="00725C2B" w:rsidP="00986178">
      <w:pPr>
        <w:widowControl w:val="0"/>
        <w:jc w:val="both"/>
        <w:rPr>
          <w:rFonts w:ascii="Open Sans" w:hAnsi="Open Sans" w:cs="Open Sans"/>
        </w:rPr>
      </w:pPr>
      <w:r w:rsidRPr="00986178">
        <w:rPr>
          <w:rFonts w:ascii="Open Sans" w:hAnsi="Open Sans" w:cs="Open Sans"/>
        </w:rPr>
        <w:t>Izvajalec mora za podizvajalca, ki zahteva neposredno plačilo, ob vsakem računu priložiti:</w:t>
      </w:r>
    </w:p>
    <w:p w14:paraId="6035D0D6" w14:textId="77777777" w:rsidR="00725C2B" w:rsidRPr="00986178" w:rsidRDefault="00725C2B" w:rsidP="0019014E">
      <w:pPr>
        <w:widowControl w:val="0"/>
        <w:numPr>
          <w:ilvl w:val="1"/>
          <w:numId w:val="34"/>
        </w:numPr>
        <w:ind w:left="284" w:hanging="284"/>
        <w:jc w:val="both"/>
        <w:rPr>
          <w:rFonts w:ascii="Open Sans" w:hAnsi="Open Sans" w:cs="Open Sans"/>
        </w:rPr>
      </w:pPr>
      <w:r w:rsidRPr="00986178">
        <w:rPr>
          <w:rFonts w:ascii="Open Sans" w:hAnsi="Open Sans" w:cs="Open Sans"/>
        </w:rPr>
        <w:t xml:space="preserve">račun podizvajalca za opravljene obveznosti po okvirnem sporazumu, potrjen s strani izvajalca, na podlagi katerega naročnik izvede nakazilo za opravljene obveznosti iz okvirnega sporazuma neposredno na račun podizvajalca ali </w:t>
      </w:r>
    </w:p>
    <w:p w14:paraId="0B998301" w14:textId="1550AB28" w:rsidR="00725C2B" w:rsidRPr="00986178" w:rsidRDefault="00725C2B" w:rsidP="0019014E">
      <w:pPr>
        <w:widowControl w:val="0"/>
        <w:numPr>
          <w:ilvl w:val="1"/>
          <w:numId w:val="34"/>
        </w:numPr>
        <w:ind w:left="284" w:hanging="284"/>
        <w:jc w:val="both"/>
        <w:rPr>
          <w:rFonts w:ascii="Open Sans" w:hAnsi="Open Sans" w:cs="Open Sans"/>
        </w:rPr>
      </w:pPr>
      <w:r w:rsidRPr="00986178">
        <w:rPr>
          <w:rFonts w:ascii="Open Sans" w:hAnsi="Open Sans" w:cs="Open Sans"/>
        </w:rPr>
        <w:t xml:space="preserve">podpisano izjavo podizvajalca, naslovljeno na naročnika, o tem, da je ta seznanjen s konkretno izstavljenim računom izvajalca oziroma, da pri </w:t>
      </w:r>
      <w:r w:rsidR="000F787F" w:rsidRPr="00986178">
        <w:rPr>
          <w:rFonts w:ascii="Open Sans" w:hAnsi="Open Sans" w:cs="Open Sans"/>
        </w:rPr>
        <w:t>storitvah</w:t>
      </w:r>
      <w:r w:rsidRPr="00986178">
        <w:rPr>
          <w:rFonts w:ascii="Open Sans" w:hAnsi="Open Sans" w:cs="Open Sans"/>
        </w:rPr>
        <w:t>, ki jih obravnava račun, ni sodeloval kot podizvajalec, ter da podizvajalec iz naslova tega računa izvajalca nima in ne bo imel do naročnika nobenih zahtevkov.</w:t>
      </w:r>
    </w:p>
    <w:p w14:paraId="1B436800" w14:textId="77777777" w:rsidR="00725C2B" w:rsidRPr="00986178" w:rsidRDefault="00725C2B" w:rsidP="00986178">
      <w:pPr>
        <w:widowControl w:val="0"/>
        <w:jc w:val="both"/>
        <w:rPr>
          <w:rFonts w:ascii="Open Sans" w:hAnsi="Open Sans" w:cs="Open Sans"/>
        </w:rPr>
      </w:pPr>
    </w:p>
    <w:p w14:paraId="03F9890B" w14:textId="5B4E8A93" w:rsidR="00725C2B" w:rsidRPr="00986178" w:rsidRDefault="00725C2B" w:rsidP="00986178">
      <w:pPr>
        <w:widowControl w:val="0"/>
        <w:jc w:val="both"/>
        <w:rPr>
          <w:rFonts w:ascii="Open Sans" w:hAnsi="Open Sans" w:cs="Open Sans"/>
        </w:rPr>
      </w:pPr>
      <w:r w:rsidRPr="00986178">
        <w:rPr>
          <w:rFonts w:ascii="Open Sans" w:hAnsi="Open Sans" w:cs="Open Sans"/>
        </w:rPr>
        <w:t>S plačilom posameznega zneska podizvajalcu obveznost naročnika za plačilo izvajalcu ugasne do višine tako plačanega zneska podizvajalcu.</w:t>
      </w:r>
    </w:p>
    <w:p w14:paraId="6F270C4E" w14:textId="77777777" w:rsidR="000F787F" w:rsidRPr="00986178" w:rsidRDefault="000F787F" w:rsidP="00986178">
      <w:pPr>
        <w:widowControl w:val="0"/>
        <w:jc w:val="both"/>
        <w:rPr>
          <w:rFonts w:ascii="Open Sans" w:hAnsi="Open Sans" w:cs="Open Sans"/>
        </w:rPr>
      </w:pPr>
    </w:p>
    <w:p w14:paraId="1EAE6FE0" w14:textId="735415FF" w:rsidR="00725C2B" w:rsidRPr="00986178" w:rsidRDefault="00725C2B" w:rsidP="00986178">
      <w:pPr>
        <w:widowControl w:val="0"/>
        <w:jc w:val="both"/>
        <w:rPr>
          <w:rFonts w:ascii="Open Sans" w:hAnsi="Open Sans" w:cs="Open Sans"/>
          <w:kern w:val="16"/>
        </w:rPr>
      </w:pPr>
      <w:r w:rsidRPr="00986178">
        <w:rPr>
          <w:rFonts w:ascii="Open Sans" w:hAnsi="Open Sans" w:cs="Open Sans"/>
        </w:rPr>
        <w:t xml:space="preserve">V primeru, če nobeden od dokumentov iz drugega odstavka tega člena za prijavljenega podizvajalca ni predložen, naročnik do dostavitve vseh dokumentov zadrži plačilo celotnega računa in s tem ne pride v zamudo pri plačilu. </w:t>
      </w:r>
      <w:r w:rsidRPr="00986178">
        <w:rPr>
          <w:rFonts w:ascii="Open Sans" w:hAnsi="Open Sans" w:cs="Open Sans"/>
          <w:kern w:val="16"/>
        </w:rPr>
        <w:t>Roki plačil izvajalcu in njegovim podizvajalcem so enaki.</w:t>
      </w:r>
    </w:p>
    <w:p w14:paraId="72CE4856" w14:textId="77777777" w:rsidR="00FA39B7" w:rsidRPr="00986178" w:rsidRDefault="00FA39B7" w:rsidP="00986178">
      <w:pPr>
        <w:widowControl w:val="0"/>
        <w:jc w:val="both"/>
        <w:rPr>
          <w:rFonts w:ascii="Open Sans" w:hAnsi="Open Sans" w:cs="Open Sans"/>
          <w:kern w:val="16"/>
        </w:rPr>
      </w:pPr>
    </w:p>
    <w:p w14:paraId="2506A9B0" w14:textId="77777777" w:rsidR="00725C2B" w:rsidRPr="00986178" w:rsidRDefault="00725C2B" w:rsidP="00986178">
      <w:pPr>
        <w:widowControl w:val="0"/>
        <w:jc w:val="center"/>
        <w:rPr>
          <w:rFonts w:ascii="Open Sans" w:hAnsi="Open Sans" w:cs="Open Sans"/>
        </w:rPr>
      </w:pPr>
      <w:r w:rsidRPr="00986178">
        <w:rPr>
          <w:rFonts w:ascii="Open Sans" w:hAnsi="Open Sans" w:cs="Open Sans"/>
          <w:b/>
        </w:rPr>
        <w:t>ALI</w:t>
      </w:r>
    </w:p>
    <w:p w14:paraId="0BA87917" w14:textId="77777777" w:rsidR="00725C2B" w:rsidRPr="00986178" w:rsidRDefault="00725C2B" w:rsidP="00986178">
      <w:pPr>
        <w:widowControl w:val="0"/>
        <w:jc w:val="center"/>
        <w:rPr>
          <w:rFonts w:ascii="Open Sans" w:hAnsi="Open Sans" w:cs="Open Sans"/>
          <w:b/>
        </w:rPr>
      </w:pPr>
    </w:p>
    <w:p w14:paraId="593A2B04" w14:textId="77777777" w:rsidR="00725C2B" w:rsidRPr="00986178" w:rsidRDefault="00725C2B" w:rsidP="00986178">
      <w:pPr>
        <w:widowControl w:val="0"/>
        <w:jc w:val="center"/>
        <w:rPr>
          <w:rFonts w:ascii="Open Sans" w:hAnsi="Open Sans" w:cs="Open Sans"/>
          <w:b/>
          <w:i/>
        </w:rPr>
      </w:pPr>
      <w:r w:rsidRPr="00986178">
        <w:rPr>
          <w:rFonts w:ascii="Open Sans" w:hAnsi="Open Sans" w:cs="Open Sans"/>
          <w:b/>
          <w:i/>
        </w:rPr>
        <w:t>/ se upošteva v primeru, da izvajalec ne nastopa s podizvajalcem /</w:t>
      </w:r>
    </w:p>
    <w:p w14:paraId="2791131E" w14:textId="77777777" w:rsidR="00725C2B" w:rsidRPr="00986178" w:rsidRDefault="00725C2B" w:rsidP="00986178">
      <w:pPr>
        <w:widowControl w:val="0"/>
        <w:jc w:val="both"/>
        <w:rPr>
          <w:rFonts w:ascii="Open Sans" w:hAnsi="Open Sans" w:cs="Open Sans"/>
          <w:b/>
        </w:rPr>
      </w:pPr>
    </w:p>
    <w:p w14:paraId="03973780" w14:textId="77777777" w:rsidR="00725C2B" w:rsidRPr="00986178" w:rsidRDefault="00725C2B" w:rsidP="00986178">
      <w:pPr>
        <w:widowControl w:val="0"/>
        <w:jc w:val="both"/>
        <w:rPr>
          <w:rFonts w:ascii="Open Sans" w:hAnsi="Open Sans" w:cs="Open Sans"/>
        </w:rPr>
      </w:pPr>
      <w:r w:rsidRPr="00986178">
        <w:rPr>
          <w:rFonts w:ascii="Open Sans" w:hAnsi="Open Sans" w:cs="Open Sans"/>
        </w:rPr>
        <w:t xml:space="preserve">Izvajalec ob predložitvi ponudbe in ob sklenitvi tega okvirnega sporazuma nima prijavljenih podizvajalcev za izvedbo predmeta okvirnega sporazuma. </w:t>
      </w:r>
    </w:p>
    <w:p w14:paraId="5B38D58E" w14:textId="77777777" w:rsidR="00725C2B" w:rsidRPr="00986178" w:rsidRDefault="00725C2B" w:rsidP="00986178">
      <w:pPr>
        <w:widowControl w:val="0"/>
        <w:jc w:val="both"/>
        <w:rPr>
          <w:rFonts w:ascii="Open Sans" w:hAnsi="Open Sans" w:cs="Open Sans"/>
          <w:b/>
        </w:rPr>
      </w:pPr>
    </w:p>
    <w:p w14:paraId="2E65A14C" w14:textId="3CB23409" w:rsidR="00725C2B" w:rsidRPr="00986178" w:rsidRDefault="00725C2B" w:rsidP="00986178">
      <w:pPr>
        <w:widowControl w:val="0"/>
        <w:jc w:val="both"/>
        <w:rPr>
          <w:rFonts w:ascii="Open Sans" w:hAnsi="Open Sans" w:cs="Open Sans"/>
        </w:rPr>
      </w:pPr>
      <w:r w:rsidRPr="00986178">
        <w:rPr>
          <w:rFonts w:ascii="Open Sans" w:hAnsi="Open Sans" w:cs="Open Sans"/>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0F787F" w:rsidRPr="00986178">
        <w:rPr>
          <w:rFonts w:ascii="Open Sans" w:hAnsi="Open Sans" w:cs="Open Sans"/>
        </w:rPr>
        <w:t>storitev</w:t>
      </w:r>
      <w:r w:rsidRPr="00986178">
        <w:rPr>
          <w:rFonts w:ascii="Open Sans" w:hAnsi="Open Sans" w:cs="Open Sans"/>
        </w:rPr>
        <w:t>, in sicer najkasneje v 5 (petih) dneh po spremembi. V primeru vključitve novih podizvajalcev mora izvajalec skupaj z obvestilom posredovati tudi podatke in dokumente iz druge, tretje in četrte alineje drugega odstavka 94. člena ZJN-3.</w:t>
      </w:r>
    </w:p>
    <w:p w14:paraId="0BE9ABFE" w14:textId="77777777" w:rsidR="00725C2B" w:rsidRPr="00986178" w:rsidRDefault="00725C2B" w:rsidP="00986178">
      <w:pPr>
        <w:widowControl w:val="0"/>
        <w:jc w:val="both"/>
        <w:rPr>
          <w:rFonts w:ascii="Open Sans" w:hAnsi="Open Sans" w:cs="Open Sans"/>
        </w:rPr>
      </w:pPr>
    </w:p>
    <w:p w14:paraId="1E77D869" w14:textId="4B84AEE9" w:rsidR="00725C2B" w:rsidRPr="00986178" w:rsidRDefault="00725C2B" w:rsidP="00986178">
      <w:pPr>
        <w:widowControl w:val="0"/>
        <w:jc w:val="both"/>
        <w:rPr>
          <w:rFonts w:ascii="Open Sans" w:hAnsi="Open Sans" w:cs="Open Sans"/>
        </w:rPr>
      </w:pPr>
      <w:r w:rsidRPr="00986178">
        <w:rPr>
          <w:rFonts w:ascii="Open Sans" w:hAnsi="Open Sans" w:cs="Open Sans"/>
        </w:rPr>
        <w:t xml:space="preserve">Naročnik bo zavrnil vsakega podizvajalca, če zanj obstajajo razlogi za izključitev iz razpisne dokumentacije št. </w:t>
      </w:r>
      <w:r w:rsidR="00FD240D" w:rsidRPr="00986178">
        <w:rPr>
          <w:rFonts w:ascii="Open Sans" w:hAnsi="Open Sans" w:cs="Open Sans"/>
        </w:rPr>
        <w:t>ENLJ-SAL-80/25</w:t>
      </w:r>
      <w:r w:rsidRPr="00986178">
        <w:rPr>
          <w:rFonts w:ascii="Open Sans" w:hAnsi="Open Sans" w:cs="Open Sans"/>
        </w:rPr>
        <w:t xml:space="preserve">. Naročnik lahko zavrne predlog za zamenjavo podizvajalca oziroma vključitev novega podizvajalca tudi, če bi to lahko vplivalo na nemoteno izvajanje ali dokončanje </w:t>
      </w:r>
      <w:r w:rsidR="000F787F" w:rsidRPr="00986178">
        <w:rPr>
          <w:rFonts w:ascii="Open Sans" w:hAnsi="Open Sans" w:cs="Open Sans"/>
        </w:rPr>
        <w:t>storitev</w:t>
      </w:r>
      <w:r w:rsidRPr="00986178">
        <w:rPr>
          <w:rFonts w:ascii="Open Sans" w:hAnsi="Open Sans" w:cs="Open Sans"/>
        </w:rPr>
        <w:t xml:space="preserve"> in če novi podizvajalec ne izpolnjuje pogojev, ki jih je postavil naročnik v dokumentaciji v zvezi z oddajo javnega naročila št. </w:t>
      </w:r>
      <w:r w:rsidR="00FD240D" w:rsidRPr="00986178">
        <w:rPr>
          <w:rFonts w:ascii="Open Sans" w:hAnsi="Open Sans" w:cs="Open Sans"/>
        </w:rPr>
        <w:t>ENLJ-SAL-80/25</w:t>
      </w:r>
      <w:r w:rsidRPr="00986178">
        <w:rPr>
          <w:rFonts w:ascii="Open Sans" w:hAnsi="Open Sans" w:cs="Open Sans"/>
        </w:rPr>
        <w:t>. Naročnik mora o morebitni zavrnitvi novega podizvajalca obvestiti izvajalca najpozneje v 10 (desetih) dneh od prejema predloga.</w:t>
      </w:r>
    </w:p>
    <w:p w14:paraId="76B60344" w14:textId="77777777" w:rsidR="00725C2B" w:rsidRPr="00986178" w:rsidRDefault="00725C2B" w:rsidP="00986178">
      <w:pPr>
        <w:widowControl w:val="0"/>
        <w:jc w:val="both"/>
        <w:rPr>
          <w:rFonts w:ascii="Open Sans" w:hAnsi="Open Sans" w:cs="Open Sans"/>
        </w:rPr>
      </w:pPr>
    </w:p>
    <w:p w14:paraId="3981AB38" w14:textId="364F3E98" w:rsidR="00803902" w:rsidRPr="00986178" w:rsidRDefault="00725C2B" w:rsidP="00D24D8B">
      <w:pPr>
        <w:widowControl w:val="0"/>
        <w:jc w:val="both"/>
        <w:rPr>
          <w:rFonts w:ascii="Open Sans" w:hAnsi="Open Sans" w:cs="Open Sans"/>
        </w:rPr>
      </w:pPr>
      <w:r w:rsidRPr="00986178">
        <w:rPr>
          <w:rFonts w:ascii="Open Sans" w:hAnsi="Open Sans" w:cs="Open Sans"/>
        </w:rPr>
        <w:t xml:space="preserve">Izvajalec v razmerju do naročnika v celoti odgovarja za dobro izvedbo obveznosti </w:t>
      </w:r>
      <w:r w:rsidR="000F787F" w:rsidRPr="00986178">
        <w:rPr>
          <w:rFonts w:ascii="Open Sans" w:hAnsi="Open Sans" w:cs="Open Sans"/>
        </w:rPr>
        <w:t>iz</w:t>
      </w:r>
      <w:r w:rsidRPr="00986178">
        <w:rPr>
          <w:rFonts w:ascii="Open Sans" w:hAnsi="Open Sans" w:cs="Open Sans"/>
        </w:rPr>
        <w:t xml:space="preserve"> okvirne</w:t>
      </w:r>
      <w:r w:rsidR="000F787F" w:rsidRPr="00986178">
        <w:rPr>
          <w:rFonts w:ascii="Open Sans" w:hAnsi="Open Sans" w:cs="Open Sans"/>
        </w:rPr>
        <w:t>ga</w:t>
      </w:r>
      <w:r w:rsidRPr="00986178">
        <w:rPr>
          <w:rFonts w:ascii="Open Sans" w:hAnsi="Open Sans" w:cs="Open Sans"/>
        </w:rPr>
        <w:t xml:space="preserve"> sporazum</w:t>
      </w:r>
      <w:r w:rsidR="000F787F" w:rsidRPr="00986178">
        <w:rPr>
          <w:rFonts w:ascii="Open Sans" w:hAnsi="Open Sans" w:cs="Open Sans"/>
        </w:rPr>
        <w:t>a</w:t>
      </w:r>
      <w:r w:rsidRPr="00986178">
        <w:rPr>
          <w:rFonts w:ascii="Open Sans" w:hAnsi="Open Sans" w:cs="Open Sans"/>
        </w:rPr>
        <w:t>, ne glede na število podizvajalcev.</w:t>
      </w:r>
    </w:p>
    <w:p w14:paraId="61BE7465" w14:textId="494AFF8F"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lastRenderedPageBreak/>
        <w:t>člen</w:t>
      </w:r>
    </w:p>
    <w:p w14:paraId="6284398E" w14:textId="77777777" w:rsidR="00725C2B" w:rsidRPr="00986178" w:rsidRDefault="00725C2B" w:rsidP="00986178">
      <w:pPr>
        <w:widowControl w:val="0"/>
        <w:jc w:val="both"/>
        <w:rPr>
          <w:rFonts w:ascii="Open Sans" w:hAnsi="Open Sans" w:cs="Open Sans"/>
        </w:rPr>
      </w:pPr>
    </w:p>
    <w:p w14:paraId="05A0E7E3" w14:textId="77777777" w:rsidR="00725C2B" w:rsidRPr="00986178" w:rsidRDefault="00725C2B" w:rsidP="00986178">
      <w:pPr>
        <w:widowControl w:val="0"/>
        <w:jc w:val="both"/>
        <w:rPr>
          <w:rFonts w:ascii="Open Sans" w:hAnsi="Open Sans" w:cs="Open Sans"/>
        </w:rPr>
      </w:pPr>
      <w:r w:rsidRPr="00986178">
        <w:rPr>
          <w:rFonts w:ascii="Open Sans" w:hAnsi="Open Sans" w:cs="Open Sans"/>
        </w:rPr>
        <w:t xml:space="preserve">Izvajalec se obvezuje, da bo pri izvedbi obveznosti iz tega okvirnega sporazuma nastopal samo s prijavljenimi podizvajalci. </w:t>
      </w:r>
    </w:p>
    <w:p w14:paraId="7C6AB88B" w14:textId="37118959" w:rsidR="008F5699" w:rsidRPr="00986178" w:rsidRDefault="008F5699" w:rsidP="00986178">
      <w:pPr>
        <w:widowControl w:val="0"/>
        <w:tabs>
          <w:tab w:val="left" w:pos="1418"/>
          <w:tab w:val="left" w:pos="1702"/>
        </w:tabs>
        <w:jc w:val="both"/>
        <w:rPr>
          <w:rFonts w:ascii="Open Sans" w:hAnsi="Open Sans" w:cs="Open Sans"/>
        </w:rPr>
      </w:pPr>
    </w:p>
    <w:p w14:paraId="36CEDD7F" w14:textId="77777777" w:rsidR="00803902" w:rsidRPr="00986178" w:rsidRDefault="00803902" w:rsidP="00986178">
      <w:pPr>
        <w:widowControl w:val="0"/>
        <w:tabs>
          <w:tab w:val="left" w:pos="1418"/>
          <w:tab w:val="left" w:pos="1702"/>
        </w:tabs>
        <w:jc w:val="both"/>
        <w:rPr>
          <w:rFonts w:ascii="Open Sans" w:hAnsi="Open Sans" w:cs="Open Sans"/>
        </w:rPr>
      </w:pPr>
    </w:p>
    <w:p w14:paraId="722292F9" w14:textId="714D55B5" w:rsidR="00725C2B" w:rsidRPr="00986178" w:rsidRDefault="00AF3723" w:rsidP="0019014E">
      <w:pPr>
        <w:widowControl w:val="0"/>
        <w:numPr>
          <w:ilvl w:val="0"/>
          <w:numId w:val="44"/>
        </w:numPr>
        <w:ind w:left="567" w:hanging="567"/>
        <w:jc w:val="center"/>
        <w:rPr>
          <w:rFonts w:ascii="Open Sans" w:hAnsi="Open Sans" w:cs="Open Sans"/>
          <w:b/>
        </w:rPr>
      </w:pPr>
      <w:r w:rsidRPr="000E3E2D">
        <w:rPr>
          <w:rFonts w:ascii="Open Sans" w:hAnsi="Open Sans" w:cs="Open Sans"/>
          <w:b/>
        </w:rPr>
        <w:t>KAKOVOST</w:t>
      </w:r>
      <w:r w:rsidRPr="00986178">
        <w:rPr>
          <w:rFonts w:ascii="Open Sans" w:hAnsi="Open Sans" w:cs="Open Sans"/>
          <w:b/>
        </w:rPr>
        <w:t xml:space="preserve"> </w:t>
      </w:r>
      <w:r w:rsidR="003545FA" w:rsidRPr="00986178">
        <w:rPr>
          <w:rFonts w:ascii="Open Sans" w:hAnsi="Open Sans" w:cs="Open Sans"/>
          <w:b/>
        </w:rPr>
        <w:t xml:space="preserve">IZVEDENIH </w:t>
      </w:r>
      <w:r w:rsidR="006931B1" w:rsidRPr="00986178">
        <w:rPr>
          <w:rFonts w:ascii="Open Sans" w:hAnsi="Open Sans" w:cs="Open Sans"/>
          <w:b/>
        </w:rPr>
        <w:t>STORITEV</w:t>
      </w:r>
      <w:r w:rsidR="00540CA9" w:rsidRPr="00986178">
        <w:rPr>
          <w:rFonts w:ascii="Open Sans" w:hAnsi="Open Sans" w:cs="Open Sans"/>
          <w:b/>
        </w:rPr>
        <w:t xml:space="preserve"> IN VGRAJENE OPREME</w:t>
      </w:r>
    </w:p>
    <w:p w14:paraId="4CC70CBF" w14:textId="77777777" w:rsidR="00803902" w:rsidRPr="00986178" w:rsidRDefault="00803902" w:rsidP="00986178">
      <w:pPr>
        <w:widowControl w:val="0"/>
        <w:rPr>
          <w:rFonts w:ascii="Open Sans" w:hAnsi="Open Sans" w:cs="Open Sans"/>
        </w:rPr>
      </w:pPr>
    </w:p>
    <w:p w14:paraId="00E64911" w14:textId="09F66681"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1D8DB6A4" w14:textId="77777777" w:rsidR="00725C2B" w:rsidRPr="00986178" w:rsidRDefault="00725C2B" w:rsidP="00986178">
      <w:pPr>
        <w:widowControl w:val="0"/>
        <w:jc w:val="both"/>
        <w:rPr>
          <w:rFonts w:ascii="Open Sans" w:hAnsi="Open Sans" w:cs="Open Sans"/>
        </w:rPr>
      </w:pPr>
    </w:p>
    <w:p w14:paraId="495B1962" w14:textId="77777777" w:rsidR="008C2D53" w:rsidRPr="00986178" w:rsidRDefault="00AF3723" w:rsidP="00986178">
      <w:pPr>
        <w:widowControl w:val="0"/>
        <w:jc w:val="both"/>
        <w:rPr>
          <w:rFonts w:ascii="Open Sans" w:hAnsi="Open Sans" w:cs="Open Sans"/>
          <w:szCs w:val="22"/>
        </w:rPr>
      </w:pPr>
      <w:r w:rsidRPr="00986178">
        <w:rPr>
          <w:rFonts w:ascii="Open Sans" w:hAnsi="Open Sans" w:cs="Open Sans"/>
        </w:rPr>
        <w:t xml:space="preserve">Reklamacije na kakovost </w:t>
      </w:r>
      <w:r w:rsidR="003545FA" w:rsidRPr="00986178">
        <w:rPr>
          <w:rFonts w:ascii="Open Sans" w:hAnsi="Open Sans" w:cs="Open Sans"/>
        </w:rPr>
        <w:t xml:space="preserve">izvedenih </w:t>
      </w:r>
      <w:r w:rsidRPr="00986178">
        <w:rPr>
          <w:rFonts w:ascii="Open Sans" w:hAnsi="Open Sans" w:cs="Open Sans"/>
        </w:rPr>
        <w:t xml:space="preserve">storitev </w:t>
      </w:r>
      <w:r w:rsidR="008C2D53" w:rsidRPr="00986178">
        <w:rPr>
          <w:rFonts w:ascii="Open Sans" w:hAnsi="Open Sans" w:cs="Open Sans"/>
          <w:szCs w:val="22"/>
        </w:rPr>
        <w:t>naročnik in izvajalec rešujeta sporazumno.</w:t>
      </w:r>
    </w:p>
    <w:p w14:paraId="68E62797" w14:textId="77777777" w:rsidR="00AF3723" w:rsidRPr="00986178" w:rsidRDefault="00AF3723" w:rsidP="00986178">
      <w:pPr>
        <w:widowControl w:val="0"/>
        <w:jc w:val="both"/>
        <w:rPr>
          <w:rFonts w:ascii="Open Sans" w:hAnsi="Open Sans" w:cs="Open Sans"/>
        </w:rPr>
      </w:pPr>
    </w:p>
    <w:p w14:paraId="2D94A169" w14:textId="77777777" w:rsidR="00F0249A" w:rsidRPr="00986178" w:rsidRDefault="00F0249A" w:rsidP="00986178">
      <w:pPr>
        <w:widowControl w:val="0"/>
        <w:jc w:val="both"/>
        <w:rPr>
          <w:rFonts w:ascii="Open Sans" w:hAnsi="Open Sans" w:cs="Open Sans"/>
          <w:szCs w:val="22"/>
        </w:rPr>
      </w:pPr>
      <w:r w:rsidRPr="00986178">
        <w:rPr>
          <w:rFonts w:ascii="Open Sans" w:hAnsi="Open Sans" w:cs="Open Sans"/>
          <w:szCs w:val="22"/>
        </w:rPr>
        <w:t xml:space="preserve">Če naročnik ugotovi, da storitev ali vgrajena oprema ne ustreza zahtevani kakovosti, mora izvajalec na svoje stroške nemudoma odpraviti pomanjkljivost oziroma storitev ponovno izvesti ali nadomestiti opremo z novo, sicer je naročnik upravičen storitev na stroške izvajalca izvesti sam oziroma opremo nabaviti sam ali s pomočjo tretje osebe. Izvajalec je v tem primeru dolžan naročniku povrniti povzročeno škodo in stroške. </w:t>
      </w:r>
    </w:p>
    <w:p w14:paraId="1C5B8731" w14:textId="77777777" w:rsidR="00AF3723" w:rsidRPr="00986178" w:rsidRDefault="00AF3723" w:rsidP="00986178">
      <w:pPr>
        <w:widowControl w:val="0"/>
        <w:jc w:val="both"/>
        <w:rPr>
          <w:rFonts w:ascii="Open Sans" w:hAnsi="Open Sans" w:cs="Open Sans"/>
        </w:rPr>
      </w:pPr>
    </w:p>
    <w:p w14:paraId="7E5E1EBD" w14:textId="50FD1452" w:rsidR="00AF3723" w:rsidRPr="00986178" w:rsidRDefault="00AF3723" w:rsidP="00986178">
      <w:pPr>
        <w:widowControl w:val="0"/>
        <w:jc w:val="both"/>
        <w:rPr>
          <w:rFonts w:ascii="Open Sans" w:hAnsi="Open Sans" w:cs="Open Sans"/>
        </w:rPr>
      </w:pPr>
      <w:r w:rsidRPr="00986178">
        <w:rPr>
          <w:rFonts w:ascii="Open Sans" w:hAnsi="Open Sans" w:cs="Open Sans"/>
        </w:rPr>
        <w:t>Naročnik bo vse pripombe oziroma reklamacije v zvezi z izvrševanjem tega okvirnega sporazuma oz. v zvezi s kakovostjo izvedenih storitev sporočal izvajalcu v pisni obliki (na elektronski naslov predstavnika izvajalca iz 2</w:t>
      </w:r>
      <w:r w:rsidR="00FB2DAA">
        <w:rPr>
          <w:rFonts w:ascii="Open Sans" w:hAnsi="Open Sans" w:cs="Open Sans"/>
        </w:rPr>
        <w:t>7</w:t>
      </w:r>
      <w:r w:rsidRPr="00986178">
        <w:rPr>
          <w:rFonts w:ascii="Open Sans" w:hAnsi="Open Sans" w:cs="Open Sans"/>
        </w:rPr>
        <w:t>. člena tega okvirnega sporazuma).</w:t>
      </w:r>
    </w:p>
    <w:p w14:paraId="7BCE44D9" w14:textId="77777777" w:rsidR="00AF3723" w:rsidRPr="00986178" w:rsidRDefault="00AF3723" w:rsidP="00986178">
      <w:pPr>
        <w:widowControl w:val="0"/>
        <w:jc w:val="both"/>
        <w:rPr>
          <w:rFonts w:ascii="Open Sans" w:hAnsi="Open Sans" w:cs="Open Sans"/>
        </w:rPr>
      </w:pPr>
    </w:p>
    <w:p w14:paraId="121FD62A" w14:textId="77777777" w:rsidR="00F0249A" w:rsidRPr="00986178" w:rsidRDefault="00F0249A" w:rsidP="00986178">
      <w:pPr>
        <w:widowControl w:val="0"/>
        <w:jc w:val="both"/>
        <w:rPr>
          <w:rFonts w:ascii="Open Sans" w:eastAsia="Calibri" w:hAnsi="Open Sans" w:cs="Open Sans"/>
          <w:szCs w:val="22"/>
          <w:lang w:eastAsia="en-US"/>
        </w:rPr>
      </w:pPr>
      <w:r w:rsidRPr="00986178">
        <w:rPr>
          <w:rFonts w:ascii="Open Sans" w:eastAsia="Calibri" w:hAnsi="Open Sans" w:cs="Open Sans"/>
          <w:szCs w:val="22"/>
          <w:lang w:eastAsia="en-US"/>
        </w:rPr>
        <w:t>Če izvajalec ne upošteva upravičenih pripomb naročnika ter napak na svoje stroške ne odpravi niti v naknadnem roku, ki mu ga postavi naročnik, ali če ne izvaja svojih obveznosti po tem okvirnem sporazumu, ali jih ne izvaja pravočasno ter tega ne zagotovi tudi po pisnem opozorilu naročnika, lahko naročnik zavrne plačilo računa in/ali odstopi od okvirnega sporazuma brez obveznosti do izvajalca. O odstopu od okvirnega sporazuma naročnik pisno s priporočeno pošiljko obvesti izvajalca po pošti.</w:t>
      </w:r>
    </w:p>
    <w:p w14:paraId="3B3E553E" w14:textId="494EA96B" w:rsidR="000A2488" w:rsidRPr="00986178" w:rsidRDefault="000A2488" w:rsidP="00986178">
      <w:pPr>
        <w:widowControl w:val="0"/>
        <w:tabs>
          <w:tab w:val="left" w:pos="1418"/>
          <w:tab w:val="left" w:pos="1702"/>
        </w:tabs>
        <w:jc w:val="both"/>
        <w:rPr>
          <w:rFonts w:ascii="Open Sans" w:hAnsi="Open Sans" w:cs="Open Sans"/>
        </w:rPr>
      </w:pPr>
    </w:p>
    <w:p w14:paraId="3099C22A" w14:textId="15BA8A1F" w:rsidR="000A2488" w:rsidRPr="00986178" w:rsidRDefault="000A2488" w:rsidP="00986178">
      <w:pPr>
        <w:widowControl w:val="0"/>
        <w:tabs>
          <w:tab w:val="left" w:pos="1418"/>
          <w:tab w:val="left" w:pos="1702"/>
        </w:tabs>
        <w:jc w:val="both"/>
        <w:rPr>
          <w:rFonts w:ascii="Open Sans" w:hAnsi="Open Sans" w:cs="Open Sans"/>
        </w:rPr>
      </w:pPr>
    </w:p>
    <w:p w14:paraId="1F3F4764" w14:textId="3E03FB9B" w:rsidR="000A2488" w:rsidRPr="00986178" w:rsidRDefault="000A2488" w:rsidP="0019014E">
      <w:pPr>
        <w:widowControl w:val="0"/>
        <w:numPr>
          <w:ilvl w:val="0"/>
          <w:numId w:val="46"/>
        </w:numPr>
        <w:jc w:val="center"/>
        <w:rPr>
          <w:rFonts w:ascii="Open Sans" w:hAnsi="Open Sans" w:cs="Open Sans"/>
          <w:b/>
        </w:rPr>
      </w:pPr>
      <w:r w:rsidRPr="00986178">
        <w:rPr>
          <w:rFonts w:ascii="Open Sans" w:hAnsi="Open Sans" w:cs="Open Sans"/>
          <w:b/>
        </w:rPr>
        <w:t>JAMSTVO</w:t>
      </w:r>
      <w:r w:rsidR="00982465" w:rsidRPr="00986178">
        <w:rPr>
          <w:rFonts w:ascii="Open Sans" w:hAnsi="Open Sans" w:cs="Open Sans"/>
          <w:b/>
        </w:rPr>
        <w:t xml:space="preserve"> ZA SKRITE NAPAKE</w:t>
      </w:r>
    </w:p>
    <w:p w14:paraId="50E55304" w14:textId="77777777" w:rsidR="00803902" w:rsidRPr="00986178" w:rsidRDefault="00803902" w:rsidP="00986178">
      <w:pPr>
        <w:widowControl w:val="0"/>
        <w:rPr>
          <w:rFonts w:ascii="Open Sans" w:hAnsi="Open Sans" w:cs="Open Sans"/>
        </w:rPr>
      </w:pPr>
    </w:p>
    <w:p w14:paraId="499B9F04" w14:textId="31396A51" w:rsidR="000A2488" w:rsidRPr="00986178" w:rsidRDefault="000A2488" w:rsidP="0019014E">
      <w:pPr>
        <w:widowControl w:val="0"/>
        <w:numPr>
          <w:ilvl w:val="0"/>
          <w:numId w:val="48"/>
        </w:numPr>
        <w:rPr>
          <w:rFonts w:ascii="Open Sans" w:hAnsi="Open Sans" w:cs="Open Sans"/>
        </w:rPr>
      </w:pPr>
      <w:r w:rsidRPr="00986178">
        <w:rPr>
          <w:rFonts w:ascii="Open Sans" w:hAnsi="Open Sans" w:cs="Open Sans"/>
        </w:rPr>
        <w:t>člen</w:t>
      </w:r>
    </w:p>
    <w:p w14:paraId="723039A9" w14:textId="77777777" w:rsidR="000A2488" w:rsidRPr="00986178" w:rsidRDefault="000A2488" w:rsidP="00986178">
      <w:pPr>
        <w:widowControl w:val="0"/>
        <w:numPr>
          <w:ilvl w:val="12"/>
          <w:numId w:val="0"/>
        </w:numPr>
        <w:rPr>
          <w:rFonts w:ascii="Open Sans" w:hAnsi="Open Sans" w:cs="Open Sans"/>
        </w:rPr>
      </w:pPr>
    </w:p>
    <w:p w14:paraId="0C2FD0F6" w14:textId="2E5FF6DB" w:rsidR="00982465" w:rsidRPr="00986178" w:rsidRDefault="00982465" w:rsidP="00986178">
      <w:pPr>
        <w:widowControl w:val="0"/>
        <w:jc w:val="both"/>
        <w:rPr>
          <w:rFonts w:ascii="Open Sans" w:hAnsi="Open Sans" w:cs="Open Sans"/>
        </w:rPr>
      </w:pPr>
      <w:r w:rsidRPr="00986178">
        <w:rPr>
          <w:rFonts w:ascii="Open Sans" w:hAnsi="Open Sans" w:cs="Open Sans"/>
        </w:rPr>
        <w:t>Izvajalec jamči 180 (</w:t>
      </w:r>
      <w:proofErr w:type="spellStart"/>
      <w:r w:rsidRPr="00986178">
        <w:rPr>
          <w:rFonts w:ascii="Open Sans" w:hAnsi="Open Sans" w:cs="Open Sans"/>
        </w:rPr>
        <w:t>stoosemdeset</w:t>
      </w:r>
      <w:proofErr w:type="spellEnd"/>
      <w:r w:rsidRPr="00986178">
        <w:rPr>
          <w:rFonts w:ascii="Open Sans" w:hAnsi="Open Sans" w:cs="Open Sans"/>
        </w:rPr>
        <w:t>) koledarskih dni za skrite napake predmeta okvirnega sporazuma, šteto od datuma podpisa delovnega naloga s strani naročnika in izvajalca oziroma njunih predstavnikov (jamčevalni rok).</w:t>
      </w:r>
    </w:p>
    <w:p w14:paraId="21702185" w14:textId="77777777" w:rsidR="00982465" w:rsidRPr="00986178" w:rsidRDefault="00982465" w:rsidP="00986178">
      <w:pPr>
        <w:widowControl w:val="0"/>
        <w:jc w:val="both"/>
        <w:rPr>
          <w:rFonts w:ascii="Open Sans" w:hAnsi="Open Sans" w:cs="Open Sans"/>
        </w:rPr>
      </w:pPr>
    </w:p>
    <w:p w14:paraId="65C2AEFA" w14:textId="5E42443B" w:rsidR="00982465" w:rsidRPr="00986178" w:rsidRDefault="00982465" w:rsidP="00986178">
      <w:pPr>
        <w:widowControl w:val="0"/>
        <w:jc w:val="both"/>
        <w:rPr>
          <w:rFonts w:ascii="Open Sans" w:hAnsi="Open Sans" w:cs="Open Sans"/>
        </w:rPr>
      </w:pPr>
      <w:r w:rsidRPr="00986178">
        <w:rPr>
          <w:rFonts w:ascii="Open Sans" w:hAnsi="Open Sans" w:cs="Open Sans"/>
        </w:rPr>
        <w:t xml:space="preserve">Če se v jamčevalnem roku pokaže napaka/pomanjkljivost, ki je ob podpisu delovnega naloga ni bilo mogoče odkriti (skrita napaka), lahko naročnik od izvajalca zahteva, da to napako/pomanjkljivost v primernem roku, najpozneje pa v </w:t>
      </w:r>
      <w:r w:rsidR="00A05892" w:rsidRPr="00986178">
        <w:rPr>
          <w:rFonts w:ascii="Open Sans" w:hAnsi="Open Sans" w:cs="Open Sans"/>
        </w:rPr>
        <w:t xml:space="preserve">5 </w:t>
      </w:r>
      <w:r w:rsidR="00DC4AEB" w:rsidRPr="00986178">
        <w:rPr>
          <w:rFonts w:ascii="Open Sans" w:hAnsi="Open Sans" w:cs="Open Sans"/>
        </w:rPr>
        <w:t xml:space="preserve">(petih) koledarskih </w:t>
      </w:r>
      <w:r w:rsidR="00A05892" w:rsidRPr="00986178">
        <w:rPr>
          <w:rFonts w:ascii="Open Sans" w:hAnsi="Open Sans" w:cs="Open Sans"/>
        </w:rPr>
        <w:t>dn</w:t>
      </w:r>
      <w:r w:rsidR="00DC4AEB" w:rsidRPr="00986178">
        <w:rPr>
          <w:rFonts w:ascii="Open Sans" w:hAnsi="Open Sans" w:cs="Open Sans"/>
        </w:rPr>
        <w:t>eh</w:t>
      </w:r>
      <w:r w:rsidR="00A05892" w:rsidRPr="00986178">
        <w:rPr>
          <w:rFonts w:ascii="Open Sans" w:hAnsi="Open Sans" w:cs="Open Sans"/>
        </w:rPr>
        <w:t xml:space="preserve"> </w:t>
      </w:r>
      <w:r w:rsidRPr="00986178">
        <w:rPr>
          <w:rFonts w:ascii="Open Sans" w:hAnsi="Open Sans" w:cs="Open Sans"/>
        </w:rPr>
        <w:t xml:space="preserve">od obvestila naročnika, na svoje stroške odpravi, s pogojem, da je naročnik o napaki/pomanjkljivosti izvajalca nemudoma pisno obvestil. </w:t>
      </w:r>
    </w:p>
    <w:p w14:paraId="78BF877B" w14:textId="77777777" w:rsidR="00982465" w:rsidRPr="00986178" w:rsidRDefault="00982465" w:rsidP="00986178">
      <w:pPr>
        <w:widowControl w:val="0"/>
        <w:jc w:val="both"/>
        <w:rPr>
          <w:rFonts w:ascii="Open Sans" w:hAnsi="Open Sans" w:cs="Open Sans"/>
        </w:rPr>
      </w:pPr>
    </w:p>
    <w:p w14:paraId="2DB87EC3" w14:textId="45CBED25" w:rsidR="00F0249A" w:rsidRPr="00FF4859" w:rsidRDefault="00982465" w:rsidP="00FF4859">
      <w:pPr>
        <w:widowControl w:val="0"/>
        <w:jc w:val="both"/>
        <w:rPr>
          <w:rFonts w:ascii="Open Sans" w:hAnsi="Open Sans" w:cs="Open Sans"/>
          <w:b/>
        </w:rPr>
      </w:pPr>
      <w:r w:rsidRPr="00986178">
        <w:rPr>
          <w:rFonts w:ascii="Open Sans" w:hAnsi="Open Sans" w:cs="Open Sans"/>
        </w:rPr>
        <w:t xml:space="preserve">Če izvajalec ne odpravi napake/pomanjkljivosti v roku, ki mu ga je določil naročnik, bo naročnik sam ali s pomočjo tretje osebe zagotovil odpravo napake/pomanjkljivosti na račun izvajalca in mu bo izstavil račun po dejanskih stroških, ki jih je imel naročnik, da je zagotovil odpravo napake/pomanjkljivosti s 5% (pet odstotnim) pribitkom na vrednost teh </w:t>
      </w:r>
      <w:r w:rsidR="00540CA9" w:rsidRPr="00986178">
        <w:rPr>
          <w:rFonts w:ascii="Open Sans" w:hAnsi="Open Sans" w:cs="Open Sans"/>
        </w:rPr>
        <w:t xml:space="preserve">storitev </w:t>
      </w:r>
      <w:r w:rsidRPr="00986178">
        <w:rPr>
          <w:rFonts w:ascii="Open Sans" w:hAnsi="Open Sans" w:cs="Open Sans"/>
        </w:rPr>
        <w:t>za poravnavo svojih manipulativnih stroškov. Izvajalec se račun obvezuje plačati v roku 8 (osmih) koledarskih dni od izstavitve le-tega. V primeru zamude s plačilom ima naročnik pravico zaračunati izvajalcu zakonske zamudne obresti.</w:t>
      </w:r>
    </w:p>
    <w:p w14:paraId="14B6FFD2" w14:textId="192113CE" w:rsidR="00986178" w:rsidRDefault="00986178" w:rsidP="00986178">
      <w:pPr>
        <w:widowControl w:val="0"/>
        <w:tabs>
          <w:tab w:val="left" w:pos="1418"/>
          <w:tab w:val="left" w:pos="1702"/>
        </w:tabs>
        <w:jc w:val="both"/>
        <w:rPr>
          <w:rFonts w:ascii="Open Sans" w:hAnsi="Open Sans" w:cs="Open Sans"/>
        </w:rPr>
      </w:pPr>
    </w:p>
    <w:p w14:paraId="25017D5C" w14:textId="4532FCC0" w:rsidR="00D24D8B" w:rsidRDefault="00D24D8B" w:rsidP="00986178">
      <w:pPr>
        <w:widowControl w:val="0"/>
        <w:tabs>
          <w:tab w:val="left" w:pos="1418"/>
          <w:tab w:val="left" w:pos="1702"/>
        </w:tabs>
        <w:jc w:val="both"/>
        <w:rPr>
          <w:rFonts w:ascii="Open Sans" w:hAnsi="Open Sans" w:cs="Open Sans"/>
        </w:rPr>
      </w:pPr>
    </w:p>
    <w:p w14:paraId="501732C8" w14:textId="77777777" w:rsidR="00D24D8B" w:rsidRPr="00986178" w:rsidRDefault="00D24D8B" w:rsidP="00986178">
      <w:pPr>
        <w:widowControl w:val="0"/>
        <w:tabs>
          <w:tab w:val="left" w:pos="1418"/>
          <w:tab w:val="left" w:pos="1702"/>
        </w:tabs>
        <w:jc w:val="both"/>
        <w:rPr>
          <w:rFonts w:ascii="Open Sans" w:hAnsi="Open Sans" w:cs="Open Sans"/>
        </w:rPr>
      </w:pPr>
    </w:p>
    <w:p w14:paraId="4F93D746" w14:textId="247E077C" w:rsidR="006931B1" w:rsidRPr="00986178" w:rsidRDefault="006931B1" w:rsidP="0019014E">
      <w:pPr>
        <w:widowControl w:val="0"/>
        <w:numPr>
          <w:ilvl w:val="0"/>
          <w:numId w:val="46"/>
        </w:numPr>
        <w:jc w:val="center"/>
        <w:rPr>
          <w:rFonts w:ascii="Open Sans" w:hAnsi="Open Sans" w:cs="Open Sans"/>
          <w:b/>
        </w:rPr>
      </w:pPr>
      <w:r w:rsidRPr="00986178">
        <w:rPr>
          <w:rFonts w:ascii="Open Sans" w:hAnsi="Open Sans" w:cs="Open Sans"/>
          <w:b/>
        </w:rPr>
        <w:lastRenderedPageBreak/>
        <w:t>GARANCIJ</w:t>
      </w:r>
      <w:r w:rsidR="00EC3745" w:rsidRPr="00986178">
        <w:rPr>
          <w:rFonts w:ascii="Open Sans" w:hAnsi="Open Sans" w:cs="Open Sans"/>
          <w:b/>
        </w:rPr>
        <w:t>A</w:t>
      </w:r>
    </w:p>
    <w:p w14:paraId="796BCE16" w14:textId="77777777" w:rsidR="00FB375C" w:rsidRPr="00986178" w:rsidRDefault="00FB375C" w:rsidP="00986178">
      <w:pPr>
        <w:widowControl w:val="0"/>
        <w:rPr>
          <w:rFonts w:ascii="Open Sans" w:hAnsi="Open Sans" w:cs="Open Sans"/>
        </w:rPr>
      </w:pPr>
    </w:p>
    <w:p w14:paraId="71AB38A4" w14:textId="7245C38C"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57A269BF" w14:textId="77777777" w:rsidR="00053ACC" w:rsidRPr="00986178" w:rsidRDefault="00053ACC" w:rsidP="00986178">
      <w:pPr>
        <w:widowControl w:val="0"/>
        <w:tabs>
          <w:tab w:val="left" w:pos="1702"/>
        </w:tabs>
        <w:jc w:val="both"/>
        <w:rPr>
          <w:rFonts w:ascii="Open Sans" w:hAnsi="Open Sans" w:cs="Open Sans"/>
          <w:sz w:val="22"/>
          <w:szCs w:val="22"/>
        </w:rPr>
      </w:pPr>
    </w:p>
    <w:p w14:paraId="0CBFBC33" w14:textId="12326B09" w:rsidR="00053ACC" w:rsidRPr="00986178" w:rsidRDefault="00053ACC" w:rsidP="00986178">
      <w:pPr>
        <w:widowControl w:val="0"/>
        <w:jc w:val="both"/>
        <w:rPr>
          <w:rFonts w:ascii="Open Sans" w:hAnsi="Open Sans" w:cs="Open Sans"/>
        </w:rPr>
      </w:pPr>
      <w:r w:rsidRPr="00986178">
        <w:rPr>
          <w:rFonts w:ascii="Open Sans" w:hAnsi="Open Sans" w:cs="Open Sans"/>
        </w:rPr>
        <w:t>Za izvedene storitve</w:t>
      </w:r>
      <w:r w:rsidR="00F542EF" w:rsidRPr="00986178">
        <w:rPr>
          <w:rFonts w:ascii="Open Sans" w:hAnsi="Open Sans" w:cs="Open Sans"/>
        </w:rPr>
        <w:t xml:space="preserve"> </w:t>
      </w:r>
      <w:r w:rsidRPr="00986178">
        <w:rPr>
          <w:rFonts w:ascii="Open Sans" w:hAnsi="Open Sans" w:cs="Open Sans"/>
        </w:rPr>
        <w:t>izvajalec daje garancijo 12 (dvanajst) mesecev, šteto od da</w:t>
      </w:r>
      <w:r w:rsidR="00F542EF" w:rsidRPr="00986178">
        <w:rPr>
          <w:rFonts w:ascii="Open Sans" w:hAnsi="Open Sans" w:cs="Open Sans"/>
        </w:rPr>
        <w:t>tuma</w:t>
      </w:r>
      <w:r w:rsidRPr="00986178">
        <w:rPr>
          <w:rFonts w:ascii="Open Sans" w:hAnsi="Open Sans" w:cs="Open Sans"/>
        </w:rPr>
        <w:t xml:space="preserve"> uspešno </w:t>
      </w:r>
      <w:r w:rsidR="00F542EF" w:rsidRPr="00986178">
        <w:rPr>
          <w:rFonts w:ascii="Open Sans" w:hAnsi="Open Sans" w:cs="Open Sans"/>
        </w:rPr>
        <w:t>izvedenega</w:t>
      </w:r>
      <w:r w:rsidRPr="00986178">
        <w:rPr>
          <w:rFonts w:ascii="Open Sans" w:hAnsi="Open Sans" w:cs="Open Sans"/>
        </w:rPr>
        <w:t xml:space="preserve"> prevzema izvedenih storitev, ki se izvede s podpisom delovnega naloga s strani obeh strank okvirnega sporazuma oziroma njunih predstavnikov.</w:t>
      </w:r>
    </w:p>
    <w:p w14:paraId="3340F078" w14:textId="77777777" w:rsidR="00540CA9" w:rsidRPr="00986178" w:rsidRDefault="00540CA9" w:rsidP="00986178">
      <w:pPr>
        <w:widowControl w:val="0"/>
        <w:jc w:val="both"/>
        <w:rPr>
          <w:rFonts w:ascii="Open Sans" w:hAnsi="Open Sans" w:cs="Open Sans"/>
        </w:rPr>
      </w:pPr>
    </w:p>
    <w:p w14:paraId="58F6EC98" w14:textId="77777777" w:rsidR="00540CA9" w:rsidRPr="00986178" w:rsidRDefault="00053ACC" w:rsidP="00986178">
      <w:pPr>
        <w:widowControl w:val="0"/>
        <w:jc w:val="both"/>
        <w:rPr>
          <w:rFonts w:ascii="Open Sans" w:hAnsi="Open Sans" w:cs="Open Sans"/>
        </w:rPr>
      </w:pPr>
      <w:r w:rsidRPr="00986178">
        <w:rPr>
          <w:rFonts w:ascii="Open Sans" w:hAnsi="Open Sans" w:cs="Open Sans"/>
        </w:rPr>
        <w:t xml:space="preserve"> </w:t>
      </w:r>
      <w:r w:rsidR="00540CA9" w:rsidRPr="00986178">
        <w:rPr>
          <w:rFonts w:ascii="Open Sans" w:hAnsi="Open Sans" w:cs="Open Sans"/>
        </w:rPr>
        <w:t>Vsi zamenjani nadomestni deli morajo biti novi. Izvajalec pri izvajanju storitev lahko vgrajuje samo material visoke kakovosti oz. material, ki mu njegovo uporabo izrecno odobri naročnik. Za vgrajene nadomestne dele daje izvajalec naročniku garancijo v skladu z garancijskimi pogoji proizvajalca nadomestnih delov.</w:t>
      </w:r>
    </w:p>
    <w:p w14:paraId="1293F3D8" w14:textId="77777777" w:rsidR="00053ACC" w:rsidRPr="00986178" w:rsidRDefault="00053ACC" w:rsidP="00986178">
      <w:pPr>
        <w:widowControl w:val="0"/>
        <w:jc w:val="both"/>
        <w:rPr>
          <w:rFonts w:ascii="Open Sans" w:hAnsi="Open Sans" w:cs="Open Sans"/>
        </w:rPr>
      </w:pPr>
    </w:p>
    <w:p w14:paraId="50FE55A6" w14:textId="5FC5268A" w:rsidR="00053ACC" w:rsidRPr="00986178" w:rsidRDefault="00053ACC" w:rsidP="00986178">
      <w:pPr>
        <w:widowControl w:val="0"/>
        <w:spacing w:after="200"/>
        <w:contextualSpacing/>
        <w:jc w:val="both"/>
        <w:rPr>
          <w:rFonts w:ascii="Open Sans" w:eastAsiaTheme="minorHAnsi" w:hAnsi="Open Sans" w:cs="Open Sans"/>
          <w:lang w:eastAsia="en-US"/>
        </w:rPr>
      </w:pPr>
      <w:r w:rsidRPr="00986178">
        <w:rPr>
          <w:rFonts w:ascii="Open Sans" w:hAnsi="Open Sans" w:cs="Open Sans"/>
        </w:rPr>
        <w:t xml:space="preserve">V garancijskem roku se izvajalec zavezuje odpraviti na lastne stroške vse napake v </w:t>
      </w:r>
      <w:r w:rsidR="00DC4AEB" w:rsidRPr="00986178">
        <w:rPr>
          <w:rFonts w:ascii="Open Sans" w:hAnsi="Open Sans" w:cs="Open Sans"/>
        </w:rPr>
        <w:t xml:space="preserve">5 (petih) </w:t>
      </w:r>
      <w:r w:rsidR="00463155">
        <w:rPr>
          <w:rFonts w:ascii="Open Sans" w:hAnsi="Open Sans" w:cs="Open Sans"/>
        </w:rPr>
        <w:t>delovnih</w:t>
      </w:r>
      <w:r w:rsidR="00DC4AEB" w:rsidRPr="00986178">
        <w:rPr>
          <w:rFonts w:ascii="Open Sans" w:hAnsi="Open Sans" w:cs="Open Sans"/>
        </w:rPr>
        <w:t xml:space="preserve"> dneh </w:t>
      </w:r>
      <w:r w:rsidRPr="00986178">
        <w:rPr>
          <w:rFonts w:ascii="Open Sans" w:hAnsi="Open Sans" w:cs="Open Sans"/>
        </w:rPr>
        <w:t xml:space="preserve">od prejema pisnega obvestila </w:t>
      </w:r>
      <w:r w:rsidRPr="00986178">
        <w:rPr>
          <w:rFonts w:ascii="Open Sans" w:eastAsiaTheme="minorHAnsi" w:hAnsi="Open Sans" w:cs="Open Sans"/>
          <w:lang w:eastAsia="en-US"/>
        </w:rPr>
        <w:t xml:space="preserve">predstavnika naročnika </w:t>
      </w:r>
      <w:r w:rsidRPr="00986178">
        <w:rPr>
          <w:rFonts w:ascii="Open Sans" w:hAnsi="Open Sans" w:cs="Open Sans"/>
        </w:rPr>
        <w:t>(na elektronski naslov predstavnika izvajalca iz 2</w:t>
      </w:r>
      <w:r w:rsidR="00FB2DAA">
        <w:rPr>
          <w:rFonts w:ascii="Open Sans" w:hAnsi="Open Sans" w:cs="Open Sans"/>
        </w:rPr>
        <w:t>7</w:t>
      </w:r>
      <w:r w:rsidRPr="00986178">
        <w:rPr>
          <w:rFonts w:ascii="Open Sans" w:hAnsi="Open Sans" w:cs="Open Sans"/>
        </w:rPr>
        <w:t>. člena okvirnega sporazuma)</w:t>
      </w:r>
      <w:r w:rsidRPr="00986178">
        <w:rPr>
          <w:rFonts w:ascii="Open Sans" w:eastAsiaTheme="minorHAnsi" w:hAnsi="Open Sans" w:cs="Open Sans"/>
          <w:lang w:eastAsia="en-US"/>
        </w:rPr>
        <w:t>.</w:t>
      </w:r>
    </w:p>
    <w:p w14:paraId="48289347" w14:textId="77777777" w:rsidR="00053ACC" w:rsidRPr="00986178" w:rsidRDefault="00053ACC" w:rsidP="00986178">
      <w:pPr>
        <w:widowControl w:val="0"/>
        <w:jc w:val="both"/>
        <w:rPr>
          <w:rFonts w:ascii="Open Sans" w:hAnsi="Open Sans" w:cs="Open Sans"/>
        </w:rPr>
      </w:pPr>
    </w:p>
    <w:p w14:paraId="031D738E" w14:textId="77777777" w:rsidR="00F542EF" w:rsidRPr="00986178" w:rsidRDefault="00053ACC" w:rsidP="00986178">
      <w:pPr>
        <w:widowControl w:val="0"/>
        <w:jc w:val="both"/>
        <w:rPr>
          <w:rFonts w:ascii="Open Sans" w:hAnsi="Open Sans" w:cs="Open Sans"/>
        </w:rPr>
      </w:pPr>
      <w:r w:rsidRPr="00986178">
        <w:rPr>
          <w:rFonts w:ascii="Open Sans" w:eastAsiaTheme="minorHAnsi" w:hAnsi="Open Sans" w:cs="Open Sans"/>
          <w:lang w:eastAsia="en-US"/>
        </w:rPr>
        <w:t xml:space="preserve">Če izvajalec v roku iz tega člena ne odpravi pomanjkljivosti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w:t>
      </w:r>
      <w:r w:rsidR="00F542EF" w:rsidRPr="00986178">
        <w:rPr>
          <w:rFonts w:ascii="Open Sans" w:hAnsi="Open Sans" w:cs="Open Sans"/>
        </w:rPr>
        <w:t>V primeru zamude s plačilom ima naročnik pravico zaračunati izvajalcu zakonske zamudne obresti.</w:t>
      </w:r>
    </w:p>
    <w:p w14:paraId="57A6D9B1" w14:textId="1BE6C510" w:rsidR="00053ACC" w:rsidRPr="00986178" w:rsidRDefault="00053ACC" w:rsidP="00986178">
      <w:pPr>
        <w:widowControl w:val="0"/>
        <w:tabs>
          <w:tab w:val="left" w:pos="709"/>
          <w:tab w:val="left" w:pos="1702"/>
        </w:tabs>
        <w:jc w:val="both"/>
        <w:rPr>
          <w:rFonts w:ascii="Open Sans" w:eastAsiaTheme="minorHAnsi" w:hAnsi="Open Sans" w:cs="Open Sans"/>
          <w:lang w:eastAsia="en-US"/>
        </w:rPr>
      </w:pPr>
    </w:p>
    <w:p w14:paraId="12F43712" w14:textId="77777777" w:rsidR="000A5685" w:rsidRPr="00986178" w:rsidRDefault="000A5685" w:rsidP="00986178">
      <w:pPr>
        <w:widowControl w:val="0"/>
        <w:jc w:val="both"/>
        <w:rPr>
          <w:rFonts w:ascii="Open Sans" w:hAnsi="Open Sans" w:cs="Open Sans"/>
        </w:rPr>
      </w:pPr>
    </w:p>
    <w:p w14:paraId="4815DA3C" w14:textId="77777777" w:rsidR="00CF25D0" w:rsidRPr="00986178" w:rsidRDefault="00CF25D0" w:rsidP="0019014E">
      <w:pPr>
        <w:widowControl w:val="0"/>
        <w:numPr>
          <w:ilvl w:val="0"/>
          <w:numId w:val="46"/>
        </w:numPr>
        <w:jc w:val="center"/>
        <w:rPr>
          <w:rFonts w:ascii="Open Sans" w:hAnsi="Open Sans" w:cs="Open Sans"/>
          <w:b/>
        </w:rPr>
      </w:pPr>
      <w:r w:rsidRPr="00986178">
        <w:rPr>
          <w:rFonts w:ascii="Open Sans" w:hAnsi="Open Sans" w:cs="Open Sans"/>
          <w:b/>
        </w:rPr>
        <w:t>ODGOVORNOST ZA ŠKODO</w:t>
      </w:r>
    </w:p>
    <w:p w14:paraId="09621DDF" w14:textId="77777777" w:rsidR="00CF25D0" w:rsidRPr="00986178" w:rsidRDefault="00CF25D0" w:rsidP="00986178">
      <w:pPr>
        <w:widowControl w:val="0"/>
        <w:tabs>
          <w:tab w:val="left" w:pos="-142"/>
          <w:tab w:val="left" w:pos="567"/>
        </w:tabs>
        <w:adjustRightInd w:val="0"/>
        <w:jc w:val="center"/>
        <w:textAlignment w:val="baseline"/>
        <w:rPr>
          <w:rFonts w:ascii="Open Sans" w:hAnsi="Open Sans" w:cs="Open Sans"/>
          <w:b/>
        </w:rPr>
      </w:pPr>
    </w:p>
    <w:p w14:paraId="0271B1A7" w14:textId="77777777" w:rsidR="00FB375C" w:rsidRPr="00986178" w:rsidRDefault="00FB375C" w:rsidP="00986178">
      <w:pPr>
        <w:widowControl w:val="0"/>
        <w:ind w:left="4252"/>
        <w:rPr>
          <w:rFonts w:ascii="Open Sans" w:hAnsi="Open Sans" w:cs="Open Sans"/>
        </w:rPr>
      </w:pPr>
    </w:p>
    <w:p w14:paraId="1420A0F9" w14:textId="6BF739B4" w:rsidR="00CF25D0" w:rsidRPr="00986178" w:rsidRDefault="00CF25D0" w:rsidP="0019014E">
      <w:pPr>
        <w:widowControl w:val="0"/>
        <w:numPr>
          <w:ilvl w:val="0"/>
          <w:numId w:val="48"/>
        </w:numPr>
        <w:rPr>
          <w:rFonts w:ascii="Open Sans" w:hAnsi="Open Sans" w:cs="Open Sans"/>
        </w:rPr>
      </w:pPr>
      <w:r w:rsidRPr="00986178">
        <w:rPr>
          <w:rFonts w:ascii="Open Sans" w:hAnsi="Open Sans" w:cs="Open Sans"/>
        </w:rPr>
        <w:t>člen</w:t>
      </w:r>
    </w:p>
    <w:p w14:paraId="42CC2355" w14:textId="77777777" w:rsidR="00CF25D0" w:rsidRPr="00986178" w:rsidRDefault="00CF25D0" w:rsidP="00986178">
      <w:pPr>
        <w:widowControl w:val="0"/>
        <w:jc w:val="both"/>
        <w:rPr>
          <w:rFonts w:ascii="Open Sans" w:hAnsi="Open Sans" w:cs="Open Sans"/>
        </w:rPr>
      </w:pPr>
    </w:p>
    <w:p w14:paraId="2C745A88" w14:textId="77777777" w:rsidR="00CF25D0" w:rsidRPr="00986178" w:rsidRDefault="00CF25D0" w:rsidP="00986178">
      <w:pPr>
        <w:widowControl w:val="0"/>
        <w:jc w:val="both"/>
        <w:rPr>
          <w:rFonts w:ascii="Open Sans" w:hAnsi="Open Sans" w:cs="Open Sans"/>
        </w:rPr>
      </w:pPr>
      <w:r w:rsidRPr="00986178">
        <w:rPr>
          <w:rFonts w:ascii="Open Sans" w:hAnsi="Open Sans" w:cs="Open Sans"/>
        </w:rPr>
        <w:t>Vsaka stranka okvirnega sporazuma odgovarja drugi stranki okvirnega sporazuma za škodo, ki jo povzroči drugi stranki okvirnega sporazuma v posledici neizpolnjevanja svojih obveznosti po tem okvirnem sporazumu, v skladu z veljavnimi predpisi.</w:t>
      </w:r>
    </w:p>
    <w:p w14:paraId="1FF0BB86" w14:textId="4B80CA58" w:rsidR="00810676" w:rsidRDefault="00810676" w:rsidP="00986178">
      <w:pPr>
        <w:widowControl w:val="0"/>
        <w:jc w:val="both"/>
        <w:rPr>
          <w:rFonts w:ascii="Open Sans" w:hAnsi="Open Sans" w:cs="Open Sans"/>
        </w:rPr>
      </w:pPr>
    </w:p>
    <w:p w14:paraId="26DF6E82" w14:textId="77777777" w:rsidR="00986178" w:rsidRPr="00986178" w:rsidRDefault="00986178" w:rsidP="00986178">
      <w:pPr>
        <w:widowControl w:val="0"/>
        <w:jc w:val="both"/>
        <w:rPr>
          <w:rFonts w:ascii="Open Sans" w:hAnsi="Open Sans" w:cs="Open Sans"/>
        </w:rPr>
      </w:pPr>
    </w:p>
    <w:p w14:paraId="0EFA7F61" w14:textId="77777777" w:rsidR="003F429B" w:rsidRPr="00986178" w:rsidRDefault="003F429B" w:rsidP="0019014E">
      <w:pPr>
        <w:widowControl w:val="0"/>
        <w:numPr>
          <w:ilvl w:val="0"/>
          <w:numId w:val="46"/>
        </w:numPr>
        <w:jc w:val="center"/>
        <w:rPr>
          <w:rFonts w:ascii="Open Sans" w:hAnsi="Open Sans" w:cs="Open Sans"/>
          <w:b/>
        </w:rPr>
      </w:pPr>
      <w:r w:rsidRPr="00986178">
        <w:rPr>
          <w:rFonts w:ascii="Open Sans" w:hAnsi="Open Sans" w:cs="Open Sans"/>
          <w:b/>
        </w:rPr>
        <w:t xml:space="preserve"> OBVEZNOSTI  STRANK </w:t>
      </w:r>
    </w:p>
    <w:p w14:paraId="3AF5748B" w14:textId="77777777" w:rsidR="003F429B" w:rsidRPr="00986178" w:rsidRDefault="003F429B" w:rsidP="00986178">
      <w:pPr>
        <w:widowControl w:val="0"/>
        <w:tabs>
          <w:tab w:val="left" w:pos="709"/>
        </w:tabs>
        <w:jc w:val="both"/>
        <w:rPr>
          <w:rFonts w:ascii="Open Sans" w:hAnsi="Open Sans" w:cs="Open Sans"/>
          <w:b/>
        </w:rPr>
      </w:pPr>
    </w:p>
    <w:p w14:paraId="7584DD32" w14:textId="77777777" w:rsidR="003F429B" w:rsidRPr="00986178" w:rsidRDefault="003F429B" w:rsidP="00986178">
      <w:pPr>
        <w:widowControl w:val="0"/>
        <w:tabs>
          <w:tab w:val="left" w:pos="-284"/>
        </w:tabs>
        <w:ind w:right="-483"/>
        <w:rPr>
          <w:rFonts w:ascii="Open Sans" w:hAnsi="Open Sans" w:cs="Open Sans"/>
          <w:b/>
        </w:rPr>
      </w:pPr>
      <w:r w:rsidRPr="00986178">
        <w:rPr>
          <w:rFonts w:ascii="Open Sans" w:hAnsi="Open Sans" w:cs="Open Sans"/>
          <w:b/>
        </w:rPr>
        <w:t>Obveznosti izvajalca</w:t>
      </w:r>
    </w:p>
    <w:p w14:paraId="0526CC2A" w14:textId="4C00FD8E" w:rsidR="003F429B" w:rsidRPr="00986178" w:rsidRDefault="003F429B" w:rsidP="0019014E">
      <w:pPr>
        <w:widowControl w:val="0"/>
        <w:numPr>
          <w:ilvl w:val="0"/>
          <w:numId w:val="48"/>
        </w:numPr>
        <w:rPr>
          <w:rFonts w:ascii="Open Sans" w:hAnsi="Open Sans" w:cs="Open Sans"/>
        </w:rPr>
      </w:pPr>
      <w:r w:rsidRPr="00986178">
        <w:rPr>
          <w:rFonts w:ascii="Open Sans" w:hAnsi="Open Sans" w:cs="Open Sans"/>
        </w:rPr>
        <w:t>člen</w:t>
      </w:r>
    </w:p>
    <w:p w14:paraId="3C732A9E" w14:textId="77777777" w:rsidR="003F429B" w:rsidRPr="00986178" w:rsidRDefault="003F429B" w:rsidP="00986178">
      <w:pPr>
        <w:widowControl w:val="0"/>
        <w:tabs>
          <w:tab w:val="left" w:pos="0"/>
          <w:tab w:val="left" w:pos="709"/>
        </w:tabs>
        <w:jc w:val="both"/>
        <w:rPr>
          <w:rFonts w:ascii="Open Sans" w:hAnsi="Open Sans" w:cs="Open Sans"/>
        </w:rPr>
      </w:pPr>
    </w:p>
    <w:p w14:paraId="49E0299E" w14:textId="77777777" w:rsidR="00397DED" w:rsidRPr="00986178" w:rsidRDefault="00397DED" w:rsidP="00397DED">
      <w:pPr>
        <w:widowControl w:val="0"/>
        <w:numPr>
          <w:ilvl w:val="12"/>
          <w:numId w:val="0"/>
        </w:numPr>
        <w:tabs>
          <w:tab w:val="left" w:pos="360"/>
        </w:tabs>
        <w:ind w:right="-483"/>
        <w:jc w:val="both"/>
        <w:rPr>
          <w:rFonts w:ascii="Open Sans" w:hAnsi="Open Sans" w:cs="Open Sans"/>
        </w:rPr>
      </w:pPr>
      <w:r w:rsidRPr="00986178">
        <w:rPr>
          <w:rFonts w:ascii="Open Sans" w:hAnsi="Open Sans" w:cs="Open Sans"/>
        </w:rPr>
        <w:t>V okviru izpolnjevanja svojih obveznosti po tem okvirnem sporazumu je dolžan izvajalec:</w:t>
      </w:r>
    </w:p>
    <w:p w14:paraId="37A977ED" w14:textId="77777777" w:rsidR="00397DED" w:rsidRPr="00986178" w:rsidRDefault="00397DED" w:rsidP="0019014E">
      <w:pPr>
        <w:widowControl w:val="0"/>
        <w:numPr>
          <w:ilvl w:val="0"/>
          <w:numId w:val="53"/>
        </w:numPr>
        <w:tabs>
          <w:tab w:val="clear" w:pos="397"/>
          <w:tab w:val="left" w:pos="-1425"/>
          <w:tab w:val="left" w:pos="284"/>
          <w:tab w:val="left" w:pos="4253"/>
          <w:tab w:val="left" w:pos="5529"/>
          <w:tab w:val="right" w:pos="8505"/>
        </w:tabs>
        <w:ind w:left="284" w:right="7" w:hanging="284"/>
        <w:jc w:val="both"/>
        <w:rPr>
          <w:rFonts w:ascii="Open Sans" w:hAnsi="Open Sans" w:cs="Open Sans"/>
          <w:color w:val="000000"/>
        </w:rPr>
      </w:pPr>
      <w:r w:rsidRPr="00986178">
        <w:rPr>
          <w:rFonts w:ascii="Open Sans" w:hAnsi="Open Sans" w:cs="Open Sans"/>
          <w:color w:val="000000"/>
        </w:rPr>
        <w:t xml:space="preserve">z naročnikom skleniti Pisni sporazum o skupnih varnostnih ukrepih in ravnanju z okoljem v JAVNEM PODJETJU ENERGETIKA LJUBLJANA d.o.o., ki je priloga št. 3 tega okvirnega sporazuma, v katerem se določi skupne ukrepe za zagotavljanje varnosti in zdravja pri delu delavcev na delovišču ter določi odgovorne osebe naročnika in izvajalca, </w:t>
      </w:r>
    </w:p>
    <w:p w14:paraId="7B6A9DA7" w14:textId="77777777" w:rsidR="00397DED" w:rsidRPr="00986178" w:rsidRDefault="00397DED" w:rsidP="0019014E">
      <w:pPr>
        <w:widowControl w:val="0"/>
        <w:numPr>
          <w:ilvl w:val="0"/>
          <w:numId w:val="53"/>
        </w:numPr>
        <w:tabs>
          <w:tab w:val="clear" w:pos="397"/>
          <w:tab w:val="left" w:pos="-1425"/>
          <w:tab w:val="left" w:pos="284"/>
          <w:tab w:val="left" w:pos="4253"/>
          <w:tab w:val="left" w:pos="5529"/>
          <w:tab w:val="right" w:pos="8505"/>
        </w:tabs>
        <w:ind w:left="284" w:right="7" w:hanging="284"/>
        <w:jc w:val="both"/>
        <w:rPr>
          <w:rFonts w:ascii="Open Sans" w:hAnsi="Open Sans" w:cs="Open Sans"/>
          <w:color w:val="000000"/>
        </w:rPr>
      </w:pPr>
      <w:r w:rsidRPr="00986178">
        <w:rPr>
          <w:rFonts w:ascii="Open Sans" w:hAnsi="Open Sans" w:cs="Open Sans"/>
          <w:color w:val="000000"/>
        </w:rPr>
        <w:t>z naročnikom pred začetkom izvajanja storitev določiti konkretne skupne varnostne ukrepe na delovišču,</w:t>
      </w:r>
    </w:p>
    <w:p w14:paraId="442F18B6"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color w:val="000000"/>
        </w:rPr>
        <w:t xml:space="preserve">najmanj 7 (sedem) koledarskih dni pred pričetkom izvajanja storitev, skrbniku okvirnega sporazuma naročnika, predložiti poimenski seznam delavcev, ki bodo delali na lokaciji/objektu </w:t>
      </w:r>
      <w:r w:rsidRPr="00986178">
        <w:rPr>
          <w:rFonts w:ascii="Open Sans" w:hAnsi="Open Sans" w:cs="Open Sans"/>
        </w:rPr>
        <w:t>naročnika,</w:t>
      </w:r>
    </w:p>
    <w:p w14:paraId="5DD3E07F"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pri izvedbi storitev in gibanju v objektih naročnika izpolnjevati »Zahteve varstva pri delu, požarnega varstva in varovanja okolja« iz poglavja 6. razpisne dokumentacije št. ENLJ-SAL-80/25,</w:t>
      </w:r>
    </w:p>
    <w:p w14:paraId="245854EF"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sproti odpravljati vse pomanjkljivosti, na katere bo opozoril naročnik,</w:t>
      </w:r>
    </w:p>
    <w:p w14:paraId="6BBF24C5"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lastRenderedPageBreak/>
        <w:t>izpolniti vse zahteve naročnika pri izvedbi storitev po okvirnem sporazumu, ki izhajajo iz razpisne dokumentacije št. ENLJ-SAL-80/25, ponudbe izvajalca št. _________ z dne _____________ in ponudbe izvajalca po pogajanjih št. ________ z dne _________, ki so sestavni deli tega okvirnega sporazuma</w:t>
      </w:r>
    </w:p>
    <w:p w14:paraId="1EF29281"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poravnati vso morebitno nastalo škodo, ki bi jo med izvajanjem storitev povzročil na objektu, na napravah naročnika</w:t>
      </w:r>
      <w:r w:rsidRPr="00986178">
        <w:rPr>
          <w:rFonts w:ascii="Open Sans" w:hAnsi="Open Sans" w:cs="Open Sans"/>
          <w:color w:val="000000"/>
        </w:rPr>
        <w:t xml:space="preserve"> ali drugim osebam</w:t>
      </w:r>
      <w:r w:rsidRPr="00986178">
        <w:rPr>
          <w:rFonts w:ascii="Open Sans" w:hAnsi="Open Sans" w:cs="Open Sans"/>
        </w:rPr>
        <w:t>,</w:t>
      </w:r>
    </w:p>
    <w:p w14:paraId="5AEB18EE"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hAnsi="Open Sans" w:cs="Open Sans"/>
        </w:rPr>
        <w:t>naročnik s pooblastilom preda izvajalcu odgovornost za izpolnjevanje evidenčnih listov v sistem IS-Odpadki. Pooblastilo za vlaganje in podpisovanje evidenčnih listov v  elektronski sistem o ravnanju z odpadki (IS-Odpadki) je priloga št. 4 tega okvirnega sporazuma,</w:t>
      </w:r>
    </w:p>
    <w:p w14:paraId="082859E6"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hAnsi="Open Sans" w:cs="Open Sans"/>
        </w:rPr>
        <w:t xml:space="preserve">izvajalec mora zajete odpadne </w:t>
      </w:r>
      <w:proofErr w:type="spellStart"/>
      <w:r w:rsidRPr="00397DED">
        <w:rPr>
          <w:rFonts w:ascii="Open Sans" w:hAnsi="Open Sans" w:cs="Open Sans"/>
        </w:rPr>
        <w:t>fluorirane</w:t>
      </w:r>
      <w:proofErr w:type="spellEnd"/>
      <w:r w:rsidRPr="00397DED">
        <w:rPr>
          <w:rFonts w:ascii="Open Sans" w:hAnsi="Open Sans" w:cs="Open Sans"/>
        </w:rPr>
        <w:t xml:space="preserve"> toplogredne pline ali ozonu škodljive snovi iz opreme oddati zbiralcu iz predpisa, ki ureja odpadke (uničenje odpadnih </w:t>
      </w:r>
      <w:proofErr w:type="spellStart"/>
      <w:r w:rsidRPr="00397DED">
        <w:rPr>
          <w:rFonts w:ascii="Open Sans" w:hAnsi="Open Sans" w:cs="Open Sans"/>
        </w:rPr>
        <w:t>fluoriranih</w:t>
      </w:r>
      <w:proofErr w:type="spellEnd"/>
      <w:r w:rsidRPr="00397DED">
        <w:rPr>
          <w:rFonts w:ascii="Open Sans" w:hAnsi="Open Sans" w:cs="Open Sans"/>
        </w:rPr>
        <w:t xml:space="preserve"> toplogrednih plinov ali ozonu škodljivih snovi se šteje za postopek obdelave odpadkov po predpisu, ki ureja odpadke)</w:t>
      </w:r>
    </w:p>
    <w:p w14:paraId="17092125"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hAnsi="Open Sans" w:cs="Open Sans"/>
        </w:rPr>
        <w:t xml:space="preserve">izvajalec, ki ravna z odpadno opremo, ki vsebuje </w:t>
      </w:r>
      <w:proofErr w:type="spellStart"/>
      <w:r w:rsidRPr="00397DED">
        <w:rPr>
          <w:rFonts w:ascii="Open Sans" w:hAnsi="Open Sans" w:cs="Open Sans"/>
        </w:rPr>
        <w:t>fluorirane</w:t>
      </w:r>
      <w:proofErr w:type="spellEnd"/>
      <w:r w:rsidRPr="00397DED">
        <w:rPr>
          <w:rFonts w:ascii="Open Sans" w:hAnsi="Open Sans" w:cs="Open Sans"/>
        </w:rPr>
        <w:t xml:space="preserve"> toplogredne pline ali ozonu škodljive snovi, v skladu s predpisom, ki ureja odpadke, mora zagotoviti zajem iz odpadne opreme, ki ga izvede v skladu z določbami Uredbe o uporabi </w:t>
      </w:r>
      <w:proofErr w:type="spellStart"/>
      <w:r w:rsidRPr="00397DED">
        <w:rPr>
          <w:rFonts w:ascii="Open Sans" w:hAnsi="Open Sans" w:cs="Open Sans"/>
        </w:rPr>
        <w:t>fluoriranih</w:t>
      </w:r>
      <w:proofErr w:type="spellEnd"/>
      <w:r w:rsidRPr="00397DED">
        <w:rPr>
          <w:rFonts w:ascii="Open Sans" w:hAnsi="Open Sans" w:cs="Open Sans"/>
        </w:rPr>
        <w:t xml:space="preserve"> toplogrednih plinov in ozonu škodljivih snoveh in Uredbe (EU) 2024/573,</w:t>
      </w:r>
    </w:p>
    <w:p w14:paraId="54495132"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hAnsi="Open Sans" w:cs="Open Sans"/>
        </w:rPr>
        <w:t xml:space="preserve">izvesti zajem </w:t>
      </w:r>
      <w:proofErr w:type="spellStart"/>
      <w:r w:rsidRPr="00397DED">
        <w:rPr>
          <w:rFonts w:ascii="Open Sans" w:hAnsi="Open Sans" w:cs="Open Sans"/>
        </w:rPr>
        <w:t>fluoriranih</w:t>
      </w:r>
      <w:proofErr w:type="spellEnd"/>
      <w:r w:rsidRPr="00397DED">
        <w:rPr>
          <w:rFonts w:ascii="Open Sans" w:hAnsi="Open Sans" w:cs="Open Sans"/>
        </w:rPr>
        <w:t xml:space="preserve"> toplogrednih plinov ali ozonu škodljivih snovi iz odpadnih izdelkov, če je to tehnično izvedljivo in ne povzroča nesorazmernih stroškov, v skladu z določbami Uredbe (EU) 2024/573 pred njihovo obdelavo, v okviru predelave pa mora to zagotoviti zbiralec ali izvajalec obdelave odpadkov,  </w:t>
      </w:r>
    </w:p>
    <w:p w14:paraId="1BBCD351"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eastAsia="Calibri" w:hAnsi="Open Sans" w:cs="Open Sans"/>
          <w:bCs/>
        </w:rPr>
        <w:t>izvajalec mora zagotoviti vodenje evidence za naročnika skladno z 7.členom Uredbe 2024/573</w:t>
      </w:r>
    </w:p>
    <w:p w14:paraId="36039056"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hAnsi="Open Sans" w:cs="Open Sans"/>
        </w:rPr>
        <w:t xml:space="preserve">kot pooblaščeno podjetje mora izvajalec ministrstvu najpozneje do 31. marca tekočega leta predložiti letno poročilo za preteklo leto o dopolnjevanju in zajemu </w:t>
      </w:r>
      <w:proofErr w:type="spellStart"/>
      <w:r w:rsidRPr="00397DED">
        <w:rPr>
          <w:rFonts w:ascii="Open Sans" w:hAnsi="Open Sans" w:cs="Open Sans"/>
        </w:rPr>
        <w:t>fluoriranih</w:t>
      </w:r>
      <w:proofErr w:type="spellEnd"/>
      <w:r w:rsidRPr="00397DED">
        <w:rPr>
          <w:rFonts w:ascii="Open Sans" w:hAnsi="Open Sans" w:cs="Open Sans"/>
        </w:rPr>
        <w:t xml:space="preserve"> toplogrednih plinov ter o oddaji odpadnih </w:t>
      </w:r>
      <w:proofErr w:type="spellStart"/>
      <w:r w:rsidRPr="00397DED">
        <w:rPr>
          <w:rFonts w:ascii="Open Sans" w:hAnsi="Open Sans" w:cs="Open Sans"/>
        </w:rPr>
        <w:t>fluoriranih</w:t>
      </w:r>
      <w:proofErr w:type="spellEnd"/>
      <w:r w:rsidRPr="00397DED">
        <w:rPr>
          <w:rFonts w:ascii="Open Sans" w:hAnsi="Open Sans" w:cs="Open Sans"/>
        </w:rPr>
        <w:t xml:space="preserve"> toplogrednih plinov in o zajemu ozonu škodljivih snovi ter oddaji odpadnih ozonu škodljivih snovi,</w:t>
      </w:r>
    </w:p>
    <w:p w14:paraId="63553AFE" w14:textId="77777777" w:rsidR="00397DED" w:rsidRPr="00397DED" w:rsidRDefault="00397DED" w:rsidP="0019014E">
      <w:pPr>
        <w:widowControl w:val="0"/>
        <w:numPr>
          <w:ilvl w:val="0"/>
          <w:numId w:val="54"/>
        </w:numPr>
        <w:jc w:val="both"/>
        <w:rPr>
          <w:rFonts w:ascii="Open Sans" w:hAnsi="Open Sans" w:cs="Open Sans"/>
        </w:rPr>
      </w:pPr>
      <w:r w:rsidRPr="00397DED">
        <w:rPr>
          <w:rFonts w:ascii="Open Sans" w:hAnsi="Open Sans" w:cs="Open Sans"/>
        </w:rPr>
        <w:t xml:space="preserve">na delovišču hraniti ali začasno skladiščiti odpadke, ki nastanejo med izvajanjem storitev, ločeno po vrstah odpadkov iz seznama odpadkov (iz Odločbe 2000/532/ES), skladno z veljavnim predpisom, ki ureja ravnanje z odpadki, </w:t>
      </w:r>
    </w:p>
    <w:p w14:paraId="57C4FE0F"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obvestiti naročnika o nastalih okoliščinah, ki bi lahko vplivale na izpolnitev izvajalčevih obveznosti po okvirnem sporazumu,</w:t>
      </w:r>
    </w:p>
    <w:p w14:paraId="3B5372D8"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poskrbeti, da bodo delavci vsak svoj prihod/odhod evidentirali na lokaciji naročnika,</w:t>
      </w:r>
    </w:p>
    <w:p w14:paraId="0B69A9CE"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zagotoviti, da bodo delavci upoštevali vse predpise naročnika o gibanju na območju lokacije oziroma objekta naročnika,</w:t>
      </w:r>
    </w:p>
    <w:p w14:paraId="6FA3F570" w14:textId="77777777" w:rsidR="00397DED" w:rsidRPr="00986178" w:rsidRDefault="00397DED" w:rsidP="0019014E">
      <w:pPr>
        <w:pStyle w:val="Odstavekseznama"/>
        <w:widowControl w:val="0"/>
        <w:numPr>
          <w:ilvl w:val="0"/>
          <w:numId w:val="54"/>
        </w:numPr>
        <w:jc w:val="both"/>
        <w:rPr>
          <w:rFonts w:ascii="Open Sans" w:hAnsi="Open Sans" w:cs="Open Sans"/>
        </w:rPr>
      </w:pPr>
      <w:r w:rsidRPr="00986178">
        <w:rPr>
          <w:rFonts w:ascii="Open Sans" w:hAnsi="Open Sans" w:cs="Open Sans"/>
        </w:rPr>
        <w:t xml:space="preserve">opremiti delavce z osebno varovalno opremo, z osebnimi zaščitnimi sredstvi in pripomočki glede na nevarnosti za poškodbe, pri čemer mora biti na oblačilu znak (logotip) izvajalca/podizvajalca, </w:t>
      </w:r>
    </w:p>
    <w:p w14:paraId="000BACF9" w14:textId="77777777" w:rsidR="00397DED" w:rsidRPr="00986178" w:rsidRDefault="00397DED" w:rsidP="0019014E">
      <w:pPr>
        <w:widowControl w:val="0"/>
        <w:numPr>
          <w:ilvl w:val="0"/>
          <w:numId w:val="54"/>
        </w:numPr>
        <w:tabs>
          <w:tab w:val="left" w:pos="426"/>
        </w:tabs>
        <w:jc w:val="both"/>
        <w:rPr>
          <w:rFonts w:ascii="Open Sans" w:hAnsi="Open Sans" w:cs="Open Sans"/>
        </w:rPr>
      </w:pPr>
      <w:r w:rsidRPr="00986178">
        <w:rPr>
          <w:rFonts w:ascii="Open Sans" w:hAnsi="Open Sans" w:cs="Open Sans"/>
        </w:rPr>
        <w:t>zagotoviti vsa potrebna dovoljenja za delo delavcev, ki bodo izvajali storitve po okvirnem sporazumu na lokaciji naročnika in niso državljani Republike Slovenije,</w:t>
      </w:r>
    </w:p>
    <w:p w14:paraId="5AF7737E" w14:textId="77777777" w:rsidR="00397DED" w:rsidRPr="00986178" w:rsidRDefault="00397DED" w:rsidP="0019014E">
      <w:pPr>
        <w:pStyle w:val="Odstavekseznama"/>
        <w:widowControl w:val="0"/>
        <w:numPr>
          <w:ilvl w:val="0"/>
          <w:numId w:val="54"/>
        </w:numPr>
        <w:rPr>
          <w:rFonts w:ascii="Open Sans" w:hAnsi="Open Sans" w:cs="Open Sans"/>
        </w:rPr>
      </w:pPr>
      <w:r w:rsidRPr="00986178">
        <w:rPr>
          <w:rFonts w:ascii="Open Sans" w:hAnsi="Open Sans" w:cs="Open Sans"/>
        </w:rPr>
        <w:t>izvesti storitve z zdravstveno sposobnimi delavci,</w:t>
      </w:r>
    </w:p>
    <w:p w14:paraId="62169AF7" w14:textId="77777777" w:rsidR="00397DED" w:rsidRPr="00986178" w:rsidRDefault="00397DED" w:rsidP="0019014E">
      <w:pPr>
        <w:widowControl w:val="0"/>
        <w:numPr>
          <w:ilvl w:val="0"/>
          <w:numId w:val="54"/>
        </w:numPr>
        <w:tabs>
          <w:tab w:val="left" w:pos="-1425"/>
        </w:tabs>
        <w:jc w:val="both"/>
        <w:rPr>
          <w:rFonts w:ascii="Open Sans" w:hAnsi="Open Sans" w:cs="Open Sans"/>
          <w:color w:val="000000"/>
        </w:rPr>
      </w:pPr>
      <w:r w:rsidRPr="00986178">
        <w:rPr>
          <w:rFonts w:ascii="Open Sans" w:hAnsi="Open Sans" w:cs="Open Sans"/>
          <w:color w:val="000000"/>
        </w:rPr>
        <w:t>izvajati storitve z delavci, strokovno usposobljenimi za izvajanje tovrstnih storitev,</w:t>
      </w:r>
    </w:p>
    <w:p w14:paraId="1843D651" w14:textId="77777777" w:rsidR="00397DED" w:rsidRPr="00986178" w:rsidRDefault="00397DED" w:rsidP="0019014E">
      <w:pPr>
        <w:widowControl w:val="0"/>
        <w:numPr>
          <w:ilvl w:val="0"/>
          <w:numId w:val="54"/>
        </w:numPr>
        <w:jc w:val="both"/>
        <w:rPr>
          <w:rFonts w:ascii="Open Sans" w:hAnsi="Open Sans" w:cs="Open Sans"/>
          <w:color w:val="000000"/>
        </w:rPr>
      </w:pPr>
      <w:r w:rsidRPr="00986178">
        <w:rPr>
          <w:rFonts w:ascii="Open Sans" w:hAnsi="Open Sans" w:cs="Open Sans"/>
        </w:rPr>
        <w:t xml:space="preserve">poskrbeti za varnost pri delu svojih delavcev, </w:t>
      </w:r>
    </w:p>
    <w:p w14:paraId="7D819A11"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prevzete storitve izvesti strokovno in pravilno, po pravilih stroke, vestno in kakovostno, v skladu z vsemi veljavnimi predpisi, standardi in normativi,</w:t>
      </w:r>
    </w:p>
    <w:p w14:paraId="70008AAA" w14:textId="77777777" w:rsidR="00397DED" w:rsidRPr="00986178" w:rsidRDefault="00397DED" w:rsidP="0019014E">
      <w:pPr>
        <w:widowControl w:val="0"/>
        <w:numPr>
          <w:ilvl w:val="0"/>
          <w:numId w:val="54"/>
        </w:numPr>
        <w:tabs>
          <w:tab w:val="left" w:pos="-1425"/>
        </w:tabs>
        <w:adjustRightInd w:val="0"/>
        <w:ind w:right="-50"/>
        <w:jc w:val="both"/>
        <w:textAlignment w:val="baseline"/>
        <w:rPr>
          <w:rFonts w:ascii="Open Sans" w:hAnsi="Open Sans" w:cs="Open Sans"/>
          <w:color w:val="000000"/>
        </w:rPr>
      </w:pPr>
      <w:r w:rsidRPr="00986178">
        <w:rPr>
          <w:rFonts w:ascii="Open Sans" w:hAnsi="Open Sans" w:cs="Open Sans"/>
          <w:color w:val="000000"/>
        </w:rPr>
        <w:t xml:space="preserve">poskrbeti, da so storitve izvedene in dokumentirane po tehničnih predpisih, standardih in normativih, </w:t>
      </w:r>
      <w:r w:rsidRPr="00986178">
        <w:rPr>
          <w:rFonts w:ascii="Open Sans" w:hAnsi="Open Sans" w:cs="Open Sans"/>
        </w:rPr>
        <w:t>atesti in drugimi listinami, v skladu z veljavnimi predpisi Republike Slovenije,</w:t>
      </w:r>
    </w:p>
    <w:p w14:paraId="5FD48BC6"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sodelovati z naročnikom z namenom, da se prevzete storitve izvršijo pravočasno in v obojestransko zadovoljstvo,</w:t>
      </w:r>
    </w:p>
    <w:p w14:paraId="78031A0C"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upoštevati naročnikova navodila in zahteve,</w:t>
      </w:r>
    </w:p>
    <w:p w14:paraId="2A0B2683"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obvestiti naročnika o nastalih okoliščinah, ki bi lahko vplivale na izpolnitev izvajalčevih obveznosti po okvirnem sporazumu,</w:t>
      </w:r>
    </w:p>
    <w:p w14:paraId="08D135A7"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sproti odpravljati vse pomanjkljivosti, na katere bo opozoril naročnik,</w:t>
      </w:r>
    </w:p>
    <w:p w14:paraId="5D03F4C6"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uporabljati izključno svoje orodje in delovno varnostno opremo,</w:t>
      </w:r>
    </w:p>
    <w:p w14:paraId="7BD2371A" w14:textId="77777777" w:rsidR="00397DED" w:rsidRPr="00986178" w:rsidRDefault="00397DED" w:rsidP="0019014E">
      <w:pPr>
        <w:widowControl w:val="0"/>
        <w:numPr>
          <w:ilvl w:val="0"/>
          <w:numId w:val="54"/>
        </w:numPr>
        <w:jc w:val="both"/>
        <w:rPr>
          <w:rFonts w:ascii="Open Sans" w:hAnsi="Open Sans" w:cs="Open Sans"/>
        </w:rPr>
      </w:pPr>
      <w:r w:rsidRPr="00986178">
        <w:rPr>
          <w:rFonts w:ascii="Open Sans" w:hAnsi="Open Sans" w:cs="Open Sans"/>
        </w:rPr>
        <w:t>obveščati naročnika o znižanju cen,</w:t>
      </w:r>
    </w:p>
    <w:p w14:paraId="4A98E538" w14:textId="77777777" w:rsidR="00397DED" w:rsidRPr="00986178" w:rsidRDefault="00397DED" w:rsidP="0019014E">
      <w:pPr>
        <w:widowControl w:val="0"/>
        <w:numPr>
          <w:ilvl w:val="0"/>
          <w:numId w:val="54"/>
        </w:numPr>
        <w:jc w:val="both"/>
        <w:rPr>
          <w:rFonts w:ascii="Open Sans" w:hAnsi="Open Sans" w:cs="Open Sans"/>
          <w:b/>
        </w:rPr>
      </w:pPr>
      <w:r w:rsidRPr="00986178">
        <w:rPr>
          <w:rFonts w:ascii="Open Sans" w:hAnsi="Open Sans" w:cs="Open Sans"/>
        </w:rPr>
        <w:t xml:space="preserve">na vsakem izstavljenem računu navesti številko posameznega pisnega naročila naročnika ter </w:t>
      </w:r>
      <w:r w:rsidRPr="00986178">
        <w:rPr>
          <w:rFonts w:ascii="Open Sans" w:hAnsi="Open Sans" w:cs="Open Sans"/>
        </w:rPr>
        <w:lastRenderedPageBreak/>
        <w:t>lokacijo naročnika, na kateri so se storitve izvajale.</w:t>
      </w:r>
    </w:p>
    <w:p w14:paraId="7F17A9F5" w14:textId="77777777" w:rsidR="00397DED" w:rsidRDefault="00397DED" w:rsidP="00986178">
      <w:pPr>
        <w:widowControl w:val="0"/>
        <w:numPr>
          <w:ilvl w:val="12"/>
          <w:numId w:val="0"/>
        </w:numPr>
        <w:tabs>
          <w:tab w:val="left" w:pos="360"/>
        </w:tabs>
        <w:ind w:right="-483"/>
        <w:jc w:val="both"/>
        <w:rPr>
          <w:rFonts w:ascii="Open Sans" w:hAnsi="Open Sans" w:cs="Open Sans"/>
        </w:rPr>
      </w:pPr>
    </w:p>
    <w:p w14:paraId="53B36F4E" w14:textId="6E4D5F8B" w:rsidR="00B87BDC" w:rsidRPr="00986178" w:rsidRDefault="00D07C60" w:rsidP="009861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rPr>
      </w:pPr>
      <w:r w:rsidRPr="00986178">
        <w:rPr>
          <w:rFonts w:ascii="Open Sans" w:hAnsi="Open Sans" w:cs="Open Sans"/>
        </w:rPr>
        <w:t>Izvajalec odgovarja za neposredno in posredno škodo, ki nastane naročniku in tretjim osebam in izvira iz njegovega dela in njegovih obveznosti po tem okvirnem sporazumu.</w:t>
      </w:r>
    </w:p>
    <w:p w14:paraId="60882970" w14:textId="77777777" w:rsidR="00B87BDC" w:rsidRPr="00986178" w:rsidRDefault="00B87BDC" w:rsidP="00986178">
      <w:pPr>
        <w:widowControl w:val="0"/>
        <w:tabs>
          <w:tab w:val="left" w:pos="-284"/>
        </w:tabs>
        <w:ind w:right="-483"/>
        <w:rPr>
          <w:rFonts w:ascii="Open Sans" w:hAnsi="Open Sans" w:cs="Open Sans"/>
          <w:b/>
        </w:rPr>
      </w:pPr>
    </w:p>
    <w:p w14:paraId="6FAB5A68" w14:textId="77777777" w:rsidR="003F429B" w:rsidRPr="00986178" w:rsidRDefault="003F429B" w:rsidP="00986178">
      <w:pPr>
        <w:widowControl w:val="0"/>
        <w:tabs>
          <w:tab w:val="left" w:pos="-284"/>
        </w:tabs>
        <w:ind w:right="-483"/>
        <w:rPr>
          <w:rFonts w:ascii="Open Sans" w:hAnsi="Open Sans" w:cs="Open Sans"/>
          <w:b/>
        </w:rPr>
      </w:pPr>
      <w:r w:rsidRPr="00986178">
        <w:rPr>
          <w:rFonts w:ascii="Open Sans" w:hAnsi="Open Sans" w:cs="Open Sans"/>
          <w:b/>
        </w:rPr>
        <w:t>Obveznosti naročnika</w:t>
      </w:r>
    </w:p>
    <w:p w14:paraId="1BB82B24" w14:textId="77777777" w:rsidR="003F429B" w:rsidRPr="00986178" w:rsidRDefault="003F429B" w:rsidP="0019014E">
      <w:pPr>
        <w:widowControl w:val="0"/>
        <w:numPr>
          <w:ilvl w:val="0"/>
          <w:numId w:val="48"/>
        </w:numPr>
        <w:rPr>
          <w:rFonts w:ascii="Open Sans" w:hAnsi="Open Sans" w:cs="Open Sans"/>
        </w:rPr>
      </w:pPr>
      <w:r w:rsidRPr="00986178">
        <w:rPr>
          <w:rFonts w:ascii="Open Sans" w:hAnsi="Open Sans" w:cs="Open Sans"/>
        </w:rPr>
        <w:t>člen</w:t>
      </w:r>
    </w:p>
    <w:p w14:paraId="035BB22A" w14:textId="77777777" w:rsidR="003F429B" w:rsidRPr="00986178" w:rsidRDefault="003F429B" w:rsidP="00986178">
      <w:pPr>
        <w:widowControl w:val="0"/>
        <w:jc w:val="center"/>
        <w:rPr>
          <w:rFonts w:ascii="Open Sans" w:hAnsi="Open Sans" w:cs="Open Sans"/>
        </w:rPr>
      </w:pPr>
    </w:p>
    <w:p w14:paraId="361ED61E" w14:textId="77777777" w:rsidR="00D07C60" w:rsidRPr="00986178" w:rsidRDefault="00D07C60" w:rsidP="00986178">
      <w:pPr>
        <w:widowControl w:val="0"/>
        <w:numPr>
          <w:ilvl w:val="12"/>
          <w:numId w:val="0"/>
        </w:numPr>
        <w:tabs>
          <w:tab w:val="left" w:pos="360"/>
        </w:tabs>
        <w:ind w:right="-483"/>
        <w:rPr>
          <w:rFonts w:ascii="Open Sans" w:hAnsi="Open Sans" w:cs="Open Sans"/>
        </w:rPr>
      </w:pPr>
      <w:r w:rsidRPr="00986178">
        <w:rPr>
          <w:rFonts w:ascii="Open Sans" w:hAnsi="Open Sans" w:cs="Open Sans"/>
        </w:rPr>
        <w:t>V okviru izpolnjevanja svojih obveznosti po tem okvirnem sporazumu je dolžan naročnik:</w:t>
      </w:r>
    </w:p>
    <w:p w14:paraId="580914CA" w14:textId="73B25BC9" w:rsidR="00D07C60" w:rsidRPr="00986178" w:rsidRDefault="00D07C60" w:rsidP="0019014E">
      <w:pPr>
        <w:widowControl w:val="0"/>
        <w:numPr>
          <w:ilvl w:val="0"/>
          <w:numId w:val="53"/>
        </w:numPr>
        <w:jc w:val="both"/>
        <w:rPr>
          <w:rFonts w:ascii="Open Sans" w:hAnsi="Open Sans" w:cs="Open Sans"/>
        </w:rPr>
      </w:pPr>
      <w:r w:rsidRPr="00986178">
        <w:rPr>
          <w:rFonts w:ascii="Open Sans" w:hAnsi="Open Sans" w:cs="Open Sans"/>
        </w:rPr>
        <w:t xml:space="preserve">z izvajalcem skleniti Pisni sporazum o skupnih varnostnih ukrepih in ravnanju z okoljem v JAVNEM PODJETJU ENERGETIKA LJUBLJANA d.o.o., ki je priloga št. </w:t>
      </w:r>
      <w:r w:rsidR="000C1700" w:rsidRPr="00986178">
        <w:rPr>
          <w:rFonts w:ascii="Open Sans" w:hAnsi="Open Sans" w:cs="Open Sans"/>
        </w:rPr>
        <w:t>3</w:t>
      </w:r>
      <w:r w:rsidRPr="00986178">
        <w:rPr>
          <w:rFonts w:ascii="Open Sans" w:hAnsi="Open Sans" w:cs="Open Sans"/>
        </w:rPr>
        <w:t xml:space="preserve"> tega okvirnega sporazuma, v katerem se določi skupne ukrepe za zagotavljanje varnosti in zdravja pri delu delavcev na delovišču ter določi odgovorne osebe naročnika in izvajalca, </w:t>
      </w:r>
    </w:p>
    <w:p w14:paraId="6F6F65B1" w14:textId="4DC4FD3F" w:rsidR="00D07C60" w:rsidRPr="00986178" w:rsidRDefault="00D07C60" w:rsidP="0019014E">
      <w:pPr>
        <w:widowControl w:val="0"/>
        <w:numPr>
          <w:ilvl w:val="0"/>
          <w:numId w:val="53"/>
        </w:numPr>
        <w:jc w:val="both"/>
        <w:rPr>
          <w:rFonts w:ascii="Open Sans" w:hAnsi="Open Sans" w:cs="Open Sans"/>
        </w:rPr>
      </w:pPr>
      <w:r w:rsidRPr="00986178">
        <w:rPr>
          <w:rFonts w:ascii="Open Sans" w:hAnsi="Open Sans" w:cs="Open Sans"/>
        </w:rPr>
        <w:t>z izvajalcem pred začetkom izvajanja storitev določiti konkretne skupne varnostne ukrepe na delovišču,</w:t>
      </w:r>
    </w:p>
    <w:p w14:paraId="025DDBFF" w14:textId="77777777" w:rsidR="00DA4C4E" w:rsidRPr="00986178" w:rsidRDefault="00DA4C4E" w:rsidP="0019014E">
      <w:pPr>
        <w:widowControl w:val="0"/>
        <w:numPr>
          <w:ilvl w:val="0"/>
          <w:numId w:val="53"/>
        </w:numPr>
        <w:tabs>
          <w:tab w:val="left" w:pos="-1425"/>
          <w:tab w:val="left" w:pos="567"/>
          <w:tab w:val="left" w:pos="4253"/>
          <w:tab w:val="left" w:pos="5529"/>
          <w:tab w:val="right" w:pos="8505"/>
        </w:tabs>
        <w:jc w:val="both"/>
        <w:rPr>
          <w:rFonts w:ascii="Open Sans" w:hAnsi="Open Sans" w:cs="Open Sans"/>
          <w:szCs w:val="22"/>
        </w:rPr>
      </w:pPr>
      <w:r w:rsidRPr="00986178">
        <w:rPr>
          <w:rFonts w:ascii="Open Sans" w:hAnsi="Open Sans" w:cs="Open Sans"/>
        </w:rPr>
        <w:t>dati izvajalcu p</w:t>
      </w:r>
      <w:r w:rsidRPr="00986178">
        <w:rPr>
          <w:rFonts w:ascii="Open Sans" w:hAnsi="Open Sans" w:cs="Open Sans"/>
          <w:szCs w:val="22"/>
        </w:rPr>
        <w:t>ooblastilo za vlaganje in podpisovanje evidenčnih listov v elektronski sistem o ravnanju z odpadki (IS-Odpadki), ki je priloga št. 4 tega okvirnega sporazuma,</w:t>
      </w:r>
    </w:p>
    <w:p w14:paraId="34931208" w14:textId="6F674DD2" w:rsidR="00DA4C4E" w:rsidRPr="00986178" w:rsidRDefault="00DA4C4E" w:rsidP="0019014E">
      <w:pPr>
        <w:widowControl w:val="0"/>
        <w:numPr>
          <w:ilvl w:val="0"/>
          <w:numId w:val="53"/>
        </w:numPr>
        <w:tabs>
          <w:tab w:val="left" w:pos="0"/>
          <w:tab w:val="left" w:pos="709"/>
        </w:tabs>
        <w:jc w:val="both"/>
        <w:rPr>
          <w:rFonts w:ascii="Open Sans" w:hAnsi="Open Sans" w:cs="Open Sans"/>
          <w:szCs w:val="22"/>
        </w:rPr>
      </w:pPr>
      <w:r w:rsidRPr="00986178">
        <w:rPr>
          <w:rFonts w:ascii="Open Sans" w:hAnsi="Open Sans" w:cs="Open Sans"/>
          <w:szCs w:val="22"/>
        </w:rPr>
        <w:t>zagotoviti izvajalcu sprotno in pravočasno vse informacije in podatke, ki so potrebni za  realizacijo storitev iz okvirnega sporazuma,</w:t>
      </w:r>
    </w:p>
    <w:p w14:paraId="1F9D2F1D" w14:textId="77777777" w:rsidR="00D07C60" w:rsidRPr="00986178" w:rsidRDefault="00D07C60" w:rsidP="0019014E">
      <w:pPr>
        <w:widowControl w:val="0"/>
        <w:numPr>
          <w:ilvl w:val="0"/>
          <w:numId w:val="53"/>
        </w:numPr>
        <w:jc w:val="both"/>
        <w:rPr>
          <w:rFonts w:ascii="Open Sans" w:hAnsi="Open Sans" w:cs="Open Sans"/>
        </w:rPr>
      </w:pPr>
      <w:r w:rsidRPr="00986178">
        <w:rPr>
          <w:rFonts w:ascii="Open Sans" w:hAnsi="Open Sans" w:cs="Open Sans"/>
        </w:rPr>
        <w:t>pravočasno ukreniti vse potrebno, da bo izvajalec lahko izvrševal svoje obveznosti iz okvirnega sporazuma,</w:t>
      </w:r>
    </w:p>
    <w:p w14:paraId="0FD26C74" w14:textId="77777777" w:rsidR="00D07C60" w:rsidRPr="00986178" w:rsidRDefault="00D07C60" w:rsidP="0019014E">
      <w:pPr>
        <w:widowControl w:val="0"/>
        <w:numPr>
          <w:ilvl w:val="0"/>
          <w:numId w:val="53"/>
        </w:numPr>
        <w:jc w:val="both"/>
        <w:rPr>
          <w:rFonts w:ascii="Open Sans" w:hAnsi="Open Sans" w:cs="Open Sans"/>
        </w:rPr>
      </w:pPr>
      <w:r w:rsidRPr="00986178">
        <w:rPr>
          <w:rFonts w:ascii="Open Sans" w:hAnsi="Open Sans" w:cs="Open Sans"/>
        </w:rPr>
        <w:t>sodelovati z izvajalcem, mu tolmačiti vse morebitne nejasnosti ter dajati ustrezne napotke pri izvedbi storitev,</w:t>
      </w:r>
    </w:p>
    <w:p w14:paraId="44400318" w14:textId="77777777" w:rsidR="00222623" w:rsidRPr="00986178" w:rsidRDefault="00222623" w:rsidP="0019014E">
      <w:pPr>
        <w:pStyle w:val="Odstavekseznama"/>
        <w:widowControl w:val="0"/>
        <w:numPr>
          <w:ilvl w:val="0"/>
          <w:numId w:val="53"/>
        </w:numPr>
        <w:rPr>
          <w:rFonts w:ascii="Open Sans" w:hAnsi="Open Sans" w:cs="Open Sans"/>
        </w:rPr>
      </w:pPr>
      <w:r w:rsidRPr="00986178">
        <w:rPr>
          <w:rFonts w:ascii="Open Sans" w:hAnsi="Open Sans" w:cs="Open Sans"/>
        </w:rPr>
        <w:t xml:space="preserve">takoj obvestiti izvajalca o okvarah </w:t>
      </w:r>
      <w:proofErr w:type="spellStart"/>
      <w:r w:rsidRPr="00986178">
        <w:rPr>
          <w:rFonts w:ascii="Open Sans" w:hAnsi="Open Sans" w:cs="Open Sans"/>
        </w:rPr>
        <w:t>konvektorjev</w:t>
      </w:r>
      <w:proofErr w:type="spellEnd"/>
      <w:r w:rsidRPr="00986178">
        <w:rPr>
          <w:rFonts w:ascii="Open Sans" w:hAnsi="Open Sans" w:cs="Open Sans"/>
        </w:rPr>
        <w:t>,</w:t>
      </w:r>
    </w:p>
    <w:p w14:paraId="6B5F0365" w14:textId="21CA3DCC" w:rsidR="00957992" w:rsidRPr="00986178" w:rsidRDefault="00957992" w:rsidP="0019014E">
      <w:pPr>
        <w:widowControl w:val="0"/>
        <w:numPr>
          <w:ilvl w:val="0"/>
          <w:numId w:val="53"/>
        </w:numPr>
        <w:tabs>
          <w:tab w:val="left" w:pos="0"/>
          <w:tab w:val="left" w:pos="709"/>
        </w:tabs>
        <w:jc w:val="both"/>
        <w:rPr>
          <w:rFonts w:ascii="Open Sans" w:hAnsi="Open Sans" w:cs="Open Sans"/>
        </w:rPr>
      </w:pPr>
      <w:r w:rsidRPr="00986178">
        <w:rPr>
          <w:rFonts w:ascii="Open Sans" w:hAnsi="Open Sans" w:cs="Open Sans"/>
        </w:rPr>
        <w:t xml:space="preserve">prevzeti izvedene storitve, s podpisom delovnega naloga,  </w:t>
      </w:r>
    </w:p>
    <w:p w14:paraId="10F1517F" w14:textId="1087D310" w:rsidR="00D07C60" w:rsidRPr="00986178" w:rsidRDefault="00D07C60" w:rsidP="0019014E">
      <w:pPr>
        <w:widowControl w:val="0"/>
        <w:numPr>
          <w:ilvl w:val="0"/>
          <w:numId w:val="53"/>
        </w:numPr>
        <w:jc w:val="both"/>
        <w:rPr>
          <w:rFonts w:ascii="Open Sans" w:hAnsi="Open Sans" w:cs="Open Sans"/>
        </w:rPr>
      </w:pPr>
      <w:r w:rsidRPr="00986178">
        <w:rPr>
          <w:rFonts w:ascii="Open Sans" w:hAnsi="Open Sans" w:cs="Open Sans"/>
        </w:rPr>
        <w:t>poravnati obveznosti do izvajalca</w:t>
      </w:r>
      <w:r w:rsidR="00957992" w:rsidRPr="00986178">
        <w:rPr>
          <w:rFonts w:ascii="Open Sans" w:hAnsi="Open Sans" w:cs="Open Sans"/>
          <w:szCs w:val="22"/>
        </w:rPr>
        <w:t xml:space="preserve"> v skladu z določili okvirnega sporazuma</w:t>
      </w:r>
      <w:r w:rsidRPr="00986178">
        <w:rPr>
          <w:rFonts w:ascii="Open Sans" w:hAnsi="Open Sans" w:cs="Open Sans"/>
        </w:rPr>
        <w:t>.</w:t>
      </w:r>
    </w:p>
    <w:p w14:paraId="14D02DEF" w14:textId="77777777" w:rsidR="00D07C60" w:rsidRPr="00986178" w:rsidRDefault="00D07C60" w:rsidP="00986178">
      <w:pPr>
        <w:widowControl w:val="0"/>
        <w:jc w:val="both"/>
        <w:rPr>
          <w:rFonts w:ascii="Open Sans" w:hAnsi="Open Sans" w:cs="Open Sans"/>
        </w:rPr>
      </w:pPr>
    </w:p>
    <w:p w14:paraId="117EF787" w14:textId="77777777" w:rsidR="00D07C60" w:rsidRPr="00986178" w:rsidRDefault="00D07C60" w:rsidP="00986178">
      <w:pPr>
        <w:widowControl w:val="0"/>
        <w:jc w:val="both"/>
        <w:rPr>
          <w:rFonts w:ascii="Open Sans" w:hAnsi="Open Sans" w:cs="Open Sans"/>
        </w:rPr>
      </w:pPr>
      <w:r w:rsidRPr="00986178">
        <w:rPr>
          <w:rFonts w:ascii="Open Sans" w:hAnsi="Open Sans" w:cs="Open Sans"/>
        </w:rPr>
        <w:t>Vse dodatne podatke bo naročnik posredoval izvajalcu na podlagi pisne ali ustne zahteve izvajalca in lastne presoje o nujnosti zahtevanih podatkov za dokončanje obveznosti po tem okvirnem sporazumu.</w:t>
      </w:r>
    </w:p>
    <w:p w14:paraId="4EEAB761" w14:textId="77777777" w:rsidR="00D07C60" w:rsidRPr="00986178" w:rsidRDefault="00D07C60" w:rsidP="00986178">
      <w:pPr>
        <w:widowControl w:val="0"/>
        <w:tabs>
          <w:tab w:val="left" w:pos="1418"/>
          <w:tab w:val="left" w:pos="1702"/>
        </w:tabs>
        <w:jc w:val="both"/>
        <w:rPr>
          <w:rFonts w:ascii="Open Sans" w:hAnsi="Open Sans" w:cs="Open Sans"/>
        </w:rPr>
      </w:pPr>
    </w:p>
    <w:p w14:paraId="48DD2607" w14:textId="597EBE0A" w:rsidR="00725C2B" w:rsidRPr="00986178" w:rsidRDefault="00D07C60" w:rsidP="00986178">
      <w:pPr>
        <w:widowControl w:val="0"/>
        <w:tabs>
          <w:tab w:val="left" w:pos="1418"/>
          <w:tab w:val="left" w:pos="1702"/>
        </w:tabs>
        <w:jc w:val="both"/>
        <w:rPr>
          <w:rFonts w:ascii="Open Sans" w:hAnsi="Open Sans" w:cs="Open Sans"/>
        </w:rPr>
      </w:pPr>
      <w:r w:rsidRPr="00986178">
        <w:rPr>
          <w:rFonts w:ascii="Open Sans" w:hAnsi="Open Sans" w:cs="Open Sans"/>
        </w:rPr>
        <w:t>Stranki po okvirnem sporazumu se obvezujeta ravnati kot dobra gospodarstvenika in storiti vse, kar je potrebno za izvršitev okvirnega sporazuma.</w:t>
      </w:r>
    </w:p>
    <w:p w14:paraId="4340DBB2" w14:textId="66151FB4" w:rsidR="00B87BDC" w:rsidRPr="00986178" w:rsidRDefault="00B87BDC" w:rsidP="00986178">
      <w:pPr>
        <w:widowControl w:val="0"/>
        <w:numPr>
          <w:ilvl w:val="12"/>
          <w:numId w:val="0"/>
        </w:numPr>
        <w:ind w:right="7"/>
        <w:jc w:val="both"/>
        <w:rPr>
          <w:rFonts w:ascii="Open Sans" w:hAnsi="Open Sans" w:cs="Open Sans"/>
        </w:rPr>
      </w:pPr>
    </w:p>
    <w:p w14:paraId="536E21EB" w14:textId="77777777" w:rsidR="000D67E1" w:rsidRPr="00986178" w:rsidRDefault="000D67E1" w:rsidP="00986178">
      <w:pPr>
        <w:widowControl w:val="0"/>
        <w:numPr>
          <w:ilvl w:val="12"/>
          <w:numId w:val="0"/>
        </w:numPr>
        <w:ind w:right="7"/>
        <w:jc w:val="both"/>
        <w:rPr>
          <w:rFonts w:ascii="Open Sans" w:hAnsi="Open Sans" w:cs="Open Sans"/>
        </w:rPr>
      </w:pPr>
    </w:p>
    <w:p w14:paraId="64CC754C" w14:textId="5992850F" w:rsidR="00F108C7" w:rsidRPr="00986178" w:rsidRDefault="00FF4859" w:rsidP="0019014E">
      <w:pPr>
        <w:widowControl w:val="0"/>
        <w:numPr>
          <w:ilvl w:val="0"/>
          <w:numId w:val="44"/>
        </w:numPr>
        <w:tabs>
          <w:tab w:val="left" w:pos="426"/>
        </w:tabs>
        <w:ind w:left="567" w:hanging="567"/>
        <w:jc w:val="center"/>
        <w:rPr>
          <w:rFonts w:ascii="Open Sans" w:hAnsi="Open Sans" w:cs="Open Sans"/>
          <w:b/>
        </w:rPr>
      </w:pPr>
      <w:r>
        <w:rPr>
          <w:rFonts w:ascii="Open Sans" w:hAnsi="Open Sans" w:cs="Open Sans"/>
          <w:b/>
        </w:rPr>
        <w:t xml:space="preserve">  </w:t>
      </w:r>
      <w:r w:rsidR="00F108C7" w:rsidRPr="00986178">
        <w:rPr>
          <w:rFonts w:ascii="Open Sans" w:hAnsi="Open Sans" w:cs="Open Sans"/>
          <w:b/>
        </w:rPr>
        <w:t>ZAGOTAVLJANJE VARNOSTI NA DELOVIŠČU</w:t>
      </w:r>
    </w:p>
    <w:p w14:paraId="12BCD707" w14:textId="77777777" w:rsidR="00F108C7" w:rsidRPr="00986178" w:rsidRDefault="00F108C7" w:rsidP="00986178">
      <w:pPr>
        <w:widowControl w:val="0"/>
        <w:tabs>
          <w:tab w:val="left" w:pos="426"/>
        </w:tabs>
        <w:jc w:val="center"/>
        <w:rPr>
          <w:rFonts w:ascii="Open Sans" w:hAnsi="Open Sans" w:cs="Open Sans"/>
          <w:b/>
        </w:rPr>
      </w:pPr>
    </w:p>
    <w:p w14:paraId="7191E907" w14:textId="77777777" w:rsidR="00F108C7" w:rsidRPr="00986178" w:rsidRDefault="00F108C7" w:rsidP="0019014E">
      <w:pPr>
        <w:widowControl w:val="0"/>
        <w:numPr>
          <w:ilvl w:val="0"/>
          <w:numId w:val="48"/>
        </w:numPr>
        <w:rPr>
          <w:rFonts w:ascii="Open Sans" w:hAnsi="Open Sans" w:cs="Open Sans"/>
        </w:rPr>
      </w:pPr>
      <w:r w:rsidRPr="00986178">
        <w:rPr>
          <w:rFonts w:ascii="Open Sans" w:hAnsi="Open Sans" w:cs="Open Sans"/>
        </w:rPr>
        <w:t>člen</w:t>
      </w:r>
    </w:p>
    <w:p w14:paraId="05A5A84F" w14:textId="77777777" w:rsidR="00F108C7" w:rsidRPr="00986178" w:rsidRDefault="00F108C7" w:rsidP="00986178">
      <w:pPr>
        <w:widowControl w:val="0"/>
        <w:tabs>
          <w:tab w:val="left" w:pos="1418"/>
          <w:tab w:val="left" w:pos="1702"/>
        </w:tabs>
        <w:jc w:val="both"/>
        <w:rPr>
          <w:rFonts w:ascii="Open Sans" w:hAnsi="Open Sans" w:cs="Open Sans"/>
        </w:rPr>
      </w:pPr>
    </w:p>
    <w:p w14:paraId="3F368E6E" w14:textId="413DCDC3" w:rsidR="00F108C7" w:rsidRPr="00986178" w:rsidRDefault="00F108C7" w:rsidP="00986178">
      <w:pPr>
        <w:widowControl w:val="0"/>
        <w:tabs>
          <w:tab w:val="left" w:pos="709"/>
          <w:tab w:val="left" w:pos="1702"/>
        </w:tabs>
        <w:jc w:val="both"/>
        <w:rPr>
          <w:rFonts w:ascii="Open Sans" w:hAnsi="Open Sans" w:cs="Open Sans"/>
        </w:rPr>
      </w:pPr>
      <w:r w:rsidRPr="00986178">
        <w:rPr>
          <w:rFonts w:ascii="Open Sans" w:hAnsi="Open Sans" w:cs="Open Sans"/>
        </w:rPr>
        <w:t xml:space="preserve">Izvajalec in naročnik morata pred začetkom izvajanja </w:t>
      </w:r>
      <w:r w:rsidR="000F787F" w:rsidRPr="00986178">
        <w:rPr>
          <w:rFonts w:ascii="Open Sans" w:hAnsi="Open Sans" w:cs="Open Sans"/>
        </w:rPr>
        <w:t>storitev</w:t>
      </w:r>
      <w:r w:rsidRPr="00986178">
        <w:rPr>
          <w:rFonts w:ascii="Open Sans" w:hAnsi="Open Sans" w:cs="Open Sans"/>
        </w:rPr>
        <w:t xml:space="preserve"> skleniti Pisni sporazum o skupnih varnostnih ukrepih in ravnanju z okoljem v JAVNEM PODJETJU ENERGETIKA LJUBLJANA d. o. o., ki je kot priloga št. </w:t>
      </w:r>
      <w:r w:rsidR="000C1700" w:rsidRPr="00986178">
        <w:rPr>
          <w:rFonts w:ascii="Open Sans" w:hAnsi="Open Sans" w:cs="Open Sans"/>
        </w:rPr>
        <w:t>3</w:t>
      </w:r>
      <w:r w:rsidRPr="00986178">
        <w:rPr>
          <w:rFonts w:ascii="Open Sans" w:hAnsi="Open Sans" w:cs="Open Sans"/>
        </w:rPr>
        <w:t xml:space="preserve"> sestavni del tega okvirnega sporazuma (v nadaljevanju: Pisni sporazum).</w:t>
      </w:r>
    </w:p>
    <w:p w14:paraId="2B02E07D" w14:textId="77777777" w:rsidR="00F108C7" w:rsidRPr="00986178" w:rsidRDefault="00F108C7" w:rsidP="00986178">
      <w:pPr>
        <w:widowControl w:val="0"/>
        <w:tabs>
          <w:tab w:val="left" w:pos="709"/>
          <w:tab w:val="left" w:pos="1702"/>
        </w:tabs>
        <w:jc w:val="both"/>
        <w:rPr>
          <w:rFonts w:ascii="Open Sans" w:hAnsi="Open Sans" w:cs="Open Sans"/>
        </w:rPr>
      </w:pPr>
    </w:p>
    <w:p w14:paraId="286ADCAD" w14:textId="471751DA" w:rsidR="00F108C7" w:rsidRPr="00986178" w:rsidRDefault="00F108C7" w:rsidP="00986178">
      <w:pPr>
        <w:widowControl w:val="0"/>
        <w:tabs>
          <w:tab w:val="left" w:pos="709"/>
          <w:tab w:val="left" w:pos="1702"/>
        </w:tabs>
        <w:jc w:val="both"/>
        <w:rPr>
          <w:rFonts w:ascii="Open Sans" w:hAnsi="Open Sans" w:cs="Open Sans"/>
        </w:rPr>
      </w:pPr>
      <w:r w:rsidRPr="00986178">
        <w:rPr>
          <w:rFonts w:ascii="Open Sans" w:hAnsi="Open Sans" w:cs="Open Sans"/>
        </w:rPr>
        <w:t xml:space="preserve">Odgovorne osebe izvajalca in naročnika iz Pisnega sporazuma se sestanejo pred začetkom izvajanja </w:t>
      </w:r>
      <w:r w:rsidR="000F787F" w:rsidRPr="00986178">
        <w:rPr>
          <w:rFonts w:ascii="Open Sans" w:hAnsi="Open Sans" w:cs="Open Sans"/>
        </w:rPr>
        <w:t>storitev</w:t>
      </w:r>
      <w:r w:rsidRPr="00986178">
        <w:rPr>
          <w:rFonts w:ascii="Open Sans" w:hAnsi="Open Sans" w:cs="Open Sans"/>
        </w:rPr>
        <w:t xml:space="preserve"> in določijo konkretne skupne varnostne ukrepe na osnovi ugotovljenih nevarnosti za varnost in zdravje delavcev pri morebitnem medsebojnem ogrožanju iz priloge Pisnega sporazuma. </w:t>
      </w:r>
    </w:p>
    <w:p w14:paraId="26A09458" w14:textId="77777777" w:rsidR="00F108C7" w:rsidRPr="00986178" w:rsidRDefault="00F108C7" w:rsidP="00986178">
      <w:pPr>
        <w:widowControl w:val="0"/>
        <w:tabs>
          <w:tab w:val="left" w:pos="709"/>
          <w:tab w:val="left" w:pos="1702"/>
        </w:tabs>
        <w:jc w:val="both"/>
        <w:rPr>
          <w:rFonts w:ascii="Open Sans" w:hAnsi="Open Sans" w:cs="Open Sans"/>
        </w:rPr>
      </w:pPr>
    </w:p>
    <w:p w14:paraId="7967AFFC" w14:textId="77777777" w:rsidR="00F108C7" w:rsidRPr="00986178" w:rsidRDefault="00F108C7" w:rsidP="00986178">
      <w:pPr>
        <w:widowControl w:val="0"/>
        <w:tabs>
          <w:tab w:val="left" w:pos="709"/>
          <w:tab w:val="left" w:pos="1702"/>
        </w:tabs>
        <w:jc w:val="both"/>
        <w:rPr>
          <w:rFonts w:ascii="Open Sans" w:hAnsi="Open Sans" w:cs="Open Sans"/>
        </w:rPr>
      </w:pPr>
      <w:r w:rsidRPr="00986178">
        <w:rPr>
          <w:rFonts w:ascii="Open Sans" w:hAnsi="Open Sans" w:cs="Open Sans"/>
        </w:rPr>
        <w:t>Stranki okvirnega sporazuma soglašata:</w:t>
      </w:r>
    </w:p>
    <w:p w14:paraId="19D74358" w14:textId="3240F02C" w:rsidR="00F108C7" w:rsidRPr="00986178" w:rsidRDefault="00F108C7" w:rsidP="0019014E">
      <w:pPr>
        <w:widowControl w:val="0"/>
        <w:numPr>
          <w:ilvl w:val="0"/>
          <w:numId w:val="42"/>
        </w:numPr>
        <w:tabs>
          <w:tab w:val="left" w:pos="709"/>
          <w:tab w:val="left" w:pos="1702"/>
        </w:tabs>
        <w:jc w:val="both"/>
        <w:rPr>
          <w:rFonts w:ascii="Open Sans" w:hAnsi="Open Sans" w:cs="Open Sans"/>
        </w:rPr>
      </w:pPr>
      <w:r w:rsidRPr="00986178">
        <w:rPr>
          <w:rFonts w:ascii="Open Sans" w:hAnsi="Open Sans" w:cs="Open Sans"/>
        </w:rPr>
        <w:t xml:space="preserve">da bosta pri izvajanju </w:t>
      </w:r>
      <w:r w:rsidR="000F787F" w:rsidRPr="00986178">
        <w:rPr>
          <w:rFonts w:ascii="Open Sans" w:hAnsi="Open Sans" w:cs="Open Sans"/>
        </w:rPr>
        <w:t>storitev</w:t>
      </w:r>
      <w:r w:rsidRPr="00986178">
        <w:rPr>
          <w:rFonts w:ascii="Open Sans" w:hAnsi="Open Sans" w:cs="Open Sans"/>
        </w:rPr>
        <w:t xml:space="preserve"> spoštovali določila tega Pisnega sporazuma,</w:t>
      </w:r>
    </w:p>
    <w:p w14:paraId="723F56EA" w14:textId="77777777" w:rsidR="00F108C7" w:rsidRPr="00986178" w:rsidRDefault="00F108C7" w:rsidP="0019014E">
      <w:pPr>
        <w:widowControl w:val="0"/>
        <w:numPr>
          <w:ilvl w:val="0"/>
          <w:numId w:val="42"/>
        </w:numPr>
        <w:tabs>
          <w:tab w:val="left" w:pos="709"/>
          <w:tab w:val="left" w:pos="1702"/>
        </w:tabs>
        <w:jc w:val="both"/>
        <w:rPr>
          <w:rFonts w:ascii="Open Sans" w:hAnsi="Open Sans" w:cs="Open Sans"/>
        </w:rPr>
      </w:pPr>
      <w:r w:rsidRPr="00986178">
        <w:rPr>
          <w:rFonts w:ascii="Open Sans" w:hAnsi="Open Sans" w:cs="Open Sans"/>
        </w:rPr>
        <w:t xml:space="preserve">da za zagotavljanje usklajenega izvajanja ukrepov na skupnem delovišču, določata odgovorno osebo naročnika, ki bo odgovorna za »Izvajanje ukrepov VPD in </w:t>
      </w:r>
      <w:proofErr w:type="spellStart"/>
      <w:r w:rsidRPr="00986178">
        <w:rPr>
          <w:rFonts w:ascii="Open Sans" w:hAnsi="Open Sans" w:cs="Open Sans"/>
        </w:rPr>
        <w:t>okoljske</w:t>
      </w:r>
      <w:proofErr w:type="spellEnd"/>
      <w:r w:rsidRPr="00986178">
        <w:rPr>
          <w:rFonts w:ascii="Open Sans" w:hAnsi="Open Sans" w:cs="Open Sans"/>
        </w:rPr>
        <w:t xml:space="preserve"> politike - Naročnik« in bo določena s Pisnim sporazumom, točka 3.1. Določitev odgovornih oseb na delovišču. </w:t>
      </w:r>
    </w:p>
    <w:p w14:paraId="02F647F2" w14:textId="77777777" w:rsidR="00F108C7" w:rsidRPr="00986178" w:rsidRDefault="00F108C7" w:rsidP="00986178">
      <w:pPr>
        <w:widowControl w:val="0"/>
        <w:tabs>
          <w:tab w:val="left" w:pos="709"/>
          <w:tab w:val="left" w:pos="1702"/>
        </w:tabs>
        <w:jc w:val="both"/>
        <w:rPr>
          <w:rFonts w:ascii="Open Sans" w:hAnsi="Open Sans" w:cs="Open Sans"/>
        </w:rPr>
      </w:pPr>
    </w:p>
    <w:p w14:paraId="3D32C8FC" w14:textId="76D6A56C" w:rsidR="00F108C7" w:rsidRPr="00986178" w:rsidRDefault="00F108C7" w:rsidP="00986178">
      <w:pPr>
        <w:widowControl w:val="0"/>
        <w:tabs>
          <w:tab w:val="left" w:pos="709"/>
          <w:tab w:val="left" w:pos="1702"/>
        </w:tabs>
        <w:jc w:val="both"/>
        <w:rPr>
          <w:rFonts w:ascii="Open Sans" w:hAnsi="Open Sans" w:cs="Open Sans"/>
        </w:rPr>
      </w:pPr>
      <w:r w:rsidRPr="00986178">
        <w:rPr>
          <w:rFonts w:ascii="Open Sans" w:hAnsi="Open Sans" w:cs="Open Sans"/>
        </w:rPr>
        <w:t xml:space="preserve">Stranki okvirnega sporazuma soglašata, da brez podpisanega Pisnega sporazuma ni dovoljen začetek izvedbe </w:t>
      </w:r>
      <w:r w:rsidR="000F787F" w:rsidRPr="00986178">
        <w:rPr>
          <w:rFonts w:ascii="Open Sans" w:hAnsi="Open Sans" w:cs="Open Sans"/>
        </w:rPr>
        <w:t>storitev</w:t>
      </w:r>
      <w:r w:rsidRPr="00986178">
        <w:rPr>
          <w:rFonts w:ascii="Open Sans" w:hAnsi="Open Sans" w:cs="Open Sans"/>
        </w:rPr>
        <w:t>.</w:t>
      </w:r>
    </w:p>
    <w:p w14:paraId="60553C9F" w14:textId="77777777" w:rsidR="00F108C7" w:rsidRPr="00986178" w:rsidRDefault="00F108C7" w:rsidP="00986178">
      <w:pPr>
        <w:widowControl w:val="0"/>
        <w:tabs>
          <w:tab w:val="left" w:pos="709"/>
          <w:tab w:val="left" w:pos="1702"/>
        </w:tabs>
        <w:jc w:val="both"/>
        <w:rPr>
          <w:rFonts w:ascii="Open Sans" w:hAnsi="Open Sans" w:cs="Open Sans"/>
        </w:rPr>
      </w:pPr>
    </w:p>
    <w:p w14:paraId="5DB463C5" w14:textId="76426842" w:rsidR="00D37F08" w:rsidRPr="00986178" w:rsidRDefault="00D37F08" w:rsidP="00986178">
      <w:pPr>
        <w:widowControl w:val="0"/>
        <w:tabs>
          <w:tab w:val="left" w:pos="709"/>
          <w:tab w:val="left" w:pos="1702"/>
        </w:tabs>
        <w:spacing w:after="160"/>
        <w:jc w:val="both"/>
        <w:rPr>
          <w:rFonts w:ascii="Open Sans" w:eastAsia="Calibri" w:hAnsi="Open Sans" w:cs="Open Sans"/>
          <w:szCs w:val="22"/>
          <w:lang w:eastAsia="en-US"/>
        </w:rPr>
      </w:pPr>
      <w:r w:rsidRPr="00986178">
        <w:rPr>
          <w:rFonts w:ascii="Open Sans" w:eastAsia="Calibri" w:hAnsi="Open Sans" w:cs="Open Sans"/>
          <w:szCs w:val="22"/>
          <w:lang w:eastAsia="en-US"/>
        </w:rPr>
        <w:t>Za morebitne nezgode oziroma nesreče, ki se pripetijo delavcem izvajalca odgovarja izvajalec, naročnik pa le, če pride do nezgode oziroma nesreče zaradi okoliščin, za katere je naročnik neposredno odgovoren. V primeru nezgode oziroma nesreče bo sestavljen zapisnik, ki ga podpišejo priče ter predstavnika naročnika in izvajalca, ki sta določena v 2</w:t>
      </w:r>
      <w:r w:rsidR="00FB2DAA">
        <w:rPr>
          <w:rFonts w:ascii="Open Sans" w:eastAsia="Calibri" w:hAnsi="Open Sans" w:cs="Open Sans"/>
          <w:szCs w:val="22"/>
          <w:lang w:eastAsia="en-US"/>
        </w:rPr>
        <w:t>7</w:t>
      </w:r>
      <w:r w:rsidRPr="00986178">
        <w:rPr>
          <w:rFonts w:ascii="Open Sans" w:eastAsia="Calibri" w:hAnsi="Open Sans" w:cs="Open Sans"/>
          <w:szCs w:val="22"/>
          <w:lang w:eastAsia="en-US"/>
        </w:rPr>
        <w:t>. členu tega okvirnega sporazuma.</w:t>
      </w:r>
    </w:p>
    <w:p w14:paraId="54EF3C40" w14:textId="77777777" w:rsidR="00D37F08" w:rsidRPr="00986178" w:rsidRDefault="00D37F08" w:rsidP="00986178">
      <w:pPr>
        <w:widowControl w:val="0"/>
        <w:jc w:val="both"/>
        <w:rPr>
          <w:rFonts w:ascii="Open Sans" w:hAnsi="Open Sans" w:cs="Open Sans"/>
        </w:rPr>
      </w:pPr>
    </w:p>
    <w:p w14:paraId="7E4491FA" w14:textId="77777777" w:rsidR="00725C2B" w:rsidRPr="00986178" w:rsidRDefault="00725C2B" w:rsidP="0019014E">
      <w:pPr>
        <w:widowControl w:val="0"/>
        <w:numPr>
          <w:ilvl w:val="0"/>
          <w:numId w:val="46"/>
        </w:numPr>
        <w:jc w:val="center"/>
        <w:rPr>
          <w:rFonts w:ascii="Open Sans" w:hAnsi="Open Sans" w:cs="Open Sans"/>
          <w:b/>
          <w:bCs/>
        </w:rPr>
      </w:pPr>
      <w:r w:rsidRPr="00986178">
        <w:rPr>
          <w:rFonts w:ascii="Open Sans" w:hAnsi="Open Sans" w:cs="Open Sans"/>
          <w:b/>
          <w:bCs/>
        </w:rPr>
        <w:t>SESTAVNI DELI OKVIRNEGA SPORAZUMA</w:t>
      </w:r>
    </w:p>
    <w:p w14:paraId="27A13230" w14:textId="77777777" w:rsidR="00725C2B" w:rsidRPr="00986178" w:rsidRDefault="00725C2B" w:rsidP="00986178">
      <w:pPr>
        <w:widowControl w:val="0"/>
        <w:jc w:val="center"/>
        <w:rPr>
          <w:rFonts w:ascii="Open Sans" w:hAnsi="Open Sans" w:cs="Open Sans"/>
          <w:b/>
          <w:bCs/>
        </w:rPr>
      </w:pPr>
    </w:p>
    <w:p w14:paraId="6E0F1EF2"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55231D01" w14:textId="77777777" w:rsidR="00725C2B" w:rsidRPr="00986178" w:rsidRDefault="00725C2B" w:rsidP="00986178">
      <w:pPr>
        <w:widowControl w:val="0"/>
        <w:jc w:val="both"/>
        <w:rPr>
          <w:rFonts w:ascii="Open Sans" w:eastAsia="Calibri" w:hAnsi="Open Sans" w:cs="Open Sans"/>
        </w:rPr>
      </w:pPr>
    </w:p>
    <w:p w14:paraId="3F1C8934" w14:textId="77777777" w:rsidR="00725C2B" w:rsidRPr="00986178" w:rsidRDefault="00725C2B" w:rsidP="00986178">
      <w:pPr>
        <w:widowControl w:val="0"/>
        <w:tabs>
          <w:tab w:val="left" w:pos="567"/>
          <w:tab w:val="left" w:pos="1418"/>
          <w:tab w:val="left" w:pos="1702"/>
        </w:tabs>
        <w:jc w:val="both"/>
        <w:rPr>
          <w:rFonts w:ascii="Open Sans" w:hAnsi="Open Sans" w:cs="Open Sans"/>
        </w:rPr>
      </w:pPr>
      <w:r w:rsidRPr="00986178">
        <w:rPr>
          <w:rFonts w:ascii="Open Sans" w:hAnsi="Open Sans" w:cs="Open Sans"/>
        </w:rPr>
        <w:t>Pri tolmačenju tega okvirnega sporazuma in reševanju morebitnih sporov se poleg okvirnega sporazuma ter zakona, ki ureja obligacijska razmerja, upošteva še:</w:t>
      </w:r>
    </w:p>
    <w:p w14:paraId="15F8F9BB" w14:textId="2F6605C9" w:rsidR="00F108C7" w:rsidRPr="00986178" w:rsidRDefault="00507169" w:rsidP="00986178">
      <w:pPr>
        <w:widowControl w:val="0"/>
        <w:rPr>
          <w:rFonts w:ascii="Open Sans" w:hAnsi="Open Sans" w:cs="Open Sans"/>
        </w:rPr>
      </w:pPr>
      <w:r w:rsidRPr="00986178">
        <w:rPr>
          <w:rFonts w:ascii="Open Sans" w:hAnsi="Open Sans" w:cs="Open Sans"/>
        </w:rPr>
        <w:t xml:space="preserve">- </w:t>
      </w:r>
      <w:r w:rsidR="00F108C7" w:rsidRPr="00986178">
        <w:rPr>
          <w:rFonts w:ascii="Open Sans" w:hAnsi="Open Sans" w:cs="Open Sans"/>
        </w:rPr>
        <w:t xml:space="preserve">razpisna dokumentacija št. </w:t>
      </w:r>
      <w:r w:rsidR="00FD240D" w:rsidRPr="00986178">
        <w:rPr>
          <w:rFonts w:ascii="Open Sans" w:hAnsi="Open Sans" w:cs="Open Sans"/>
        </w:rPr>
        <w:t>ENLJ-SAL-80/25</w:t>
      </w:r>
      <w:r w:rsidR="00F108C7" w:rsidRPr="00986178">
        <w:rPr>
          <w:rFonts w:ascii="Open Sans" w:hAnsi="Open Sans" w:cs="Open Sans"/>
        </w:rPr>
        <w:t>,</w:t>
      </w:r>
    </w:p>
    <w:p w14:paraId="77F8B134" w14:textId="35A01B0D" w:rsidR="00C351ED" w:rsidRPr="00986178" w:rsidRDefault="00C351ED" w:rsidP="00986178">
      <w:pPr>
        <w:widowControl w:val="0"/>
        <w:rPr>
          <w:rFonts w:ascii="Open Sans" w:hAnsi="Open Sans" w:cs="Open Sans"/>
          <w:snapToGrid w:val="0"/>
        </w:rPr>
      </w:pPr>
      <w:r w:rsidRPr="00986178">
        <w:rPr>
          <w:rFonts w:ascii="Open Sans" w:hAnsi="Open Sans" w:cs="Open Sans"/>
          <w:snapToGrid w:val="0"/>
        </w:rPr>
        <w:t>- ponudba izvajalca po pogajanjih št. ________ z dne _______ ,</w:t>
      </w:r>
    </w:p>
    <w:p w14:paraId="0B91468A" w14:textId="77777777" w:rsidR="00F108C7" w:rsidRPr="00986178" w:rsidRDefault="00F108C7" w:rsidP="00986178">
      <w:pPr>
        <w:widowControl w:val="0"/>
        <w:rPr>
          <w:rFonts w:ascii="Open Sans" w:hAnsi="Open Sans" w:cs="Open Sans"/>
          <w:snapToGrid w:val="0"/>
        </w:rPr>
      </w:pPr>
      <w:r w:rsidRPr="00986178">
        <w:rPr>
          <w:rFonts w:ascii="Open Sans" w:hAnsi="Open Sans" w:cs="Open Sans"/>
        </w:rPr>
        <w:t>- ponudba izvajalca št. _____________ z dne ____________,</w:t>
      </w:r>
    </w:p>
    <w:p w14:paraId="5F4BDA2C" w14:textId="597A11A8" w:rsidR="00F108C7" w:rsidRPr="00986178" w:rsidRDefault="00AC644B" w:rsidP="0019014E">
      <w:pPr>
        <w:widowControl w:val="0"/>
        <w:numPr>
          <w:ilvl w:val="0"/>
          <w:numId w:val="45"/>
        </w:numPr>
        <w:tabs>
          <w:tab w:val="left" w:pos="142"/>
        </w:tabs>
        <w:adjustRightInd w:val="0"/>
        <w:ind w:left="142" w:hanging="142"/>
        <w:jc w:val="both"/>
        <w:textAlignment w:val="baseline"/>
        <w:rPr>
          <w:rFonts w:ascii="Open Sans" w:hAnsi="Open Sans" w:cs="Open Sans"/>
          <w:bCs/>
        </w:rPr>
      </w:pPr>
      <w:r w:rsidRPr="00986178">
        <w:rPr>
          <w:rFonts w:ascii="Open Sans" w:hAnsi="Open Sans" w:cs="Open Sans"/>
        </w:rPr>
        <w:t xml:space="preserve">Priloga št. 1: Ponudbeni predračun izvajalca </w:t>
      </w:r>
      <w:r w:rsidR="00507169" w:rsidRPr="00986178">
        <w:rPr>
          <w:rFonts w:ascii="Open Sans" w:hAnsi="Open Sans" w:cs="Open Sans"/>
        </w:rPr>
        <w:t xml:space="preserve">št. ___________ </w:t>
      </w:r>
      <w:r w:rsidRPr="00986178">
        <w:rPr>
          <w:rFonts w:ascii="Open Sans" w:hAnsi="Open Sans" w:cs="Open Sans"/>
        </w:rPr>
        <w:t>z dne ________</w:t>
      </w:r>
      <w:r w:rsidR="00B2080C" w:rsidRPr="00986178">
        <w:rPr>
          <w:rFonts w:ascii="Open Sans" w:hAnsi="Open Sans" w:cs="Open Sans"/>
          <w:snapToGrid w:val="0"/>
        </w:rPr>
        <w:t>,</w:t>
      </w:r>
    </w:p>
    <w:p w14:paraId="7BFDB31B" w14:textId="395616DC" w:rsidR="00F108C7" w:rsidRPr="00986178" w:rsidRDefault="00F108C7" w:rsidP="0019014E">
      <w:pPr>
        <w:widowControl w:val="0"/>
        <w:numPr>
          <w:ilvl w:val="0"/>
          <w:numId w:val="50"/>
        </w:numPr>
        <w:ind w:left="142" w:hanging="142"/>
        <w:rPr>
          <w:rFonts w:ascii="Open Sans" w:hAnsi="Open Sans" w:cs="Open Sans"/>
        </w:rPr>
      </w:pPr>
      <w:r w:rsidRPr="00986178">
        <w:rPr>
          <w:rFonts w:ascii="Open Sans" w:hAnsi="Open Sans" w:cs="Open Sans"/>
        </w:rPr>
        <w:t xml:space="preserve">Priloga št. 2: </w:t>
      </w:r>
      <w:r w:rsidR="000C1700" w:rsidRPr="00986178">
        <w:rPr>
          <w:rFonts w:ascii="Open Sans" w:hAnsi="Open Sans" w:cs="Open Sans"/>
        </w:rPr>
        <w:t>Opis naročila</w:t>
      </w:r>
      <w:r w:rsidR="009A170F" w:rsidRPr="00986178">
        <w:rPr>
          <w:rFonts w:ascii="Open Sans" w:hAnsi="Open Sans" w:cs="Open Sans"/>
        </w:rPr>
        <w:t>,</w:t>
      </w:r>
    </w:p>
    <w:p w14:paraId="08360D10" w14:textId="01F092C2" w:rsidR="00B2080C" w:rsidRPr="00986178" w:rsidRDefault="00B2080C" w:rsidP="0019014E">
      <w:pPr>
        <w:widowControl w:val="0"/>
        <w:numPr>
          <w:ilvl w:val="0"/>
          <w:numId w:val="50"/>
        </w:numPr>
        <w:ind w:left="142" w:hanging="142"/>
        <w:rPr>
          <w:rFonts w:ascii="Open Sans" w:hAnsi="Open Sans" w:cs="Open Sans"/>
        </w:rPr>
      </w:pPr>
      <w:r w:rsidRPr="00986178">
        <w:rPr>
          <w:rFonts w:ascii="Open Sans" w:hAnsi="Open Sans" w:cs="Open Sans"/>
        </w:rPr>
        <w:t xml:space="preserve">Priloga št. 3: </w:t>
      </w:r>
      <w:r w:rsidR="000C1700" w:rsidRPr="00986178">
        <w:rPr>
          <w:rFonts w:ascii="Open Sans" w:hAnsi="Open Sans" w:cs="Open Sans"/>
        </w:rPr>
        <w:t>Pisni sporazum o skupnih varnostnih ukrepih in ravnanju z okoljem v JAVNEM PODJETJU ENERGETIKA LJUBLJANA d.o.o.</w:t>
      </w:r>
      <w:r w:rsidR="009A170F" w:rsidRPr="00986178">
        <w:rPr>
          <w:rFonts w:ascii="Open Sans" w:hAnsi="Open Sans" w:cs="Open Sans"/>
        </w:rPr>
        <w:t xml:space="preserve"> in</w:t>
      </w:r>
    </w:p>
    <w:p w14:paraId="053AC64A" w14:textId="1DDC8E93" w:rsidR="009A170F" w:rsidRPr="00986178" w:rsidRDefault="009A170F" w:rsidP="0019014E">
      <w:pPr>
        <w:widowControl w:val="0"/>
        <w:numPr>
          <w:ilvl w:val="0"/>
          <w:numId w:val="50"/>
        </w:numPr>
        <w:ind w:left="142" w:hanging="142"/>
        <w:rPr>
          <w:rFonts w:ascii="Open Sans" w:hAnsi="Open Sans" w:cs="Open Sans"/>
          <w:szCs w:val="22"/>
        </w:rPr>
      </w:pPr>
      <w:r w:rsidRPr="00986178">
        <w:rPr>
          <w:rFonts w:ascii="Open Sans" w:hAnsi="Open Sans" w:cs="Open Sans"/>
          <w:szCs w:val="22"/>
        </w:rPr>
        <w:t>Priloga št. 4: Pooblastilo za vlaganje in podpisovanje evidenčnih listov v sistemu IS-Odpadki.</w:t>
      </w:r>
    </w:p>
    <w:p w14:paraId="34E12A25" w14:textId="77777777" w:rsidR="00725C2B" w:rsidRPr="00986178" w:rsidRDefault="00725C2B" w:rsidP="00986178">
      <w:pPr>
        <w:widowControl w:val="0"/>
        <w:tabs>
          <w:tab w:val="left" w:pos="709"/>
          <w:tab w:val="left" w:pos="1702"/>
        </w:tabs>
        <w:jc w:val="both"/>
        <w:rPr>
          <w:rFonts w:ascii="Open Sans" w:hAnsi="Open Sans" w:cs="Open Sans"/>
        </w:rPr>
      </w:pPr>
    </w:p>
    <w:p w14:paraId="3D1AAE53" w14:textId="77777777" w:rsidR="00725C2B" w:rsidRPr="00986178" w:rsidRDefault="00725C2B" w:rsidP="00986178">
      <w:pPr>
        <w:widowControl w:val="0"/>
        <w:tabs>
          <w:tab w:val="left" w:pos="993"/>
          <w:tab w:val="left" w:pos="1560"/>
        </w:tabs>
        <w:jc w:val="both"/>
        <w:rPr>
          <w:rFonts w:ascii="Open Sans" w:hAnsi="Open Sans" w:cs="Open Sans"/>
        </w:rPr>
      </w:pPr>
      <w:r w:rsidRPr="00986178">
        <w:rPr>
          <w:rFonts w:ascii="Open Sans" w:hAnsi="Open Sans" w:cs="Open Sans"/>
        </w:rPr>
        <w:t>Stranki okvirnega sporazuma sta sporazumni, da je dokumentacija iz prejšnjega odstavka tega člena sestavni del okvirnega sporazuma.</w:t>
      </w:r>
    </w:p>
    <w:p w14:paraId="439E7AAC" w14:textId="77777777" w:rsidR="00725C2B" w:rsidRPr="00986178" w:rsidRDefault="00725C2B" w:rsidP="00986178">
      <w:pPr>
        <w:widowControl w:val="0"/>
        <w:tabs>
          <w:tab w:val="left" w:pos="709"/>
          <w:tab w:val="left" w:pos="1702"/>
        </w:tabs>
        <w:jc w:val="both"/>
        <w:rPr>
          <w:rFonts w:ascii="Open Sans" w:hAnsi="Open Sans" w:cs="Open Sans"/>
        </w:rPr>
      </w:pPr>
    </w:p>
    <w:p w14:paraId="31D4EE21" w14:textId="77777777" w:rsidR="00725C2B" w:rsidRPr="00986178" w:rsidRDefault="00725C2B" w:rsidP="00986178">
      <w:pPr>
        <w:widowControl w:val="0"/>
        <w:tabs>
          <w:tab w:val="left" w:pos="709"/>
          <w:tab w:val="left" w:pos="1702"/>
        </w:tabs>
        <w:jc w:val="both"/>
        <w:rPr>
          <w:rFonts w:ascii="Open Sans" w:hAnsi="Open Sans" w:cs="Open Sans"/>
        </w:rPr>
      </w:pPr>
      <w:r w:rsidRPr="00986178">
        <w:rPr>
          <w:rFonts w:ascii="Open Sans" w:hAnsi="Open Sans" w:cs="Open Sans"/>
        </w:rPr>
        <w:t>V primeru, če si vsebina zgoraj navedenih dokumentov nasprotuje in če volja zavezujočih si strank ni jasno izražena, za razlago volje strank najprej veljajo določila okvirnega sporazuma, potem pa dokumenti v vrstnem redu, kot si sledijo v tem členu.</w:t>
      </w:r>
    </w:p>
    <w:p w14:paraId="50C03311" w14:textId="77777777" w:rsidR="00725C2B" w:rsidRPr="00986178" w:rsidRDefault="00725C2B" w:rsidP="00986178">
      <w:pPr>
        <w:widowControl w:val="0"/>
        <w:tabs>
          <w:tab w:val="left" w:pos="709"/>
        </w:tabs>
        <w:jc w:val="both"/>
        <w:rPr>
          <w:rFonts w:ascii="Open Sans" w:hAnsi="Open Sans" w:cs="Open Sans"/>
        </w:rPr>
      </w:pPr>
    </w:p>
    <w:p w14:paraId="7873ED29" w14:textId="77777777" w:rsidR="00725C2B" w:rsidRPr="00986178" w:rsidRDefault="00725C2B" w:rsidP="00986178">
      <w:pPr>
        <w:widowControl w:val="0"/>
        <w:tabs>
          <w:tab w:val="left" w:pos="709"/>
          <w:tab w:val="left" w:pos="1702"/>
        </w:tabs>
        <w:jc w:val="both"/>
        <w:rPr>
          <w:rFonts w:ascii="Open Sans" w:hAnsi="Open Sans" w:cs="Open Sans"/>
        </w:rPr>
      </w:pPr>
      <w:r w:rsidRPr="00986178">
        <w:rPr>
          <w:rFonts w:ascii="Open Sans" w:hAnsi="Open Sans" w:cs="Open Sans"/>
        </w:rPr>
        <w:t>V primeru neskladnosti zgoraj navedenih sestavnih delov okvirnega sporazuma s samim besedilom določil okvirnega sporazuma veljajo določila okvirnega sporazuma.</w:t>
      </w:r>
    </w:p>
    <w:p w14:paraId="300BAD22" w14:textId="648AC03B" w:rsidR="004862FB" w:rsidRPr="00986178" w:rsidRDefault="004862FB" w:rsidP="00986178">
      <w:pPr>
        <w:widowControl w:val="0"/>
        <w:tabs>
          <w:tab w:val="left" w:pos="709"/>
        </w:tabs>
        <w:jc w:val="both"/>
        <w:rPr>
          <w:rFonts w:ascii="Open Sans" w:hAnsi="Open Sans" w:cs="Open Sans"/>
        </w:rPr>
      </w:pPr>
    </w:p>
    <w:p w14:paraId="39FD7612" w14:textId="77777777" w:rsidR="00B87BDC" w:rsidRPr="00986178" w:rsidRDefault="00B87BDC" w:rsidP="00986178">
      <w:pPr>
        <w:widowControl w:val="0"/>
        <w:tabs>
          <w:tab w:val="left" w:pos="709"/>
        </w:tabs>
        <w:jc w:val="both"/>
        <w:rPr>
          <w:rFonts w:ascii="Open Sans" w:hAnsi="Open Sans" w:cs="Open Sans"/>
        </w:rPr>
      </w:pPr>
    </w:p>
    <w:p w14:paraId="3041D786" w14:textId="77777777" w:rsidR="00725C2B" w:rsidRPr="00986178" w:rsidRDefault="00725C2B" w:rsidP="0019014E">
      <w:pPr>
        <w:widowControl w:val="0"/>
        <w:numPr>
          <w:ilvl w:val="0"/>
          <w:numId w:val="46"/>
        </w:numPr>
        <w:jc w:val="center"/>
        <w:rPr>
          <w:rFonts w:ascii="Open Sans" w:hAnsi="Open Sans" w:cs="Open Sans"/>
          <w:b/>
        </w:rPr>
      </w:pPr>
      <w:r w:rsidRPr="00986178">
        <w:rPr>
          <w:rFonts w:ascii="Open Sans" w:hAnsi="Open Sans" w:cs="Open Sans"/>
          <w:b/>
        </w:rPr>
        <w:t>VIŠJA SILA</w:t>
      </w:r>
    </w:p>
    <w:p w14:paraId="68F5EDF1" w14:textId="77777777" w:rsidR="00725C2B" w:rsidRPr="00986178" w:rsidRDefault="00725C2B" w:rsidP="00986178">
      <w:pPr>
        <w:widowControl w:val="0"/>
        <w:tabs>
          <w:tab w:val="left" w:pos="0"/>
        </w:tabs>
        <w:jc w:val="center"/>
        <w:rPr>
          <w:rFonts w:ascii="Open Sans" w:hAnsi="Open Sans" w:cs="Open Sans"/>
          <w:b/>
        </w:rPr>
      </w:pPr>
    </w:p>
    <w:p w14:paraId="3DB63495"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člen</w:t>
      </w:r>
    </w:p>
    <w:p w14:paraId="120BFF8A" w14:textId="77777777" w:rsidR="00725C2B" w:rsidRPr="00986178" w:rsidRDefault="00725C2B" w:rsidP="00986178">
      <w:pPr>
        <w:widowControl w:val="0"/>
        <w:jc w:val="both"/>
        <w:rPr>
          <w:rFonts w:ascii="Open Sans" w:hAnsi="Open Sans" w:cs="Open Sans"/>
        </w:rPr>
      </w:pPr>
    </w:p>
    <w:p w14:paraId="71570894" w14:textId="1D8E067C" w:rsidR="00725C2B" w:rsidRPr="00986178" w:rsidRDefault="00725C2B" w:rsidP="00986178">
      <w:pPr>
        <w:widowControl w:val="0"/>
        <w:jc w:val="both"/>
        <w:rPr>
          <w:rFonts w:ascii="Open Sans" w:hAnsi="Open Sans" w:cs="Open Sans"/>
          <w:bCs/>
        </w:rPr>
      </w:pPr>
      <w:r w:rsidRPr="00986178">
        <w:rPr>
          <w:rFonts w:ascii="Open Sans" w:hAnsi="Open Sans" w:cs="Open Sans"/>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p>
    <w:p w14:paraId="6C9B879B" w14:textId="77777777" w:rsidR="00A85D87" w:rsidRPr="00986178" w:rsidRDefault="00A85D87" w:rsidP="00986178">
      <w:pPr>
        <w:widowControl w:val="0"/>
        <w:jc w:val="both"/>
        <w:rPr>
          <w:rFonts w:ascii="Open Sans" w:hAnsi="Open Sans" w:cs="Open Sans"/>
          <w:bCs/>
        </w:rPr>
      </w:pPr>
    </w:p>
    <w:p w14:paraId="628643A3" w14:textId="0C463468" w:rsidR="00725C2B" w:rsidRPr="00986178" w:rsidRDefault="00725C2B" w:rsidP="00986178">
      <w:pPr>
        <w:widowControl w:val="0"/>
        <w:jc w:val="both"/>
        <w:rPr>
          <w:rFonts w:ascii="Open Sans" w:hAnsi="Open Sans" w:cs="Open Sans"/>
        </w:rPr>
      </w:pPr>
      <w:r w:rsidRPr="00986178">
        <w:rPr>
          <w:rFonts w:ascii="Open Sans" w:hAnsi="Open Sans" w:cs="Open Sans"/>
        </w:rPr>
        <w:t xml:space="preserve">Če so izvedbe </w:t>
      </w:r>
      <w:r w:rsidR="000F787F" w:rsidRPr="00986178">
        <w:rPr>
          <w:rFonts w:ascii="Open Sans" w:hAnsi="Open Sans" w:cs="Open Sans"/>
        </w:rPr>
        <w:t>storitev</w:t>
      </w:r>
      <w:r w:rsidRPr="00986178">
        <w:rPr>
          <w:rFonts w:ascii="Open Sans" w:hAnsi="Open Sans" w:cs="Open Sans"/>
        </w:rPr>
        <w:t xml:space="preserve"> delno ali v celoti motene oziroma preprečene zaradi višje sile, je izvajalec o tem dolžan nemudoma pisno obvestiti naročnika. Prav tako ga je dolžan sproti obveščati o prenehanju takih okoliščin. Na zahtevo naročnika je izvajalec dolžan dokazati obstoj višje sile. </w:t>
      </w:r>
    </w:p>
    <w:p w14:paraId="53DDAD43" w14:textId="77777777" w:rsidR="00725C2B" w:rsidRPr="00986178" w:rsidRDefault="00725C2B" w:rsidP="00986178">
      <w:pPr>
        <w:widowControl w:val="0"/>
        <w:jc w:val="both"/>
        <w:rPr>
          <w:rFonts w:ascii="Open Sans" w:hAnsi="Open Sans" w:cs="Open Sans"/>
        </w:rPr>
      </w:pPr>
    </w:p>
    <w:p w14:paraId="491DC0E9" w14:textId="615AAD46" w:rsidR="00161DC7" w:rsidRDefault="00725C2B" w:rsidP="00986178">
      <w:pPr>
        <w:widowControl w:val="0"/>
        <w:jc w:val="both"/>
        <w:rPr>
          <w:rFonts w:ascii="Open Sans" w:hAnsi="Open Sans" w:cs="Open Sans"/>
          <w:bCs/>
        </w:rPr>
      </w:pPr>
      <w:r w:rsidRPr="00986178">
        <w:rPr>
          <w:rFonts w:ascii="Open Sans" w:hAnsi="Open Sans" w:cs="Open Sans"/>
          <w:bCs/>
        </w:rPr>
        <w:t xml:space="preserve">Le v takem primeru </w:t>
      </w:r>
      <w:r w:rsidRPr="00986178">
        <w:rPr>
          <w:rFonts w:ascii="Open Sans" w:hAnsi="Open Sans" w:cs="Open Sans"/>
        </w:rPr>
        <w:t>naročnik</w:t>
      </w:r>
      <w:r w:rsidRPr="00986178">
        <w:rPr>
          <w:rFonts w:ascii="Open Sans" w:hAnsi="Open Sans" w:cs="Open Sans"/>
          <w:bCs/>
        </w:rPr>
        <w:t xml:space="preserve"> zoper izvajalca ne bo izvajal sankcij iz </w:t>
      </w:r>
      <w:r w:rsidR="0052282E" w:rsidRPr="00986178">
        <w:rPr>
          <w:rFonts w:ascii="Open Sans" w:hAnsi="Open Sans" w:cs="Open Sans"/>
          <w:bCs/>
        </w:rPr>
        <w:t>20</w:t>
      </w:r>
      <w:r w:rsidRPr="00986178">
        <w:rPr>
          <w:rFonts w:ascii="Open Sans" w:hAnsi="Open Sans" w:cs="Open Sans"/>
          <w:bCs/>
        </w:rPr>
        <w:t>. in 2</w:t>
      </w:r>
      <w:r w:rsidR="0052282E" w:rsidRPr="00986178">
        <w:rPr>
          <w:rFonts w:ascii="Open Sans" w:hAnsi="Open Sans" w:cs="Open Sans"/>
          <w:bCs/>
        </w:rPr>
        <w:t>2</w:t>
      </w:r>
      <w:r w:rsidRPr="00986178">
        <w:rPr>
          <w:rFonts w:ascii="Open Sans" w:hAnsi="Open Sans" w:cs="Open Sans"/>
          <w:bCs/>
        </w:rPr>
        <w:t>. člena tega okvirnega sporazuma.</w:t>
      </w:r>
    </w:p>
    <w:p w14:paraId="6EB6337D" w14:textId="2504051D" w:rsidR="00FF4859" w:rsidRDefault="00FF4859" w:rsidP="00986178">
      <w:pPr>
        <w:widowControl w:val="0"/>
        <w:jc w:val="both"/>
        <w:rPr>
          <w:rFonts w:ascii="Open Sans" w:hAnsi="Open Sans" w:cs="Open Sans"/>
          <w:bCs/>
        </w:rPr>
      </w:pPr>
    </w:p>
    <w:p w14:paraId="2644F6F0" w14:textId="77777777" w:rsidR="00D24D8B" w:rsidRPr="00986178" w:rsidRDefault="00D24D8B" w:rsidP="00986178">
      <w:pPr>
        <w:widowControl w:val="0"/>
        <w:jc w:val="both"/>
        <w:rPr>
          <w:rFonts w:ascii="Open Sans" w:hAnsi="Open Sans" w:cs="Open Sans"/>
          <w:bCs/>
        </w:rPr>
      </w:pPr>
    </w:p>
    <w:p w14:paraId="2809DB09" w14:textId="3514344B" w:rsidR="00725C2B" w:rsidRPr="00986178" w:rsidRDefault="00725C2B" w:rsidP="0019014E">
      <w:pPr>
        <w:widowControl w:val="0"/>
        <w:numPr>
          <w:ilvl w:val="0"/>
          <w:numId w:val="46"/>
        </w:numPr>
        <w:jc w:val="center"/>
        <w:rPr>
          <w:rFonts w:ascii="Open Sans" w:hAnsi="Open Sans" w:cs="Open Sans"/>
          <w:b/>
          <w:lang w:val="pl-PL"/>
        </w:rPr>
      </w:pPr>
      <w:r w:rsidRPr="00986178">
        <w:rPr>
          <w:rFonts w:ascii="Open Sans" w:hAnsi="Open Sans" w:cs="Open Sans"/>
          <w:b/>
        </w:rPr>
        <w:lastRenderedPageBreak/>
        <w:t xml:space="preserve"> </w:t>
      </w:r>
      <w:r w:rsidR="00EA68D4" w:rsidRPr="00986178">
        <w:rPr>
          <w:rFonts w:ascii="Open Sans" w:hAnsi="Open Sans" w:cs="Open Sans"/>
          <w:b/>
        </w:rPr>
        <w:t xml:space="preserve">POGODBENA </w:t>
      </w:r>
      <w:r w:rsidRPr="00986178">
        <w:rPr>
          <w:rFonts w:ascii="Open Sans" w:hAnsi="Open Sans" w:cs="Open Sans"/>
          <w:b/>
        </w:rPr>
        <w:t xml:space="preserve">KAZEN </w:t>
      </w:r>
    </w:p>
    <w:p w14:paraId="21D7DB72" w14:textId="77777777" w:rsidR="004F2D73" w:rsidRPr="00986178" w:rsidRDefault="004F2D73" w:rsidP="00986178">
      <w:pPr>
        <w:widowControl w:val="0"/>
        <w:ind w:left="4252"/>
        <w:rPr>
          <w:rFonts w:ascii="Open Sans" w:hAnsi="Open Sans" w:cs="Open Sans"/>
        </w:rPr>
      </w:pPr>
    </w:p>
    <w:p w14:paraId="26377DD8" w14:textId="154C0E93"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39E3A0DC" w14:textId="77777777" w:rsidR="00725C2B" w:rsidRPr="00986178" w:rsidRDefault="00725C2B" w:rsidP="00986178">
      <w:pPr>
        <w:widowControl w:val="0"/>
        <w:tabs>
          <w:tab w:val="left" w:pos="709"/>
          <w:tab w:val="left" w:pos="1702"/>
        </w:tabs>
        <w:jc w:val="both"/>
        <w:rPr>
          <w:rFonts w:ascii="Open Sans" w:eastAsia="Calibri" w:hAnsi="Open Sans" w:cs="Open Sans"/>
          <w:lang w:eastAsia="en-US"/>
        </w:rPr>
      </w:pPr>
    </w:p>
    <w:p w14:paraId="50E0BE06" w14:textId="28BD0DA7" w:rsidR="006931B1" w:rsidRPr="00986178" w:rsidRDefault="006931B1" w:rsidP="00986178">
      <w:pPr>
        <w:widowControl w:val="0"/>
        <w:tabs>
          <w:tab w:val="left" w:pos="709"/>
          <w:tab w:val="left" w:pos="1702"/>
        </w:tabs>
        <w:jc w:val="both"/>
        <w:rPr>
          <w:rFonts w:ascii="Open Sans" w:eastAsia="Calibri" w:hAnsi="Open Sans" w:cs="Open Sans"/>
          <w:lang w:eastAsia="en-US"/>
        </w:rPr>
      </w:pPr>
      <w:r w:rsidRPr="00986178">
        <w:rPr>
          <w:rFonts w:ascii="Open Sans" w:eastAsia="Calibri" w:hAnsi="Open Sans" w:cs="Open Sans"/>
          <w:lang w:eastAsia="en-US"/>
        </w:rPr>
        <w:t xml:space="preserve">Če izvajalec po svoji krivdi ne izpolni obveznosti iz tega okvirnega sporazuma v dogovorjenem roku, ima naročnik pravico obračunati </w:t>
      </w:r>
      <w:r w:rsidR="00EA68D4" w:rsidRPr="00986178">
        <w:rPr>
          <w:rFonts w:ascii="Open Sans" w:eastAsia="Calibri" w:hAnsi="Open Sans" w:cs="Open Sans"/>
          <w:lang w:eastAsia="en-US"/>
        </w:rPr>
        <w:t xml:space="preserve">pogodbeno </w:t>
      </w:r>
      <w:r w:rsidRPr="00986178">
        <w:rPr>
          <w:rFonts w:ascii="Open Sans" w:eastAsia="Calibri" w:hAnsi="Open Sans" w:cs="Open Sans"/>
          <w:lang w:eastAsia="en-US"/>
        </w:rPr>
        <w:t>kazen, in sicer:</w:t>
      </w:r>
    </w:p>
    <w:p w14:paraId="3E6942FF" w14:textId="400FB29A" w:rsidR="002F6F2B" w:rsidRPr="00986178" w:rsidRDefault="002F6F2B" w:rsidP="0019014E">
      <w:pPr>
        <w:widowControl w:val="0"/>
        <w:numPr>
          <w:ilvl w:val="0"/>
          <w:numId w:val="47"/>
        </w:numPr>
        <w:tabs>
          <w:tab w:val="left" w:pos="709"/>
          <w:tab w:val="left" w:pos="1702"/>
        </w:tabs>
        <w:jc w:val="both"/>
        <w:rPr>
          <w:rFonts w:ascii="Open Sans" w:eastAsia="Calibri" w:hAnsi="Open Sans" w:cs="Open Sans"/>
          <w:lang w:eastAsia="en-US"/>
        </w:rPr>
      </w:pPr>
      <w:r w:rsidRPr="00986178">
        <w:rPr>
          <w:rFonts w:ascii="Open Sans" w:eastAsia="Calibri" w:hAnsi="Open Sans" w:cs="Open Sans"/>
          <w:lang w:eastAsia="en-US"/>
        </w:rPr>
        <w:t xml:space="preserve">v višini </w:t>
      </w:r>
      <w:r w:rsidR="001C43EF" w:rsidRPr="00986178">
        <w:rPr>
          <w:rFonts w:ascii="Open Sans" w:eastAsia="Calibri" w:hAnsi="Open Sans" w:cs="Open Sans"/>
          <w:lang w:eastAsia="en-US"/>
        </w:rPr>
        <w:t>2</w:t>
      </w:r>
      <w:r w:rsidRPr="00986178">
        <w:rPr>
          <w:rFonts w:ascii="Open Sans" w:eastAsia="Calibri" w:hAnsi="Open Sans" w:cs="Open Sans"/>
          <w:lang w:eastAsia="en-US"/>
        </w:rPr>
        <w:t>% (</w:t>
      </w:r>
      <w:r w:rsidR="001C43EF" w:rsidRPr="00986178">
        <w:rPr>
          <w:rFonts w:ascii="Open Sans" w:eastAsia="Calibri" w:hAnsi="Open Sans" w:cs="Open Sans"/>
          <w:lang w:eastAsia="en-US"/>
        </w:rPr>
        <w:t>dva odstotka</w:t>
      </w:r>
      <w:r w:rsidRPr="00986178">
        <w:rPr>
          <w:rFonts w:ascii="Open Sans" w:eastAsia="Calibri" w:hAnsi="Open Sans" w:cs="Open Sans"/>
          <w:lang w:eastAsia="en-US"/>
        </w:rPr>
        <w:t xml:space="preserve">) vrednosti posameznega pisnega nabavnega naročila brez DDV za </w:t>
      </w:r>
      <w:r w:rsidR="001C43EF" w:rsidRPr="00986178">
        <w:rPr>
          <w:rFonts w:ascii="Open Sans" w:eastAsia="Calibri" w:hAnsi="Open Sans" w:cs="Open Sans"/>
          <w:lang w:eastAsia="en-US"/>
        </w:rPr>
        <w:t xml:space="preserve">redna naročila vzdrževanja </w:t>
      </w:r>
      <w:proofErr w:type="spellStart"/>
      <w:r w:rsidR="001C43EF" w:rsidRPr="00986178">
        <w:rPr>
          <w:rFonts w:ascii="Open Sans" w:eastAsia="Calibri" w:hAnsi="Open Sans" w:cs="Open Sans"/>
          <w:lang w:eastAsia="en-US"/>
        </w:rPr>
        <w:t>konvektorjev</w:t>
      </w:r>
      <w:proofErr w:type="spellEnd"/>
      <w:r w:rsidRPr="00986178">
        <w:rPr>
          <w:rFonts w:ascii="Open Sans" w:eastAsia="Calibri" w:hAnsi="Open Sans" w:cs="Open Sans"/>
          <w:lang w:eastAsia="en-US"/>
        </w:rPr>
        <w:t xml:space="preserve"> za vsak zamujen k</w:t>
      </w:r>
      <w:r w:rsidR="00BC11B7" w:rsidRPr="00986178">
        <w:rPr>
          <w:rFonts w:ascii="Open Sans" w:eastAsia="Calibri" w:hAnsi="Open Sans" w:cs="Open Sans"/>
          <w:lang w:eastAsia="en-US"/>
        </w:rPr>
        <w:t xml:space="preserve">oledarski dan, vendar največ </w:t>
      </w:r>
      <w:r w:rsidR="0071379D">
        <w:rPr>
          <w:rFonts w:ascii="Open Sans" w:eastAsia="Calibri" w:hAnsi="Open Sans" w:cs="Open Sans"/>
          <w:lang w:eastAsia="en-US"/>
        </w:rPr>
        <w:t>2</w:t>
      </w:r>
      <w:r w:rsidR="00BC11B7" w:rsidRPr="00986178">
        <w:rPr>
          <w:rFonts w:ascii="Open Sans" w:eastAsia="Calibri" w:hAnsi="Open Sans" w:cs="Open Sans"/>
          <w:lang w:eastAsia="en-US"/>
        </w:rPr>
        <w:t>0</w:t>
      </w:r>
      <w:r w:rsidRPr="00986178">
        <w:rPr>
          <w:rFonts w:ascii="Open Sans" w:eastAsia="Calibri" w:hAnsi="Open Sans" w:cs="Open Sans"/>
          <w:lang w:eastAsia="en-US"/>
        </w:rPr>
        <w:t>% (</w:t>
      </w:r>
      <w:r w:rsidR="001C43EF" w:rsidRPr="00986178">
        <w:rPr>
          <w:rFonts w:ascii="Open Sans" w:eastAsia="Calibri" w:hAnsi="Open Sans" w:cs="Open Sans"/>
          <w:lang w:eastAsia="en-US"/>
        </w:rPr>
        <w:t>d</w:t>
      </w:r>
      <w:r w:rsidR="0071379D">
        <w:rPr>
          <w:rFonts w:ascii="Open Sans" w:eastAsia="Calibri" w:hAnsi="Open Sans" w:cs="Open Sans"/>
          <w:lang w:eastAsia="en-US"/>
        </w:rPr>
        <w:t>vajset</w:t>
      </w:r>
      <w:r w:rsidR="001C43EF" w:rsidRPr="00986178">
        <w:rPr>
          <w:rFonts w:ascii="Open Sans" w:eastAsia="Calibri" w:hAnsi="Open Sans" w:cs="Open Sans"/>
          <w:lang w:eastAsia="en-US"/>
        </w:rPr>
        <w:t xml:space="preserve"> odstotkov</w:t>
      </w:r>
      <w:r w:rsidRPr="00986178">
        <w:rPr>
          <w:rFonts w:ascii="Open Sans" w:eastAsia="Calibri" w:hAnsi="Open Sans" w:cs="Open Sans"/>
          <w:lang w:eastAsia="en-US"/>
        </w:rPr>
        <w:t>) vrednosti posameznega pisnega nabavnega naročila brez DDV,</w:t>
      </w:r>
    </w:p>
    <w:p w14:paraId="673BF5A5" w14:textId="55121EAC" w:rsidR="002F6F2B" w:rsidRPr="00986178" w:rsidRDefault="002F6F2B" w:rsidP="0019014E">
      <w:pPr>
        <w:widowControl w:val="0"/>
        <w:numPr>
          <w:ilvl w:val="0"/>
          <w:numId w:val="47"/>
        </w:numPr>
        <w:jc w:val="both"/>
        <w:rPr>
          <w:rFonts w:ascii="Open Sans" w:hAnsi="Open Sans" w:cs="Open Sans"/>
        </w:rPr>
      </w:pPr>
      <w:r w:rsidRPr="00986178">
        <w:rPr>
          <w:rFonts w:ascii="Open Sans" w:hAnsi="Open Sans" w:cs="Open Sans"/>
        </w:rPr>
        <w:t xml:space="preserve">za odpravo napak v višini 50% (petdeset odstotkov) vrednosti storitvene ure brez DDV za vsako uro zamude, vendar ne več kot </w:t>
      </w:r>
      <w:r w:rsidR="009867D8" w:rsidRPr="00986178">
        <w:rPr>
          <w:rFonts w:ascii="Open Sans" w:hAnsi="Open Sans" w:cs="Open Sans"/>
        </w:rPr>
        <w:t>1</w:t>
      </w:r>
      <w:r w:rsidRPr="00986178">
        <w:rPr>
          <w:rFonts w:ascii="Open Sans" w:hAnsi="Open Sans" w:cs="Open Sans"/>
        </w:rPr>
        <w:t>% (</w:t>
      </w:r>
      <w:r w:rsidR="009867D8" w:rsidRPr="00986178">
        <w:rPr>
          <w:rFonts w:ascii="Open Sans" w:hAnsi="Open Sans" w:cs="Open Sans"/>
        </w:rPr>
        <w:t>en odstotek</w:t>
      </w:r>
      <w:r w:rsidRPr="00986178">
        <w:rPr>
          <w:rFonts w:ascii="Open Sans" w:hAnsi="Open Sans" w:cs="Open Sans"/>
        </w:rPr>
        <w:t>) ocenjene vrednosti okvirnega sporazuma brez DDV.</w:t>
      </w:r>
    </w:p>
    <w:p w14:paraId="5B5A7DE5" w14:textId="77777777" w:rsidR="006931B1" w:rsidRPr="00986178" w:rsidRDefault="006931B1" w:rsidP="00986178">
      <w:pPr>
        <w:widowControl w:val="0"/>
        <w:tabs>
          <w:tab w:val="left" w:pos="709"/>
          <w:tab w:val="left" w:pos="1702"/>
        </w:tabs>
        <w:jc w:val="both"/>
        <w:rPr>
          <w:rFonts w:ascii="Open Sans" w:eastAsia="Calibri" w:hAnsi="Open Sans" w:cs="Open Sans"/>
          <w:lang w:eastAsia="en-US"/>
        </w:rPr>
      </w:pPr>
    </w:p>
    <w:p w14:paraId="399CB393" w14:textId="0BC99E33" w:rsidR="006931B1" w:rsidRPr="00986178" w:rsidRDefault="006931B1" w:rsidP="00986178">
      <w:pPr>
        <w:widowControl w:val="0"/>
        <w:tabs>
          <w:tab w:val="left" w:pos="709"/>
          <w:tab w:val="left" w:pos="1702"/>
        </w:tabs>
        <w:jc w:val="both"/>
        <w:rPr>
          <w:rFonts w:ascii="Open Sans" w:eastAsia="Calibri" w:hAnsi="Open Sans" w:cs="Open Sans"/>
          <w:szCs w:val="22"/>
          <w:lang w:eastAsia="en-US"/>
        </w:rPr>
      </w:pPr>
      <w:r w:rsidRPr="00986178">
        <w:rPr>
          <w:rFonts w:ascii="Open Sans" w:eastAsia="Calibri" w:hAnsi="Open Sans" w:cs="Open Sans"/>
          <w:lang w:eastAsia="en-US"/>
        </w:rPr>
        <w:t xml:space="preserve">Naročnik si pridrži pravico uveljaviti </w:t>
      </w:r>
      <w:r w:rsidR="00EA68D4" w:rsidRPr="00986178">
        <w:rPr>
          <w:rFonts w:ascii="Open Sans" w:eastAsia="Calibri" w:hAnsi="Open Sans" w:cs="Open Sans"/>
          <w:lang w:eastAsia="en-US"/>
        </w:rPr>
        <w:t>pogodbeno</w:t>
      </w:r>
      <w:r w:rsidRPr="00986178">
        <w:rPr>
          <w:rFonts w:ascii="Open Sans" w:eastAsia="Calibri" w:hAnsi="Open Sans" w:cs="Open Sans"/>
          <w:lang w:eastAsia="en-US"/>
        </w:rPr>
        <w:t xml:space="preserve"> kazen pri plačilu računa, čeprav ob zamudi </w:t>
      </w:r>
      <w:r w:rsidR="003C4167" w:rsidRPr="00986178">
        <w:rPr>
          <w:rFonts w:ascii="Open Sans" w:eastAsia="Calibri" w:hAnsi="Open Sans" w:cs="Open Sans"/>
          <w:szCs w:val="22"/>
          <w:lang w:eastAsia="en-US"/>
        </w:rPr>
        <w:t>oziroma ob izpolnitvi obveznosti izvajalca na dejstvo, da bo obračunal pogodbeno kazen zaradi zamude, ni posebej opozoril niti pisno obvestil.</w:t>
      </w:r>
    </w:p>
    <w:p w14:paraId="4BA1F222" w14:textId="77777777" w:rsidR="006931B1" w:rsidRPr="00986178" w:rsidRDefault="006931B1" w:rsidP="00986178">
      <w:pPr>
        <w:widowControl w:val="0"/>
        <w:tabs>
          <w:tab w:val="left" w:pos="709"/>
          <w:tab w:val="left" w:pos="1702"/>
        </w:tabs>
        <w:jc w:val="both"/>
        <w:rPr>
          <w:rFonts w:ascii="Open Sans" w:eastAsia="Calibri" w:hAnsi="Open Sans" w:cs="Open Sans"/>
          <w:lang w:eastAsia="en-US"/>
        </w:rPr>
      </w:pPr>
    </w:p>
    <w:p w14:paraId="1ED2D320" w14:textId="77777777" w:rsidR="006931B1" w:rsidRPr="00986178" w:rsidRDefault="006931B1" w:rsidP="00986178">
      <w:pPr>
        <w:widowControl w:val="0"/>
        <w:jc w:val="both"/>
        <w:rPr>
          <w:rFonts w:ascii="Open Sans" w:eastAsia="Calibri" w:hAnsi="Open Sans" w:cs="Open Sans"/>
          <w:lang w:eastAsia="en-US"/>
        </w:rPr>
      </w:pPr>
      <w:r w:rsidRPr="00986178">
        <w:rPr>
          <w:rFonts w:ascii="Open Sans" w:eastAsia="Calibri" w:hAnsi="Open Sans" w:cs="Open Sans"/>
          <w:lang w:eastAsia="en-US"/>
        </w:rPr>
        <w:t>Če zaradi zamude izvedbe obveznosti po tem okvirnem sporazumu nastaja pri naročniku dodatna škoda, je naročnik upravičen do povrnitve nastale škode s strani izvajalca.</w:t>
      </w:r>
    </w:p>
    <w:p w14:paraId="18FA4520" w14:textId="77777777" w:rsidR="006931B1" w:rsidRPr="00986178" w:rsidRDefault="006931B1" w:rsidP="00986178">
      <w:pPr>
        <w:widowControl w:val="0"/>
        <w:jc w:val="both"/>
        <w:rPr>
          <w:rFonts w:ascii="Open Sans" w:eastAsia="Calibri" w:hAnsi="Open Sans" w:cs="Open Sans"/>
          <w:lang w:eastAsia="en-US"/>
        </w:rPr>
      </w:pPr>
    </w:p>
    <w:p w14:paraId="543A8F93" w14:textId="5557A11C" w:rsidR="006931B1" w:rsidRPr="00986178" w:rsidRDefault="006931B1" w:rsidP="00986178">
      <w:pPr>
        <w:widowControl w:val="0"/>
        <w:tabs>
          <w:tab w:val="left" w:pos="709"/>
          <w:tab w:val="left" w:pos="1702"/>
        </w:tabs>
        <w:jc w:val="both"/>
        <w:rPr>
          <w:rFonts w:ascii="Open Sans" w:eastAsia="Calibri" w:hAnsi="Open Sans" w:cs="Open Sans"/>
          <w:lang w:eastAsia="en-US"/>
        </w:rPr>
      </w:pPr>
      <w:r w:rsidRPr="00986178">
        <w:rPr>
          <w:rFonts w:ascii="Open Sans" w:eastAsia="Calibri" w:hAnsi="Open Sans" w:cs="Open Sans"/>
          <w:lang w:eastAsia="en-US"/>
        </w:rPr>
        <w:t xml:space="preserve">Naročnik in izvajalec soglašata, da pravica zaračunati </w:t>
      </w:r>
      <w:r w:rsidR="00EA68D4" w:rsidRPr="00986178">
        <w:rPr>
          <w:rFonts w:ascii="Open Sans" w:eastAsia="Calibri" w:hAnsi="Open Sans" w:cs="Open Sans"/>
          <w:lang w:eastAsia="en-US"/>
        </w:rPr>
        <w:t xml:space="preserve">pogodbeno </w:t>
      </w:r>
      <w:r w:rsidRPr="00986178">
        <w:rPr>
          <w:rFonts w:ascii="Open Sans" w:eastAsia="Calibri" w:hAnsi="Open Sans" w:cs="Open Sans"/>
          <w:lang w:eastAsia="en-US"/>
        </w:rPr>
        <w:t>kazen, ni pogojena z nastankom škode naročniku. Povračilo tako nastale škode bo naročnik uveljavljal po splošnih načelih odškodninske odgovornosti, neodvisno od uveljavljanja</w:t>
      </w:r>
      <w:r w:rsidR="00EA68D4" w:rsidRPr="00986178">
        <w:rPr>
          <w:rFonts w:ascii="Open Sans" w:eastAsia="Calibri" w:hAnsi="Open Sans" w:cs="Open Sans"/>
          <w:lang w:eastAsia="en-US"/>
        </w:rPr>
        <w:t xml:space="preserve"> pogodbene</w:t>
      </w:r>
      <w:r w:rsidRPr="00986178">
        <w:rPr>
          <w:rFonts w:ascii="Open Sans" w:eastAsia="Calibri" w:hAnsi="Open Sans" w:cs="Open Sans"/>
          <w:lang w:eastAsia="en-US"/>
        </w:rPr>
        <w:t xml:space="preserve"> kazni.  </w:t>
      </w:r>
    </w:p>
    <w:p w14:paraId="3521C8BE" w14:textId="08F61BE6" w:rsidR="003C4167" w:rsidRPr="00986178" w:rsidRDefault="003C4167" w:rsidP="00986178">
      <w:pPr>
        <w:widowControl w:val="0"/>
        <w:tabs>
          <w:tab w:val="left" w:pos="709"/>
        </w:tabs>
        <w:jc w:val="both"/>
        <w:rPr>
          <w:rFonts w:ascii="Open Sans" w:hAnsi="Open Sans" w:cs="Open Sans"/>
        </w:rPr>
      </w:pPr>
    </w:p>
    <w:p w14:paraId="6498EE0A" w14:textId="77777777" w:rsidR="004F2D73" w:rsidRPr="00986178" w:rsidRDefault="004F2D73" w:rsidP="00986178">
      <w:pPr>
        <w:widowControl w:val="0"/>
        <w:tabs>
          <w:tab w:val="left" w:pos="709"/>
        </w:tabs>
        <w:jc w:val="both"/>
        <w:rPr>
          <w:rFonts w:ascii="Open Sans" w:hAnsi="Open Sans" w:cs="Open Sans"/>
        </w:rPr>
      </w:pPr>
    </w:p>
    <w:p w14:paraId="53506E6D" w14:textId="77777777" w:rsidR="00C86412" w:rsidRPr="00986178" w:rsidRDefault="00C86412" w:rsidP="0019014E">
      <w:pPr>
        <w:widowControl w:val="0"/>
        <w:numPr>
          <w:ilvl w:val="0"/>
          <w:numId w:val="51"/>
        </w:numPr>
        <w:jc w:val="center"/>
        <w:rPr>
          <w:rFonts w:ascii="Open Sans" w:hAnsi="Open Sans" w:cs="Open Sans"/>
          <w:b/>
        </w:rPr>
      </w:pPr>
      <w:r w:rsidRPr="00986178">
        <w:rPr>
          <w:rFonts w:ascii="Open Sans" w:hAnsi="Open Sans" w:cs="Open Sans"/>
          <w:b/>
        </w:rPr>
        <w:t>ODPOVED OKVIRNEGA SPORAZUMA IN ODSTOP OD OKVIRNEGA SPORAZUMA</w:t>
      </w:r>
    </w:p>
    <w:p w14:paraId="23ABA0D3" w14:textId="77777777" w:rsidR="004F2D73" w:rsidRPr="00986178" w:rsidRDefault="004F2D73" w:rsidP="00986178">
      <w:pPr>
        <w:widowControl w:val="0"/>
        <w:rPr>
          <w:rFonts w:ascii="Open Sans" w:hAnsi="Open Sans" w:cs="Open Sans"/>
        </w:rPr>
      </w:pPr>
    </w:p>
    <w:p w14:paraId="07105ED2" w14:textId="5972C991" w:rsidR="00C86412" w:rsidRPr="00986178" w:rsidRDefault="00C86412" w:rsidP="0019014E">
      <w:pPr>
        <w:widowControl w:val="0"/>
        <w:numPr>
          <w:ilvl w:val="0"/>
          <w:numId w:val="48"/>
        </w:numPr>
        <w:rPr>
          <w:rFonts w:ascii="Open Sans" w:hAnsi="Open Sans" w:cs="Open Sans"/>
        </w:rPr>
      </w:pPr>
      <w:r w:rsidRPr="00986178">
        <w:rPr>
          <w:rFonts w:ascii="Open Sans" w:hAnsi="Open Sans" w:cs="Open Sans"/>
        </w:rPr>
        <w:t>člen</w:t>
      </w:r>
    </w:p>
    <w:p w14:paraId="1A124CF9" w14:textId="77777777" w:rsidR="00C86412" w:rsidRPr="00986178" w:rsidRDefault="00C86412" w:rsidP="00986178">
      <w:pPr>
        <w:widowControl w:val="0"/>
        <w:jc w:val="both"/>
        <w:rPr>
          <w:rFonts w:ascii="Open Sans" w:hAnsi="Open Sans" w:cs="Open Sans"/>
        </w:rPr>
      </w:pPr>
    </w:p>
    <w:p w14:paraId="4AAF7BD7" w14:textId="77777777" w:rsidR="00445602" w:rsidRPr="00986178" w:rsidRDefault="00445602" w:rsidP="00986178">
      <w:pPr>
        <w:widowControl w:val="0"/>
        <w:jc w:val="both"/>
        <w:rPr>
          <w:rFonts w:ascii="Open Sans" w:hAnsi="Open Sans" w:cs="Open Sans"/>
          <w:szCs w:val="22"/>
        </w:rPr>
      </w:pPr>
      <w:r w:rsidRPr="00986178">
        <w:rPr>
          <w:rFonts w:ascii="Open Sans" w:hAnsi="Open Sans" w:cs="Open Sans"/>
          <w:szCs w:val="22"/>
        </w:rPr>
        <w:t xml:space="preserve">Naročnik ima pravico, s 30 (trideset) dnevnim odpovednim rokom odpovedati okvirni sporazum, vendar ne prej kot v 3 (treh) mesecih od dneva sklenitve okvirnega sporazuma, če se okoliščine po sklenitvi okvirnega sporazuma spremenijo tako, da sklenjen okvirni sporazum ne izraža več prave volje naročnika in pod pogojem, da ima poravnane morebitne zapadle obveznosti do izvajalca. Odpovedni rok prične teči naslednji dan po prejemu pisne odpovedi, ki mora biti izvajalcu poslana s priporočeno pošiljko. </w:t>
      </w:r>
    </w:p>
    <w:p w14:paraId="492EC058" w14:textId="77777777" w:rsidR="00445602" w:rsidRPr="00986178" w:rsidRDefault="00445602" w:rsidP="00986178">
      <w:pPr>
        <w:widowControl w:val="0"/>
        <w:jc w:val="both"/>
        <w:rPr>
          <w:rFonts w:ascii="Open Sans" w:hAnsi="Open Sans" w:cs="Open Sans"/>
          <w:szCs w:val="22"/>
        </w:rPr>
      </w:pPr>
    </w:p>
    <w:p w14:paraId="2195D69F" w14:textId="77777777" w:rsidR="00445602" w:rsidRPr="00986178" w:rsidRDefault="00445602" w:rsidP="00986178">
      <w:pPr>
        <w:widowControl w:val="0"/>
        <w:jc w:val="both"/>
        <w:rPr>
          <w:rFonts w:ascii="Open Sans" w:hAnsi="Open Sans" w:cs="Open Sans"/>
          <w:szCs w:val="22"/>
        </w:rPr>
      </w:pPr>
      <w:r w:rsidRPr="00986178">
        <w:rPr>
          <w:rFonts w:ascii="Open Sans" w:hAnsi="Open Sans" w:cs="Open Sans"/>
          <w:szCs w:val="22"/>
        </w:rPr>
        <w:t xml:space="preserve">Stranki okvirnega sporazuma se v času odpovednega rok obvezujeta izpolnjevati svoje obveznosti do izteka odpovednega roka, pri čemer se lahko pisno sporazumeta za drugačen odpovedni rok. </w:t>
      </w:r>
    </w:p>
    <w:p w14:paraId="0A7E96A7" w14:textId="77777777" w:rsidR="004F2D73" w:rsidRPr="00986178" w:rsidRDefault="004F2D73" w:rsidP="00986178">
      <w:pPr>
        <w:widowControl w:val="0"/>
        <w:rPr>
          <w:rFonts w:ascii="Open Sans" w:hAnsi="Open Sans" w:cs="Open Sans"/>
        </w:rPr>
      </w:pPr>
    </w:p>
    <w:p w14:paraId="26C12368" w14:textId="59F0EB45" w:rsidR="00C86412" w:rsidRPr="00986178" w:rsidRDefault="00C86412" w:rsidP="0019014E">
      <w:pPr>
        <w:widowControl w:val="0"/>
        <w:numPr>
          <w:ilvl w:val="0"/>
          <w:numId w:val="48"/>
        </w:numPr>
        <w:rPr>
          <w:rFonts w:ascii="Open Sans" w:hAnsi="Open Sans" w:cs="Open Sans"/>
        </w:rPr>
      </w:pPr>
      <w:r w:rsidRPr="00986178">
        <w:rPr>
          <w:rFonts w:ascii="Open Sans" w:hAnsi="Open Sans" w:cs="Open Sans"/>
        </w:rPr>
        <w:t>člen</w:t>
      </w:r>
    </w:p>
    <w:p w14:paraId="5A781DA1" w14:textId="77777777" w:rsidR="00C86412" w:rsidRPr="00986178" w:rsidRDefault="00C86412" w:rsidP="00986178">
      <w:pPr>
        <w:widowControl w:val="0"/>
        <w:jc w:val="both"/>
        <w:rPr>
          <w:rFonts w:ascii="Open Sans" w:hAnsi="Open Sans" w:cs="Open Sans"/>
        </w:rPr>
      </w:pPr>
    </w:p>
    <w:p w14:paraId="203D4495" w14:textId="77777777" w:rsidR="00445602" w:rsidRPr="00986178" w:rsidRDefault="00445602" w:rsidP="00986178">
      <w:pPr>
        <w:widowControl w:val="0"/>
        <w:jc w:val="both"/>
        <w:rPr>
          <w:rFonts w:ascii="Open Sans" w:hAnsi="Open Sans" w:cs="Open Sans"/>
        </w:rPr>
      </w:pPr>
      <w:r w:rsidRPr="00986178">
        <w:rPr>
          <w:rFonts w:ascii="Open Sans" w:hAnsi="Open Sans" w:cs="Open Sans"/>
        </w:rPr>
        <w:t>Naročnik lahko odstopi od okvirnega sporazuma, če izvajalec:</w:t>
      </w:r>
    </w:p>
    <w:p w14:paraId="697CDD3F" w14:textId="77777777" w:rsidR="00445602" w:rsidRPr="00986178" w:rsidRDefault="00445602" w:rsidP="0019014E">
      <w:pPr>
        <w:widowControl w:val="0"/>
        <w:numPr>
          <w:ilvl w:val="0"/>
          <w:numId w:val="64"/>
        </w:numPr>
        <w:tabs>
          <w:tab w:val="left" w:pos="284"/>
          <w:tab w:val="left" w:pos="1702"/>
        </w:tabs>
        <w:ind w:left="567" w:hanging="283"/>
        <w:jc w:val="both"/>
        <w:rPr>
          <w:rFonts w:ascii="Open Sans" w:hAnsi="Open Sans" w:cs="Open Sans"/>
        </w:rPr>
      </w:pPr>
      <w:r w:rsidRPr="00986178">
        <w:rPr>
          <w:rFonts w:ascii="Open Sans" w:hAnsi="Open Sans" w:cs="Open Sans"/>
          <w:szCs w:val="22"/>
        </w:rPr>
        <w:t xml:space="preserve">z naročnikom niti po opozorilu naročnika ne sklene Pisnega sporazuma o skupnih varnostnih ukrepih in ravnanju z okoljem v JAVNEM PODJETJU ENERGETIKA LJUBLJANA d.o.o., ki ureja skupne varnostne ukrepe za zagotavljanje varnosti in zdravja pri delu, </w:t>
      </w:r>
      <w:r w:rsidRPr="00986178">
        <w:rPr>
          <w:rFonts w:ascii="Open Sans" w:hAnsi="Open Sans" w:cs="Open Sans"/>
        </w:rPr>
        <w:t>ne upošteva zahtev naročnika</w:t>
      </w:r>
      <w:r w:rsidRPr="00986178">
        <w:rPr>
          <w:rFonts w:ascii="Open Sans" w:eastAsia="Calibri" w:hAnsi="Open Sans" w:cs="Open Sans"/>
        </w:rPr>
        <w:t xml:space="preserve"> niti v naknadnem roku, ki mu ga v opozorilu določi naročnik,</w:t>
      </w:r>
    </w:p>
    <w:p w14:paraId="7640AEBC" w14:textId="77777777" w:rsidR="00445602" w:rsidRPr="00986178" w:rsidRDefault="00445602" w:rsidP="0019014E">
      <w:pPr>
        <w:widowControl w:val="0"/>
        <w:numPr>
          <w:ilvl w:val="0"/>
          <w:numId w:val="64"/>
        </w:numPr>
        <w:ind w:left="567" w:hanging="283"/>
        <w:jc w:val="both"/>
        <w:rPr>
          <w:rFonts w:ascii="Open Sans" w:eastAsia="Calibri" w:hAnsi="Open Sans" w:cs="Open Sans"/>
        </w:rPr>
      </w:pPr>
      <w:r w:rsidRPr="00986178">
        <w:rPr>
          <w:rFonts w:ascii="Open Sans" w:eastAsia="Calibri" w:hAnsi="Open Sans" w:cs="Open Sans"/>
        </w:rPr>
        <w:t>ne dosega dogovorjene kvalitete dobav ali storitev in te ne vzpostavi niti v naknadnem roku, ki mu ga v opozorilu določi naročnik,</w:t>
      </w:r>
    </w:p>
    <w:p w14:paraId="2A7C5996" w14:textId="101F7D62" w:rsidR="00445602" w:rsidRPr="00986178" w:rsidRDefault="00445602" w:rsidP="0019014E">
      <w:pPr>
        <w:widowControl w:val="0"/>
        <w:numPr>
          <w:ilvl w:val="0"/>
          <w:numId w:val="64"/>
        </w:numPr>
        <w:ind w:left="567" w:hanging="283"/>
        <w:jc w:val="both"/>
        <w:rPr>
          <w:rFonts w:ascii="Open Sans" w:eastAsia="Calibri" w:hAnsi="Open Sans" w:cs="Open Sans"/>
        </w:rPr>
      </w:pPr>
      <w:r w:rsidRPr="00986178">
        <w:rPr>
          <w:rFonts w:ascii="Open Sans" w:eastAsia="Calibri" w:hAnsi="Open Sans" w:cs="Open Sans"/>
        </w:rPr>
        <w:t>ne izpolnjuje ali nepravilno izpolnjuje svoje obveznosti iz okvirnega sporazuma tudi še po naknadnem roku, ki mu ga v opozorilu določi naročnik,</w:t>
      </w:r>
    </w:p>
    <w:p w14:paraId="7F85898F" w14:textId="77777777" w:rsidR="00445602" w:rsidRPr="00986178" w:rsidRDefault="00445602" w:rsidP="0019014E">
      <w:pPr>
        <w:widowControl w:val="0"/>
        <w:numPr>
          <w:ilvl w:val="0"/>
          <w:numId w:val="64"/>
        </w:numPr>
        <w:ind w:left="567" w:hanging="283"/>
        <w:jc w:val="both"/>
        <w:rPr>
          <w:rFonts w:ascii="Open Sans" w:eastAsia="Calibri" w:hAnsi="Open Sans" w:cs="Open Sans"/>
        </w:rPr>
      </w:pPr>
      <w:r w:rsidRPr="00986178">
        <w:rPr>
          <w:rFonts w:ascii="Open Sans" w:eastAsia="Calibri" w:hAnsi="Open Sans" w:cs="Open Sans"/>
        </w:rPr>
        <w:t>poviša cene v času veljavnosti okvirnega sporazuma v nasprotju z določili okvirnega sporazuma,</w:t>
      </w:r>
    </w:p>
    <w:p w14:paraId="40FB2A63" w14:textId="77777777" w:rsidR="00445602" w:rsidRPr="00986178" w:rsidRDefault="00445602" w:rsidP="0019014E">
      <w:pPr>
        <w:widowControl w:val="0"/>
        <w:numPr>
          <w:ilvl w:val="0"/>
          <w:numId w:val="64"/>
        </w:numPr>
        <w:ind w:left="567" w:hanging="283"/>
        <w:jc w:val="both"/>
        <w:rPr>
          <w:rFonts w:ascii="Open Sans" w:eastAsia="Calibri" w:hAnsi="Open Sans" w:cs="Open Sans"/>
        </w:rPr>
      </w:pPr>
      <w:r w:rsidRPr="00986178">
        <w:rPr>
          <w:rFonts w:ascii="Open Sans" w:eastAsia="Calibri" w:hAnsi="Open Sans" w:cs="Open Sans"/>
        </w:rPr>
        <w:t>naročnika ne obvesti o znižanju cen,</w:t>
      </w:r>
    </w:p>
    <w:p w14:paraId="7E95E01E" w14:textId="77777777" w:rsidR="00445602" w:rsidRPr="00986178" w:rsidRDefault="00445602" w:rsidP="0019014E">
      <w:pPr>
        <w:widowControl w:val="0"/>
        <w:numPr>
          <w:ilvl w:val="0"/>
          <w:numId w:val="64"/>
        </w:numPr>
        <w:ind w:left="567" w:hanging="283"/>
        <w:jc w:val="both"/>
        <w:rPr>
          <w:rFonts w:ascii="Open Sans" w:eastAsia="Calibri" w:hAnsi="Open Sans" w:cs="Open Sans"/>
        </w:rPr>
      </w:pPr>
      <w:r w:rsidRPr="00986178">
        <w:rPr>
          <w:rFonts w:ascii="Open Sans" w:eastAsia="Calibri" w:hAnsi="Open Sans" w:cs="Open Sans"/>
        </w:rPr>
        <w:lastRenderedPageBreak/>
        <w:t>prekine z izvedbo obveznosti iz okvirnega sporazuma brez predhodnega pisnega soglasja naročnika.</w:t>
      </w:r>
    </w:p>
    <w:p w14:paraId="56C3DC07" w14:textId="77777777" w:rsidR="00445602" w:rsidRPr="00986178" w:rsidRDefault="00445602" w:rsidP="00986178">
      <w:pPr>
        <w:widowControl w:val="0"/>
        <w:jc w:val="both"/>
        <w:rPr>
          <w:rFonts w:ascii="Open Sans" w:hAnsi="Open Sans" w:cs="Open Sans"/>
        </w:rPr>
      </w:pPr>
    </w:p>
    <w:p w14:paraId="1BC1537C" w14:textId="443D5E84" w:rsidR="00295A1F" w:rsidRPr="00986178" w:rsidRDefault="00295A1F" w:rsidP="00986178">
      <w:pPr>
        <w:widowControl w:val="0"/>
        <w:jc w:val="both"/>
        <w:rPr>
          <w:rFonts w:ascii="Open Sans" w:hAnsi="Open Sans" w:cs="Open Sans"/>
        </w:rPr>
      </w:pPr>
      <w:r w:rsidRPr="00986178">
        <w:rPr>
          <w:rFonts w:ascii="Open Sans" w:hAnsi="Open Sans" w:cs="Open Sans"/>
        </w:rPr>
        <w:t>V primerih iz prejšnjega odstavka okvirni sporazum preneha veljati, ko izvajalec prejme pisno obvestilo o odstopu od okvirnega sporazuma z navedbo razloga za odstop s priporočeno pošiljko po pošti.</w:t>
      </w:r>
    </w:p>
    <w:p w14:paraId="1C170B34" w14:textId="77777777" w:rsidR="00445602" w:rsidRPr="00986178" w:rsidRDefault="00445602" w:rsidP="00986178">
      <w:pPr>
        <w:widowControl w:val="0"/>
        <w:jc w:val="both"/>
        <w:rPr>
          <w:rFonts w:ascii="Open Sans" w:hAnsi="Open Sans" w:cs="Open Sans"/>
        </w:rPr>
      </w:pPr>
    </w:p>
    <w:p w14:paraId="3B158FA6" w14:textId="77777777" w:rsidR="00445602" w:rsidRPr="00986178" w:rsidRDefault="00445602" w:rsidP="00986178">
      <w:pPr>
        <w:widowControl w:val="0"/>
        <w:jc w:val="both"/>
        <w:rPr>
          <w:rFonts w:ascii="Open Sans" w:hAnsi="Open Sans" w:cs="Open Sans"/>
        </w:rPr>
      </w:pPr>
      <w:r w:rsidRPr="00986178">
        <w:rPr>
          <w:rFonts w:ascii="Open Sans" w:hAnsi="Open Sans" w:cs="Open Sans"/>
        </w:rPr>
        <w:t>Izvajalec ima pravico do odstopa od okvirnega sporazuma v primeru kršenja določil okvirnega sporazuma s strani naročnika. V tem primeru okvirni sporazum preneha veljati, ko naročnik prejme pisno obvestilo o odstopu od okvirnega sporazuma, z navedbo in dokumentirano obrazložitvijo razloga za odstop, poslano priporočeno po pošti.</w:t>
      </w:r>
    </w:p>
    <w:p w14:paraId="4534B144" w14:textId="77777777" w:rsidR="00445602" w:rsidRPr="00986178" w:rsidRDefault="00445602" w:rsidP="00986178">
      <w:pPr>
        <w:widowControl w:val="0"/>
        <w:jc w:val="both"/>
        <w:rPr>
          <w:rFonts w:ascii="Open Sans" w:hAnsi="Open Sans" w:cs="Open Sans"/>
          <w:color w:val="FF0000"/>
        </w:rPr>
      </w:pPr>
    </w:p>
    <w:p w14:paraId="0F47A7FD" w14:textId="649F3137" w:rsidR="0060001C" w:rsidRPr="00986178" w:rsidRDefault="00445602" w:rsidP="00986178">
      <w:pPr>
        <w:widowControl w:val="0"/>
        <w:tabs>
          <w:tab w:val="left" w:pos="0"/>
          <w:tab w:val="left" w:pos="1702"/>
        </w:tabs>
        <w:jc w:val="both"/>
        <w:rPr>
          <w:rFonts w:ascii="Open Sans" w:hAnsi="Open Sans" w:cs="Open Sans"/>
          <w:szCs w:val="22"/>
        </w:rPr>
      </w:pPr>
      <w:r w:rsidRPr="00986178">
        <w:rPr>
          <w:rFonts w:ascii="Open Sans" w:hAnsi="Open Sans" w:cs="Open Sans"/>
          <w:szCs w:val="22"/>
        </w:rPr>
        <w:t xml:space="preserve">V primeru odstopa od okvirnega sporazuma sta stranki dolžni do tedaj prevzete obveznosti izpolniti </w:t>
      </w:r>
      <w:r w:rsidR="00295A1F" w:rsidRPr="00986178">
        <w:rPr>
          <w:rFonts w:ascii="Open Sans" w:hAnsi="Open Sans" w:cs="Open Sans"/>
        </w:rPr>
        <w:t>oziroma posle iz posameznega naročila dokončati tako</w:t>
      </w:r>
      <w:r w:rsidRPr="00986178">
        <w:rPr>
          <w:rFonts w:ascii="Open Sans" w:hAnsi="Open Sans" w:cs="Open Sans"/>
          <w:szCs w:val="22"/>
        </w:rPr>
        <w:t>, kot je bilo to dogovorjeno pred odstopom</w:t>
      </w:r>
      <w:r w:rsidRPr="00986178">
        <w:rPr>
          <w:rFonts w:ascii="Open Sans" w:hAnsi="Open Sans" w:cs="Open Sans"/>
        </w:rPr>
        <w:t>, razen če se drugače dogovorita.</w:t>
      </w:r>
    </w:p>
    <w:p w14:paraId="66F37384" w14:textId="77777777" w:rsidR="00C86412" w:rsidRPr="00986178" w:rsidRDefault="00C86412" w:rsidP="0019014E">
      <w:pPr>
        <w:widowControl w:val="0"/>
        <w:numPr>
          <w:ilvl w:val="0"/>
          <w:numId w:val="48"/>
        </w:numPr>
        <w:rPr>
          <w:rFonts w:ascii="Open Sans" w:hAnsi="Open Sans" w:cs="Open Sans"/>
        </w:rPr>
      </w:pPr>
      <w:r w:rsidRPr="00986178">
        <w:rPr>
          <w:rFonts w:ascii="Open Sans" w:hAnsi="Open Sans" w:cs="Open Sans"/>
        </w:rPr>
        <w:t>člen</w:t>
      </w:r>
    </w:p>
    <w:p w14:paraId="24A3778E" w14:textId="77777777" w:rsidR="00C86412" w:rsidRPr="00986178" w:rsidRDefault="00C86412" w:rsidP="00986178">
      <w:pPr>
        <w:widowControl w:val="0"/>
        <w:jc w:val="both"/>
        <w:rPr>
          <w:rFonts w:ascii="Open Sans" w:hAnsi="Open Sans" w:cs="Open Sans"/>
        </w:rPr>
      </w:pPr>
    </w:p>
    <w:p w14:paraId="2E2E4BF1" w14:textId="77777777" w:rsidR="00C86412" w:rsidRPr="00986178" w:rsidRDefault="00C86412" w:rsidP="00986178">
      <w:pPr>
        <w:widowControl w:val="0"/>
        <w:jc w:val="both"/>
        <w:rPr>
          <w:rFonts w:ascii="Open Sans" w:hAnsi="Open Sans" w:cs="Open Sans"/>
        </w:rPr>
      </w:pPr>
      <w:r w:rsidRPr="00986178">
        <w:rPr>
          <w:rFonts w:ascii="Open Sans" w:hAnsi="Open Sans" w:cs="Open Sans"/>
        </w:rPr>
        <w:t>Med veljavnostjo okvirnega sporazuma lahko naročnik, ne glede na določbe zakona, ki ureja obligacijska razmerja, odstopi od okvirnega sporazuma tudi v primerih iz 96. člena ZJN-3.</w:t>
      </w:r>
    </w:p>
    <w:p w14:paraId="780CB0C4" w14:textId="452C9D75" w:rsidR="00E85DE0" w:rsidRPr="00986178" w:rsidRDefault="00E85DE0" w:rsidP="00986178">
      <w:pPr>
        <w:widowControl w:val="0"/>
        <w:tabs>
          <w:tab w:val="left" w:pos="709"/>
        </w:tabs>
        <w:jc w:val="both"/>
        <w:rPr>
          <w:rFonts w:ascii="Open Sans" w:hAnsi="Open Sans" w:cs="Open Sans"/>
        </w:rPr>
      </w:pPr>
    </w:p>
    <w:p w14:paraId="685051AD" w14:textId="77777777" w:rsidR="00445602" w:rsidRPr="00986178" w:rsidRDefault="00445602" w:rsidP="00986178">
      <w:pPr>
        <w:widowControl w:val="0"/>
        <w:tabs>
          <w:tab w:val="left" w:pos="709"/>
        </w:tabs>
        <w:jc w:val="both"/>
        <w:rPr>
          <w:rFonts w:ascii="Open Sans" w:hAnsi="Open Sans" w:cs="Open Sans"/>
        </w:rPr>
      </w:pPr>
    </w:p>
    <w:p w14:paraId="4FC6322E" w14:textId="77777777" w:rsidR="00E85DE0" w:rsidRPr="00986178" w:rsidRDefault="00E85DE0" w:rsidP="0019014E">
      <w:pPr>
        <w:widowControl w:val="0"/>
        <w:numPr>
          <w:ilvl w:val="0"/>
          <w:numId w:val="51"/>
        </w:numPr>
        <w:jc w:val="center"/>
        <w:rPr>
          <w:rFonts w:ascii="Open Sans" w:hAnsi="Open Sans" w:cs="Open Sans"/>
          <w:b/>
        </w:rPr>
      </w:pPr>
      <w:r w:rsidRPr="00986178">
        <w:rPr>
          <w:rFonts w:ascii="Open Sans" w:hAnsi="Open Sans" w:cs="Open Sans"/>
          <w:b/>
        </w:rPr>
        <w:t>RAZVEZNI POGOJ</w:t>
      </w:r>
    </w:p>
    <w:p w14:paraId="017FFCA3" w14:textId="77777777" w:rsidR="00E85DE0" w:rsidRPr="00986178" w:rsidRDefault="00E85DE0" w:rsidP="00986178">
      <w:pPr>
        <w:widowControl w:val="0"/>
        <w:jc w:val="center"/>
        <w:rPr>
          <w:rFonts w:ascii="Open Sans" w:hAnsi="Open Sans" w:cs="Open Sans"/>
          <w:b/>
        </w:rPr>
      </w:pPr>
    </w:p>
    <w:p w14:paraId="260B983D" w14:textId="77777777" w:rsidR="00E85DE0" w:rsidRPr="00986178" w:rsidRDefault="00E85DE0" w:rsidP="0019014E">
      <w:pPr>
        <w:widowControl w:val="0"/>
        <w:numPr>
          <w:ilvl w:val="0"/>
          <w:numId w:val="48"/>
        </w:numPr>
        <w:rPr>
          <w:rFonts w:ascii="Open Sans" w:hAnsi="Open Sans" w:cs="Open Sans"/>
        </w:rPr>
      </w:pPr>
      <w:r w:rsidRPr="00986178">
        <w:rPr>
          <w:rFonts w:ascii="Open Sans" w:hAnsi="Open Sans" w:cs="Open Sans"/>
        </w:rPr>
        <w:t xml:space="preserve"> člen</w:t>
      </w:r>
    </w:p>
    <w:p w14:paraId="25DC1748" w14:textId="77777777" w:rsidR="00E85DE0" w:rsidRPr="004148B7" w:rsidRDefault="00E85DE0" w:rsidP="00986178">
      <w:pPr>
        <w:widowControl w:val="0"/>
        <w:jc w:val="center"/>
        <w:rPr>
          <w:rFonts w:ascii="Open Sans" w:hAnsi="Open Sans" w:cs="Open Sans"/>
        </w:rPr>
      </w:pPr>
    </w:p>
    <w:p w14:paraId="54A145B0" w14:textId="6FFA47BA" w:rsidR="004148B7" w:rsidRPr="004148B7" w:rsidRDefault="004148B7" w:rsidP="004148B7">
      <w:pPr>
        <w:widowControl w:val="0"/>
        <w:jc w:val="both"/>
        <w:rPr>
          <w:rFonts w:ascii="Open Sans" w:hAnsi="Open Sans" w:cs="Open Sans"/>
        </w:rPr>
      </w:pPr>
      <w:r w:rsidRPr="004148B7">
        <w:rPr>
          <w:rFonts w:ascii="Open Sans" w:hAnsi="Open Sans" w:cs="Open Sans"/>
        </w:rPr>
        <w:t xml:space="preserve">Naročnik bo po izteku vsakih šest mesecev od sklenitve tega </w:t>
      </w:r>
      <w:r>
        <w:rPr>
          <w:rFonts w:ascii="Open Sans" w:hAnsi="Open Sans" w:cs="Open Sans"/>
        </w:rPr>
        <w:t xml:space="preserve">okvirnega </w:t>
      </w:r>
      <w:r w:rsidRPr="004148B7">
        <w:rPr>
          <w:rFonts w:ascii="Open Sans" w:hAnsi="Open Sans" w:cs="Open Sans"/>
        </w:rPr>
        <w:t>sporazuma preveril, ali je na dan tega preverjanja pri gospodarskem subjektu, izvajalcu ali podizvajalcu izpolnjena ena ali več naslednjih okoliščin:</w:t>
      </w:r>
    </w:p>
    <w:p w14:paraId="49FB5724" w14:textId="77777777" w:rsidR="004148B7" w:rsidRPr="004148B7" w:rsidRDefault="004148B7" w:rsidP="004148B7">
      <w:pPr>
        <w:spacing w:line="276" w:lineRule="auto"/>
        <w:jc w:val="both"/>
        <w:rPr>
          <w:rFonts w:ascii="Open Sans" w:hAnsi="Open Sans" w:cs="Open Sans"/>
        </w:rPr>
      </w:pPr>
      <w:r w:rsidRPr="004148B7">
        <w:rPr>
          <w:rFonts w:ascii="Open Sans" w:hAnsi="Open Sans" w:cs="Open Sans"/>
        </w:rPr>
        <w:t>a) gospodarskemu subjektu ali podizvajalcu ali osebi, ki je članica upravnega, vodstvenega ali nadzornega organa gospodarskega subjekta ali podizvajalca, ali osebi, ki ima pooblastila za njegovo zastopanje ali odločanje ali nadzor v njem, je bila izrečena pravnomočna sodba zaradi kaznivega dejanja iz prvega odstavka 75. člena ZJN-3;</w:t>
      </w:r>
    </w:p>
    <w:p w14:paraId="4A4AD0A0" w14:textId="23068559" w:rsidR="004148B7" w:rsidRPr="004148B7" w:rsidRDefault="004148B7" w:rsidP="004148B7">
      <w:pPr>
        <w:spacing w:line="276" w:lineRule="auto"/>
        <w:jc w:val="both"/>
        <w:rPr>
          <w:rFonts w:ascii="Open Sans" w:hAnsi="Open Sans" w:cs="Open Sans"/>
        </w:rPr>
      </w:pPr>
      <w:r w:rsidRPr="004148B7">
        <w:rPr>
          <w:rFonts w:ascii="Open Sans" w:hAnsi="Open Sans" w:cs="Open Sans"/>
        </w:rPr>
        <w:t xml:space="preserve">b) gospodarski subjekt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w:t>
      </w:r>
      <w:r>
        <w:rPr>
          <w:rFonts w:ascii="Open Sans" w:hAnsi="Open Sans" w:cs="Open Sans"/>
        </w:rPr>
        <w:t xml:space="preserve">(petdeset) </w:t>
      </w:r>
      <w:r w:rsidRPr="004148B7">
        <w:rPr>
          <w:rFonts w:ascii="Open Sans" w:hAnsi="Open Sans" w:cs="Open Sans"/>
        </w:rPr>
        <w:t>eurov ali več. Šteje se, da gospodarski subjekt ali njegov podizvajalec ne izpolnjuje obveznosti iz prejšnjega stavka tudi, če na dan preverjanja ni imel predloženih vseh obračunov davčnih odtegljajev za dohodke iz delovnega razmerja za obdobje zadnjih petih let do dne preverjanja;</w:t>
      </w:r>
    </w:p>
    <w:p w14:paraId="33326E15" w14:textId="77777777" w:rsidR="004148B7" w:rsidRPr="004148B7" w:rsidRDefault="004148B7" w:rsidP="004148B7">
      <w:pPr>
        <w:spacing w:line="276" w:lineRule="auto"/>
        <w:jc w:val="both"/>
        <w:rPr>
          <w:rFonts w:ascii="Open Sans" w:hAnsi="Open Sans" w:cs="Open Sans"/>
        </w:rPr>
      </w:pPr>
      <w:r w:rsidRPr="004148B7">
        <w:rPr>
          <w:rFonts w:ascii="Open Sans" w:hAnsi="Open Sans" w:cs="Open Sans"/>
        </w:rPr>
        <w:t>c) je gospodarski subjekt ali njegov podizvajalec izločen iz postopkov oddaje javnih naročil zaradi uvrstitve v evidenco gospodarskih subjektov z izrečenimi stranskimi sankcijami izločitve iz postopkov javnega naročanja;</w:t>
      </w:r>
    </w:p>
    <w:p w14:paraId="30B5DAF2" w14:textId="77777777" w:rsidR="004148B7" w:rsidRPr="004148B7" w:rsidRDefault="004148B7" w:rsidP="004148B7">
      <w:pPr>
        <w:spacing w:line="276" w:lineRule="auto"/>
        <w:jc w:val="both"/>
        <w:rPr>
          <w:rFonts w:ascii="Open Sans" w:hAnsi="Open Sans" w:cs="Open Sans"/>
        </w:rPr>
      </w:pPr>
      <w:r w:rsidRPr="004148B7">
        <w:rPr>
          <w:rFonts w:ascii="Open Sans" w:hAnsi="Open Sans" w:cs="Open Sans"/>
        </w:rPr>
        <w:t>č) je v zadnjih treh letih pred dnevom preverjanja pristojni organ Republike Slovenije ali druge države članice ali tretje države pri gospodarskem subjektu ali njegovemu podizvajalcu ugotovil najmanj dve kršitvi v zvezi s:</w:t>
      </w:r>
    </w:p>
    <w:p w14:paraId="4B9D3C0C" w14:textId="77777777" w:rsidR="004148B7" w:rsidRPr="004148B7" w:rsidRDefault="004148B7" w:rsidP="004148B7">
      <w:pPr>
        <w:pStyle w:val="Odstavekseznama"/>
        <w:numPr>
          <w:ilvl w:val="0"/>
          <w:numId w:val="67"/>
        </w:numPr>
        <w:spacing w:line="276" w:lineRule="auto"/>
        <w:contextualSpacing/>
        <w:jc w:val="both"/>
        <w:rPr>
          <w:rFonts w:ascii="Open Sans" w:hAnsi="Open Sans" w:cs="Open Sans"/>
        </w:rPr>
      </w:pPr>
      <w:r w:rsidRPr="004148B7">
        <w:rPr>
          <w:rFonts w:ascii="Open Sans" w:hAnsi="Open Sans" w:cs="Open Sans"/>
        </w:rPr>
        <w:t xml:space="preserve">plačilom za delo, </w:t>
      </w:r>
    </w:p>
    <w:p w14:paraId="6A1572CC" w14:textId="77777777" w:rsidR="004148B7" w:rsidRPr="004148B7" w:rsidRDefault="004148B7" w:rsidP="004148B7">
      <w:pPr>
        <w:pStyle w:val="Odstavekseznama"/>
        <w:numPr>
          <w:ilvl w:val="0"/>
          <w:numId w:val="67"/>
        </w:numPr>
        <w:spacing w:line="276" w:lineRule="auto"/>
        <w:contextualSpacing/>
        <w:jc w:val="both"/>
        <w:rPr>
          <w:rFonts w:ascii="Open Sans" w:hAnsi="Open Sans" w:cs="Open Sans"/>
        </w:rPr>
      </w:pPr>
      <w:r w:rsidRPr="004148B7">
        <w:rPr>
          <w:rFonts w:ascii="Open Sans" w:hAnsi="Open Sans" w:cs="Open Sans"/>
        </w:rPr>
        <w:t xml:space="preserve">delovnim časom, </w:t>
      </w:r>
    </w:p>
    <w:p w14:paraId="53E1DF2A" w14:textId="77777777" w:rsidR="004148B7" w:rsidRPr="004148B7" w:rsidRDefault="004148B7" w:rsidP="004148B7">
      <w:pPr>
        <w:pStyle w:val="Odstavekseznama"/>
        <w:numPr>
          <w:ilvl w:val="0"/>
          <w:numId w:val="67"/>
        </w:numPr>
        <w:spacing w:line="276" w:lineRule="auto"/>
        <w:contextualSpacing/>
        <w:jc w:val="both"/>
        <w:rPr>
          <w:rFonts w:ascii="Open Sans" w:hAnsi="Open Sans" w:cs="Open Sans"/>
        </w:rPr>
      </w:pPr>
      <w:r w:rsidRPr="004148B7">
        <w:rPr>
          <w:rFonts w:ascii="Open Sans" w:hAnsi="Open Sans" w:cs="Open Sans"/>
        </w:rPr>
        <w:t xml:space="preserve">počitki, </w:t>
      </w:r>
    </w:p>
    <w:p w14:paraId="1B3B2D0B" w14:textId="77777777" w:rsidR="004148B7" w:rsidRPr="004148B7" w:rsidRDefault="004148B7" w:rsidP="004148B7">
      <w:pPr>
        <w:pStyle w:val="Odstavekseznama"/>
        <w:numPr>
          <w:ilvl w:val="0"/>
          <w:numId w:val="67"/>
        </w:numPr>
        <w:spacing w:line="276" w:lineRule="auto"/>
        <w:contextualSpacing/>
        <w:jc w:val="both"/>
        <w:rPr>
          <w:rFonts w:ascii="Open Sans" w:hAnsi="Open Sans" w:cs="Open Sans"/>
        </w:rPr>
      </w:pPr>
      <w:r w:rsidRPr="004148B7">
        <w:rPr>
          <w:rFonts w:ascii="Open Sans" w:hAnsi="Open Sans" w:cs="Open Sans"/>
        </w:rPr>
        <w:t xml:space="preserve">opravljanjem dela na podlagi pogodb civilnega prava kljub obstoju elementov delovnega razmerja ali </w:t>
      </w:r>
    </w:p>
    <w:p w14:paraId="483BD038" w14:textId="77777777" w:rsidR="004148B7" w:rsidRPr="004148B7" w:rsidRDefault="004148B7" w:rsidP="004148B7">
      <w:pPr>
        <w:pStyle w:val="Odstavekseznama"/>
        <w:numPr>
          <w:ilvl w:val="0"/>
          <w:numId w:val="67"/>
        </w:numPr>
        <w:spacing w:line="276" w:lineRule="auto"/>
        <w:contextualSpacing/>
        <w:jc w:val="both"/>
        <w:rPr>
          <w:rFonts w:ascii="Open Sans" w:hAnsi="Open Sans" w:cs="Open Sans"/>
        </w:rPr>
      </w:pPr>
      <w:r w:rsidRPr="004148B7">
        <w:rPr>
          <w:rFonts w:ascii="Open Sans" w:hAnsi="Open Sans" w:cs="Open Sans"/>
        </w:rPr>
        <w:lastRenderedPageBreak/>
        <w:t xml:space="preserve">v zvezi z zaposlovanjem na črno, </w:t>
      </w:r>
    </w:p>
    <w:p w14:paraId="39AFCA4A" w14:textId="77777777" w:rsidR="004148B7" w:rsidRPr="004148B7" w:rsidRDefault="004148B7" w:rsidP="004148B7">
      <w:pPr>
        <w:spacing w:line="276" w:lineRule="auto"/>
        <w:jc w:val="both"/>
        <w:rPr>
          <w:rFonts w:ascii="Open Sans" w:hAnsi="Open Sans" w:cs="Open Sans"/>
        </w:rPr>
      </w:pPr>
      <w:r w:rsidRPr="004148B7">
        <w:rPr>
          <w:rFonts w:ascii="Open Sans" w:hAnsi="Open Sans" w:cs="Open Sans"/>
        </w:rPr>
        <w:t>za kateri mu je bila s pravnomočno odločitvijo ali več pravnomočnimi odločitvami izrečena globa za prekršek.</w:t>
      </w:r>
    </w:p>
    <w:p w14:paraId="27F03979" w14:textId="77777777" w:rsidR="004148B7" w:rsidRPr="004148B7" w:rsidRDefault="004148B7" w:rsidP="004148B7">
      <w:pPr>
        <w:spacing w:line="276" w:lineRule="auto"/>
        <w:jc w:val="both"/>
        <w:rPr>
          <w:rFonts w:ascii="Open Sans" w:hAnsi="Open Sans" w:cs="Open Sans"/>
        </w:rPr>
      </w:pPr>
    </w:p>
    <w:p w14:paraId="45D9A076" w14:textId="0C090CED" w:rsidR="004148B7" w:rsidRPr="004148B7" w:rsidRDefault="004148B7" w:rsidP="004148B7">
      <w:pPr>
        <w:spacing w:line="276" w:lineRule="auto"/>
        <w:jc w:val="both"/>
        <w:rPr>
          <w:rFonts w:ascii="Open Sans" w:hAnsi="Open Sans" w:cs="Open Sans"/>
        </w:rPr>
      </w:pPr>
      <w:r w:rsidRPr="004148B7">
        <w:rPr>
          <w:rFonts w:ascii="Open Sans" w:hAnsi="Open Sans" w:cs="Open Sans"/>
        </w:rPr>
        <w:t xml:space="preserve">Kot zadosten dokaz, da ne obstajajo okoliščine iz a) točke prejšnjega odstavka, naročnik sprejme izpis iz ustrezne evidence, kakršna je kazenska evidenca, in izpis ni starejši od 4 </w:t>
      </w:r>
      <w:r>
        <w:rPr>
          <w:rFonts w:ascii="Open Sans" w:hAnsi="Open Sans" w:cs="Open Sans"/>
        </w:rPr>
        <w:t xml:space="preserve">(štirih) </w:t>
      </w:r>
      <w:r w:rsidRPr="004148B7">
        <w:rPr>
          <w:rFonts w:ascii="Open Sans" w:hAnsi="Open Sans" w:cs="Open Sans"/>
        </w:rPr>
        <w:t xml:space="preserve">mesecev od dneva preverjanja ali je pridobljen najpozneje v 20 </w:t>
      </w:r>
      <w:r>
        <w:rPr>
          <w:rFonts w:ascii="Open Sans" w:hAnsi="Open Sans" w:cs="Open Sans"/>
        </w:rPr>
        <w:t xml:space="preserve">(dvajsetih) </w:t>
      </w:r>
      <w:r w:rsidRPr="004148B7">
        <w:rPr>
          <w:rFonts w:ascii="Open Sans" w:hAnsi="Open Sans" w:cs="Open Sans"/>
        </w:rPr>
        <w:t>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gospodarski subjekt ali njegov podizvajalec pravna oseba, s sedežem v drugi državi članici ali tretji državi je, ne glede na prvi stavek tega odstavka, izvajalec dolžan zase in za svojega podizvajalca v roku petih dni po poteku vsakih šest mesecev od sklenitve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gospodarski subjekt s sedežem v drugi državi članici ali tretji državi dokazila iz tega odstavka ne dostavi v roku petih dni po poteku vsakih šest mesecev od sklenitve sporazuma, se šteje, da je gospodarski subjekt ali podizvajalec v enakem položaju, kot če bi bile izpolnjene okoliščine iz prejšnjega odstavka.</w:t>
      </w:r>
    </w:p>
    <w:p w14:paraId="46DDBCE4" w14:textId="77777777" w:rsidR="0019014E" w:rsidRPr="004148B7" w:rsidRDefault="0019014E" w:rsidP="0019014E">
      <w:pPr>
        <w:widowControl w:val="0"/>
        <w:tabs>
          <w:tab w:val="left" w:pos="567"/>
          <w:tab w:val="left" w:pos="1418"/>
          <w:tab w:val="left" w:pos="1702"/>
        </w:tabs>
        <w:jc w:val="both"/>
        <w:rPr>
          <w:rFonts w:ascii="Open Sans" w:hAnsi="Open Sans" w:cs="Open Sans"/>
        </w:rPr>
      </w:pPr>
    </w:p>
    <w:p w14:paraId="43A45A8F" w14:textId="77777777" w:rsidR="0019014E" w:rsidRPr="0019014E" w:rsidRDefault="0019014E" w:rsidP="00EE6A32">
      <w:pPr>
        <w:widowControl w:val="0"/>
        <w:numPr>
          <w:ilvl w:val="0"/>
          <w:numId w:val="48"/>
        </w:numPr>
        <w:rPr>
          <w:rFonts w:ascii="Open Sans" w:hAnsi="Open Sans" w:cs="Open Sans"/>
        </w:rPr>
      </w:pPr>
      <w:r w:rsidRPr="0019014E">
        <w:rPr>
          <w:rFonts w:ascii="Open Sans" w:hAnsi="Open Sans" w:cs="Open Sans"/>
        </w:rPr>
        <w:t>člen</w:t>
      </w:r>
    </w:p>
    <w:p w14:paraId="1332F0BA" w14:textId="77777777" w:rsidR="0019014E" w:rsidRPr="0019014E" w:rsidRDefault="0019014E" w:rsidP="0019014E">
      <w:pPr>
        <w:widowControl w:val="0"/>
        <w:jc w:val="both"/>
        <w:rPr>
          <w:rFonts w:ascii="Open Sans" w:hAnsi="Open Sans" w:cs="Open Sans"/>
          <w:lang w:val="pl-PL"/>
        </w:rPr>
      </w:pPr>
    </w:p>
    <w:p w14:paraId="0CDA6A59" w14:textId="335FB65D" w:rsidR="004148B7" w:rsidRPr="004148B7" w:rsidRDefault="004148B7" w:rsidP="004148B7">
      <w:pPr>
        <w:spacing w:line="276" w:lineRule="auto"/>
        <w:jc w:val="both"/>
        <w:rPr>
          <w:rFonts w:ascii="Open Sans" w:hAnsi="Open Sans" w:cs="Open Sans"/>
        </w:rPr>
      </w:pPr>
      <w:r w:rsidRPr="004148B7">
        <w:rPr>
          <w:rFonts w:ascii="Open Sans" w:hAnsi="Open Sans" w:cs="Open Sans"/>
        </w:rPr>
        <w:t xml:space="preserve">Izvajalec lahko v roku, ki ga bo določil naročnik in ne sme biti daljši od 15 </w:t>
      </w:r>
      <w:r>
        <w:rPr>
          <w:rFonts w:ascii="Open Sans" w:hAnsi="Open Sans" w:cs="Open Sans"/>
        </w:rPr>
        <w:t xml:space="preserve">(petnajst) </w:t>
      </w:r>
      <w:r w:rsidRPr="004148B7">
        <w:rPr>
          <w:rFonts w:ascii="Open Sans" w:hAnsi="Open Sans" w:cs="Open Sans"/>
        </w:rPr>
        <w:t xml:space="preserve">dni, predloži dokaze, da je sprejel zadostne ukrepe, s katerimi lahko dokaže svojo zanesljivost kljub obstoju okoliščin. Če bo izpolnjena okoliščina iz prvega odstavka prejšnjega člena pri gospodarskem subjektu in če gospodarski subjekt ni predložil dokazov ali če jih je, pa bo naročnik ocenil, da ti ukrepi ne zadoščajo, naročnik takoj, vendar najpozneje 60 </w:t>
      </w:r>
      <w:r>
        <w:rPr>
          <w:rFonts w:ascii="Open Sans" w:hAnsi="Open Sans" w:cs="Open Sans"/>
        </w:rPr>
        <w:t xml:space="preserve">(šestdesetih) </w:t>
      </w:r>
      <w:r w:rsidRPr="004148B7">
        <w:rPr>
          <w:rFonts w:ascii="Open Sans" w:hAnsi="Open Sans" w:cs="Open Sans"/>
        </w:rPr>
        <w:t xml:space="preserve">dni od poteka roka za preverjanje iz prvega odstavka prejšnjega člena, začne nov postopek javnega naročanja, razen v primeru sporazuma, sklenjenega z več gospodarskimi subjekti. Če je izpolnjena okoliščina iz prvega odstavka prejšnjega člena pri podizvajalcu, lahko gospodarski subjekt v roku, ki ga bo določil naročnik in ne sme biti daljši od 15 </w:t>
      </w:r>
      <w:r>
        <w:rPr>
          <w:rFonts w:ascii="Open Sans" w:hAnsi="Open Sans" w:cs="Open Sans"/>
        </w:rPr>
        <w:t xml:space="preserve">(petnajst) </w:t>
      </w:r>
      <w:r w:rsidRPr="004148B7">
        <w:rPr>
          <w:rFonts w:ascii="Open Sans" w:hAnsi="Open Sans" w:cs="Open Sans"/>
        </w:rPr>
        <w:t xml:space="preserve">dni, predloži dokaze, da je podizvajalec sprejel zadostne ukrepe, s katerimi lahko dokaže svojo zanesljivost, kljub obstoju okoliščin. Če gospodarski subjekt ni predložil dokazov za podizvajalca ali če jih je, pa bo naročnik ocenil, da ti ukrepi ne zadoščajo, lahko gospodarski subjekt v roku, ki ga določi naročnik in ne sme biti daljši od 15 </w:t>
      </w:r>
      <w:r>
        <w:rPr>
          <w:rFonts w:ascii="Open Sans" w:hAnsi="Open Sans" w:cs="Open Sans"/>
        </w:rPr>
        <w:t xml:space="preserve">(petnajst) </w:t>
      </w:r>
      <w:r w:rsidRPr="004148B7">
        <w:rPr>
          <w:rFonts w:ascii="Open Sans" w:hAnsi="Open Sans" w:cs="Open Sans"/>
        </w:rPr>
        <w:t xml:space="preserve">dni, zamenja podizvajalca v skladu s 94. členom ZJN-3 ali sam prevzame del, ki ga je oddal v </w:t>
      </w:r>
      <w:proofErr w:type="spellStart"/>
      <w:r w:rsidRPr="004148B7">
        <w:rPr>
          <w:rFonts w:ascii="Open Sans" w:hAnsi="Open Sans" w:cs="Open Sans"/>
        </w:rPr>
        <w:t>podizvajanje</w:t>
      </w:r>
      <w:proofErr w:type="spellEnd"/>
      <w:r w:rsidRPr="004148B7">
        <w:rPr>
          <w:rFonts w:ascii="Open Sans" w:hAnsi="Open Sans" w:cs="Open Sans"/>
        </w:rPr>
        <w:t xml:space="preserve"> temu podizvajalcu, če ta zamenjava ali prevzem ne pomeni bistvene spremembe sporazuma. Če gospodarski subjekt v prej navedenih rokih ne prevzame del sam ali ne predlaga novega podizvajalca ali če bo naročnik v skladu s 94. členom ZJN-3 pravočasno predlaganega novega podizvajalca zavrnil, bo naročnik takoj, vendar najpozneje 60 </w:t>
      </w:r>
      <w:r>
        <w:rPr>
          <w:rFonts w:ascii="Open Sans" w:hAnsi="Open Sans" w:cs="Open Sans"/>
        </w:rPr>
        <w:t xml:space="preserve">(šestdesetih) </w:t>
      </w:r>
      <w:r w:rsidRPr="004148B7">
        <w:rPr>
          <w:rFonts w:ascii="Open Sans" w:hAnsi="Open Sans" w:cs="Open Sans"/>
        </w:rPr>
        <w:t>dni od poteka roka za preverjanje iz prvega odstavka prejšnjega člena, začel nov postopek javnega naročila.</w:t>
      </w:r>
    </w:p>
    <w:p w14:paraId="6BF3ED55" w14:textId="77777777" w:rsidR="0019014E" w:rsidRPr="0019014E" w:rsidRDefault="0019014E" w:rsidP="00EE6A32">
      <w:pPr>
        <w:widowControl w:val="0"/>
        <w:numPr>
          <w:ilvl w:val="0"/>
          <w:numId w:val="48"/>
        </w:numPr>
        <w:rPr>
          <w:rFonts w:ascii="Open Sans" w:hAnsi="Open Sans" w:cs="Open Sans"/>
        </w:rPr>
      </w:pPr>
      <w:r w:rsidRPr="0019014E">
        <w:rPr>
          <w:rFonts w:ascii="Open Sans" w:hAnsi="Open Sans" w:cs="Open Sans"/>
        </w:rPr>
        <w:t>člen</w:t>
      </w:r>
    </w:p>
    <w:p w14:paraId="07E4BA49" w14:textId="77777777" w:rsidR="0019014E" w:rsidRPr="0019014E" w:rsidRDefault="0019014E" w:rsidP="0019014E">
      <w:pPr>
        <w:widowControl w:val="0"/>
        <w:jc w:val="both"/>
        <w:rPr>
          <w:rFonts w:ascii="Open Sans" w:eastAsiaTheme="minorHAnsi" w:hAnsi="Open Sans" w:cs="Open Sans"/>
          <w:iCs/>
          <w:lang w:eastAsia="en-US"/>
        </w:rPr>
      </w:pPr>
    </w:p>
    <w:p w14:paraId="6CCB4547" w14:textId="7F288FCE" w:rsidR="0019014E" w:rsidRPr="0019014E" w:rsidRDefault="0019014E" w:rsidP="0019014E">
      <w:pPr>
        <w:widowControl w:val="0"/>
        <w:jc w:val="both"/>
        <w:rPr>
          <w:rFonts w:ascii="Open Sans" w:hAnsi="Open Sans" w:cs="Open Sans"/>
          <w:lang w:val="pl-PL"/>
        </w:rPr>
      </w:pPr>
      <w:r w:rsidRPr="0019014E">
        <w:rPr>
          <w:rFonts w:ascii="Open Sans" w:hAnsi="Open Sans" w:cs="Open Sans"/>
          <w:lang w:val="pl-PL"/>
        </w:rPr>
        <w:t xml:space="preserve">Ta okvirni sporazuma je sklenjen pod razveznim pogojem, ki se v primeru izpolnitve okoliščin iz prvega </w:t>
      </w:r>
      <w:r w:rsidRPr="0019014E">
        <w:rPr>
          <w:rFonts w:ascii="Open Sans" w:hAnsi="Open Sans" w:cs="Open Sans"/>
          <w:lang w:val="pl-PL"/>
        </w:rPr>
        <w:lastRenderedPageBreak/>
        <w:t xml:space="preserve">odstavka </w:t>
      </w:r>
      <w:r w:rsidRPr="00D24D8B">
        <w:rPr>
          <w:rFonts w:ascii="Open Sans" w:hAnsi="Open Sans" w:cs="Open Sans"/>
          <w:lang w:val="pl-PL"/>
        </w:rPr>
        <w:t>21. člena</w:t>
      </w:r>
      <w:r w:rsidRPr="0019014E">
        <w:rPr>
          <w:rFonts w:ascii="Open Sans" w:hAnsi="Open Sans" w:cs="Open Sans"/>
          <w:lang w:val="pl-PL"/>
        </w:rPr>
        <w:t xml:space="preserve"> tega okvirnega sporazuma ter ob upoštevanju prejšnjega člena, uresniči z dnem sklenitve novega okvirnega sporazuma o izvedbi javnega naročila za predmetno naročilo. O datumu sklenitve novega okvirnega sporazuma bo naročnik obvestil </w:t>
      </w:r>
      <w:r w:rsidR="004148B7">
        <w:rPr>
          <w:rFonts w:ascii="Open Sans" w:hAnsi="Open Sans" w:cs="Open Sans"/>
          <w:lang w:val="pl-PL"/>
        </w:rPr>
        <w:t>gospodarski subjekt</w:t>
      </w:r>
      <w:r w:rsidRPr="0019014E">
        <w:rPr>
          <w:rFonts w:ascii="Open Sans" w:hAnsi="Open Sans" w:cs="Open Sans"/>
          <w:lang w:val="pl-PL"/>
        </w:rPr>
        <w:t>.</w:t>
      </w:r>
    </w:p>
    <w:p w14:paraId="7798C1D3" w14:textId="65078423" w:rsidR="00D96B63" w:rsidRDefault="00D96B63" w:rsidP="00986178">
      <w:pPr>
        <w:widowControl w:val="0"/>
        <w:tabs>
          <w:tab w:val="left" w:pos="1702"/>
        </w:tabs>
        <w:jc w:val="both"/>
        <w:rPr>
          <w:rFonts w:ascii="Open Sans" w:hAnsi="Open Sans" w:cs="Open Sans"/>
        </w:rPr>
      </w:pPr>
    </w:p>
    <w:p w14:paraId="6C651DEF" w14:textId="77777777" w:rsidR="00FF4859" w:rsidRPr="00986178" w:rsidRDefault="00FF4859" w:rsidP="00986178">
      <w:pPr>
        <w:widowControl w:val="0"/>
        <w:tabs>
          <w:tab w:val="left" w:pos="1702"/>
        </w:tabs>
        <w:jc w:val="both"/>
        <w:rPr>
          <w:rFonts w:ascii="Open Sans" w:hAnsi="Open Sans" w:cs="Open Sans"/>
        </w:rPr>
      </w:pPr>
    </w:p>
    <w:p w14:paraId="0F39C59B" w14:textId="77777777" w:rsidR="00725C2B" w:rsidRPr="00986178" w:rsidRDefault="00725C2B" w:rsidP="0019014E">
      <w:pPr>
        <w:widowControl w:val="0"/>
        <w:numPr>
          <w:ilvl w:val="0"/>
          <w:numId w:val="51"/>
        </w:numPr>
        <w:jc w:val="center"/>
        <w:rPr>
          <w:rFonts w:ascii="Open Sans" w:hAnsi="Open Sans" w:cs="Open Sans"/>
          <w:b/>
          <w:lang w:val="pl-PL"/>
        </w:rPr>
      </w:pPr>
      <w:r w:rsidRPr="00986178">
        <w:rPr>
          <w:rFonts w:ascii="Open Sans" w:hAnsi="Open Sans" w:cs="Open Sans"/>
          <w:b/>
        </w:rPr>
        <w:t xml:space="preserve">PREDSTAVNIKI </w:t>
      </w:r>
      <w:r w:rsidRPr="00986178">
        <w:rPr>
          <w:rFonts w:ascii="Open Sans" w:hAnsi="Open Sans" w:cs="Open Sans"/>
          <w:b/>
          <w:lang w:val="pl-PL"/>
        </w:rPr>
        <w:t xml:space="preserve">STRANK </w:t>
      </w:r>
    </w:p>
    <w:p w14:paraId="365E90FE" w14:textId="77777777" w:rsidR="00725C2B" w:rsidRPr="00986178" w:rsidRDefault="00725C2B" w:rsidP="00986178">
      <w:pPr>
        <w:widowControl w:val="0"/>
        <w:tabs>
          <w:tab w:val="left" w:pos="709"/>
        </w:tabs>
        <w:jc w:val="center"/>
        <w:rPr>
          <w:rFonts w:ascii="Open Sans" w:hAnsi="Open Sans" w:cs="Open Sans"/>
          <w:b/>
          <w:lang w:val="pl-PL"/>
        </w:rPr>
      </w:pPr>
    </w:p>
    <w:p w14:paraId="64ED3743"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7B6E011E" w14:textId="77777777" w:rsidR="00725C2B" w:rsidRPr="00986178" w:rsidRDefault="00725C2B" w:rsidP="00986178">
      <w:pPr>
        <w:widowControl w:val="0"/>
        <w:jc w:val="both"/>
        <w:rPr>
          <w:rFonts w:ascii="Open Sans" w:hAnsi="Open Sans" w:cs="Open Sans"/>
        </w:rPr>
      </w:pPr>
    </w:p>
    <w:p w14:paraId="462DDECC" w14:textId="33185910" w:rsidR="00725C2B" w:rsidRPr="00986178" w:rsidRDefault="00725C2B" w:rsidP="00986178">
      <w:pPr>
        <w:widowControl w:val="0"/>
        <w:jc w:val="both"/>
        <w:rPr>
          <w:rFonts w:ascii="Open Sans" w:hAnsi="Open Sans" w:cs="Open Sans"/>
        </w:rPr>
      </w:pPr>
      <w:r w:rsidRPr="00986178">
        <w:rPr>
          <w:rFonts w:ascii="Open Sans" w:hAnsi="Open Sans" w:cs="Open Sans"/>
        </w:rPr>
        <w:t>Stranki okvirnega sporazuma veljavno zastopajo in predstavljajo izključno njuni zakoniti zastopniki.</w:t>
      </w:r>
    </w:p>
    <w:p w14:paraId="481D9A0C" w14:textId="77777777" w:rsidR="004F55D0" w:rsidRPr="00986178" w:rsidRDefault="004F55D0" w:rsidP="00986178">
      <w:pPr>
        <w:widowControl w:val="0"/>
        <w:jc w:val="both"/>
        <w:rPr>
          <w:rFonts w:ascii="Open Sans" w:hAnsi="Open Sans" w:cs="Open Sans"/>
        </w:rPr>
      </w:pPr>
    </w:p>
    <w:p w14:paraId="629A056E" w14:textId="706A1498" w:rsidR="007458E1" w:rsidRPr="00986178" w:rsidRDefault="007458E1" w:rsidP="00986178">
      <w:pPr>
        <w:widowControl w:val="0"/>
        <w:jc w:val="both"/>
        <w:rPr>
          <w:rFonts w:ascii="Open Sans" w:hAnsi="Open Sans" w:cs="Open Sans"/>
        </w:rPr>
      </w:pPr>
      <w:r w:rsidRPr="00986178">
        <w:rPr>
          <w:rFonts w:ascii="Open Sans" w:hAnsi="Open Sans" w:cs="Open Sans"/>
        </w:rPr>
        <w:t>Ne glede na določilo prejšnjega odstavka je predstavnik naročnika</w:t>
      </w:r>
      <w:r w:rsidR="00093A7D" w:rsidRPr="00986178">
        <w:rPr>
          <w:rFonts w:ascii="Open Sans" w:hAnsi="Open Sans" w:cs="Open Sans"/>
        </w:rPr>
        <w:t xml:space="preserve"> in skrbnik okvirnega sporazuma</w:t>
      </w:r>
      <w:r w:rsidRPr="00986178">
        <w:rPr>
          <w:rFonts w:ascii="Open Sans" w:hAnsi="Open Sans" w:cs="Open Sans"/>
        </w:rPr>
        <w:t>, ki bo urejal vsa vprašanja, ki bodo nastala v zvezi z izvajanjem tega okvirnega sporazuma, ____________, tel. št.: ____________, elektronski naslov:__________________,</w:t>
      </w:r>
      <w:r w:rsidRPr="00986178">
        <w:rPr>
          <w:rFonts w:ascii="Open Sans" w:hAnsi="Open Sans" w:cs="Open Sans"/>
          <w:color w:val="0000FF"/>
        </w:rPr>
        <w:t xml:space="preserve"> </w:t>
      </w:r>
      <w:r w:rsidRPr="00986178">
        <w:rPr>
          <w:rFonts w:ascii="Open Sans" w:hAnsi="Open Sans" w:cs="Open Sans"/>
          <w:bCs/>
        </w:rPr>
        <w:t>v njegovi odsotnosti pa ga zamenjuje ______________</w:t>
      </w:r>
      <w:r w:rsidRPr="00986178">
        <w:rPr>
          <w:rFonts w:ascii="Open Sans" w:hAnsi="Open Sans" w:cs="Open Sans"/>
        </w:rPr>
        <w:t>, tel. št.: _________________, elektronski naslov: _____________________.</w:t>
      </w:r>
    </w:p>
    <w:p w14:paraId="2CF6C25E" w14:textId="77777777" w:rsidR="00725C2B" w:rsidRPr="00986178" w:rsidRDefault="00725C2B" w:rsidP="00986178">
      <w:pPr>
        <w:widowControl w:val="0"/>
        <w:jc w:val="both"/>
        <w:rPr>
          <w:rFonts w:ascii="Open Sans" w:hAnsi="Open Sans" w:cs="Open Sans"/>
          <w:bCs/>
        </w:rPr>
      </w:pPr>
    </w:p>
    <w:p w14:paraId="118B6412" w14:textId="0FBC1A66" w:rsidR="00725C2B" w:rsidRPr="00986178" w:rsidRDefault="00725C2B" w:rsidP="00986178">
      <w:pPr>
        <w:widowControl w:val="0"/>
        <w:jc w:val="both"/>
        <w:rPr>
          <w:rFonts w:ascii="Open Sans" w:hAnsi="Open Sans" w:cs="Open Sans"/>
          <w:bCs/>
        </w:rPr>
      </w:pPr>
      <w:r w:rsidRPr="00986178">
        <w:rPr>
          <w:rFonts w:ascii="Open Sans" w:hAnsi="Open Sans" w:cs="Open Sans"/>
          <w:bCs/>
        </w:rPr>
        <w:t>Predstavnik izvajalca v zvezi z izvajanjem tega okvirnega sporazuma je __________________, tel. št.: ____________, elektronski naslov: ___________, v njegovi odsotnosti pa ga zamenjuje _________________________ tel. št.: ____________, elektronski naslov</w:t>
      </w:r>
      <w:r w:rsidR="00302506">
        <w:rPr>
          <w:rFonts w:ascii="Open Sans" w:hAnsi="Open Sans" w:cs="Open Sans"/>
          <w:bCs/>
        </w:rPr>
        <w:t>:</w:t>
      </w:r>
      <w:r w:rsidRPr="00986178">
        <w:rPr>
          <w:rFonts w:ascii="Open Sans" w:hAnsi="Open Sans" w:cs="Open Sans"/>
          <w:bCs/>
        </w:rPr>
        <w:t xml:space="preserve"> ___________.</w:t>
      </w:r>
    </w:p>
    <w:p w14:paraId="2B8ACACD" w14:textId="77777777" w:rsidR="00725C2B" w:rsidRPr="00986178" w:rsidRDefault="00725C2B" w:rsidP="00986178">
      <w:pPr>
        <w:widowControl w:val="0"/>
        <w:jc w:val="both"/>
        <w:rPr>
          <w:rFonts w:ascii="Open Sans" w:hAnsi="Open Sans" w:cs="Open Sans"/>
        </w:rPr>
      </w:pPr>
    </w:p>
    <w:p w14:paraId="0692E029" w14:textId="3FD426A4" w:rsidR="00725C2B" w:rsidRPr="00986178" w:rsidRDefault="00725C2B" w:rsidP="00986178">
      <w:pPr>
        <w:widowControl w:val="0"/>
        <w:jc w:val="both"/>
        <w:rPr>
          <w:rFonts w:ascii="Open Sans" w:hAnsi="Open Sans" w:cs="Open Sans"/>
        </w:rPr>
      </w:pPr>
      <w:r w:rsidRPr="00986178">
        <w:rPr>
          <w:rFonts w:ascii="Open Sans" w:hAnsi="Open Sans" w:cs="Open Sans"/>
        </w:rPr>
        <w:t xml:space="preserve">Predstavnik </w:t>
      </w:r>
      <w:r w:rsidR="00EA68D4" w:rsidRPr="00986178">
        <w:rPr>
          <w:rFonts w:ascii="Open Sans" w:hAnsi="Open Sans" w:cs="Open Sans"/>
        </w:rPr>
        <w:t xml:space="preserve">naročnika oz. </w:t>
      </w:r>
      <w:r w:rsidRPr="00986178">
        <w:rPr>
          <w:rFonts w:ascii="Open Sans" w:hAnsi="Open Sans" w:cs="Open Sans"/>
        </w:rPr>
        <w:t>izvajalca bo urejal vsa vprašanja, ki bodo nastala v zvezi z izvajanjem tega okvirnega sporazuma.</w:t>
      </w:r>
    </w:p>
    <w:p w14:paraId="4BAE3586" w14:textId="77777777" w:rsidR="00725C2B" w:rsidRPr="00986178" w:rsidRDefault="00725C2B" w:rsidP="00986178">
      <w:pPr>
        <w:widowControl w:val="0"/>
        <w:jc w:val="both"/>
        <w:rPr>
          <w:rFonts w:ascii="Open Sans" w:hAnsi="Open Sans" w:cs="Open Sans"/>
        </w:rPr>
      </w:pPr>
    </w:p>
    <w:p w14:paraId="4A74EC1B" w14:textId="77777777" w:rsidR="00A66FB5" w:rsidRPr="00986178" w:rsidRDefault="00725C2B" w:rsidP="00986178">
      <w:pPr>
        <w:widowControl w:val="0"/>
        <w:jc w:val="both"/>
        <w:rPr>
          <w:rFonts w:ascii="Open Sans" w:hAnsi="Open Sans" w:cs="Open Sans"/>
          <w:iCs/>
        </w:rPr>
      </w:pPr>
      <w:r w:rsidRPr="00986178">
        <w:rPr>
          <w:rFonts w:ascii="Open Sans" w:hAnsi="Open Sans" w:cs="Open Sans"/>
          <w:iCs/>
        </w:rPr>
        <w:t xml:space="preserve">Morebitno spremembo navedenih oseb morata stranki okvirnega sporazuma sporočiti druga drugi v pisni obliki (po e-pošti) najkasneje v roku 7 (sedmih) koledarskih dni po nastanku spremembe. </w:t>
      </w:r>
    </w:p>
    <w:p w14:paraId="68EBB52F" w14:textId="77777777" w:rsidR="00A66FB5" w:rsidRPr="00986178" w:rsidRDefault="00A66FB5" w:rsidP="00986178">
      <w:pPr>
        <w:widowControl w:val="0"/>
        <w:jc w:val="both"/>
        <w:rPr>
          <w:rFonts w:ascii="Open Sans" w:hAnsi="Open Sans" w:cs="Open Sans"/>
          <w:iCs/>
        </w:rPr>
      </w:pPr>
    </w:p>
    <w:p w14:paraId="75482B18" w14:textId="0B0EB7E4" w:rsidR="00725C2B" w:rsidRPr="00986178" w:rsidRDefault="00725C2B" w:rsidP="00986178">
      <w:pPr>
        <w:widowControl w:val="0"/>
        <w:jc w:val="both"/>
        <w:rPr>
          <w:rFonts w:ascii="Open Sans" w:hAnsi="Open Sans" w:cs="Open Sans"/>
          <w:iCs/>
        </w:rPr>
      </w:pPr>
      <w:r w:rsidRPr="00986178">
        <w:rPr>
          <w:rFonts w:ascii="Open Sans" w:hAnsi="Open Sans" w:cs="Open Sans"/>
          <w:iCs/>
        </w:rPr>
        <w:t xml:space="preserve">Ne glede na drugi odstavek </w:t>
      </w:r>
      <w:r w:rsidR="009A7318" w:rsidRPr="00986178">
        <w:rPr>
          <w:rFonts w:ascii="Open Sans" w:hAnsi="Open Sans" w:cs="Open Sans"/>
          <w:iCs/>
        </w:rPr>
        <w:t>3</w:t>
      </w:r>
      <w:r w:rsidR="000616FF" w:rsidRPr="00986178">
        <w:rPr>
          <w:rFonts w:ascii="Open Sans" w:hAnsi="Open Sans" w:cs="Open Sans"/>
          <w:iCs/>
        </w:rPr>
        <w:t>3</w:t>
      </w:r>
      <w:r w:rsidRPr="00986178">
        <w:rPr>
          <w:rFonts w:ascii="Open Sans" w:hAnsi="Open Sans" w:cs="Open Sans"/>
          <w:iCs/>
        </w:rPr>
        <w:t xml:space="preserve">. člena tega okvirnega sporazuma sprememba predstavnikov strank okvirnega sporazuma velja, če stranki okvirnega sporazuma o spremembi </w:t>
      </w:r>
      <w:r w:rsidR="00B619FD" w:rsidRPr="00986178">
        <w:rPr>
          <w:rFonts w:ascii="Open Sans" w:hAnsi="Open Sans" w:cs="Open Sans"/>
          <w:iCs/>
        </w:rPr>
        <w:t xml:space="preserve">svojih </w:t>
      </w:r>
      <w:r w:rsidRPr="00986178">
        <w:rPr>
          <w:rFonts w:ascii="Open Sans" w:hAnsi="Open Sans" w:cs="Open Sans"/>
          <w:iCs/>
        </w:rPr>
        <w:t>predstavnikov obvestita druga drugo na elektronske naslove, navedene v tem členu okvirnega sporazuma.</w:t>
      </w:r>
    </w:p>
    <w:p w14:paraId="3857D2B7" w14:textId="7E3A5740" w:rsidR="00810676" w:rsidRDefault="00810676" w:rsidP="00986178">
      <w:pPr>
        <w:widowControl w:val="0"/>
        <w:jc w:val="both"/>
        <w:rPr>
          <w:rFonts w:ascii="Open Sans" w:hAnsi="Open Sans" w:cs="Open Sans"/>
        </w:rPr>
      </w:pPr>
    </w:p>
    <w:p w14:paraId="1F323527" w14:textId="77777777" w:rsidR="00FF4859" w:rsidRPr="00986178" w:rsidRDefault="00FF4859" w:rsidP="00986178">
      <w:pPr>
        <w:widowControl w:val="0"/>
        <w:jc w:val="both"/>
        <w:rPr>
          <w:rFonts w:ascii="Open Sans" w:hAnsi="Open Sans" w:cs="Open Sans"/>
        </w:rPr>
      </w:pPr>
    </w:p>
    <w:p w14:paraId="29C1752F"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POSLOVNA SKRIVNOST</w:t>
      </w:r>
    </w:p>
    <w:p w14:paraId="7DB94444" w14:textId="77777777" w:rsidR="00725C2B" w:rsidRPr="00986178" w:rsidRDefault="00725C2B" w:rsidP="00986178">
      <w:pPr>
        <w:widowControl w:val="0"/>
        <w:jc w:val="center"/>
        <w:rPr>
          <w:rFonts w:ascii="Open Sans" w:hAnsi="Open Sans" w:cs="Open Sans"/>
          <w:b/>
        </w:rPr>
      </w:pPr>
    </w:p>
    <w:p w14:paraId="477CEDBF"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1EB99AC5" w14:textId="77777777" w:rsidR="00725C2B" w:rsidRPr="00986178" w:rsidRDefault="00725C2B" w:rsidP="00986178">
      <w:pPr>
        <w:widowControl w:val="0"/>
        <w:jc w:val="center"/>
        <w:rPr>
          <w:rFonts w:ascii="Open Sans" w:hAnsi="Open Sans" w:cs="Open Sans"/>
          <w:bCs/>
        </w:rPr>
      </w:pPr>
    </w:p>
    <w:p w14:paraId="11E2495F" w14:textId="2B1C55F2" w:rsidR="00E8059C" w:rsidRDefault="00E8059C" w:rsidP="00986178">
      <w:pPr>
        <w:widowControl w:val="0"/>
        <w:tabs>
          <w:tab w:val="left" w:pos="567"/>
          <w:tab w:val="left" w:pos="1418"/>
          <w:tab w:val="left" w:pos="1702"/>
        </w:tabs>
        <w:jc w:val="both"/>
        <w:rPr>
          <w:rFonts w:ascii="Open Sans" w:hAnsi="Open Sans" w:cs="Open Sans"/>
        </w:rPr>
      </w:pPr>
      <w:r w:rsidRPr="00986178">
        <w:rPr>
          <w:rFonts w:ascii="Open Sans" w:hAnsi="Open Sans" w:cs="Open Sans"/>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izvedbo nalog predmeta okvirnega sporazuma, razen podatkov oz. informacij, ki po veljavnih predpisih štejejo za javne.</w:t>
      </w:r>
    </w:p>
    <w:p w14:paraId="7919E4F9" w14:textId="56DFE04F" w:rsidR="00986178" w:rsidRDefault="00986178" w:rsidP="00986178">
      <w:pPr>
        <w:widowControl w:val="0"/>
        <w:tabs>
          <w:tab w:val="left" w:pos="567"/>
          <w:tab w:val="left" w:pos="1418"/>
          <w:tab w:val="left" w:pos="1702"/>
        </w:tabs>
        <w:jc w:val="both"/>
        <w:rPr>
          <w:rFonts w:ascii="Open Sans" w:hAnsi="Open Sans" w:cs="Open Sans"/>
        </w:rPr>
      </w:pPr>
    </w:p>
    <w:p w14:paraId="734A2C89" w14:textId="77777777" w:rsidR="00627222" w:rsidRPr="00986178" w:rsidRDefault="00627222" w:rsidP="00986178">
      <w:pPr>
        <w:widowControl w:val="0"/>
        <w:tabs>
          <w:tab w:val="left" w:pos="567"/>
          <w:tab w:val="left" w:pos="1418"/>
          <w:tab w:val="left" w:pos="1702"/>
        </w:tabs>
        <w:jc w:val="both"/>
        <w:rPr>
          <w:rFonts w:ascii="Open Sans" w:hAnsi="Open Sans" w:cs="Open Sans"/>
        </w:rPr>
      </w:pPr>
    </w:p>
    <w:p w14:paraId="40BC14E2"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PRENOS PRAVIC IN OBVEZNOSTI</w:t>
      </w:r>
    </w:p>
    <w:p w14:paraId="0A79F294" w14:textId="77777777" w:rsidR="00725C2B" w:rsidRPr="00986178" w:rsidRDefault="00725C2B" w:rsidP="00986178">
      <w:pPr>
        <w:widowControl w:val="0"/>
        <w:tabs>
          <w:tab w:val="left" w:pos="2850"/>
        </w:tabs>
        <w:ind w:right="-483"/>
        <w:rPr>
          <w:rFonts w:ascii="Open Sans" w:hAnsi="Open Sans" w:cs="Open Sans"/>
          <w:b/>
        </w:rPr>
      </w:pPr>
    </w:p>
    <w:p w14:paraId="035BCE64"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740995C3" w14:textId="77777777" w:rsidR="00725C2B" w:rsidRPr="00986178" w:rsidRDefault="00725C2B" w:rsidP="00986178">
      <w:pPr>
        <w:widowControl w:val="0"/>
        <w:tabs>
          <w:tab w:val="left" w:pos="2850"/>
        </w:tabs>
        <w:ind w:right="-50"/>
        <w:rPr>
          <w:rFonts w:ascii="Open Sans" w:hAnsi="Open Sans" w:cs="Open Sans"/>
        </w:rPr>
      </w:pPr>
    </w:p>
    <w:p w14:paraId="2EC345F6" w14:textId="77777777" w:rsidR="00725C2B" w:rsidRPr="00986178" w:rsidRDefault="00725C2B" w:rsidP="00986178">
      <w:pPr>
        <w:widowControl w:val="0"/>
        <w:numPr>
          <w:ilvl w:val="12"/>
          <w:numId w:val="0"/>
        </w:numPr>
        <w:tabs>
          <w:tab w:val="left" w:pos="1701"/>
        </w:tabs>
        <w:ind w:right="-1"/>
        <w:jc w:val="both"/>
        <w:rPr>
          <w:rFonts w:ascii="Open Sans" w:hAnsi="Open Sans" w:cs="Open Sans"/>
        </w:rPr>
      </w:pPr>
      <w:r w:rsidRPr="00986178">
        <w:rPr>
          <w:rFonts w:ascii="Open Sans" w:hAnsi="Open Sans" w:cs="Open Sans"/>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145FCC68" w14:textId="77777777" w:rsidR="00725C2B" w:rsidRPr="00986178" w:rsidRDefault="00725C2B" w:rsidP="00986178">
      <w:pPr>
        <w:widowControl w:val="0"/>
        <w:numPr>
          <w:ilvl w:val="12"/>
          <w:numId w:val="0"/>
        </w:numPr>
        <w:tabs>
          <w:tab w:val="left" w:pos="1701"/>
        </w:tabs>
        <w:ind w:right="-1"/>
        <w:jc w:val="both"/>
        <w:rPr>
          <w:rFonts w:ascii="Open Sans" w:hAnsi="Open Sans" w:cs="Open Sans"/>
        </w:rPr>
      </w:pPr>
    </w:p>
    <w:p w14:paraId="3A3163AF" w14:textId="74918032" w:rsidR="00725C2B" w:rsidRPr="00986178" w:rsidRDefault="00725C2B" w:rsidP="00986178">
      <w:pPr>
        <w:widowControl w:val="0"/>
        <w:numPr>
          <w:ilvl w:val="12"/>
          <w:numId w:val="0"/>
        </w:numPr>
        <w:jc w:val="both"/>
        <w:rPr>
          <w:rFonts w:ascii="Open Sans" w:hAnsi="Open Sans" w:cs="Open Sans"/>
          <w:lang w:val="x-none" w:eastAsia="x-none"/>
        </w:rPr>
      </w:pPr>
      <w:r w:rsidRPr="00986178">
        <w:rPr>
          <w:rFonts w:ascii="Open Sans" w:hAnsi="Open Sans" w:cs="Open Sans"/>
          <w:lang w:val="x-none" w:eastAsia="x-none"/>
        </w:rPr>
        <w:t>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pravne naslednike zagotovljen šele takrat, ko pravni naslednik pisno potrdi prevzem pravic in obveznosti iz tega okvirnega sporazuma in ko druga stranka okvirnega sporazuma izda pisno soglasje za tak prenos.</w:t>
      </w:r>
    </w:p>
    <w:p w14:paraId="1CD55427" w14:textId="3CE45E59" w:rsidR="007458E1" w:rsidRDefault="007458E1" w:rsidP="00986178">
      <w:pPr>
        <w:widowControl w:val="0"/>
        <w:numPr>
          <w:ilvl w:val="12"/>
          <w:numId w:val="0"/>
        </w:numPr>
        <w:jc w:val="both"/>
        <w:rPr>
          <w:rFonts w:ascii="Open Sans" w:hAnsi="Open Sans" w:cs="Open Sans"/>
          <w:lang w:val="x-none" w:eastAsia="x-none"/>
        </w:rPr>
      </w:pPr>
    </w:p>
    <w:p w14:paraId="20044278" w14:textId="77777777" w:rsidR="00FF4859" w:rsidRPr="00986178" w:rsidRDefault="00FF4859" w:rsidP="00986178">
      <w:pPr>
        <w:widowControl w:val="0"/>
        <w:numPr>
          <w:ilvl w:val="12"/>
          <w:numId w:val="0"/>
        </w:numPr>
        <w:jc w:val="both"/>
        <w:rPr>
          <w:rFonts w:ascii="Open Sans" w:hAnsi="Open Sans" w:cs="Open Sans"/>
          <w:lang w:val="x-none" w:eastAsia="x-none"/>
        </w:rPr>
      </w:pPr>
    </w:p>
    <w:p w14:paraId="586331A1"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ODSTOP OZIROMA CESIJA DENARNIH TERJATEV</w:t>
      </w:r>
    </w:p>
    <w:p w14:paraId="7073DCD4" w14:textId="77777777" w:rsidR="00725C2B" w:rsidRPr="00986178" w:rsidRDefault="00725C2B" w:rsidP="00986178">
      <w:pPr>
        <w:widowControl w:val="0"/>
        <w:numPr>
          <w:ilvl w:val="12"/>
          <w:numId w:val="0"/>
        </w:numPr>
        <w:rPr>
          <w:rFonts w:ascii="Open Sans" w:hAnsi="Open Sans" w:cs="Open Sans"/>
          <w:lang w:val="x-none" w:eastAsia="x-none"/>
        </w:rPr>
      </w:pPr>
    </w:p>
    <w:p w14:paraId="27EBAE13"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1781C886" w14:textId="77777777" w:rsidR="00725C2B" w:rsidRPr="00986178" w:rsidRDefault="00725C2B" w:rsidP="00986178">
      <w:pPr>
        <w:widowControl w:val="0"/>
        <w:tabs>
          <w:tab w:val="left" w:pos="4820"/>
        </w:tabs>
        <w:jc w:val="both"/>
        <w:rPr>
          <w:rFonts w:ascii="Open Sans" w:hAnsi="Open Sans" w:cs="Open Sans"/>
          <w:b/>
        </w:rPr>
      </w:pPr>
    </w:p>
    <w:p w14:paraId="68F68A4E" w14:textId="7E27D79D" w:rsidR="00725C2B" w:rsidRPr="00986178" w:rsidRDefault="00725C2B" w:rsidP="00986178">
      <w:pPr>
        <w:widowControl w:val="0"/>
        <w:numPr>
          <w:ilvl w:val="12"/>
          <w:numId w:val="0"/>
        </w:numPr>
        <w:jc w:val="both"/>
        <w:rPr>
          <w:rFonts w:ascii="Open Sans" w:hAnsi="Open Sans" w:cs="Open Sans"/>
          <w:lang w:val="x-none" w:eastAsia="x-none"/>
        </w:rPr>
      </w:pPr>
      <w:r w:rsidRPr="00986178">
        <w:rPr>
          <w:rFonts w:ascii="Open Sans" w:hAnsi="Open Sans" w:cs="Open Sans"/>
          <w:lang w:val="x-none" w:eastAsia="x-none"/>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739D750" w14:textId="5E76A9AB" w:rsidR="00B87BDC" w:rsidRDefault="00B87BDC" w:rsidP="00986178">
      <w:pPr>
        <w:widowControl w:val="0"/>
        <w:numPr>
          <w:ilvl w:val="12"/>
          <w:numId w:val="0"/>
        </w:numPr>
        <w:jc w:val="both"/>
        <w:rPr>
          <w:rFonts w:ascii="Open Sans" w:hAnsi="Open Sans" w:cs="Open Sans"/>
          <w:lang w:eastAsia="x-none"/>
        </w:rPr>
      </w:pPr>
    </w:p>
    <w:p w14:paraId="0957E82E" w14:textId="77777777" w:rsidR="00FF4859" w:rsidRPr="00986178" w:rsidRDefault="00FF4859" w:rsidP="00986178">
      <w:pPr>
        <w:widowControl w:val="0"/>
        <w:numPr>
          <w:ilvl w:val="12"/>
          <w:numId w:val="0"/>
        </w:numPr>
        <w:jc w:val="both"/>
        <w:rPr>
          <w:rFonts w:ascii="Open Sans" w:hAnsi="Open Sans" w:cs="Open Sans"/>
          <w:lang w:eastAsia="x-none"/>
        </w:rPr>
      </w:pPr>
    </w:p>
    <w:p w14:paraId="5524B311"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PROTIKORUPCIJSKO DOLOČILO</w:t>
      </w:r>
    </w:p>
    <w:p w14:paraId="7BF6801E" w14:textId="77777777" w:rsidR="00725C2B" w:rsidRPr="00986178" w:rsidRDefault="00725C2B" w:rsidP="00986178">
      <w:pPr>
        <w:widowControl w:val="0"/>
        <w:numPr>
          <w:ilvl w:val="12"/>
          <w:numId w:val="0"/>
        </w:numPr>
        <w:tabs>
          <w:tab w:val="left" w:pos="567"/>
          <w:tab w:val="left" w:pos="2850"/>
        </w:tabs>
        <w:jc w:val="center"/>
        <w:rPr>
          <w:rFonts w:ascii="Open Sans" w:hAnsi="Open Sans" w:cs="Open Sans"/>
        </w:rPr>
      </w:pPr>
    </w:p>
    <w:p w14:paraId="3A9E0326"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5AEB9335" w14:textId="77777777" w:rsidR="00725C2B" w:rsidRPr="00986178" w:rsidRDefault="00725C2B" w:rsidP="00986178">
      <w:pPr>
        <w:widowControl w:val="0"/>
        <w:jc w:val="center"/>
        <w:rPr>
          <w:rFonts w:ascii="Open Sans" w:hAnsi="Open Sans" w:cs="Open Sans"/>
        </w:rPr>
      </w:pPr>
    </w:p>
    <w:p w14:paraId="76279607" w14:textId="4F0CA832" w:rsidR="00A34277" w:rsidRPr="00986178" w:rsidRDefault="00A34277" w:rsidP="00986178">
      <w:pPr>
        <w:widowControl w:val="0"/>
        <w:numPr>
          <w:ilvl w:val="12"/>
          <w:numId w:val="0"/>
        </w:numPr>
        <w:jc w:val="both"/>
        <w:rPr>
          <w:rFonts w:ascii="Open Sans" w:hAnsi="Open Sans" w:cs="Open Sans"/>
        </w:rPr>
      </w:pPr>
      <w:r w:rsidRPr="00986178">
        <w:rPr>
          <w:rFonts w:ascii="Open Sans" w:hAnsi="Open Sans" w:cs="Open Sans"/>
        </w:rPr>
        <w:t xml:space="preserve">V primeru, da se ugotovi, da je pri izvedbi javnega naročila, na podlagi katerega je sklenjen ta okvirni sporazum ali pri izvajanju tega okvirnega sporazuma kdo v imenu ali na račun </w:t>
      </w:r>
      <w:r w:rsidR="007F52FE">
        <w:rPr>
          <w:rFonts w:ascii="Open Sans" w:hAnsi="Open Sans" w:cs="Open Sans"/>
        </w:rPr>
        <w:t>izvajalca</w:t>
      </w:r>
      <w:r w:rsidRPr="00986178">
        <w:rPr>
          <w:rFonts w:ascii="Open Sans" w:hAnsi="Open Sans" w:cs="Open Sans"/>
        </w:rPr>
        <w:t xml:space="preserve">,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organu ali organizaciji iz javnega sektorja povzročena škoda ali je omogočena pridobitev nedovoljene koristi predstavniku naročnika, organa, posredniku organa ali organizacije iz javnega sektorja, </w:t>
      </w:r>
      <w:r w:rsidR="007F52FE">
        <w:rPr>
          <w:rFonts w:ascii="Open Sans" w:hAnsi="Open Sans" w:cs="Open Sans"/>
        </w:rPr>
        <w:t>izvajalcu</w:t>
      </w:r>
      <w:r w:rsidRPr="00986178">
        <w:rPr>
          <w:rFonts w:ascii="Open Sans" w:hAnsi="Open Sans" w:cs="Open Sans"/>
        </w:rPr>
        <w:t xml:space="preserve"> ali njegovemu predstavniku, zastopniku, posredniku, je ta okvirni sporazum ničen.</w:t>
      </w:r>
    </w:p>
    <w:p w14:paraId="67B379F6" w14:textId="77777777" w:rsidR="00A34277" w:rsidRPr="00986178" w:rsidRDefault="00A34277" w:rsidP="00986178">
      <w:pPr>
        <w:widowControl w:val="0"/>
        <w:jc w:val="both"/>
        <w:rPr>
          <w:rFonts w:ascii="Open Sans" w:hAnsi="Open Sans" w:cs="Open Sans"/>
        </w:rPr>
      </w:pPr>
    </w:p>
    <w:p w14:paraId="6B5AB01A" w14:textId="77777777" w:rsidR="00A34277" w:rsidRPr="00986178" w:rsidRDefault="00A34277" w:rsidP="00986178">
      <w:pPr>
        <w:widowControl w:val="0"/>
        <w:numPr>
          <w:ilvl w:val="12"/>
          <w:numId w:val="0"/>
        </w:numPr>
        <w:jc w:val="both"/>
        <w:rPr>
          <w:rFonts w:ascii="Open Sans" w:hAnsi="Open Sans" w:cs="Open Sans"/>
        </w:rPr>
      </w:pPr>
      <w:r w:rsidRPr="00986178">
        <w:rPr>
          <w:rFonts w:ascii="Open Sans" w:hAnsi="Open Sans" w:cs="Open Sans"/>
        </w:rPr>
        <w:t>Naročnik bo v primeru ugotovitve o domnevnem obstoju dejanskega stanja iz prvega odstavka tega člena ali obvestila Komisije za preprečevanje korupcije ali drugih organov, glede njegovega domnevnega nastanka, pričel z ugotavljanjem pogojev ničnosti okvirnega sporazuma iz prejšnjega odstavka tega člena oziroma z drugimi ukrepi v skladu s predpisi Republike Slovenije.</w:t>
      </w:r>
    </w:p>
    <w:p w14:paraId="43CEDD08" w14:textId="31A69A61" w:rsidR="00725C2B" w:rsidRDefault="00725C2B" w:rsidP="00986178">
      <w:pPr>
        <w:widowControl w:val="0"/>
        <w:jc w:val="both"/>
        <w:rPr>
          <w:rFonts w:ascii="Open Sans" w:hAnsi="Open Sans" w:cs="Open Sans"/>
        </w:rPr>
      </w:pPr>
    </w:p>
    <w:p w14:paraId="051AE18F" w14:textId="77777777" w:rsidR="00FF4859" w:rsidRPr="00986178" w:rsidRDefault="00FF4859" w:rsidP="00986178">
      <w:pPr>
        <w:widowControl w:val="0"/>
        <w:jc w:val="both"/>
        <w:rPr>
          <w:rFonts w:ascii="Open Sans" w:hAnsi="Open Sans" w:cs="Open Sans"/>
        </w:rPr>
      </w:pPr>
    </w:p>
    <w:p w14:paraId="5F5849C8"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REŠEVANJE SPOROV</w:t>
      </w:r>
    </w:p>
    <w:p w14:paraId="59135BFD" w14:textId="77777777" w:rsidR="00725C2B" w:rsidRPr="00986178" w:rsidRDefault="00725C2B" w:rsidP="00986178">
      <w:pPr>
        <w:widowControl w:val="0"/>
        <w:jc w:val="center"/>
        <w:rPr>
          <w:rFonts w:ascii="Open Sans" w:hAnsi="Open Sans" w:cs="Open Sans"/>
        </w:rPr>
      </w:pPr>
    </w:p>
    <w:p w14:paraId="56BCED0C"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28DED408" w14:textId="77777777" w:rsidR="00725C2B" w:rsidRPr="00986178" w:rsidRDefault="00725C2B" w:rsidP="00986178">
      <w:pPr>
        <w:widowControl w:val="0"/>
        <w:jc w:val="center"/>
        <w:rPr>
          <w:rFonts w:ascii="Open Sans" w:hAnsi="Open Sans" w:cs="Open Sans"/>
        </w:rPr>
      </w:pPr>
    </w:p>
    <w:p w14:paraId="0778F540" w14:textId="77777777" w:rsidR="00725C2B" w:rsidRPr="00986178" w:rsidRDefault="00725C2B" w:rsidP="00986178">
      <w:pPr>
        <w:widowControl w:val="0"/>
        <w:jc w:val="both"/>
        <w:rPr>
          <w:rFonts w:ascii="Open Sans" w:hAnsi="Open Sans" w:cs="Open Sans"/>
          <w:bCs/>
        </w:rPr>
      </w:pPr>
      <w:r w:rsidRPr="00986178">
        <w:rPr>
          <w:rFonts w:ascii="Open Sans" w:hAnsi="Open Sans" w:cs="Open Sans"/>
          <w:bCs/>
        </w:rPr>
        <w:t xml:space="preserve">Morebitne spore, ki bi nastali v zvezi z izvajanjem tega okvirnega sporazuma, bosta stranki skušali rešiti sporazumno. </w:t>
      </w:r>
    </w:p>
    <w:p w14:paraId="46655085" w14:textId="77777777" w:rsidR="00725C2B" w:rsidRPr="00986178" w:rsidRDefault="00725C2B" w:rsidP="00986178">
      <w:pPr>
        <w:widowControl w:val="0"/>
        <w:jc w:val="both"/>
        <w:rPr>
          <w:rFonts w:ascii="Open Sans" w:hAnsi="Open Sans" w:cs="Open Sans"/>
          <w:bCs/>
        </w:rPr>
      </w:pPr>
    </w:p>
    <w:p w14:paraId="37CEE7F7" w14:textId="77777777" w:rsidR="00725C2B" w:rsidRPr="00986178" w:rsidRDefault="00725C2B" w:rsidP="00986178">
      <w:pPr>
        <w:widowControl w:val="0"/>
        <w:tabs>
          <w:tab w:val="left" w:pos="567"/>
          <w:tab w:val="left" w:pos="1418"/>
          <w:tab w:val="left" w:pos="1702"/>
        </w:tabs>
        <w:jc w:val="both"/>
        <w:rPr>
          <w:rFonts w:ascii="Open Sans" w:hAnsi="Open Sans" w:cs="Open Sans"/>
        </w:rPr>
      </w:pPr>
      <w:r w:rsidRPr="00986178">
        <w:rPr>
          <w:rFonts w:ascii="Open Sans" w:hAnsi="Open Sans" w:cs="Open Sans"/>
        </w:rPr>
        <w:t>Če spora ne bo možno rešiti sporazumno, lahko vsaka stranka okvirnega sporazuma sproži postopek za rešitev spora pri stvarno pristojnem sodišču v Ljubljani.</w:t>
      </w:r>
    </w:p>
    <w:p w14:paraId="390C7C07" w14:textId="24CD4AD1" w:rsidR="002E7126" w:rsidRDefault="002E7126" w:rsidP="00986178">
      <w:pPr>
        <w:widowControl w:val="0"/>
        <w:numPr>
          <w:ilvl w:val="12"/>
          <w:numId w:val="0"/>
        </w:numPr>
        <w:ind w:right="-1"/>
        <w:rPr>
          <w:rFonts w:ascii="Open Sans" w:hAnsi="Open Sans" w:cs="Open Sans"/>
        </w:rPr>
      </w:pPr>
    </w:p>
    <w:p w14:paraId="72BC08D1" w14:textId="77777777" w:rsidR="00D24D8B" w:rsidRDefault="00D24D8B" w:rsidP="00986178">
      <w:pPr>
        <w:widowControl w:val="0"/>
        <w:numPr>
          <w:ilvl w:val="12"/>
          <w:numId w:val="0"/>
        </w:numPr>
        <w:ind w:right="-1"/>
        <w:rPr>
          <w:rFonts w:ascii="Open Sans" w:hAnsi="Open Sans" w:cs="Open Sans"/>
        </w:rPr>
      </w:pPr>
    </w:p>
    <w:p w14:paraId="1690F699" w14:textId="77777777" w:rsidR="00FF4859" w:rsidRPr="00986178" w:rsidRDefault="00FF4859" w:rsidP="00986178">
      <w:pPr>
        <w:widowControl w:val="0"/>
        <w:numPr>
          <w:ilvl w:val="12"/>
          <w:numId w:val="0"/>
        </w:numPr>
        <w:ind w:right="-1"/>
        <w:rPr>
          <w:rFonts w:ascii="Open Sans" w:hAnsi="Open Sans" w:cs="Open Sans"/>
        </w:rPr>
      </w:pPr>
    </w:p>
    <w:p w14:paraId="46F4CF2A" w14:textId="3B5C5544" w:rsidR="00725C2B" w:rsidRPr="00986178" w:rsidRDefault="00B9418E" w:rsidP="0019014E">
      <w:pPr>
        <w:widowControl w:val="0"/>
        <w:numPr>
          <w:ilvl w:val="0"/>
          <w:numId w:val="51"/>
        </w:numPr>
        <w:jc w:val="center"/>
        <w:rPr>
          <w:rFonts w:ascii="Open Sans" w:hAnsi="Open Sans" w:cs="Open Sans"/>
          <w:b/>
        </w:rPr>
      </w:pPr>
      <w:r w:rsidRPr="00986178">
        <w:rPr>
          <w:rFonts w:ascii="Open Sans" w:hAnsi="Open Sans" w:cs="Open Sans"/>
          <w:b/>
        </w:rPr>
        <w:lastRenderedPageBreak/>
        <w:t>PRILOGE</w:t>
      </w:r>
    </w:p>
    <w:p w14:paraId="38BC6237" w14:textId="77777777" w:rsidR="00725C2B" w:rsidRPr="00986178" w:rsidRDefault="00725C2B" w:rsidP="00986178">
      <w:pPr>
        <w:widowControl w:val="0"/>
        <w:jc w:val="center"/>
        <w:rPr>
          <w:rFonts w:ascii="Open Sans" w:hAnsi="Open Sans" w:cs="Open Sans"/>
        </w:rPr>
      </w:pPr>
    </w:p>
    <w:p w14:paraId="2E10974C"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4D8904BE" w14:textId="77777777" w:rsidR="00725C2B" w:rsidRPr="00986178" w:rsidRDefault="00725C2B" w:rsidP="00986178">
      <w:pPr>
        <w:widowControl w:val="0"/>
        <w:jc w:val="center"/>
        <w:rPr>
          <w:rFonts w:ascii="Open Sans" w:hAnsi="Open Sans" w:cs="Open Sans"/>
        </w:rPr>
      </w:pPr>
    </w:p>
    <w:p w14:paraId="1FFBDCED" w14:textId="6B567217" w:rsidR="00725C2B" w:rsidRPr="00986178" w:rsidRDefault="00725C2B" w:rsidP="00986178">
      <w:pPr>
        <w:widowControl w:val="0"/>
        <w:tabs>
          <w:tab w:val="left" w:pos="567"/>
          <w:tab w:val="left" w:pos="1418"/>
          <w:tab w:val="left" w:pos="1702"/>
        </w:tabs>
        <w:jc w:val="both"/>
        <w:rPr>
          <w:rFonts w:ascii="Open Sans" w:hAnsi="Open Sans" w:cs="Open Sans"/>
        </w:rPr>
      </w:pPr>
      <w:r w:rsidRPr="00986178">
        <w:rPr>
          <w:rFonts w:ascii="Open Sans" w:hAnsi="Open Sans" w:cs="Open Sans"/>
        </w:rPr>
        <w:t>Prilog</w:t>
      </w:r>
      <w:r w:rsidR="00B9418E" w:rsidRPr="00986178">
        <w:rPr>
          <w:rFonts w:ascii="Open Sans" w:hAnsi="Open Sans" w:cs="Open Sans"/>
        </w:rPr>
        <w:t>e</w:t>
      </w:r>
      <w:r w:rsidRPr="00986178">
        <w:rPr>
          <w:rFonts w:ascii="Open Sans" w:hAnsi="Open Sans" w:cs="Open Sans"/>
        </w:rPr>
        <w:t xml:space="preserve"> </w:t>
      </w:r>
      <w:r w:rsidR="00B9418E" w:rsidRPr="00986178">
        <w:rPr>
          <w:rFonts w:ascii="Open Sans" w:hAnsi="Open Sans" w:cs="Open Sans"/>
        </w:rPr>
        <w:t xml:space="preserve">so </w:t>
      </w:r>
      <w:r w:rsidRPr="00986178">
        <w:rPr>
          <w:rFonts w:ascii="Open Sans" w:hAnsi="Open Sans" w:cs="Open Sans"/>
        </w:rPr>
        <w:t>neločljivi sestavni del tega okvirnega sporazuma.</w:t>
      </w:r>
    </w:p>
    <w:p w14:paraId="026D0E45" w14:textId="52510367" w:rsidR="002E7126" w:rsidRDefault="002E7126" w:rsidP="00986178">
      <w:pPr>
        <w:widowControl w:val="0"/>
        <w:tabs>
          <w:tab w:val="left" w:pos="567"/>
          <w:tab w:val="left" w:pos="1418"/>
          <w:tab w:val="left" w:pos="1702"/>
        </w:tabs>
        <w:jc w:val="both"/>
        <w:rPr>
          <w:rFonts w:ascii="Open Sans" w:hAnsi="Open Sans" w:cs="Open Sans"/>
        </w:rPr>
      </w:pPr>
    </w:p>
    <w:p w14:paraId="08FC6CA0" w14:textId="77777777" w:rsidR="00FF4859" w:rsidRPr="00986178" w:rsidRDefault="00FF4859" w:rsidP="00986178">
      <w:pPr>
        <w:widowControl w:val="0"/>
        <w:tabs>
          <w:tab w:val="left" w:pos="567"/>
          <w:tab w:val="left" w:pos="1418"/>
          <w:tab w:val="left" w:pos="1702"/>
        </w:tabs>
        <w:jc w:val="both"/>
        <w:rPr>
          <w:rFonts w:ascii="Open Sans" w:hAnsi="Open Sans" w:cs="Open Sans"/>
        </w:rPr>
      </w:pPr>
    </w:p>
    <w:p w14:paraId="56BA478A"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OSTALE DOLOČBE</w:t>
      </w:r>
    </w:p>
    <w:p w14:paraId="43574F13" w14:textId="77777777" w:rsidR="00725C2B" w:rsidRPr="00986178" w:rsidRDefault="00725C2B" w:rsidP="00986178">
      <w:pPr>
        <w:widowControl w:val="0"/>
        <w:jc w:val="center"/>
        <w:rPr>
          <w:rFonts w:ascii="Open Sans" w:hAnsi="Open Sans" w:cs="Open Sans"/>
          <w:b/>
        </w:rPr>
      </w:pPr>
    </w:p>
    <w:p w14:paraId="078172DC"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0C200511" w14:textId="77777777" w:rsidR="00725C2B" w:rsidRPr="00986178" w:rsidRDefault="00725C2B" w:rsidP="00986178">
      <w:pPr>
        <w:widowControl w:val="0"/>
        <w:rPr>
          <w:rFonts w:ascii="Open Sans" w:hAnsi="Open Sans" w:cs="Open Sans"/>
        </w:rPr>
      </w:pPr>
    </w:p>
    <w:p w14:paraId="6718AE23" w14:textId="3DC2E27B" w:rsidR="00C86412" w:rsidRPr="00986178" w:rsidRDefault="00725C2B" w:rsidP="00986178">
      <w:pPr>
        <w:widowControl w:val="0"/>
        <w:ind w:right="-1"/>
        <w:jc w:val="both"/>
        <w:outlineLvl w:val="1"/>
        <w:rPr>
          <w:rFonts w:ascii="Open Sans" w:hAnsi="Open Sans" w:cs="Open Sans"/>
          <w:lang w:eastAsia="en-US"/>
        </w:rPr>
      </w:pPr>
      <w:r w:rsidRPr="00986178">
        <w:rPr>
          <w:rFonts w:ascii="Open Sans" w:hAnsi="Open Sans" w:cs="Open Sans"/>
          <w:lang w:eastAsia="en-US"/>
        </w:rPr>
        <w:t>Stranki okvirnega sporazuma (oz. vsak od podpisnikov tega okvirnega sporazuma v imenu in za račun posamezne stranke okvirnega sporazuma) zagotavljata, da imata vsa potrebna pooblastila in/ali dovoljenja ter potrebno poslovno sposobnost, za veljavno in zavezujočo sklenitev tega okvirnega sporazuma.</w:t>
      </w:r>
    </w:p>
    <w:p w14:paraId="17F57BCC"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3F9B0A64" w14:textId="77777777" w:rsidR="00725C2B" w:rsidRPr="00986178" w:rsidRDefault="00725C2B" w:rsidP="00986178">
      <w:pPr>
        <w:widowControl w:val="0"/>
        <w:jc w:val="center"/>
        <w:rPr>
          <w:rFonts w:ascii="Open Sans" w:hAnsi="Open Sans" w:cs="Open Sans"/>
        </w:rPr>
      </w:pPr>
    </w:p>
    <w:p w14:paraId="39EA6A88" w14:textId="77777777" w:rsidR="00725C2B" w:rsidRPr="00986178" w:rsidRDefault="00725C2B" w:rsidP="00986178">
      <w:pPr>
        <w:widowControl w:val="0"/>
        <w:jc w:val="both"/>
        <w:rPr>
          <w:rFonts w:ascii="Open Sans" w:hAnsi="Open Sans" w:cs="Open Sans"/>
        </w:rPr>
      </w:pPr>
      <w:r w:rsidRPr="00986178">
        <w:rPr>
          <w:rFonts w:ascii="Open Sans" w:hAnsi="Open Sans" w:cs="Open Sans"/>
        </w:rPr>
        <w:t xml:space="preserve">Vsaka stranka okvirnega sporazuma lahko da predlog za spremembo ali dopolnitev okvirnega sporazuma ob spremenjenih okoliščinah. </w:t>
      </w:r>
    </w:p>
    <w:p w14:paraId="7105B2D4" w14:textId="77777777" w:rsidR="00725C2B" w:rsidRPr="00986178" w:rsidRDefault="00725C2B" w:rsidP="00986178">
      <w:pPr>
        <w:widowControl w:val="0"/>
        <w:jc w:val="both"/>
        <w:rPr>
          <w:rFonts w:ascii="Open Sans" w:hAnsi="Open Sans" w:cs="Open Sans"/>
        </w:rPr>
      </w:pPr>
    </w:p>
    <w:p w14:paraId="08E56FC7" w14:textId="77777777" w:rsidR="00C119F0" w:rsidRPr="00986178" w:rsidRDefault="00C119F0" w:rsidP="00986178">
      <w:pPr>
        <w:widowControl w:val="0"/>
        <w:jc w:val="both"/>
        <w:rPr>
          <w:rFonts w:ascii="Open Sans" w:hAnsi="Open Sans" w:cs="Open Sans"/>
          <w:bCs/>
        </w:rPr>
      </w:pPr>
      <w:r w:rsidRPr="00986178">
        <w:rPr>
          <w:rFonts w:ascii="Open Sans" w:hAnsi="Open Sans" w:cs="Open Sans"/>
          <w:bCs/>
        </w:rPr>
        <w:t>Vse morebitne spremembe oziroma dopolnitve okvirnega sporazuma veljajo le s pisno potrditvijo obeh strank okvirnega sporazuma oz. s sklenitvijo pisnega aneksa k temu okvirnem sporazumu.</w:t>
      </w:r>
    </w:p>
    <w:p w14:paraId="64FDD638" w14:textId="77777777" w:rsidR="00C119F0" w:rsidRPr="00986178" w:rsidRDefault="00C119F0" w:rsidP="00986178">
      <w:pPr>
        <w:widowControl w:val="0"/>
        <w:jc w:val="both"/>
        <w:rPr>
          <w:rFonts w:ascii="Open Sans" w:hAnsi="Open Sans" w:cs="Open Sans"/>
          <w:bCs/>
        </w:rPr>
      </w:pPr>
    </w:p>
    <w:p w14:paraId="3A6DE183" w14:textId="0C5F3CC6" w:rsidR="00D24D8B" w:rsidRPr="00D24D8B" w:rsidRDefault="00C119F0" w:rsidP="00986178">
      <w:pPr>
        <w:widowControl w:val="0"/>
        <w:jc w:val="both"/>
        <w:rPr>
          <w:rFonts w:ascii="Open Sans" w:hAnsi="Open Sans" w:cs="Open Sans"/>
        </w:rPr>
      </w:pPr>
      <w:r w:rsidRPr="00986178">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DB0E0D6" w14:textId="3CAB3BD1" w:rsidR="00725C2B" w:rsidRDefault="00725C2B" w:rsidP="00986178">
      <w:pPr>
        <w:widowControl w:val="0"/>
        <w:jc w:val="both"/>
        <w:rPr>
          <w:rFonts w:ascii="Open Sans" w:hAnsi="Open Sans" w:cs="Open Sans"/>
        </w:rPr>
      </w:pPr>
    </w:p>
    <w:p w14:paraId="10228A22" w14:textId="77777777" w:rsidR="00D24D8B" w:rsidRPr="00986178" w:rsidRDefault="00D24D8B" w:rsidP="00986178">
      <w:pPr>
        <w:widowControl w:val="0"/>
        <w:jc w:val="both"/>
        <w:rPr>
          <w:rFonts w:ascii="Open Sans" w:hAnsi="Open Sans" w:cs="Open Sans"/>
        </w:rPr>
      </w:pPr>
    </w:p>
    <w:p w14:paraId="55AE31BB" w14:textId="77777777" w:rsidR="00725C2B" w:rsidRPr="00986178" w:rsidRDefault="00725C2B" w:rsidP="0019014E">
      <w:pPr>
        <w:widowControl w:val="0"/>
        <w:numPr>
          <w:ilvl w:val="0"/>
          <w:numId w:val="51"/>
        </w:numPr>
        <w:jc w:val="center"/>
        <w:rPr>
          <w:rFonts w:ascii="Open Sans" w:hAnsi="Open Sans" w:cs="Open Sans"/>
          <w:b/>
        </w:rPr>
      </w:pPr>
      <w:r w:rsidRPr="00986178">
        <w:rPr>
          <w:rFonts w:ascii="Open Sans" w:hAnsi="Open Sans" w:cs="Open Sans"/>
          <w:b/>
        </w:rPr>
        <w:t>SKLENITEV OKVIRNEGA SPORAZUMA TER ŠTEVILO IZVODOV</w:t>
      </w:r>
    </w:p>
    <w:p w14:paraId="16B6B16C" w14:textId="77777777" w:rsidR="00725C2B" w:rsidRPr="00986178" w:rsidRDefault="00725C2B" w:rsidP="00986178">
      <w:pPr>
        <w:widowControl w:val="0"/>
        <w:jc w:val="center"/>
        <w:rPr>
          <w:rFonts w:ascii="Open Sans" w:hAnsi="Open Sans" w:cs="Open Sans"/>
          <w:b/>
        </w:rPr>
      </w:pPr>
    </w:p>
    <w:p w14:paraId="79C13195"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t xml:space="preserve"> člen</w:t>
      </w:r>
    </w:p>
    <w:p w14:paraId="0398078F" w14:textId="77777777" w:rsidR="00725C2B" w:rsidRPr="00986178" w:rsidRDefault="00725C2B" w:rsidP="00986178">
      <w:pPr>
        <w:widowControl w:val="0"/>
        <w:numPr>
          <w:ilvl w:val="12"/>
          <w:numId w:val="0"/>
        </w:numPr>
        <w:ind w:right="-483"/>
        <w:jc w:val="center"/>
        <w:rPr>
          <w:rFonts w:ascii="Open Sans" w:hAnsi="Open Sans" w:cs="Open Sans"/>
        </w:rPr>
      </w:pPr>
    </w:p>
    <w:p w14:paraId="7A66B81C" w14:textId="77777777" w:rsidR="00725C2B" w:rsidRPr="00986178" w:rsidRDefault="00725C2B" w:rsidP="00986178">
      <w:pPr>
        <w:widowControl w:val="0"/>
        <w:ind w:right="-1"/>
        <w:jc w:val="both"/>
        <w:outlineLvl w:val="1"/>
        <w:rPr>
          <w:rFonts w:ascii="Open Sans" w:hAnsi="Open Sans" w:cs="Open Sans"/>
          <w:lang w:eastAsia="en-US"/>
        </w:rPr>
      </w:pPr>
      <w:r w:rsidRPr="00986178">
        <w:rPr>
          <w:rFonts w:ascii="Open Sans" w:hAnsi="Open Sans" w:cs="Open Sans"/>
          <w:lang w:eastAsia="en-US"/>
        </w:rPr>
        <w:t xml:space="preserve">Predmetni okvirni sporazum je sklenjen in velja z datumom podpisa okvirnega sporazuma s strani obeh strank okvirnega sporazuma. V primeru, da se datuma podpisa razlikujeta, velja kasnejši datum. </w:t>
      </w:r>
    </w:p>
    <w:p w14:paraId="51B20F18" w14:textId="317D9ECD" w:rsidR="00725C2B" w:rsidRPr="00986178" w:rsidRDefault="00725C2B" w:rsidP="00986178">
      <w:pPr>
        <w:widowControl w:val="0"/>
        <w:ind w:right="-1"/>
        <w:jc w:val="both"/>
        <w:outlineLvl w:val="1"/>
        <w:rPr>
          <w:rFonts w:ascii="Open Sans" w:hAnsi="Open Sans" w:cs="Open Sans"/>
          <w:lang w:eastAsia="en-US"/>
        </w:rPr>
      </w:pPr>
    </w:p>
    <w:p w14:paraId="4FC114AD" w14:textId="1819FF97" w:rsidR="00627222" w:rsidRDefault="00725C2B" w:rsidP="00986178">
      <w:pPr>
        <w:widowControl w:val="0"/>
        <w:jc w:val="both"/>
        <w:rPr>
          <w:rFonts w:ascii="Open Sans" w:hAnsi="Open Sans" w:cs="Open Sans"/>
        </w:rPr>
      </w:pPr>
      <w:r w:rsidRPr="00986178">
        <w:rPr>
          <w:rFonts w:ascii="Open Sans" w:hAnsi="Open Sans" w:cs="Open Sans"/>
        </w:rPr>
        <w:t xml:space="preserve">Glede garancijskih </w:t>
      </w:r>
      <w:r w:rsidR="00967442" w:rsidRPr="00986178">
        <w:rPr>
          <w:rFonts w:ascii="Open Sans" w:hAnsi="Open Sans" w:cs="Open Sans"/>
        </w:rPr>
        <w:t xml:space="preserve">in jamčevalnih </w:t>
      </w:r>
      <w:r w:rsidRPr="00986178">
        <w:rPr>
          <w:rFonts w:ascii="Open Sans" w:hAnsi="Open Sans" w:cs="Open Sans"/>
        </w:rPr>
        <w:t>določil okvirni sporazum velja vse do poteka vseh garancijskih rokov</w:t>
      </w:r>
      <w:r w:rsidR="00967442" w:rsidRPr="00986178">
        <w:rPr>
          <w:rFonts w:ascii="Open Sans" w:hAnsi="Open Sans" w:cs="Open Sans"/>
        </w:rPr>
        <w:t xml:space="preserve"> </w:t>
      </w:r>
      <w:r w:rsidR="004627FB" w:rsidRPr="00986178">
        <w:rPr>
          <w:rFonts w:ascii="Open Sans" w:hAnsi="Open Sans" w:cs="Open Sans"/>
        </w:rPr>
        <w:t>in</w:t>
      </w:r>
      <w:r w:rsidR="00967442" w:rsidRPr="00986178">
        <w:rPr>
          <w:rFonts w:ascii="Open Sans" w:hAnsi="Open Sans" w:cs="Open Sans"/>
        </w:rPr>
        <w:t xml:space="preserve"> jamčevalnih rokov.</w:t>
      </w:r>
    </w:p>
    <w:p w14:paraId="386EF10A" w14:textId="1321D46B" w:rsidR="00D24D8B" w:rsidRDefault="00D24D8B" w:rsidP="00986178">
      <w:pPr>
        <w:widowControl w:val="0"/>
        <w:jc w:val="both"/>
        <w:rPr>
          <w:rFonts w:ascii="Open Sans" w:hAnsi="Open Sans" w:cs="Open Sans"/>
        </w:rPr>
      </w:pPr>
    </w:p>
    <w:p w14:paraId="13DEC0CD" w14:textId="6397273A" w:rsidR="00D24D8B" w:rsidRDefault="00D24D8B" w:rsidP="00986178">
      <w:pPr>
        <w:widowControl w:val="0"/>
        <w:jc w:val="both"/>
        <w:rPr>
          <w:rFonts w:ascii="Open Sans" w:hAnsi="Open Sans" w:cs="Open Sans"/>
        </w:rPr>
      </w:pPr>
    </w:p>
    <w:p w14:paraId="38C8C319" w14:textId="08F1668F" w:rsidR="00D24D8B" w:rsidRDefault="00D24D8B" w:rsidP="00986178">
      <w:pPr>
        <w:widowControl w:val="0"/>
        <w:jc w:val="both"/>
        <w:rPr>
          <w:rFonts w:ascii="Open Sans" w:hAnsi="Open Sans" w:cs="Open Sans"/>
        </w:rPr>
      </w:pPr>
    </w:p>
    <w:p w14:paraId="2FF83293" w14:textId="5FB8F4D6" w:rsidR="00D24D8B" w:rsidRDefault="00D24D8B" w:rsidP="00986178">
      <w:pPr>
        <w:widowControl w:val="0"/>
        <w:jc w:val="both"/>
        <w:rPr>
          <w:rFonts w:ascii="Open Sans" w:hAnsi="Open Sans" w:cs="Open Sans"/>
        </w:rPr>
      </w:pPr>
    </w:p>
    <w:p w14:paraId="5595A1DD" w14:textId="686F793E" w:rsidR="00D24D8B" w:rsidRDefault="00D24D8B" w:rsidP="00986178">
      <w:pPr>
        <w:widowControl w:val="0"/>
        <w:jc w:val="both"/>
        <w:rPr>
          <w:rFonts w:ascii="Open Sans" w:hAnsi="Open Sans" w:cs="Open Sans"/>
        </w:rPr>
      </w:pPr>
    </w:p>
    <w:p w14:paraId="178B3730" w14:textId="52D0E2FC" w:rsidR="00D24D8B" w:rsidRDefault="00D24D8B" w:rsidP="00986178">
      <w:pPr>
        <w:widowControl w:val="0"/>
        <w:jc w:val="both"/>
        <w:rPr>
          <w:rFonts w:ascii="Open Sans" w:hAnsi="Open Sans" w:cs="Open Sans"/>
        </w:rPr>
      </w:pPr>
    </w:p>
    <w:p w14:paraId="32A0C061" w14:textId="5C01131E" w:rsidR="00D24D8B" w:rsidRDefault="00D24D8B" w:rsidP="00986178">
      <w:pPr>
        <w:widowControl w:val="0"/>
        <w:jc w:val="both"/>
        <w:rPr>
          <w:rFonts w:ascii="Open Sans" w:hAnsi="Open Sans" w:cs="Open Sans"/>
        </w:rPr>
      </w:pPr>
    </w:p>
    <w:p w14:paraId="3047437C" w14:textId="38F4C0DE" w:rsidR="00D24D8B" w:rsidRDefault="00D24D8B" w:rsidP="00986178">
      <w:pPr>
        <w:widowControl w:val="0"/>
        <w:jc w:val="both"/>
        <w:rPr>
          <w:rFonts w:ascii="Open Sans" w:hAnsi="Open Sans" w:cs="Open Sans"/>
        </w:rPr>
      </w:pPr>
    </w:p>
    <w:p w14:paraId="2097CFCE" w14:textId="7B0BCC6D" w:rsidR="00D24D8B" w:rsidRDefault="00D24D8B" w:rsidP="00986178">
      <w:pPr>
        <w:widowControl w:val="0"/>
        <w:jc w:val="both"/>
        <w:rPr>
          <w:rFonts w:ascii="Open Sans" w:hAnsi="Open Sans" w:cs="Open Sans"/>
        </w:rPr>
      </w:pPr>
    </w:p>
    <w:p w14:paraId="0EAE7374" w14:textId="558FD460" w:rsidR="00D24D8B" w:rsidRDefault="00D24D8B" w:rsidP="00986178">
      <w:pPr>
        <w:widowControl w:val="0"/>
        <w:jc w:val="both"/>
        <w:rPr>
          <w:rFonts w:ascii="Open Sans" w:hAnsi="Open Sans" w:cs="Open Sans"/>
        </w:rPr>
      </w:pPr>
    </w:p>
    <w:p w14:paraId="09D3394D" w14:textId="0749EAF6" w:rsidR="00D24D8B" w:rsidRDefault="00D24D8B" w:rsidP="00986178">
      <w:pPr>
        <w:widowControl w:val="0"/>
        <w:jc w:val="both"/>
        <w:rPr>
          <w:rFonts w:ascii="Open Sans" w:hAnsi="Open Sans" w:cs="Open Sans"/>
        </w:rPr>
      </w:pPr>
    </w:p>
    <w:p w14:paraId="39C78462" w14:textId="362E731A" w:rsidR="00D24D8B" w:rsidRDefault="00D24D8B" w:rsidP="00986178">
      <w:pPr>
        <w:widowControl w:val="0"/>
        <w:jc w:val="both"/>
        <w:rPr>
          <w:rFonts w:ascii="Open Sans" w:hAnsi="Open Sans" w:cs="Open Sans"/>
        </w:rPr>
      </w:pPr>
    </w:p>
    <w:p w14:paraId="2F027B92" w14:textId="0D4B62B0" w:rsidR="00D24D8B" w:rsidRDefault="00D24D8B" w:rsidP="00986178">
      <w:pPr>
        <w:widowControl w:val="0"/>
        <w:jc w:val="both"/>
        <w:rPr>
          <w:rFonts w:ascii="Open Sans" w:hAnsi="Open Sans" w:cs="Open Sans"/>
        </w:rPr>
      </w:pPr>
    </w:p>
    <w:p w14:paraId="2015BAD4" w14:textId="7CAD1607" w:rsidR="00D24D8B" w:rsidRDefault="00D24D8B" w:rsidP="00986178">
      <w:pPr>
        <w:widowControl w:val="0"/>
        <w:jc w:val="both"/>
        <w:rPr>
          <w:rFonts w:ascii="Open Sans" w:hAnsi="Open Sans" w:cs="Open Sans"/>
        </w:rPr>
      </w:pPr>
    </w:p>
    <w:p w14:paraId="17330188" w14:textId="77777777" w:rsidR="00D24D8B" w:rsidRDefault="00D24D8B" w:rsidP="00986178">
      <w:pPr>
        <w:widowControl w:val="0"/>
        <w:jc w:val="both"/>
        <w:rPr>
          <w:rFonts w:ascii="Open Sans" w:hAnsi="Open Sans" w:cs="Open Sans"/>
        </w:rPr>
      </w:pPr>
    </w:p>
    <w:p w14:paraId="40370008" w14:textId="77777777" w:rsidR="00725C2B" w:rsidRPr="00986178" w:rsidRDefault="00725C2B" w:rsidP="0019014E">
      <w:pPr>
        <w:widowControl w:val="0"/>
        <w:numPr>
          <w:ilvl w:val="0"/>
          <w:numId w:val="48"/>
        </w:numPr>
        <w:rPr>
          <w:rFonts w:ascii="Open Sans" w:hAnsi="Open Sans" w:cs="Open Sans"/>
        </w:rPr>
      </w:pPr>
      <w:r w:rsidRPr="00986178">
        <w:rPr>
          <w:rFonts w:ascii="Open Sans" w:hAnsi="Open Sans" w:cs="Open Sans"/>
        </w:rPr>
        <w:lastRenderedPageBreak/>
        <w:t xml:space="preserve"> člen</w:t>
      </w:r>
    </w:p>
    <w:p w14:paraId="190907BA" w14:textId="77777777" w:rsidR="00725C2B" w:rsidRPr="00986178" w:rsidRDefault="00725C2B" w:rsidP="00986178">
      <w:pPr>
        <w:widowControl w:val="0"/>
        <w:numPr>
          <w:ilvl w:val="12"/>
          <w:numId w:val="0"/>
        </w:numPr>
        <w:rPr>
          <w:rFonts w:ascii="Open Sans" w:hAnsi="Open Sans" w:cs="Open Sans"/>
        </w:rPr>
      </w:pPr>
    </w:p>
    <w:p w14:paraId="11547751" w14:textId="24712360" w:rsidR="00463155" w:rsidRPr="00D24D8B" w:rsidRDefault="00725C2B" w:rsidP="00D24D8B">
      <w:pPr>
        <w:widowControl w:val="0"/>
        <w:tabs>
          <w:tab w:val="left" w:pos="4820"/>
        </w:tabs>
        <w:jc w:val="both"/>
        <w:rPr>
          <w:rFonts w:ascii="Open Sans" w:hAnsi="Open Sans" w:cs="Open Sans"/>
          <w:lang w:val="x-none" w:eastAsia="x-none"/>
        </w:rPr>
      </w:pPr>
      <w:r w:rsidRPr="00986178">
        <w:rPr>
          <w:rFonts w:ascii="Open Sans" w:hAnsi="Open Sans" w:cs="Open Sans"/>
          <w:lang w:val="x-none" w:eastAsia="x-none"/>
        </w:rPr>
        <w:t xml:space="preserve">Okvirni sporazum je sklenjen in podpisan v </w:t>
      </w:r>
      <w:r w:rsidRPr="00986178">
        <w:rPr>
          <w:rFonts w:ascii="Open Sans" w:hAnsi="Open Sans" w:cs="Open Sans"/>
          <w:lang w:eastAsia="x-none"/>
        </w:rPr>
        <w:t>2 (dveh)</w:t>
      </w:r>
      <w:r w:rsidRPr="00986178">
        <w:rPr>
          <w:rFonts w:ascii="Open Sans" w:hAnsi="Open Sans" w:cs="Open Sans"/>
          <w:lang w:val="x-none" w:eastAsia="x-none"/>
        </w:rPr>
        <w:t xml:space="preserve"> enakih izvodih, od katerih prejme </w:t>
      </w:r>
      <w:r w:rsidRPr="00986178">
        <w:rPr>
          <w:rFonts w:ascii="Open Sans" w:hAnsi="Open Sans" w:cs="Open Sans"/>
          <w:lang w:eastAsia="x-none"/>
        </w:rPr>
        <w:t>vsaka stranka okvirnega sporazuma 1 (en)</w:t>
      </w:r>
      <w:r w:rsidRPr="00986178">
        <w:rPr>
          <w:rFonts w:ascii="Open Sans" w:hAnsi="Open Sans" w:cs="Open Sans"/>
          <w:lang w:val="x-none" w:eastAsia="x-none"/>
        </w:rPr>
        <w:t xml:space="preserve"> izvod.</w:t>
      </w:r>
    </w:p>
    <w:p w14:paraId="32D52CF2" w14:textId="77777777" w:rsidR="004F2D73" w:rsidRPr="00986178" w:rsidRDefault="004F2D73" w:rsidP="00986178">
      <w:pPr>
        <w:widowControl w:val="0"/>
        <w:tabs>
          <w:tab w:val="left" w:pos="709"/>
          <w:tab w:val="left" w:pos="1702"/>
        </w:tabs>
        <w:jc w:val="both"/>
        <w:rPr>
          <w:rFonts w:ascii="Open Sans" w:hAnsi="Open Sans" w:cs="Open Sans"/>
          <w:lang w:val="pl-PL"/>
        </w:rPr>
      </w:pPr>
    </w:p>
    <w:p w14:paraId="641711B9" w14:textId="3E2AD5F7" w:rsidR="00463155" w:rsidRPr="00986178" w:rsidRDefault="00725C2B" w:rsidP="00D24D8B">
      <w:pPr>
        <w:widowControl w:val="0"/>
        <w:tabs>
          <w:tab w:val="left" w:pos="4962"/>
        </w:tabs>
        <w:jc w:val="both"/>
        <w:rPr>
          <w:rFonts w:ascii="Open Sans" w:hAnsi="Open Sans" w:cs="Open Sans"/>
        </w:rPr>
      </w:pPr>
      <w:r w:rsidRPr="00986178">
        <w:rPr>
          <w:rFonts w:ascii="Open Sans" w:hAnsi="Open Sans" w:cs="Open Sans"/>
        </w:rPr>
        <w:t>____________, dne ___________</w:t>
      </w:r>
      <w:r w:rsidRPr="00986178">
        <w:rPr>
          <w:rFonts w:ascii="Open Sans" w:hAnsi="Open Sans" w:cs="Open Sans"/>
        </w:rPr>
        <w:tab/>
        <w:t>Ljubljana, dne ______________</w:t>
      </w:r>
    </w:p>
    <w:p w14:paraId="6D05ACA6" w14:textId="77777777" w:rsidR="004F2D73" w:rsidRPr="00986178" w:rsidRDefault="004F2D73" w:rsidP="00986178">
      <w:pPr>
        <w:widowControl w:val="0"/>
        <w:tabs>
          <w:tab w:val="left" w:pos="4820"/>
        </w:tabs>
        <w:jc w:val="both"/>
        <w:rPr>
          <w:rFonts w:ascii="Open Sans" w:hAnsi="Open Sans" w:cs="Open Sans"/>
        </w:rPr>
      </w:pPr>
    </w:p>
    <w:p w14:paraId="61C3BF91" w14:textId="77777777" w:rsidR="00725C2B" w:rsidRPr="00986178" w:rsidRDefault="00725C2B" w:rsidP="00986178">
      <w:pPr>
        <w:widowControl w:val="0"/>
        <w:tabs>
          <w:tab w:val="left" w:pos="4962"/>
        </w:tabs>
        <w:jc w:val="both"/>
        <w:rPr>
          <w:rFonts w:ascii="Open Sans" w:hAnsi="Open Sans" w:cs="Open Sans"/>
        </w:rPr>
      </w:pPr>
      <w:r w:rsidRPr="00986178">
        <w:rPr>
          <w:rFonts w:ascii="Open Sans" w:hAnsi="Open Sans" w:cs="Open Sans"/>
          <w:b/>
          <w:bCs/>
        </w:rPr>
        <w:t>IZVAJALEC:</w:t>
      </w:r>
      <w:r w:rsidRPr="00986178">
        <w:rPr>
          <w:rFonts w:ascii="Open Sans" w:hAnsi="Open Sans" w:cs="Open Sans"/>
        </w:rPr>
        <w:tab/>
      </w:r>
      <w:r w:rsidRPr="00986178">
        <w:rPr>
          <w:rFonts w:ascii="Open Sans" w:hAnsi="Open Sans" w:cs="Open Sans"/>
          <w:b/>
          <w:bCs/>
        </w:rPr>
        <w:t>NAROČNIK:</w:t>
      </w:r>
    </w:p>
    <w:p w14:paraId="2D99193C" w14:textId="77777777" w:rsidR="00725C2B" w:rsidRPr="00986178" w:rsidRDefault="00725C2B" w:rsidP="00986178">
      <w:pPr>
        <w:widowControl w:val="0"/>
        <w:tabs>
          <w:tab w:val="left" w:pos="4820"/>
        </w:tabs>
        <w:jc w:val="both"/>
        <w:rPr>
          <w:rFonts w:ascii="Open Sans" w:hAnsi="Open Sans" w:cs="Open Sans"/>
        </w:rPr>
      </w:pPr>
    </w:p>
    <w:p w14:paraId="6569DA6D" w14:textId="77777777" w:rsidR="00725C2B" w:rsidRPr="00986178" w:rsidRDefault="00725C2B" w:rsidP="00986178">
      <w:pPr>
        <w:widowControl w:val="0"/>
        <w:tabs>
          <w:tab w:val="left" w:pos="4962"/>
        </w:tabs>
        <w:jc w:val="both"/>
        <w:rPr>
          <w:rFonts w:ascii="Open Sans" w:hAnsi="Open Sans" w:cs="Open Sans"/>
          <w:bCs/>
        </w:rPr>
      </w:pPr>
      <w:r w:rsidRPr="00986178">
        <w:rPr>
          <w:rFonts w:ascii="Open Sans" w:hAnsi="Open Sans" w:cs="Open Sans"/>
          <w:bCs/>
        </w:rPr>
        <w:tab/>
        <w:t>JAVNO PODJETJE</w:t>
      </w:r>
    </w:p>
    <w:p w14:paraId="28ED7A51" w14:textId="77777777" w:rsidR="00725C2B" w:rsidRPr="00986178" w:rsidRDefault="00725C2B" w:rsidP="00986178">
      <w:pPr>
        <w:widowControl w:val="0"/>
        <w:tabs>
          <w:tab w:val="left" w:pos="4962"/>
        </w:tabs>
        <w:jc w:val="both"/>
        <w:rPr>
          <w:rFonts w:ascii="Open Sans" w:hAnsi="Open Sans" w:cs="Open Sans"/>
          <w:bCs/>
        </w:rPr>
      </w:pPr>
      <w:r w:rsidRPr="00986178">
        <w:rPr>
          <w:rFonts w:ascii="Open Sans" w:hAnsi="Open Sans" w:cs="Open Sans"/>
          <w:bCs/>
        </w:rPr>
        <w:tab/>
        <w:t>ENERGETIKA LJUBLJANA d.o.o.</w:t>
      </w:r>
      <w:r w:rsidRPr="00986178">
        <w:rPr>
          <w:rFonts w:ascii="Open Sans" w:hAnsi="Open Sans" w:cs="Open Sans"/>
        </w:rPr>
        <w:tab/>
      </w:r>
    </w:p>
    <w:p w14:paraId="397A2C6D" w14:textId="77777777" w:rsidR="00725C2B" w:rsidRPr="00986178" w:rsidRDefault="00725C2B" w:rsidP="00986178">
      <w:pPr>
        <w:widowControl w:val="0"/>
        <w:tabs>
          <w:tab w:val="left" w:pos="4962"/>
        </w:tabs>
        <w:jc w:val="both"/>
        <w:rPr>
          <w:rFonts w:ascii="Open Sans" w:hAnsi="Open Sans" w:cs="Open Sans"/>
        </w:rPr>
      </w:pPr>
      <w:r w:rsidRPr="00986178">
        <w:rPr>
          <w:rFonts w:ascii="Open Sans" w:hAnsi="Open Sans" w:cs="Open Sans"/>
        </w:rPr>
        <w:tab/>
      </w:r>
    </w:p>
    <w:p w14:paraId="1F071184" w14:textId="77777777" w:rsidR="00725C2B" w:rsidRPr="00986178" w:rsidRDefault="00725C2B" w:rsidP="00986178">
      <w:pPr>
        <w:widowControl w:val="0"/>
        <w:tabs>
          <w:tab w:val="left" w:pos="4962"/>
        </w:tabs>
        <w:jc w:val="both"/>
        <w:rPr>
          <w:rFonts w:ascii="Open Sans" w:eastAsia="Calibri" w:hAnsi="Open Sans" w:cs="Open Sans"/>
        </w:rPr>
      </w:pPr>
      <w:r w:rsidRPr="00986178">
        <w:rPr>
          <w:rFonts w:ascii="Open Sans" w:hAnsi="Open Sans" w:cs="Open Sans"/>
          <w:b/>
          <w:bCs/>
        </w:rPr>
        <w:tab/>
      </w:r>
      <w:r w:rsidRPr="00986178">
        <w:rPr>
          <w:rFonts w:ascii="Open Sans" w:hAnsi="Open Sans" w:cs="Open Sans"/>
          <w:bCs/>
        </w:rPr>
        <w:t>Samo Lozej</w:t>
      </w:r>
    </w:p>
    <w:p w14:paraId="6D37A61B" w14:textId="3513D257" w:rsidR="00725C2B" w:rsidRPr="00986178" w:rsidRDefault="00725C2B" w:rsidP="00986178">
      <w:pPr>
        <w:widowControl w:val="0"/>
        <w:tabs>
          <w:tab w:val="left" w:pos="5556"/>
        </w:tabs>
        <w:jc w:val="both"/>
        <w:rPr>
          <w:rFonts w:ascii="Open Sans" w:hAnsi="Open Sans" w:cs="Open Sans"/>
        </w:rPr>
      </w:pPr>
      <w:r w:rsidRPr="00986178">
        <w:rPr>
          <w:rFonts w:ascii="Open Sans" w:hAnsi="Open Sans" w:cs="Open Sans"/>
          <w:bCs/>
        </w:rPr>
        <w:t xml:space="preserve">                                                                       </w:t>
      </w:r>
      <w:r w:rsidR="00810676" w:rsidRPr="00986178">
        <w:rPr>
          <w:rFonts w:ascii="Open Sans" w:hAnsi="Open Sans" w:cs="Open Sans"/>
          <w:bCs/>
        </w:rPr>
        <w:t xml:space="preserve">                      </w:t>
      </w:r>
      <w:r w:rsidRPr="00986178">
        <w:rPr>
          <w:rFonts w:ascii="Open Sans" w:hAnsi="Open Sans" w:cs="Open Sans"/>
          <w:bCs/>
        </w:rPr>
        <w:t xml:space="preserve">   </w:t>
      </w:r>
      <w:r w:rsidR="00E84B9A" w:rsidRPr="00986178">
        <w:rPr>
          <w:rFonts w:ascii="Open Sans" w:hAnsi="Open Sans" w:cs="Open Sans"/>
          <w:bCs/>
        </w:rPr>
        <w:t xml:space="preserve"> </w:t>
      </w:r>
      <w:r w:rsidRPr="00986178">
        <w:rPr>
          <w:rFonts w:ascii="Open Sans" w:hAnsi="Open Sans" w:cs="Open Sans"/>
          <w:bCs/>
        </w:rPr>
        <w:t>direktor</w:t>
      </w:r>
    </w:p>
    <w:p w14:paraId="6A3B316C" w14:textId="77777777" w:rsidR="00D96B63" w:rsidRPr="00986178" w:rsidRDefault="00D96B63" w:rsidP="00986178">
      <w:pPr>
        <w:widowControl w:val="0"/>
        <w:rPr>
          <w:rFonts w:ascii="Open Sans" w:hAnsi="Open Sans" w:cs="Open Sans"/>
        </w:rPr>
      </w:pPr>
    </w:p>
    <w:p w14:paraId="1F469FE3" w14:textId="77777777" w:rsidR="002552C3" w:rsidRPr="00986178" w:rsidRDefault="002552C3" w:rsidP="00986178">
      <w:pPr>
        <w:widowControl w:val="0"/>
        <w:rPr>
          <w:rFonts w:ascii="Open Sans" w:hAnsi="Open Sans" w:cs="Open Sans"/>
        </w:rPr>
      </w:pPr>
    </w:p>
    <w:p w14:paraId="63170AB5" w14:textId="1ACE82F8" w:rsidR="004F2D73" w:rsidRDefault="004F2D73" w:rsidP="00986178">
      <w:pPr>
        <w:widowControl w:val="0"/>
        <w:rPr>
          <w:rFonts w:ascii="Open Sans" w:hAnsi="Open Sans" w:cs="Open Sans"/>
        </w:rPr>
      </w:pPr>
    </w:p>
    <w:p w14:paraId="7F831F49" w14:textId="64542063" w:rsidR="00D24D8B" w:rsidRDefault="00D24D8B" w:rsidP="00986178">
      <w:pPr>
        <w:widowControl w:val="0"/>
        <w:rPr>
          <w:rFonts w:ascii="Open Sans" w:hAnsi="Open Sans" w:cs="Open Sans"/>
        </w:rPr>
      </w:pPr>
    </w:p>
    <w:p w14:paraId="0A6B7353" w14:textId="5733E635" w:rsidR="00D24D8B" w:rsidRDefault="00D24D8B" w:rsidP="00986178">
      <w:pPr>
        <w:widowControl w:val="0"/>
        <w:rPr>
          <w:rFonts w:ascii="Open Sans" w:hAnsi="Open Sans" w:cs="Open Sans"/>
        </w:rPr>
      </w:pPr>
    </w:p>
    <w:p w14:paraId="7D135BC9" w14:textId="6AB53ABC" w:rsidR="00D24D8B" w:rsidRDefault="00D24D8B" w:rsidP="00986178">
      <w:pPr>
        <w:widowControl w:val="0"/>
        <w:rPr>
          <w:rFonts w:ascii="Open Sans" w:hAnsi="Open Sans" w:cs="Open Sans"/>
        </w:rPr>
      </w:pPr>
    </w:p>
    <w:p w14:paraId="459B1CEE" w14:textId="6AB1C01C" w:rsidR="00D24D8B" w:rsidRDefault="00D24D8B" w:rsidP="00986178">
      <w:pPr>
        <w:widowControl w:val="0"/>
        <w:rPr>
          <w:rFonts w:ascii="Open Sans" w:hAnsi="Open Sans" w:cs="Open Sans"/>
        </w:rPr>
      </w:pPr>
    </w:p>
    <w:p w14:paraId="4023D05B" w14:textId="38FD1943" w:rsidR="00D24D8B" w:rsidRDefault="00D24D8B" w:rsidP="00986178">
      <w:pPr>
        <w:widowControl w:val="0"/>
        <w:rPr>
          <w:rFonts w:ascii="Open Sans" w:hAnsi="Open Sans" w:cs="Open Sans"/>
        </w:rPr>
      </w:pPr>
    </w:p>
    <w:p w14:paraId="60BEEFE3" w14:textId="1805BB6C" w:rsidR="00D24D8B" w:rsidRDefault="00D24D8B" w:rsidP="00986178">
      <w:pPr>
        <w:widowControl w:val="0"/>
        <w:rPr>
          <w:rFonts w:ascii="Open Sans" w:hAnsi="Open Sans" w:cs="Open Sans"/>
        </w:rPr>
      </w:pPr>
    </w:p>
    <w:p w14:paraId="2EF3DD8D" w14:textId="5C87305B" w:rsidR="00D24D8B" w:rsidRDefault="00D24D8B" w:rsidP="00986178">
      <w:pPr>
        <w:widowControl w:val="0"/>
        <w:rPr>
          <w:rFonts w:ascii="Open Sans" w:hAnsi="Open Sans" w:cs="Open Sans"/>
        </w:rPr>
      </w:pPr>
    </w:p>
    <w:p w14:paraId="4956ED7F" w14:textId="26E20432" w:rsidR="00D24D8B" w:rsidRDefault="00D24D8B" w:rsidP="00986178">
      <w:pPr>
        <w:widowControl w:val="0"/>
        <w:rPr>
          <w:rFonts w:ascii="Open Sans" w:hAnsi="Open Sans" w:cs="Open Sans"/>
        </w:rPr>
      </w:pPr>
    </w:p>
    <w:p w14:paraId="47C7AA96" w14:textId="51E80DB7" w:rsidR="00D24D8B" w:rsidRDefault="00D24D8B" w:rsidP="00986178">
      <w:pPr>
        <w:widowControl w:val="0"/>
        <w:rPr>
          <w:rFonts w:ascii="Open Sans" w:hAnsi="Open Sans" w:cs="Open Sans"/>
        </w:rPr>
      </w:pPr>
    </w:p>
    <w:p w14:paraId="4E62FB6C" w14:textId="46544530" w:rsidR="00D24D8B" w:rsidRDefault="00D24D8B" w:rsidP="00986178">
      <w:pPr>
        <w:widowControl w:val="0"/>
        <w:rPr>
          <w:rFonts w:ascii="Open Sans" w:hAnsi="Open Sans" w:cs="Open Sans"/>
        </w:rPr>
      </w:pPr>
    </w:p>
    <w:p w14:paraId="29EF0BF2" w14:textId="52A9FDA8" w:rsidR="00D24D8B" w:rsidRDefault="00D24D8B" w:rsidP="00986178">
      <w:pPr>
        <w:widowControl w:val="0"/>
        <w:rPr>
          <w:rFonts w:ascii="Open Sans" w:hAnsi="Open Sans" w:cs="Open Sans"/>
        </w:rPr>
      </w:pPr>
    </w:p>
    <w:p w14:paraId="5E74FF74" w14:textId="4978F4C9" w:rsidR="00D24D8B" w:rsidRDefault="00D24D8B" w:rsidP="00986178">
      <w:pPr>
        <w:widowControl w:val="0"/>
        <w:rPr>
          <w:rFonts w:ascii="Open Sans" w:hAnsi="Open Sans" w:cs="Open Sans"/>
        </w:rPr>
      </w:pPr>
    </w:p>
    <w:p w14:paraId="40538F39" w14:textId="60AA4D21" w:rsidR="00D24D8B" w:rsidRDefault="00D24D8B" w:rsidP="00986178">
      <w:pPr>
        <w:widowControl w:val="0"/>
        <w:rPr>
          <w:rFonts w:ascii="Open Sans" w:hAnsi="Open Sans" w:cs="Open Sans"/>
        </w:rPr>
      </w:pPr>
    </w:p>
    <w:p w14:paraId="005DD983" w14:textId="2B6E26FF" w:rsidR="00D24D8B" w:rsidRDefault="00D24D8B" w:rsidP="00986178">
      <w:pPr>
        <w:widowControl w:val="0"/>
        <w:rPr>
          <w:rFonts w:ascii="Open Sans" w:hAnsi="Open Sans" w:cs="Open Sans"/>
        </w:rPr>
      </w:pPr>
    </w:p>
    <w:p w14:paraId="3BDAC527" w14:textId="52CA3A17" w:rsidR="00D24D8B" w:rsidRDefault="00D24D8B" w:rsidP="00986178">
      <w:pPr>
        <w:widowControl w:val="0"/>
        <w:rPr>
          <w:rFonts w:ascii="Open Sans" w:hAnsi="Open Sans" w:cs="Open Sans"/>
        </w:rPr>
      </w:pPr>
    </w:p>
    <w:p w14:paraId="332364CA" w14:textId="6FDE6A74" w:rsidR="00D24D8B" w:rsidRDefault="00D24D8B" w:rsidP="00986178">
      <w:pPr>
        <w:widowControl w:val="0"/>
        <w:rPr>
          <w:rFonts w:ascii="Open Sans" w:hAnsi="Open Sans" w:cs="Open Sans"/>
        </w:rPr>
      </w:pPr>
    </w:p>
    <w:p w14:paraId="42A6D283" w14:textId="14E6B47F" w:rsidR="00D24D8B" w:rsidRDefault="00D24D8B" w:rsidP="00986178">
      <w:pPr>
        <w:widowControl w:val="0"/>
        <w:rPr>
          <w:rFonts w:ascii="Open Sans" w:hAnsi="Open Sans" w:cs="Open Sans"/>
        </w:rPr>
      </w:pPr>
    </w:p>
    <w:p w14:paraId="71A73BDC" w14:textId="37B04AF4" w:rsidR="00D24D8B" w:rsidRDefault="00D24D8B" w:rsidP="00986178">
      <w:pPr>
        <w:widowControl w:val="0"/>
        <w:rPr>
          <w:rFonts w:ascii="Open Sans" w:hAnsi="Open Sans" w:cs="Open Sans"/>
        </w:rPr>
      </w:pPr>
    </w:p>
    <w:p w14:paraId="01383901" w14:textId="64EF7DFA" w:rsidR="00D24D8B" w:rsidRDefault="00D24D8B" w:rsidP="00986178">
      <w:pPr>
        <w:widowControl w:val="0"/>
        <w:rPr>
          <w:rFonts w:ascii="Open Sans" w:hAnsi="Open Sans" w:cs="Open Sans"/>
        </w:rPr>
      </w:pPr>
    </w:p>
    <w:p w14:paraId="52C0DCE0" w14:textId="4BE668BF" w:rsidR="00D24D8B" w:rsidRDefault="00D24D8B" w:rsidP="00986178">
      <w:pPr>
        <w:widowControl w:val="0"/>
        <w:rPr>
          <w:rFonts w:ascii="Open Sans" w:hAnsi="Open Sans" w:cs="Open Sans"/>
        </w:rPr>
      </w:pPr>
    </w:p>
    <w:p w14:paraId="614D4C63" w14:textId="6D786C78" w:rsidR="00D24D8B" w:rsidRDefault="00D24D8B" w:rsidP="00986178">
      <w:pPr>
        <w:widowControl w:val="0"/>
        <w:rPr>
          <w:rFonts w:ascii="Open Sans" w:hAnsi="Open Sans" w:cs="Open Sans"/>
        </w:rPr>
      </w:pPr>
    </w:p>
    <w:p w14:paraId="3FE6371F" w14:textId="7DDD8017" w:rsidR="00D24D8B" w:rsidRDefault="00D24D8B" w:rsidP="00986178">
      <w:pPr>
        <w:widowControl w:val="0"/>
        <w:rPr>
          <w:rFonts w:ascii="Open Sans" w:hAnsi="Open Sans" w:cs="Open Sans"/>
        </w:rPr>
      </w:pPr>
    </w:p>
    <w:p w14:paraId="3587FEC6" w14:textId="3D45B4B1" w:rsidR="00D24D8B" w:rsidRDefault="00D24D8B" w:rsidP="00986178">
      <w:pPr>
        <w:widowControl w:val="0"/>
        <w:rPr>
          <w:rFonts w:ascii="Open Sans" w:hAnsi="Open Sans" w:cs="Open Sans"/>
        </w:rPr>
      </w:pPr>
    </w:p>
    <w:p w14:paraId="3631BE12" w14:textId="2D55953A" w:rsidR="00D24D8B" w:rsidRDefault="00D24D8B" w:rsidP="00986178">
      <w:pPr>
        <w:widowControl w:val="0"/>
        <w:rPr>
          <w:rFonts w:ascii="Open Sans" w:hAnsi="Open Sans" w:cs="Open Sans"/>
        </w:rPr>
      </w:pPr>
    </w:p>
    <w:p w14:paraId="474A9FFF" w14:textId="14E8CFE2" w:rsidR="00D24D8B" w:rsidRDefault="00D24D8B" w:rsidP="00986178">
      <w:pPr>
        <w:widowControl w:val="0"/>
        <w:rPr>
          <w:rFonts w:ascii="Open Sans" w:hAnsi="Open Sans" w:cs="Open Sans"/>
        </w:rPr>
      </w:pPr>
    </w:p>
    <w:p w14:paraId="427BC733" w14:textId="2195CEEA" w:rsidR="00D24D8B" w:rsidRDefault="00D24D8B" w:rsidP="00986178">
      <w:pPr>
        <w:widowControl w:val="0"/>
        <w:rPr>
          <w:rFonts w:ascii="Open Sans" w:hAnsi="Open Sans" w:cs="Open Sans"/>
        </w:rPr>
      </w:pPr>
    </w:p>
    <w:p w14:paraId="0B2FA341" w14:textId="77777777" w:rsidR="00D24D8B" w:rsidRPr="00986178" w:rsidRDefault="00D24D8B" w:rsidP="00986178">
      <w:pPr>
        <w:widowControl w:val="0"/>
        <w:rPr>
          <w:rFonts w:ascii="Open Sans" w:hAnsi="Open Sans" w:cs="Open Sans"/>
        </w:rPr>
      </w:pPr>
    </w:p>
    <w:p w14:paraId="5439D683" w14:textId="77777777" w:rsidR="004F2D73" w:rsidRPr="00986178" w:rsidRDefault="004F2D73" w:rsidP="00986178">
      <w:pPr>
        <w:widowControl w:val="0"/>
        <w:rPr>
          <w:rFonts w:ascii="Open Sans" w:hAnsi="Open Sans" w:cs="Open Sans"/>
        </w:rPr>
      </w:pPr>
    </w:p>
    <w:p w14:paraId="7E33EC62" w14:textId="27EC4D68" w:rsidR="00725C2B" w:rsidRPr="00986178" w:rsidRDefault="00725C2B" w:rsidP="00986178">
      <w:pPr>
        <w:widowControl w:val="0"/>
        <w:rPr>
          <w:rFonts w:ascii="Open Sans" w:hAnsi="Open Sans" w:cs="Open Sans"/>
        </w:rPr>
      </w:pPr>
      <w:r w:rsidRPr="00986178">
        <w:rPr>
          <w:rFonts w:ascii="Open Sans" w:hAnsi="Open Sans" w:cs="Open Sans"/>
        </w:rPr>
        <w:t>Prilog</w:t>
      </w:r>
      <w:r w:rsidR="00C6736A" w:rsidRPr="00986178">
        <w:rPr>
          <w:rFonts w:ascii="Open Sans" w:hAnsi="Open Sans" w:cs="Open Sans"/>
        </w:rPr>
        <w:t>e</w:t>
      </w:r>
      <w:r w:rsidRPr="00986178">
        <w:rPr>
          <w:rFonts w:ascii="Open Sans" w:hAnsi="Open Sans" w:cs="Open Sans"/>
        </w:rPr>
        <w:t>:</w:t>
      </w:r>
    </w:p>
    <w:p w14:paraId="290062BD" w14:textId="08FFEF8E" w:rsidR="00725C2B" w:rsidRPr="00986178" w:rsidRDefault="00725C2B" w:rsidP="0019014E">
      <w:pPr>
        <w:widowControl w:val="0"/>
        <w:numPr>
          <w:ilvl w:val="0"/>
          <w:numId w:val="45"/>
        </w:numPr>
        <w:tabs>
          <w:tab w:val="left" w:pos="142"/>
        </w:tabs>
        <w:adjustRightInd w:val="0"/>
        <w:ind w:left="142" w:hanging="142"/>
        <w:jc w:val="both"/>
        <w:textAlignment w:val="baseline"/>
        <w:rPr>
          <w:rFonts w:ascii="Open Sans" w:hAnsi="Open Sans" w:cs="Open Sans"/>
          <w:bCs/>
        </w:rPr>
      </w:pPr>
      <w:r w:rsidRPr="00986178">
        <w:rPr>
          <w:rFonts w:ascii="Open Sans" w:hAnsi="Open Sans" w:cs="Open Sans"/>
        </w:rPr>
        <w:t>Priloga št. 1: Ponudbeni predračun izvajalca</w:t>
      </w:r>
      <w:r w:rsidR="008F5699" w:rsidRPr="00986178">
        <w:rPr>
          <w:rFonts w:ascii="Open Sans" w:hAnsi="Open Sans" w:cs="Open Sans"/>
        </w:rPr>
        <w:t xml:space="preserve"> </w:t>
      </w:r>
      <w:r w:rsidR="00507169" w:rsidRPr="00986178">
        <w:rPr>
          <w:rFonts w:ascii="Open Sans" w:hAnsi="Open Sans" w:cs="Open Sans"/>
        </w:rPr>
        <w:t>z dne ________,</w:t>
      </w:r>
    </w:p>
    <w:p w14:paraId="67B79287" w14:textId="7ED6E7C3" w:rsidR="00725C2B" w:rsidRPr="00986178" w:rsidRDefault="00725C2B" w:rsidP="0019014E">
      <w:pPr>
        <w:widowControl w:val="0"/>
        <w:numPr>
          <w:ilvl w:val="0"/>
          <w:numId w:val="45"/>
        </w:numPr>
        <w:tabs>
          <w:tab w:val="left" w:pos="142"/>
        </w:tabs>
        <w:adjustRightInd w:val="0"/>
        <w:ind w:left="142" w:hanging="142"/>
        <w:jc w:val="both"/>
        <w:textAlignment w:val="baseline"/>
        <w:rPr>
          <w:rFonts w:ascii="Open Sans" w:hAnsi="Open Sans" w:cs="Open Sans"/>
        </w:rPr>
      </w:pPr>
      <w:r w:rsidRPr="00986178">
        <w:rPr>
          <w:rFonts w:ascii="Open Sans" w:hAnsi="Open Sans" w:cs="Open Sans"/>
          <w:bCs/>
        </w:rPr>
        <w:t xml:space="preserve">Priloga št. 2: </w:t>
      </w:r>
      <w:r w:rsidR="000445D5" w:rsidRPr="00986178">
        <w:rPr>
          <w:rFonts w:ascii="Open Sans" w:hAnsi="Open Sans" w:cs="Open Sans"/>
        </w:rPr>
        <w:t xml:space="preserve">Opis </w:t>
      </w:r>
      <w:r w:rsidR="000B1BEF" w:rsidRPr="00986178">
        <w:rPr>
          <w:rFonts w:ascii="Open Sans" w:hAnsi="Open Sans" w:cs="Open Sans"/>
        </w:rPr>
        <w:t xml:space="preserve">javnega </w:t>
      </w:r>
      <w:r w:rsidR="000445D5" w:rsidRPr="00986178">
        <w:rPr>
          <w:rFonts w:ascii="Open Sans" w:hAnsi="Open Sans" w:cs="Open Sans"/>
        </w:rPr>
        <w:t>naročila</w:t>
      </w:r>
      <w:r w:rsidR="000B1BEF" w:rsidRPr="00986178">
        <w:rPr>
          <w:rFonts w:ascii="Open Sans" w:hAnsi="Open Sans" w:cs="Open Sans"/>
        </w:rPr>
        <w:t xml:space="preserve"> in</w:t>
      </w:r>
    </w:p>
    <w:p w14:paraId="40891E6C" w14:textId="5F26B710" w:rsidR="00787583" w:rsidRPr="00986178" w:rsidRDefault="00787583" w:rsidP="0019014E">
      <w:pPr>
        <w:widowControl w:val="0"/>
        <w:numPr>
          <w:ilvl w:val="0"/>
          <w:numId w:val="45"/>
        </w:numPr>
        <w:tabs>
          <w:tab w:val="left" w:pos="142"/>
        </w:tabs>
        <w:adjustRightInd w:val="0"/>
        <w:ind w:left="142" w:hanging="142"/>
        <w:jc w:val="both"/>
        <w:textAlignment w:val="baseline"/>
        <w:rPr>
          <w:rFonts w:ascii="Open Sans" w:hAnsi="Open Sans" w:cs="Open Sans"/>
        </w:rPr>
      </w:pPr>
      <w:r w:rsidRPr="00986178">
        <w:rPr>
          <w:rFonts w:ascii="Open Sans" w:hAnsi="Open Sans" w:cs="Open Sans"/>
        </w:rPr>
        <w:t xml:space="preserve">Priloga št. 3: </w:t>
      </w:r>
      <w:r w:rsidR="000445D5" w:rsidRPr="00986178">
        <w:rPr>
          <w:rFonts w:ascii="Open Sans" w:hAnsi="Open Sans" w:cs="Open Sans"/>
        </w:rPr>
        <w:t>Pisni sporazum o skupnih varnostnih ukrepih in ravnanju z okoljem v JAVNEM PODJETJU ENERGETIKA LJUBLJANA d.o.o.</w:t>
      </w:r>
    </w:p>
    <w:p w14:paraId="08DD6F93" w14:textId="6B7D02A4" w:rsidR="009A170F" w:rsidRPr="00986178" w:rsidRDefault="009A170F" w:rsidP="0019014E">
      <w:pPr>
        <w:widowControl w:val="0"/>
        <w:numPr>
          <w:ilvl w:val="0"/>
          <w:numId w:val="50"/>
        </w:numPr>
        <w:ind w:left="142" w:hanging="142"/>
        <w:rPr>
          <w:rFonts w:ascii="Open Sans" w:hAnsi="Open Sans" w:cs="Open Sans"/>
          <w:szCs w:val="22"/>
        </w:rPr>
      </w:pPr>
      <w:r w:rsidRPr="00986178">
        <w:rPr>
          <w:rFonts w:ascii="Open Sans" w:hAnsi="Open Sans" w:cs="Open Sans"/>
          <w:szCs w:val="22"/>
        </w:rPr>
        <w:t>Priloga št. 4: Pooblastilo za vlaganje in podpisovanje evidenčnih listov v sistemu IS-Odpadki.</w:t>
      </w:r>
    </w:p>
    <w:p w14:paraId="7EA52E85" w14:textId="77777777" w:rsidR="004F2D73" w:rsidRPr="00986178" w:rsidRDefault="004F2D73" w:rsidP="00986178">
      <w:pPr>
        <w:widowControl w:val="0"/>
        <w:rPr>
          <w:rFonts w:ascii="Open Sans" w:hAnsi="Open Sans" w:cs="Open Sans"/>
          <w:szCs w:val="22"/>
        </w:rPr>
      </w:pPr>
    </w:p>
    <w:tbl>
      <w:tblPr>
        <w:tblW w:w="970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5"/>
        <w:gridCol w:w="1700"/>
      </w:tblGrid>
      <w:tr w:rsidR="005D32BD" w:rsidRPr="005D32BD" w14:paraId="1A70E988" w14:textId="77777777" w:rsidTr="006121C9">
        <w:tc>
          <w:tcPr>
            <w:tcW w:w="8005" w:type="dxa"/>
            <w:tcBorders>
              <w:top w:val="single" w:sz="4" w:space="0" w:color="auto"/>
              <w:left w:val="single" w:sz="4" w:space="0" w:color="auto"/>
              <w:bottom w:val="single" w:sz="4" w:space="0" w:color="auto"/>
              <w:right w:val="single" w:sz="4" w:space="0" w:color="808080"/>
            </w:tcBorders>
            <w:hideMark/>
          </w:tcPr>
          <w:p w14:paraId="2A1C8DAF" w14:textId="77777777" w:rsidR="005D32BD" w:rsidRPr="005D32BD" w:rsidRDefault="005D32BD" w:rsidP="006121C9">
            <w:pPr>
              <w:widowControl w:val="0"/>
              <w:jc w:val="both"/>
              <w:rPr>
                <w:rFonts w:ascii="Open Sans" w:hAnsi="Open Sans" w:cs="Open Sans"/>
              </w:rPr>
            </w:pPr>
            <w:r w:rsidRPr="005D32BD">
              <w:rPr>
                <w:rFonts w:ascii="Open Sans" w:hAnsi="Open Sans" w:cs="Open Sans"/>
              </w:rPr>
              <w:lastRenderedPageBreak/>
              <w:t>POOBLASTILO ZA VLAGANJE IN PODPISOVANJE EVIDENČNIH LISTOV V SISTEMU IS-ODPADKI</w:t>
            </w:r>
          </w:p>
        </w:tc>
        <w:tc>
          <w:tcPr>
            <w:tcW w:w="1700" w:type="dxa"/>
            <w:tcBorders>
              <w:top w:val="single" w:sz="4" w:space="0" w:color="auto"/>
              <w:left w:val="single" w:sz="4" w:space="0" w:color="808080"/>
              <w:bottom w:val="single" w:sz="4" w:space="0" w:color="auto"/>
              <w:right w:val="single" w:sz="4" w:space="0" w:color="auto"/>
            </w:tcBorders>
            <w:hideMark/>
          </w:tcPr>
          <w:p w14:paraId="24743DBB" w14:textId="7389A31A" w:rsidR="005D32BD" w:rsidRPr="005D32BD" w:rsidRDefault="005D32BD" w:rsidP="006121C9">
            <w:pPr>
              <w:widowControl w:val="0"/>
              <w:rPr>
                <w:rFonts w:ascii="Open Sans" w:hAnsi="Open Sans" w:cs="Open Sans"/>
                <w:b/>
                <w:i/>
              </w:rPr>
            </w:pPr>
            <w:r w:rsidRPr="005D32BD">
              <w:rPr>
                <w:rFonts w:ascii="Open Sans" w:hAnsi="Open Sans" w:cs="Open Sans"/>
                <w:b/>
                <w:bCs/>
                <w:i/>
                <w:iCs/>
              </w:rPr>
              <w:t>Priloga 12</w:t>
            </w:r>
          </w:p>
        </w:tc>
      </w:tr>
    </w:tbl>
    <w:p w14:paraId="78BBBB87" w14:textId="77777777" w:rsidR="005D32BD" w:rsidRPr="005D32BD" w:rsidRDefault="005D32BD" w:rsidP="005D32BD">
      <w:pPr>
        <w:widowControl w:val="0"/>
        <w:jc w:val="right"/>
        <w:rPr>
          <w:rFonts w:ascii="Open Sans" w:hAnsi="Open Sans" w:cs="Open Sans"/>
          <w:b/>
        </w:rPr>
      </w:pPr>
    </w:p>
    <w:p w14:paraId="551621ED" w14:textId="77777777" w:rsidR="005D32BD" w:rsidRPr="005D32BD" w:rsidRDefault="005D32BD" w:rsidP="005D32BD">
      <w:pPr>
        <w:widowControl w:val="0"/>
        <w:jc w:val="right"/>
        <w:rPr>
          <w:rFonts w:ascii="Open Sans" w:hAnsi="Open Sans" w:cs="Open Sans"/>
          <w:b/>
        </w:rPr>
      </w:pPr>
    </w:p>
    <w:p w14:paraId="4D2072EA" w14:textId="2F67E444" w:rsidR="005D32BD" w:rsidRPr="005D32BD" w:rsidRDefault="005D32BD" w:rsidP="005D32BD">
      <w:pPr>
        <w:widowControl w:val="0"/>
        <w:jc w:val="center"/>
        <w:rPr>
          <w:rFonts w:ascii="Open Sans" w:hAnsi="Open Sans" w:cs="Open Sans"/>
          <w:b/>
        </w:rPr>
      </w:pPr>
      <w:r w:rsidRPr="005D32BD">
        <w:rPr>
          <w:rFonts w:ascii="Open Sans" w:hAnsi="Open Sans" w:cs="Open Sans"/>
          <w:b/>
        </w:rPr>
        <w:t>Priloga št. 4</w:t>
      </w:r>
      <w:r w:rsidRPr="005D32BD">
        <w:rPr>
          <w:rFonts w:ascii="Open Sans" w:hAnsi="Open Sans" w:cs="Open Sans"/>
          <w:b/>
        </w:rPr>
        <w:fldChar w:fldCharType="begin"/>
      </w:r>
      <w:r w:rsidRPr="005D32BD">
        <w:rPr>
          <w:rFonts w:ascii="Open Sans" w:hAnsi="Open Sans" w:cs="Open Sans"/>
          <w:b/>
        </w:rPr>
        <w:instrText xml:space="preserve"> FILLIN  \* MERGEFORMAT </w:instrText>
      </w:r>
      <w:r w:rsidRPr="005D32BD">
        <w:rPr>
          <w:rFonts w:ascii="Open Sans" w:hAnsi="Open Sans" w:cs="Open Sans"/>
          <w:b/>
        </w:rPr>
        <w:fldChar w:fldCharType="end"/>
      </w:r>
      <w:r w:rsidRPr="005D32BD">
        <w:rPr>
          <w:rFonts w:ascii="Open Sans" w:hAnsi="Open Sans" w:cs="Open Sans"/>
          <w:b/>
        </w:rPr>
        <w:t xml:space="preserve"> k okvirnemu sporazumu št. ENLJ-SAL-80/25 </w:t>
      </w:r>
    </w:p>
    <w:p w14:paraId="70E55179" w14:textId="77777777" w:rsidR="005D32BD" w:rsidRPr="005D32BD" w:rsidRDefault="005D32BD" w:rsidP="005D32BD">
      <w:pPr>
        <w:widowControl w:val="0"/>
        <w:tabs>
          <w:tab w:val="left" w:pos="426"/>
        </w:tabs>
        <w:adjustRightInd w:val="0"/>
        <w:jc w:val="both"/>
        <w:textAlignment w:val="baseline"/>
        <w:rPr>
          <w:rFonts w:ascii="Open Sans" w:hAnsi="Open Sans" w:cs="Open Sans"/>
        </w:rPr>
      </w:pPr>
    </w:p>
    <w:tbl>
      <w:tblPr>
        <w:tblW w:w="10350" w:type="dxa"/>
        <w:tblInd w:w="-72" w:type="dxa"/>
        <w:tblLayout w:type="fixed"/>
        <w:tblCellMar>
          <w:left w:w="70" w:type="dxa"/>
          <w:right w:w="70" w:type="dxa"/>
        </w:tblCellMar>
        <w:tblLook w:val="04A0" w:firstRow="1" w:lastRow="0" w:firstColumn="1" w:lastColumn="0" w:noHBand="0" w:noVBand="1"/>
      </w:tblPr>
      <w:tblGrid>
        <w:gridCol w:w="738"/>
        <w:gridCol w:w="2664"/>
        <w:gridCol w:w="2998"/>
        <w:gridCol w:w="3664"/>
        <w:gridCol w:w="286"/>
      </w:tblGrid>
      <w:tr w:rsidR="005D32BD" w:rsidRPr="005D32BD" w14:paraId="3B653296" w14:textId="77777777" w:rsidTr="006121C9">
        <w:trPr>
          <w:gridAfter w:val="1"/>
          <w:wAfter w:w="286" w:type="dxa"/>
          <w:trHeight w:val="375"/>
        </w:trPr>
        <w:tc>
          <w:tcPr>
            <w:tcW w:w="10064" w:type="dxa"/>
            <w:gridSpan w:val="4"/>
            <w:tcBorders>
              <w:top w:val="nil"/>
              <w:left w:val="nil"/>
              <w:bottom w:val="nil"/>
              <w:right w:val="nil"/>
            </w:tcBorders>
            <w:shd w:val="clear" w:color="auto" w:fill="auto"/>
            <w:noWrap/>
            <w:vAlign w:val="bottom"/>
            <w:hideMark/>
          </w:tcPr>
          <w:p w14:paraId="28738053" w14:textId="77777777" w:rsidR="005D32BD" w:rsidRPr="005D32BD" w:rsidRDefault="005D32BD" w:rsidP="006121C9">
            <w:pPr>
              <w:widowControl w:val="0"/>
              <w:jc w:val="center"/>
              <w:rPr>
                <w:rFonts w:ascii="Open Sans" w:hAnsi="Open Sans" w:cs="Open Sans"/>
                <w:b/>
                <w:bCs/>
              </w:rPr>
            </w:pPr>
          </w:p>
          <w:p w14:paraId="720EC33F" w14:textId="77777777" w:rsidR="005D32BD" w:rsidRPr="005D32BD" w:rsidRDefault="005D32BD" w:rsidP="006121C9">
            <w:pPr>
              <w:widowControl w:val="0"/>
              <w:jc w:val="center"/>
              <w:rPr>
                <w:rFonts w:ascii="Open Sans" w:hAnsi="Open Sans" w:cs="Open Sans"/>
                <w:b/>
                <w:bCs/>
              </w:rPr>
            </w:pPr>
            <w:r w:rsidRPr="005D32BD">
              <w:rPr>
                <w:rFonts w:ascii="Open Sans" w:hAnsi="Open Sans" w:cs="Open Sans"/>
                <w:b/>
                <w:bCs/>
              </w:rPr>
              <w:t>POOBLASTILO</w:t>
            </w:r>
          </w:p>
        </w:tc>
      </w:tr>
      <w:tr w:rsidR="005D32BD" w:rsidRPr="005D32BD" w14:paraId="59CB6B50" w14:textId="77777777" w:rsidTr="006121C9">
        <w:trPr>
          <w:gridAfter w:val="1"/>
          <w:wAfter w:w="286" w:type="dxa"/>
          <w:trHeight w:val="375"/>
        </w:trPr>
        <w:tc>
          <w:tcPr>
            <w:tcW w:w="10064" w:type="dxa"/>
            <w:gridSpan w:val="4"/>
            <w:tcBorders>
              <w:top w:val="nil"/>
              <w:left w:val="nil"/>
              <w:bottom w:val="nil"/>
              <w:right w:val="nil"/>
            </w:tcBorders>
            <w:shd w:val="clear" w:color="auto" w:fill="auto"/>
            <w:noWrap/>
            <w:vAlign w:val="bottom"/>
            <w:hideMark/>
          </w:tcPr>
          <w:p w14:paraId="34527125" w14:textId="77777777" w:rsidR="005D32BD" w:rsidRPr="005D32BD" w:rsidRDefault="005D32BD" w:rsidP="006121C9">
            <w:pPr>
              <w:widowControl w:val="0"/>
              <w:jc w:val="center"/>
              <w:rPr>
                <w:rFonts w:ascii="Open Sans" w:hAnsi="Open Sans" w:cs="Open Sans"/>
                <w:b/>
                <w:bCs/>
              </w:rPr>
            </w:pPr>
            <w:r w:rsidRPr="005D32BD">
              <w:rPr>
                <w:rFonts w:ascii="Open Sans" w:hAnsi="Open Sans" w:cs="Open Sans"/>
                <w:b/>
                <w:bCs/>
              </w:rPr>
              <w:t>ZA VLAGANJE IN PODPISOVANJE EVIDENČNIH LISTOV V SISTEMU IS-ODPADKI</w:t>
            </w:r>
          </w:p>
        </w:tc>
      </w:tr>
      <w:tr w:rsidR="005D32BD" w:rsidRPr="005D32BD" w14:paraId="2613F793" w14:textId="77777777" w:rsidTr="006121C9">
        <w:trPr>
          <w:gridAfter w:val="1"/>
          <w:wAfter w:w="286" w:type="dxa"/>
          <w:trHeight w:val="300"/>
        </w:trPr>
        <w:tc>
          <w:tcPr>
            <w:tcW w:w="10064" w:type="dxa"/>
            <w:gridSpan w:val="4"/>
            <w:tcBorders>
              <w:top w:val="nil"/>
              <w:left w:val="nil"/>
              <w:bottom w:val="single" w:sz="4" w:space="0" w:color="auto"/>
              <w:right w:val="nil"/>
            </w:tcBorders>
            <w:shd w:val="clear" w:color="auto" w:fill="auto"/>
            <w:noWrap/>
            <w:vAlign w:val="bottom"/>
            <w:hideMark/>
          </w:tcPr>
          <w:p w14:paraId="6BE0B1DA" w14:textId="77777777" w:rsidR="005D32BD" w:rsidRPr="005D32BD" w:rsidRDefault="005D32BD" w:rsidP="006121C9">
            <w:pPr>
              <w:widowControl w:val="0"/>
              <w:jc w:val="both"/>
              <w:rPr>
                <w:rFonts w:ascii="Open Sans" w:hAnsi="Open Sans" w:cs="Open Sans"/>
                <w:b/>
              </w:rPr>
            </w:pPr>
          </w:p>
        </w:tc>
      </w:tr>
      <w:tr w:rsidR="005D32BD" w:rsidRPr="005D32BD" w14:paraId="0EF9562A" w14:textId="77777777" w:rsidTr="006121C9">
        <w:trPr>
          <w:gridAfter w:val="1"/>
          <w:wAfter w:w="286" w:type="dxa"/>
          <w:trHeight w:val="300"/>
        </w:trPr>
        <w:tc>
          <w:tcPr>
            <w:tcW w:w="10064"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70D9426"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PODATKI O POOBLASTITELJU</w:t>
            </w:r>
          </w:p>
        </w:tc>
      </w:tr>
      <w:tr w:rsidR="005D32BD" w:rsidRPr="005D32BD" w14:paraId="7ACC1248" w14:textId="77777777" w:rsidTr="006121C9">
        <w:trPr>
          <w:gridAfter w:val="1"/>
          <w:wAfter w:w="284" w:type="dxa"/>
          <w:trHeight w:val="420"/>
        </w:trPr>
        <w:tc>
          <w:tcPr>
            <w:tcW w:w="738" w:type="dxa"/>
            <w:tcBorders>
              <w:top w:val="nil"/>
              <w:left w:val="nil"/>
              <w:bottom w:val="nil"/>
              <w:right w:val="nil"/>
            </w:tcBorders>
            <w:shd w:val="clear" w:color="auto" w:fill="auto"/>
            <w:noWrap/>
            <w:vAlign w:val="bottom"/>
            <w:hideMark/>
          </w:tcPr>
          <w:p w14:paraId="0E6B535E" w14:textId="77777777" w:rsidR="005D32BD" w:rsidRPr="005D32BD" w:rsidRDefault="005D32BD" w:rsidP="006121C9">
            <w:pPr>
              <w:widowControl w:val="0"/>
              <w:jc w:val="both"/>
              <w:rPr>
                <w:rFonts w:ascii="Open Sans" w:hAnsi="Open Sans" w:cs="Open Sans"/>
                <w:b/>
              </w:rPr>
            </w:pPr>
          </w:p>
        </w:tc>
        <w:tc>
          <w:tcPr>
            <w:tcW w:w="9326" w:type="dxa"/>
            <w:gridSpan w:val="3"/>
            <w:vMerge w:val="restart"/>
            <w:tcBorders>
              <w:top w:val="nil"/>
              <w:left w:val="nil"/>
            </w:tcBorders>
            <w:shd w:val="clear" w:color="auto" w:fill="auto"/>
            <w:noWrap/>
            <w:vAlign w:val="bottom"/>
            <w:hideMark/>
          </w:tcPr>
          <w:p w14:paraId="4669E2EA" w14:textId="77777777" w:rsidR="005D32BD" w:rsidRPr="005D32BD" w:rsidRDefault="005D32BD" w:rsidP="006121C9">
            <w:pPr>
              <w:widowControl w:val="0"/>
              <w:jc w:val="both"/>
              <w:rPr>
                <w:rFonts w:ascii="Open Sans" w:hAnsi="Open Sans" w:cs="Open Sans"/>
                <w:b/>
              </w:rPr>
            </w:pPr>
          </w:p>
          <w:p w14:paraId="6732F376"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Naziv: JAVNO PODJETJE ENERGETIKA LJUBLJANA d.o.o., Verovškova ulica 62, 1000 Ljubljana</w:t>
            </w:r>
          </w:p>
          <w:p w14:paraId="28B2E882" w14:textId="77777777" w:rsidR="005D32BD" w:rsidRPr="005D32BD" w:rsidRDefault="005D32BD" w:rsidP="006121C9">
            <w:pPr>
              <w:widowControl w:val="0"/>
              <w:jc w:val="both"/>
              <w:rPr>
                <w:rFonts w:ascii="Open Sans" w:hAnsi="Open Sans" w:cs="Open Sans"/>
                <w:b/>
              </w:rPr>
            </w:pPr>
          </w:p>
          <w:p w14:paraId="728E999E"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ID davčna številka: SI23034033</w:t>
            </w:r>
          </w:p>
          <w:p w14:paraId="63A82CCB"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w:t>
            </w:r>
          </w:p>
          <w:p w14:paraId="45CB6540"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Matična številka: 5226406000</w:t>
            </w:r>
          </w:p>
          <w:p w14:paraId="26F82B9B"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w:t>
            </w:r>
          </w:p>
          <w:p w14:paraId="19ADAD9B"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Šifra dejavnosti: 35.300</w:t>
            </w:r>
          </w:p>
          <w:p w14:paraId="36E9D40C"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w:t>
            </w:r>
          </w:p>
          <w:p w14:paraId="4378A7CD"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Telefon: 01 588 90 00</w:t>
            </w:r>
          </w:p>
          <w:p w14:paraId="06CA3C57"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w:t>
            </w:r>
          </w:p>
          <w:p w14:paraId="1779996B"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xml:space="preserve">E-pošta: </w:t>
            </w:r>
            <w:hyperlink r:id="rId20" w:history="1">
              <w:r w:rsidRPr="005D32BD">
                <w:rPr>
                  <w:rStyle w:val="Hiperpovezava"/>
                  <w:rFonts w:ascii="Open Sans" w:hAnsi="Open Sans" w:cs="Open Sans"/>
                  <w:b/>
                </w:rPr>
                <w:t>info@energetika.si</w:t>
              </w:r>
            </w:hyperlink>
            <w:r w:rsidRPr="005D32BD">
              <w:rPr>
                <w:rFonts w:ascii="Open Sans" w:hAnsi="Open Sans" w:cs="Open Sans"/>
                <w:b/>
              </w:rPr>
              <w:t xml:space="preserve"> </w:t>
            </w:r>
          </w:p>
          <w:p w14:paraId="2EFF601C"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w:t>
            </w:r>
          </w:p>
          <w:p w14:paraId="1616DB88"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Ime in priimek zakonitega zastopnika oz. odgovorne osebe: Samo Lozej, direktor</w:t>
            </w:r>
          </w:p>
          <w:p w14:paraId="05F09D38" w14:textId="77777777" w:rsidR="005D32BD" w:rsidRPr="005D32BD" w:rsidRDefault="005D32BD" w:rsidP="006121C9">
            <w:pPr>
              <w:widowControl w:val="0"/>
              <w:jc w:val="both"/>
              <w:rPr>
                <w:rFonts w:ascii="Open Sans" w:hAnsi="Open Sans" w:cs="Open Sans"/>
                <w:b/>
              </w:rPr>
            </w:pPr>
          </w:p>
        </w:tc>
      </w:tr>
      <w:tr w:rsidR="005D32BD" w:rsidRPr="005D32BD" w14:paraId="1B0F285F" w14:textId="77777777" w:rsidTr="006121C9">
        <w:trPr>
          <w:gridAfter w:val="1"/>
          <w:wAfter w:w="284" w:type="dxa"/>
          <w:trHeight w:val="420"/>
        </w:trPr>
        <w:tc>
          <w:tcPr>
            <w:tcW w:w="738" w:type="dxa"/>
            <w:tcBorders>
              <w:top w:val="nil"/>
              <w:left w:val="nil"/>
              <w:bottom w:val="nil"/>
              <w:right w:val="nil"/>
            </w:tcBorders>
            <w:shd w:val="clear" w:color="auto" w:fill="auto"/>
            <w:noWrap/>
            <w:vAlign w:val="bottom"/>
            <w:hideMark/>
          </w:tcPr>
          <w:p w14:paraId="01E6430E" w14:textId="77777777" w:rsidR="005D32BD" w:rsidRPr="005D32BD" w:rsidRDefault="005D32BD" w:rsidP="006121C9">
            <w:pPr>
              <w:widowControl w:val="0"/>
              <w:jc w:val="both"/>
              <w:rPr>
                <w:rFonts w:ascii="Open Sans" w:hAnsi="Open Sans" w:cs="Open Sans"/>
                <w:b/>
              </w:rPr>
            </w:pPr>
          </w:p>
        </w:tc>
        <w:tc>
          <w:tcPr>
            <w:tcW w:w="9326" w:type="dxa"/>
            <w:gridSpan w:val="3"/>
            <w:vMerge/>
            <w:tcBorders>
              <w:left w:val="nil"/>
            </w:tcBorders>
            <w:shd w:val="clear" w:color="auto" w:fill="auto"/>
            <w:noWrap/>
            <w:vAlign w:val="bottom"/>
            <w:hideMark/>
          </w:tcPr>
          <w:p w14:paraId="79A71CF7" w14:textId="77777777" w:rsidR="005D32BD" w:rsidRPr="005D32BD" w:rsidRDefault="005D32BD" w:rsidP="006121C9">
            <w:pPr>
              <w:widowControl w:val="0"/>
              <w:jc w:val="both"/>
              <w:rPr>
                <w:rFonts w:ascii="Open Sans" w:hAnsi="Open Sans" w:cs="Open Sans"/>
                <w:b/>
              </w:rPr>
            </w:pPr>
          </w:p>
        </w:tc>
      </w:tr>
      <w:tr w:rsidR="005D32BD" w:rsidRPr="005D32BD" w14:paraId="5084A51D" w14:textId="77777777" w:rsidTr="006121C9">
        <w:trPr>
          <w:gridAfter w:val="1"/>
          <w:wAfter w:w="284" w:type="dxa"/>
          <w:trHeight w:val="420"/>
        </w:trPr>
        <w:tc>
          <w:tcPr>
            <w:tcW w:w="738" w:type="dxa"/>
            <w:tcBorders>
              <w:top w:val="nil"/>
              <w:left w:val="nil"/>
              <w:bottom w:val="nil"/>
              <w:right w:val="nil"/>
            </w:tcBorders>
            <w:shd w:val="clear" w:color="auto" w:fill="auto"/>
            <w:noWrap/>
            <w:vAlign w:val="bottom"/>
            <w:hideMark/>
          </w:tcPr>
          <w:p w14:paraId="2F8C79A3" w14:textId="77777777" w:rsidR="005D32BD" w:rsidRPr="005D32BD" w:rsidRDefault="005D32BD" w:rsidP="006121C9">
            <w:pPr>
              <w:widowControl w:val="0"/>
              <w:jc w:val="both"/>
              <w:rPr>
                <w:rFonts w:ascii="Open Sans" w:hAnsi="Open Sans" w:cs="Open Sans"/>
                <w:b/>
              </w:rPr>
            </w:pPr>
          </w:p>
        </w:tc>
        <w:tc>
          <w:tcPr>
            <w:tcW w:w="9326" w:type="dxa"/>
            <w:gridSpan w:val="3"/>
            <w:vMerge/>
            <w:tcBorders>
              <w:left w:val="nil"/>
            </w:tcBorders>
            <w:shd w:val="clear" w:color="auto" w:fill="auto"/>
            <w:noWrap/>
            <w:vAlign w:val="bottom"/>
            <w:hideMark/>
          </w:tcPr>
          <w:p w14:paraId="3B2333BD" w14:textId="77777777" w:rsidR="005D32BD" w:rsidRPr="005D32BD" w:rsidRDefault="005D32BD" w:rsidP="006121C9">
            <w:pPr>
              <w:widowControl w:val="0"/>
              <w:jc w:val="both"/>
              <w:rPr>
                <w:rFonts w:ascii="Open Sans" w:hAnsi="Open Sans" w:cs="Open Sans"/>
                <w:b/>
              </w:rPr>
            </w:pPr>
          </w:p>
        </w:tc>
      </w:tr>
      <w:tr w:rsidR="005D32BD" w:rsidRPr="005D32BD" w14:paraId="0E44962C" w14:textId="77777777" w:rsidTr="006121C9">
        <w:trPr>
          <w:gridAfter w:val="1"/>
          <w:wAfter w:w="284" w:type="dxa"/>
          <w:trHeight w:val="420"/>
        </w:trPr>
        <w:tc>
          <w:tcPr>
            <w:tcW w:w="738" w:type="dxa"/>
            <w:tcBorders>
              <w:top w:val="nil"/>
              <w:left w:val="nil"/>
              <w:bottom w:val="nil"/>
              <w:right w:val="nil"/>
            </w:tcBorders>
            <w:shd w:val="clear" w:color="auto" w:fill="auto"/>
            <w:noWrap/>
            <w:vAlign w:val="bottom"/>
            <w:hideMark/>
          </w:tcPr>
          <w:p w14:paraId="0BBF2002" w14:textId="77777777" w:rsidR="005D32BD" w:rsidRPr="005D32BD" w:rsidRDefault="005D32BD" w:rsidP="006121C9">
            <w:pPr>
              <w:widowControl w:val="0"/>
              <w:jc w:val="both"/>
              <w:rPr>
                <w:rFonts w:ascii="Open Sans" w:hAnsi="Open Sans" w:cs="Open Sans"/>
                <w:b/>
              </w:rPr>
            </w:pPr>
          </w:p>
        </w:tc>
        <w:tc>
          <w:tcPr>
            <w:tcW w:w="9326" w:type="dxa"/>
            <w:gridSpan w:val="3"/>
            <w:vMerge/>
            <w:tcBorders>
              <w:left w:val="nil"/>
            </w:tcBorders>
            <w:shd w:val="clear" w:color="auto" w:fill="auto"/>
            <w:noWrap/>
            <w:vAlign w:val="bottom"/>
            <w:hideMark/>
          </w:tcPr>
          <w:p w14:paraId="3E3B915E" w14:textId="77777777" w:rsidR="005D32BD" w:rsidRPr="005D32BD" w:rsidRDefault="005D32BD" w:rsidP="006121C9">
            <w:pPr>
              <w:widowControl w:val="0"/>
              <w:jc w:val="both"/>
              <w:rPr>
                <w:rFonts w:ascii="Open Sans" w:hAnsi="Open Sans" w:cs="Open Sans"/>
                <w:b/>
              </w:rPr>
            </w:pPr>
          </w:p>
        </w:tc>
      </w:tr>
      <w:tr w:rsidR="005D32BD" w:rsidRPr="005D32BD" w14:paraId="4C90723D" w14:textId="77777777" w:rsidTr="006121C9">
        <w:trPr>
          <w:gridAfter w:val="1"/>
          <w:wAfter w:w="284" w:type="dxa"/>
          <w:trHeight w:val="420"/>
        </w:trPr>
        <w:tc>
          <w:tcPr>
            <w:tcW w:w="738" w:type="dxa"/>
            <w:tcBorders>
              <w:top w:val="nil"/>
              <w:left w:val="nil"/>
              <w:bottom w:val="nil"/>
              <w:right w:val="nil"/>
            </w:tcBorders>
            <w:shd w:val="clear" w:color="auto" w:fill="auto"/>
            <w:noWrap/>
            <w:vAlign w:val="bottom"/>
            <w:hideMark/>
          </w:tcPr>
          <w:p w14:paraId="7841D359" w14:textId="77777777" w:rsidR="005D32BD" w:rsidRPr="005D32BD" w:rsidRDefault="005D32BD" w:rsidP="006121C9">
            <w:pPr>
              <w:widowControl w:val="0"/>
              <w:jc w:val="both"/>
              <w:rPr>
                <w:rFonts w:ascii="Open Sans" w:hAnsi="Open Sans" w:cs="Open Sans"/>
                <w:b/>
              </w:rPr>
            </w:pPr>
          </w:p>
        </w:tc>
        <w:tc>
          <w:tcPr>
            <w:tcW w:w="9326" w:type="dxa"/>
            <w:gridSpan w:val="3"/>
            <w:vMerge/>
            <w:tcBorders>
              <w:left w:val="nil"/>
            </w:tcBorders>
            <w:shd w:val="clear" w:color="auto" w:fill="auto"/>
            <w:noWrap/>
            <w:vAlign w:val="bottom"/>
            <w:hideMark/>
          </w:tcPr>
          <w:p w14:paraId="1055F479" w14:textId="77777777" w:rsidR="005D32BD" w:rsidRPr="005D32BD" w:rsidRDefault="005D32BD" w:rsidP="006121C9">
            <w:pPr>
              <w:widowControl w:val="0"/>
              <w:jc w:val="both"/>
              <w:rPr>
                <w:rFonts w:ascii="Open Sans" w:hAnsi="Open Sans" w:cs="Open Sans"/>
                <w:b/>
              </w:rPr>
            </w:pPr>
          </w:p>
        </w:tc>
      </w:tr>
      <w:tr w:rsidR="005D32BD" w:rsidRPr="005D32BD" w14:paraId="41BD3F4E" w14:textId="77777777" w:rsidTr="006121C9">
        <w:trPr>
          <w:gridAfter w:val="1"/>
          <w:wAfter w:w="284" w:type="dxa"/>
          <w:trHeight w:val="420"/>
        </w:trPr>
        <w:tc>
          <w:tcPr>
            <w:tcW w:w="738" w:type="dxa"/>
            <w:tcBorders>
              <w:top w:val="nil"/>
              <w:left w:val="nil"/>
              <w:bottom w:val="nil"/>
              <w:right w:val="nil"/>
            </w:tcBorders>
            <w:shd w:val="clear" w:color="auto" w:fill="auto"/>
            <w:noWrap/>
            <w:vAlign w:val="bottom"/>
            <w:hideMark/>
          </w:tcPr>
          <w:p w14:paraId="5C7B7569" w14:textId="77777777" w:rsidR="005D32BD" w:rsidRPr="005D32BD" w:rsidRDefault="005D32BD" w:rsidP="006121C9">
            <w:pPr>
              <w:widowControl w:val="0"/>
              <w:jc w:val="both"/>
              <w:rPr>
                <w:rFonts w:ascii="Open Sans" w:hAnsi="Open Sans" w:cs="Open Sans"/>
                <w:b/>
              </w:rPr>
            </w:pPr>
          </w:p>
        </w:tc>
        <w:tc>
          <w:tcPr>
            <w:tcW w:w="9326" w:type="dxa"/>
            <w:gridSpan w:val="3"/>
            <w:vMerge/>
            <w:tcBorders>
              <w:left w:val="nil"/>
            </w:tcBorders>
            <w:shd w:val="clear" w:color="auto" w:fill="auto"/>
            <w:noWrap/>
            <w:vAlign w:val="bottom"/>
            <w:hideMark/>
          </w:tcPr>
          <w:p w14:paraId="07542287" w14:textId="77777777" w:rsidR="005D32BD" w:rsidRPr="005D32BD" w:rsidRDefault="005D32BD" w:rsidP="006121C9">
            <w:pPr>
              <w:widowControl w:val="0"/>
              <w:jc w:val="both"/>
              <w:rPr>
                <w:rFonts w:ascii="Open Sans" w:hAnsi="Open Sans" w:cs="Open Sans"/>
                <w:b/>
              </w:rPr>
            </w:pPr>
          </w:p>
        </w:tc>
      </w:tr>
      <w:tr w:rsidR="005D32BD" w:rsidRPr="005D32BD" w14:paraId="6A62CDBF" w14:textId="77777777" w:rsidTr="006121C9">
        <w:trPr>
          <w:gridAfter w:val="1"/>
          <w:wAfter w:w="286" w:type="dxa"/>
          <w:trHeight w:val="300"/>
        </w:trPr>
        <w:tc>
          <w:tcPr>
            <w:tcW w:w="10064"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43257E6"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PODATKI O POOBLAŠČENCU</w:t>
            </w:r>
          </w:p>
        </w:tc>
      </w:tr>
      <w:tr w:rsidR="005D32BD" w:rsidRPr="005D32BD" w14:paraId="685BDA3C" w14:textId="77777777" w:rsidTr="006121C9">
        <w:trPr>
          <w:gridAfter w:val="1"/>
          <w:wAfter w:w="286" w:type="dxa"/>
          <w:trHeight w:val="300"/>
        </w:trPr>
        <w:tc>
          <w:tcPr>
            <w:tcW w:w="738" w:type="dxa"/>
            <w:tcBorders>
              <w:top w:val="nil"/>
              <w:left w:val="nil"/>
              <w:bottom w:val="nil"/>
              <w:right w:val="nil"/>
            </w:tcBorders>
            <w:shd w:val="clear" w:color="auto" w:fill="auto"/>
            <w:noWrap/>
            <w:vAlign w:val="bottom"/>
          </w:tcPr>
          <w:p w14:paraId="6B7C0541" w14:textId="77777777" w:rsidR="005D32BD" w:rsidRPr="005D32BD" w:rsidRDefault="005D32BD" w:rsidP="006121C9">
            <w:pPr>
              <w:widowControl w:val="0"/>
              <w:jc w:val="both"/>
              <w:rPr>
                <w:rFonts w:ascii="Open Sans" w:hAnsi="Open Sans" w:cs="Open Sans"/>
                <w:b/>
                <w:bCs/>
              </w:rPr>
            </w:pPr>
          </w:p>
        </w:tc>
        <w:tc>
          <w:tcPr>
            <w:tcW w:w="5662" w:type="dxa"/>
            <w:gridSpan w:val="2"/>
            <w:tcBorders>
              <w:top w:val="single" w:sz="4" w:space="0" w:color="auto"/>
              <w:left w:val="nil"/>
              <w:bottom w:val="nil"/>
              <w:right w:val="nil"/>
            </w:tcBorders>
            <w:shd w:val="clear" w:color="auto" w:fill="auto"/>
            <w:noWrap/>
            <w:vAlign w:val="bottom"/>
          </w:tcPr>
          <w:p w14:paraId="0FE28BE6" w14:textId="77777777" w:rsidR="005D32BD" w:rsidRPr="005D32BD" w:rsidRDefault="005D32BD" w:rsidP="006121C9">
            <w:pPr>
              <w:widowControl w:val="0"/>
              <w:jc w:val="both"/>
              <w:rPr>
                <w:rFonts w:ascii="Open Sans" w:hAnsi="Open Sans" w:cs="Open Sans"/>
                <w:b/>
                <w:bCs/>
              </w:rPr>
            </w:pPr>
          </w:p>
        </w:tc>
        <w:tc>
          <w:tcPr>
            <w:tcW w:w="3664" w:type="dxa"/>
            <w:tcBorders>
              <w:top w:val="single" w:sz="4" w:space="0" w:color="auto"/>
              <w:left w:val="nil"/>
              <w:bottom w:val="nil"/>
              <w:right w:val="nil"/>
            </w:tcBorders>
            <w:shd w:val="clear" w:color="auto" w:fill="auto"/>
            <w:noWrap/>
            <w:vAlign w:val="bottom"/>
            <w:hideMark/>
          </w:tcPr>
          <w:p w14:paraId="011D9EA5"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 </w:t>
            </w:r>
          </w:p>
        </w:tc>
      </w:tr>
      <w:tr w:rsidR="005D32BD" w:rsidRPr="005D32BD" w14:paraId="337DCDE8"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26D015C7"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17E03A67"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Naziv, firma in sedež pravne osebe:</w:t>
            </w:r>
          </w:p>
        </w:tc>
        <w:tc>
          <w:tcPr>
            <w:tcW w:w="3664" w:type="dxa"/>
            <w:tcBorders>
              <w:top w:val="nil"/>
              <w:left w:val="nil"/>
              <w:bottom w:val="nil"/>
              <w:right w:val="nil"/>
            </w:tcBorders>
            <w:shd w:val="clear" w:color="auto" w:fill="auto"/>
            <w:noWrap/>
            <w:vAlign w:val="bottom"/>
          </w:tcPr>
          <w:p w14:paraId="102D435C" w14:textId="77777777" w:rsidR="005D32BD" w:rsidRPr="005D32BD" w:rsidRDefault="005D32BD" w:rsidP="006121C9">
            <w:pPr>
              <w:widowControl w:val="0"/>
              <w:jc w:val="both"/>
              <w:rPr>
                <w:rFonts w:ascii="Open Sans" w:hAnsi="Open Sans" w:cs="Open Sans"/>
                <w:b/>
                <w:bCs/>
              </w:rPr>
            </w:pPr>
          </w:p>
        </w:tc>
      </w:tr>
      <w:tr w:rsidR="005D32BD" w:rsidRPr="005D32BD" w14:paraId="37CF69D3"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7C50FA92"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49A9A335" w14:textId="77777777" w:rsidR="005D32BD" w:rsidRPr="005D32BD" w:rsidRDefault="005D32BD" w:rsidP="006121C9">
            <w:pPr>
              <w:widowControl w:val="0"/>
              <w:jc w:val="both"/>
              <w:rPr>
                <w:rFonts w:ascii="Open Sans" w:hAnsi="Open Sans" w:cs="Open Sans"/>
                <w:b/>
              </w:rPr>
            </w:pPr>
          </w:p>
        </w:tc>
        <w:tc>
          <w:tcPr>
            <w:tcW w:w="3664" w:type="dxa"/>
            <w:tcBorders>
              <w:top w:val="nil"/>
              <w:left w:val="nil"/>
              <w:bottom w:val="nil"/>
              <w:right w:val="nil"/>
            </w:tcBorders>
            <w:shd w:val="clear" w:color="auto" w:fill="auto"/>
            <w:noWrap/>
            <w:vAlign w:val="bottom"/>
          </w:tcPr>
          <w:p w14:paraId="0BE6FEF3" w14:textId="77777777" w:rsidR="005D32BD" w:rsidRPr="005D32BD" w:rsidRDefault="005D32BD" w:rsidP="006121C9">
            <w:pPr>
              <w:widowControl w:val="0"/>
              <w:jc w:val="both"/>
              <w:rPr>
                <w:rFonts w:ascii="Open Sans" w:hAnsi="Open Sans" w:cs="Open Sans"/>
                <w:b/>
                <w:bCs/>
              </w:rPr>
            </w:pPr>
          </w:p>
        </w:tc>
      </w:tr>
      <w:tr w:rsidR="005D32BD" w:rsidRPr="005D32BD" w14:paraId="30F6629B"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2B1B8A50"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5A95DD8D"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ID davčna številka:</w:t>
            </w:r>
          </w:p>
          <w:p w14:paraId="426156CB" w14:textId="77777777" w:rsidR="005D32BD" w:rsidRPr="005D32BD" w:rsidRDefault="005D32BD" w:rsidP="006121C9">
            <w:pPr>
              <w:widowControl w:val="0"/>
              <w:jc w:val="both"/>
              <w:rPr>
                <w:rFonts w:ascii="Open Sans" w:hAnsi="Open Sans" w:cs="Open Sans"/>
                <w:b/>
              </w:rPr>
            </w:pPr>
          </w:p>
          <w:p w14:paraId="2B4B8B28" w14:textId="77777777" w:rsidR="005D32BD" w:rsidRPr="005D32BD" w:rsidRDefault="005D32BD" w:rsidP="006121C9">
            <w:pPr>
              <w:widowControl w:val="0"/>
              <w:jc w:val="both"/>
              <w:rPr>
                <w:rFonts w:ascii="Open Sans" w:hAnsi="Open Sans" w:cs="Open Sans"/>
                <w:b/>
              </w:rPr>
            </w:pPr>
          </w:p>
        </w:tc>
        <w:tc>
          <w:tcPr>
            <w:tcW w:w="3664" w:type="dxa"/>
            <w:tcBorders>
              <w:top w:val="nil"/>
              <w:left w:val="nil"/>
              <w:bottom w:val="nil"/>
              <w:right w:val="nil"/>
            </w:tcBorders>
            <w:shd w:val="clear" w:color="auto" w:fill="auto"/>
            <w:noWrap/>
            <w:vAlign w:val="bottom"/>
          </w:tcPr>
          <w:p w14:paraId="0C26361B" w14:textId="77777777" w:rsidR="005D32BD" w:rsidRPr="005D32BD" w:rsidRDefault="005D32BD" w:rsidP="006121C9">
            <w:pPr>
              <w:widowControl w:val="0"/>
              <w:jc w:val="both"/>
              <w:rPr>
                <w:rFonts w:ascii="Open Sans" w:hAnsi="Open Sans" w:cs="Open Sans"/>
                <w:b/>
                <w:bCs/>
              </w:rPr>
            </w:pPr>
          </w:p>
        </w:tc>
      </w:tr>
      <w:tr w:rsidR="005D32BD" w:rsidRPr="005D32BD" w14:paraId="65617F15"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7731A202"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46210E6D"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Matična številka:</w:t>
            </w:r>
          </w:p>
          <w:p w14:paraId="7D33546B" w14:textId="77777777" w:rsidR="005D32BD" w:rsidRPr="005D32BD" w:rsidRDefault="005D32BD" w:rsidP="006121C9">
            <w:pPr>
              <w:widowControl w:val="0"/>
              <w:jc w:val="both"/>
              <w:rPr>
                <w:rFonts w:ascii="Open Sans" w:hAnsi="Open Sans" w:cs="Open Sans"/>
                <w:b/>
              </w:rPr>
            </w:pPr>
          </w:p>
          <w:p w14:paraId="353A917F" w14:textId="77777777" w:rsidR="005D32BD" w:rsidRPr="005D32BD" w:rsidRDefault="005D32BD" w:rsidP="006121C9">
            <w:pPr>
              <w:widowControl w:val="0"/>
              <w:jc w:val="both"/>
              <w:rPr>
                <w:rFonts w:ascii="Open Sans" w:hAnsi="Open Sans" w:cs="Open Sans"/>
                <w:b/>
              </w:rPr>
            </w:pPr>
          </w:p>
        </w:tc>
        <w:tc>
          <w:tcPr>
            <w:tcW w:w="3664" w:type="dxa"/>
            <w:tcBorders>
              <w:top w:val="nil"/>
              <w:left w:val="nil"/>
              <w:bottom w:val="nil"/>
              <w:right w:val="nil"/>
            </w:tcBorders>
            <w:shd w:val="clear" w:color="auto" w:fill="auto"/>
            <w:noWrap/>
            <w:vAlign w:val="bottom"/>
          </w:tcPr>
          <w:p w14:paraId="22EC7C19" w14:textId="77777777" w:rsidR="005D32BD" w:rsidRPr="005D32BD" w:rsidRDefault="005D32BD" w:rsidP="006121C9">
            <w:pPr>
              <w:widowControl w:val="0"/>
              <w:jc w:val="both"/>
              <w:rPr>
                <w:rFonts w:ascii="Open Sans" w:hAnsi="Open Sans" w:cs="Open Sans"/>
                <w:b/>
                <w:bCs/>
              </w:rPr>
            </w:pPr>
          </w:p>
        </w:tc>
      </w:tr>
      <w:tr w:rsidR="005D32BD" w:rsidRPr="005D32BD" w14:paraId="5B08D54A"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685524B7"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256E6363"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Telefon:</w:t>
            </w:r>
          </w:p>
          <w:p w14:paraId="16E79DD1" w14:textId="77777777" w:rsidR="005D32BD" w:rsidRPr="005D32BD" w:rsidRDefault="005D32BD" w:rsidP="006121C9">
            <w:pPr>
              <w:widowControl w:val="0"/>
              <w:jc w:val="both"/>
              <w:rPr>
                <w:rFonts w:ascii="Open Sans" w:hAnsi="Open Sans" w:cs="Open Sans"/>
                <w:b/>
              </w:rPr>
            </w:pPr>
          </w:p>
          <w:p w14:paraId="4E9E0E07" w14:textId="77777777" w:rsidR="005D32BD" w:rsidRPr="005D32BD" w:rsidRDefault="005D32BD" w:rsidP="006121C9">
            <w:pPr>
              <w:widowControl w:val="0"/>
              <w:jc w:val="both"/>
              <w:rPr>
                <w:rFonts w:ascii="Open Sans" w:hAnsi="Open Sans" w:cs="Open Sans"/>
                <w:b/>
              </w:rPr>
            </w:pPr>
          </w:p>
        </w:tc>
        <w:tc>
          <w:tcPr>
            <w:tcW w:w="3664" w:type="dxa"/>
            <w:tcBorders>
              <w:top w:val="nil"/>
              <w:left w:val="nil"/>
              <w:bottom w:val="nil"/>
              <w:right w:val="nil"/>
            </w:tcBorders>
            <w:shd w:val="clear" w:color="auto" w:fill="auto"/>
            <w:noWrap/>
            <w:vAlign w:val="bottom"/>
          </w:tcPr>
          <w:p w14:paraId="208CF7BD" w14:textId="77777777" w:rsidR="005D32BD" w:rsidRPr="005D32BD" w:rsidRDefault="005D32BD" w:rsidP="006121C9">
            <w:pPr>
              <w:widowControl w:val="0"/>
              <w:jc w:val="both"/>
              <w:rPr>
                <w:rFonts w:ascii="Open Sans" w:hAnsi="Open Sans" w:cs="Open Sans"/>
                <w:b/>
                <w:bCs/>
              </w:rPr>
            </w:pPr>
          </w:p>
        </w:tc>
      </w:tr>
      <w:tr w:rsidR="005D32BD" w:rsidRPr="005D32BD" w14:paraId="6D171F59"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7CEB6A98"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6E654CF1"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Ime in Priimek zakonitega zastopnika oz. odgovorne osebe:</w:t>
            </w:r>
          </w:p>
        </w:tc>
        <w:tc>
          <w:tcPr>
            <w:tcW w:w="3664" w:type="dxa"/>
            <w:tcBorders>
              <w:top w:val="nil"/>
              <w:left w:val="nil"/>
              <w:bottom w:val="nil"/>
              <w:right w:val="nil"/>
            </w:tcBorders>
            <w:shd w:val="clear" w:color="auto" w:fill="auto"/>
            <w:noWrap/>
            <w:vAlign w:val="bottom"/>
          </w:tcPr>
          <w:p w14:paraId="3F459FFA" w14:textId="77777777" w:rsidR="005D32BD" w:rsidRPr="005D32BD" w:rsidRDefault="005D32BD" w:rsidP="006121C9">
            <w:pPr>
              <w:widowControl w:val="0"/>
              <w:jc w:val="both"/>
              <w:rPr>
                <w:rFonts w:ascii="Open Sans" w:hAnsi="Open Sans" w:cs="Open Sans"/>
                <w:b/>
              </w:rPr>
            </w:pPr>
          </w:p>
        </w:tc>
      </w:tr>
      <w:tr w:rsidR="005D32BD" w:rsidRPr="005D32BD" w14:paraId="01446C05"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2B1A77E5" w14:textId="77777777" w:rsidR="005D32BD" w:rsidRPr="005D32BD" w:rsidRDefault="005D32BD" w:rsidP="006121C9">
            <w:pPr>
              <w:widowControl w:val="0"/>
              <w:jc w:val="both"/>
              <w:rPr>
                <w:rFonts w:ascii="Open Sans" w:hAnsi="Open Sans" w:cs="Open Sans"/>
                <w:b/>
              </w:rPr>
            </w:pPr>
          </w:p>
        </w:tc>
        <w:tc>
          <w:tcPr>
            <w:tcW w:w="5662" w:type="dxa"/>
            <w:gridSpan w:val="2"/>
            <w:tcBorders>
              <w:top w:val="nil"/>
              <w:left w:val="nil"/>
              <w:bottom w:val="nil"/>
              <w:right w:val="nil"/>
            </w:tcBorders>
            <w:shd w:val="clear" w:color="auto" w:fill="auto"/>
            <w:noWrap/>
            <w:vAlign w:val="bottom"/>
            <w:hideMark/>
          </w:tcPr>
          <w:p w14:paraId="317648A9" w14:textId="77777777" w:rsidR="005D32BD" w:rsidRPr="005D32BD" w:rsidRDefault="005D32BD" w:rsidP="006121C9">
            <w:pPr>
              <w:widowControl w:val="0"/>
              <w:jc w:val="both"/>
              <w:rPr>
                <w:rFonts w:ascii="Open Sans" w:hAnsi="Open Sans" w:cs="Open Sans"/>
                <w:b/>
              </w:rPr>
            </w:pPr>
          </w:p>
        </w:tc>
        <w:tc>
          <w:tcPr>
            <w:tcW w:w="3664" w:type="dxa"/>
            <w:tcBorders>
              <w:top w:val="nil"/>
              <w:left w:val="nil"/>
              <w:bottom w:val="nil"/>
              <w:right w:val="nil"/>
            </w:tcBorders>
            <w:shd w:val="clear" w:color="auto" w:fill="auto"/>
            <w:noWrap/>
            <w:vAlign w:val="bottom"/>
          </w:tcPr>
          <w:p w14:paraId="21CE4547" w14:textId="77777777" w:rsidR="005D32BD" w:rsidRPr="005D32BD" w:rsidRDefault="005D32BD" w:rsidP="006121C9">
            <w:pPr>
              <w:widowControl w:val="0"/>
              <w:jc w:val="both"/>
              <w:rPr>
                <w:rFonts w:ascii="Open Sans" w:hAnsi="Open Sans" w:cs="Open Sans"/>
                <w:b/>
                <w:bCs/>
              </w:rPr>
            </w:pPr>
          </w:p>
        </w:tc>
      </w:tr>
      <w:tr w:rsidR="005D32BD" w:rsidRPr="005D32BD" w14:paraId="03C10A97" w14:textId="77777777" w:rsidTr="006121C9">
        <w:trPr>
          <w:gridAfter w:val="1"/>
          <w:wAfter w:w="286" w:type="dxa"/>
          <w:trHeight w:val="300"/>
        </w:trPr>
        <w:tc>
          <w:tcPr>
            <w:tcW w:w="10064"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8F0AA46"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OBSEG IN ČASOVNA VELJAVNOST POOBLASTILA</w:t>
            </w:r>
          </w:p>
        </w:tc>
      </w:tr>
      <w:tr w:rsidR="005D32BD" w:rsidRPr="005D32BD" w14:paraId="3637837A" w14:textId="77777777" w:rsidTr="006121C9">
        <w:trPr>
          <w:gridAfter w:val="1"/>
          <w:wAfter w:w="286" w:type="dxa"/>
          <w:trHeight w:val="420"/>
        </w:trPr>
        <w:tc>
          <w:tcPr>
            <w:tcW w:w="738" w:type="dxa"/>
            <w:tcBorders>
              <w:top w:val="nil"/>
              <w:left w:val="nil"/>
              <w:bottom w:val="nil"/>
              <w:right w:val="nil"/>
            </w:tcBorders>
            <w:shd w:val="clear" w:color="auto" w:fill="auto"/>
            <w:noWrap/>
            <w:vAlign w:val="bottom"/>
            <w:hideMark/>
          </w:tcPr>
          <w:p w14:paraId="1FBFE28D"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1.</w:t>
            </w:r>
          </w:p>
        </w:tc>
        <w:tc>
          <w:tcPr>
            <w:tcW w:w="9326" w:type="dxa"/>
            <w:gridSpan w:val="3"/>
            <w:tcBorders>
              <w:top w:val="nil"/>
              <w:left w:val="nil"/>
              <w:bottom w:val="nil"/>
              <w:right w:val="nil"/>
            </w:tcBorders>
            <w:shd w:val="clear" w:color="auto" w:fill="auto"/>
            <w:noWrap/>
            <w:vAlign w:val="bottom"/>
            <w:hideMark/>
          </w:tcPr>
          <w:p w14:paraId="1F630EB2"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Pooblastilo velja za vlaganje in podpisovanje evidenčnih listov v sistemu IS-ODPADKI.</w:t>
            </w:r>
          </w:p>
        </w:tc>
      </w:tr>
      <w:tr w:rsidR="005D32BD" w:rsidRPr="005D32BD" w14:paraId="144A6E66"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0ABBBDBC" w14:textId="77777777" w:rsidR="005D32BD" w:rsidRPr="005D32BD" w:rsidRDefault="005D32BD" w:rsidP="006121C9">
            <w:pPr>
              <w:widowControl w:val="0"/>
              <w:jc w:val="both"/>
              <w:rPr>
                <w:rFonts w:ascii="Open Sans" w:hAnsi="Open Sans" w:cs="Open Sans"/>
                <w:b/>
                <w:bCs/>
              </w:rPr>
            </w:pPr>
          </w:p>
        </w:tc>
        <w:tc>
          <w:tcPr>
            <w:tcW w:w="9326" w:type="dxa"/>
            <w:gridSpan w:val="3"/>
            <w:tcBorders>
              <w:top w:val="nil"/>
              <w:left w:val="nil"/>
              <w:bottom w:val="nil"/>
              <w:right w:val="nil"/>
            </w:tcBorders>
            <w:shd w:val="clear" w:color="auto" w:fill="auto"/>
            <w:noWrap/>
            <w:vAlign w:val="bottom"/>
            <w:hideMark/>
          </w:tcPr>
          <w:p w14:paraId="5F6A83AD" w14:textId="77777777" w:rsidR="005D32BD" w:rsidRPr="005D32BD" w:rsidRDefault="005D32BD" w:rsidP="006121C9">
            <w:pPr>
              <w:widowControl w:val="0"/>
              <w:jc w:val="both"/>
              <w:rPr>
                <w:rFonts w:ascii="Open Sans" w:hAnsi="Open Sans" w:cs="Open Sans"/>
                <w:b/>
                <w:bCs/>
              </w:rPr>
            </w:pPr>
          </w:p>
        </w:tc>
      </w:tr>
      <w:tr w:rsidR="005D32BD" w:rsidRPr="005D32BD" w14:paraId="2C5C6D42" w14:textId="77777777" w:rsidTr="006121C9">
        <w:trPr>
          <w:trHeight w:val="300"/>
        </w:trPr>
        <w:tc>
          <w:tcPr>
            <w:tcW w:w="738" w:type="dxa"/>
            <w:noWrap/>
            <w:vAlign w:val="bottom"/>
            <w:hideMark/>
          </w:tcPr>
          <w:p w14:paraId="0679FDC6" w14:textId="77777777" w:rsidR="005D32BD" w:rsidRPr="005D32BD" w:rsidRDefault="005D32BD" w:rsidP="006121C9">
            <w:pPr>
              <w:widowControl w:val="0"/>
              <w:jc w:val="both"/>
              <w:rPr>
                <w:rFonts w:ascii="Open Sans" w:hAnsi="Open Sans" w:cs="Open Sans"/>
                <w:b/>
                <w:bCs/>
              </w:rPr>
            </w:pPr>
            <w:r w:rsidRPr="005D32BD">
              <w:rPr>
                <w:rFonts w:ascii="Open Sans" w:hAnsi="Open Sans" w:cs="Open Sans"/>
                <w:b/>
                <w:bCs/>
              </w:rPr>
              <w:t>2.</w:t>
            </w:r>
          </w:p>
        </w:tc>
        <w:tc>
          <w:tcPr>
            <w:tcW w:w="9612" w:type="dxa"/>
            <w:gridSpan w:val="4"/>
            <w:noWrap/>
            <w:vAlign w:val="bottom"/>
            <w:hideMark/>
          </w:tcPr>
          <w:p w14:paraId="110949AF" w14:textId="0BBA64FD" w:rsidR="005D32BD" w:rsidRPr="005D32BD" w:rsidRDefault="005D32BD" w:rsidP="006121C9">
            <w:pPr>
              <w:widowControl w:val="0"/>
              <w:jc w:val="both"/>
              <w:rPr>
                <w:rFonts w:ascii="Open Sans" w:hAnsi="Open Sans" w:cs="Open Sans"/>
                <w:b/>
                <w:bCs/>
              </w:rPr>
            </w:pPr>
            <w:r w:rsidRPr="005D32BD">
              <w:rPr>
                <w:rFonts w:ascii="Open Sans" w:hAnsi="Open Sans" w:cs="Open Sans"/>
                <w:b/>
                <w:bCs/>
              </w:rPr>
              <w:t xml:space="preserve">Pooblastilo velja za čas veljavnosti okvirnega sporazuma št. </w:t>
            </w:r>
            <w:r w:rsidR="00BC449A" w:rsidRPr="005D32BD">
              <w:rPr>
                <w:rFonts w:ascii="Open Sans" w:hAnsi="Open Sans" w:cs="Open Sans"/>
                <w:b/>
              </w:rPr>
              <w:t>ENLJ-SAL-80/25</w:t>
            </w:r>
            <w:r w:rsidRPr="005D32BD">
              <w:rPr>
                <w:rFonts w:ascii="Open Sans" w:hAnsi="Open Sans" w:cs="Open Sans"/>
                <w:b/>
                <w:bCs/>
              </w:rPr>
              <w:t>.</w:t>
            </w:r>
          </w:p>
        </w:tc>
      </w:tr>
      <w:tr w:rsidR="005D32BD" w:rsidRPr="005D32BD" w14:paraId="36B890F4" w14:textId="77777777" w:rsidTr="006121C9">
        <w:trPr>
          <w:gridAfter w:val="1"/>
          <w:wAfter w:w="286" w:type="dxa"/>
          <w:trHeight w:val="300"/>
        </w:trPr>
        <w:tc>
          <w:tcPr>
            <w:tcW w:w="738" w:type="dxa"/>
            <w:tcBorders>
              <w:top w:val="nil"/>
              <w:left w:val="nil"/>
              <w:bottom w:val="nil"/>
              <w:right w:val="nil"/>
            </w:tcBorders>
            <w:shd w:val="clear" w:color="auto" w:fill="auto"/>
            <w:noWrap/>
            <w:vAlign w:val="bottom"/>
            <w:hideMark/>
          </w:tcPr>
          <w:p w14:paraId="70D836AB" w14:textId="77777777" w:rsidR="005D32BD" w:rsidRPr="005D32BD" w:rsidRDefault="005D32BD" w:rsidP="006121C9">
            <w:pPr>
              <w:widowControl w:val="0"/>
              <w:jc w:val="both"/>
              <w:rPr>
                <w:rFonts w:ascii="Open Sans" w:hAnsi="Open Sans" w:cs="Open Sans"/>
                <w:b/>
              </w:rPr>
            </w:pPr>
          </w:p>
        </w:tc>
        <w:tc>
          <w:tcPr>
            <w:tcW w:w="9326" w:type="dxa"/>
            <w:gridSpan w:val="3"/>
            <w:tcBorders>
              <w:top w:val="nil"/>
              <w:left w:val="nil"/>
              <w:bottom w:val="nil"/>
              <w:right w:val="nil"/>
            </w:tcBorders>
            <w:shd w:val="clear" w:color="auto" w:fill="auto"/>
            <w:noWrap/>
            <w:vAlign w:val="bottom"/>
            <w:hideMark/>
          </w:tcPr>
          <w:p w14:paraId="31B63914" w14:textId="77777777" w:rsidR="005D32BD" w:rsidRPr="005D32BD" w:rsidRDefault="005D32BD" w:rsidP="006121C9">
            <w:pPr>
              <w:widowControl w:val="0"/>
              <w:jc w:val="both"/>
              <w:rPr>
                <w:rFonts w:ascii="Open Sans" w:hAnsi="Open Sans" w:cs="Open Sans"/>
                <w:b/>
              </w:rPr>
            </w:pPr>
          </w:p>
        </w:tc>
      </w:tr>
      <w:tr w:rsidR="005D32BD" w:rsidRPr="005D32BD" w14:paraId="793EC6EA" w14:textId="77777777" w:rsidTr="006121C9">
        <w:trPr>
          <w:gridAfter w:val="1"/>
          <w:wAfter w:w="286" w:type="dxa"/>
          <w:trHeight w:val="300"/>
        </w:trPr>
        <w:tc>
          <w:tcPr>
            <w:tcW w:w="10064" w:type="dxa"/>
            <w:gridSpan w:val="4"/>
            <w:tcBorders>
              <w:top w:val="nil"/>
              <w:left w:val="nil"/>
              <w:bottom w:val="nil"/>
              <w:right w:val="nil"/>
            </w:tcBorders>
            <w:shd w:val="clear" w:color="auto" w:fill="auto"/>
            <w:noWrap/>
            <w:vAlign w:val="bottom"/>
            <w:hideMark/>
          </w:tcPr>
          <w:p w14:paraId="619DAE90" w14:textId="77777777" w:rsidR="005D32BD" w:rsidRPr="005D32BD" w:rsidRDefault="005D32BD" w:rsidP="006121C9">
            <w:pPr>
              <w:widowControl w:val="0"/>
              <w:jc w:val="both"/>
              <w:rPr>
                <w:rFonts w:ascii="Open Sans" w:hAnsi="Open Sans" w:cs="Open Sans"/>
                <w:b/>
              </w:rPr>
            </w:pPr>
          </w:p>
        </w:tc>
      </w:tr>
      <w:tr w:rsidR="005D32BD" w:rsidRPr="005D32BD" w14:paraId="44A0DFFF" w14:textId="77777777" w:rsidTr="006121C9">
        <w:trPr>
          <w:gridAfter w:val="1"/>
          <w:wAfter w:w="286" w:type="dxa"/>
          <w:trHeight w:val="391"/>
        </w:trPr>
        <w:tc>
          <w:tcPr>
            <w:tcW w:w="3402" w:type="dxa"/>
            <w:gridSpan w:val="2"/>
            <w:tcBorders>
              <w:top w:val="nil"/>
              <w:left w:val="nil"/>
              <w:bottom w:val="nil"/>
              <w:right w:val="nil"/>
            </w:tcBorders>
            <w:shd w:val="clear" w:color="auto" w:fill="auto"/>
            <w:noWrap/>
            <w:vAlign w:val="bottom"/>
            <w:hideMark/>
          </w:tcPr>
          <w:p w14:paraId="786201D4" w14:textId="77777777" w:rsidR="005D32BD" w:rsidRPr="005D32BD" w:rsidRDefault="005D32BD" w:rsidP="006121C9">
            <w:pPr>
              <w:widowControl w:val="0"/>
              <w:jc w:val="both"/>
              <w:rPr>
                <w:rFonts w:ascii="Open Sans" w:hAnsi="Open Sans" w:cs="Open Sans"/>
                <w:b/>
              </w:rPr>
            </w:pPr>
          </w:p>
          <w:p w14:paraId="62ED27E9"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xml:space="preserve">Datum: </w:t>
            </w:r>
            <w:r w:rsidRPr="005D32BD">
              <w:rPr>
                <w:rFonts w:ascii="Open Sans" w:hAnsi="Open Sans" w:cs="Open Sans"/>
              </w:rPr>
              <w:t>_____________________</w:t>
            </w:r>
            <w:r w:rsidRPr="005D32BD">
              <w:rPr>
                <w:rFonts w:ascii="Open Sans" w:hAnsi="Open Sans" w:cs="Open Sans"/>
                <w:b/>
              </w:rPr>
              <w:t> </w:t>
            </w:r>
          </w:p>
        </w:tc>
        <w:tc>
          <w:tcPr>
            <w:tcW w:w="6662" w:type="dxa"/>
            <w:gridSpan w:val="2"/>
            <w:tcBorders>
              <w:top w:val="nil"/>
              <w:left w:val="nil"/>
              <w:bottom w:val="nil"/>
              <w:right w:val="nil"/>
            </w:tcBorders>
            <w:shd w:val="clear" w:color="auto" w:fill="auto"/>
            <w:noWrap/>
            <w:vAlign w:val="bottom"/>
            <w:hideMark/>
          </w:tcPr>
          <w:p w14:paraId="3F210643" w14:textId="77777777" w:rsidR="005D32BD" w:rsidRPr="005D32BD" w:rsidRDefault="005D32BD" w:rsidP="006121C9">
            <w:pPr>
              <w:widowControl w:val="0"/>
              <w:jc w:val="both"/>
              <w:rPr>
                <w:rFonts w:ascii="Open Sans" w:hAnsi="Open Sans" w:cs="Open Sans"/>
                <w:b/>
              </w:rPr>
            </w:pPr>
          </w:p>
          <w:p w14:paraId="70FA1267" w14:textId="77777777" w:rsidR="005D32BD" w:rsidRPr="005D32BD" w:rsidRDefault="005D32BD" w:rsidP="006121C9">
            <w:pPr>
              <w:widowControl w:val="0"/>
              <w:jc w:val="both"/>
              <w:rPr>
                <w:rFonts w:ascii="Open Sans" w:hAnsi="Open Sans" w:cs="Open Sans"/>
                <w:b/>
              </w:rPr>
            </w:pPr>
            <w:r w:rsidRPr="005D32BD">
              <w:rPr>
                <w:rFonts w:ascii="Open Sans" w:hAnsi="Open Sans" w:cs="Open Sans"/>
                <w:b/>
              </w:rPr>
              <w:t xml:space="preserve">Podpis pooblastitelja: </w:t>
            </w:r>
            <w:r w:rsidRPr="005D32BD">
              <w:rPr>
                <w:rFonts w:ascii="Open Sans" w:hAnsi="Open Sans" w:cs="Open Sans"/>
              </w:rPr>
              <w:t>____________________________________</w:t>
            </w:r>
            <w:r w:rsidRPr="005D32BD">
              <w:rPr>
                <w:rFonts w:ascii="Open Sans" w:hAnsi="Open Sans" w:cs="Open Sans"/>
                <w:b/>
              </w:rPr>
              <w:t> </w:t>
            </w:r>
          </w:p>
        </w:tc>
      </w:tr>
    </w:tbl>
    <w:p w14:paraId="6ABE06BC" w14:textId="77777777" w:rsidR="005D32BD" w:rsidRPr="005D32BD" w:rsidRDefault="005D32BD" w:rsidP="005D32BD">
      <w:pPr>
        <w:widowControl w:val="0"/>
        <w:spacing w:after="120" w:line="240" w:lineRule="atLeast"/>
        <w:jc w:val="both"/>
        <w:rPr>
          <w:rFonts w:ascii="Open Sans" w:hAnsi="Open Sans" w:cs="Open Sans"/>
        </w:rPr>
      </w:pPr>
    </w:p>
    <w:p w14:paraId="171556FB" w14:textId="77777777" w:rsidR="005D32BD" w:rsidRDefault="005D32BD" w:rsidP="005D32BD">
      <w:pPr>
        <w:widowControl w:val="0"/>
        <w:rPr>
          <w:rFonts w:ascii="Tahoma" w:eastAsia="Calibri" w:hAnsi="Tahoma" w:cs="Tahoma"/>
          <w:szCs w:val="22"/>
          <w:lang w:eastAsia="en-US"/>
        </w:rPr>
      </w:pPr>
    </w:p>
    <w:sectPr w:rsidR="005D32BD" w:rsidSect="00953096">
      <w:headerReference w:type="default" r:id="rId21"/>
      <w:footerReference w:type="even" r:id="rId22"/>
      <w:footerReference w:type="default" r:id="rId23"/>
      <w:pgSz w:w="11906" w:h="16838"/>
      <w:pgMar w:top="993" w:right="1134" w:bottom="1134" w:left="1418" w:header="0" w:footer="28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E673F" w14:textId="77777777" w:rsidR="00D41619" w:rsidRDefault="00D41619">
      <w:r>
        <w:separator/>
      </w:r>
    </w:p>
  </w:endnote>
  <w:endnote w:type="continuationSeparator" w:id="0">
    <w:p w14:paraId="510D2795" w14:textId="77777777" w:rsidR="00D41619" w:rsidRDefault="00D4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Open Sans">
    <w:panose1 w:val="020B0606030504020204"/>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23CC" w14:textId="77777777" w:rsidR="006971B0" w:rsidRDefault="006971B0" w:rsidP="006B7D2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440025C" w14:textId="77777777" w:rsidR="006971B0" w:rsidRDefault="006971B0" w:rsidP="00B8449D">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763B" w14:textId="583F106A" w:rsidR="006971B0" w:rsidRPr="006B7D21" w:rsidRDefault="006971B0" w:rsidP="00953096">
    <w:pPr>
      <w:pStyle w:val="Noga"/>
      <w:framePr w:w="1801" w:wrap="around" w:vAnchor="text" w:hAnchor="page" w:x="5098" w:y="-33"/>
      <w:jc w:val="center"/>
      <w:rPr>
        <w:rStyle w:val="tevilkastrani"/>
        <w:rFonts w:ascii="Tahoma" w:hAnsi="Tahoma" w:cs="Tahoma"/>
        <w:sz w:val="16"/>
        <w:szCs w:val="16"/>
      </w:rPr>
    </w:pPr>
    <w:r>
      <w:rPr>
        <w:rStyle w:val="tevilkastrani"/>
        <w:rFonts w:ascii="Tahoma" w:hAnsi="Tahoma" w:cs="Tahoma"/>
        <w:sz w:val="16"/>
        <w:szCs w:val="16"/>
      </w:rPr>
      <w:t>s</w:t>
    </w:r>
    <w:r w:rsidRPr="006B7D21">
      <w:rPr>
        <w:rStyle w:val="tevilkastrani"/>
        <w:rFonts w:ascii="Tahoma" w:hAnsi="Tahoma" w:cs="Tahoma"/>
        <w:sz w:val="16"/>
        <w:szCs w:val="16"/>
      </w:rPr>
      <w:t xml:space="preserve">tran </w:t>
    </w:r>
    <w:r w:rsidRPr="006B7D21">
      <w:rPr>
        <w:rStyle w:val="tevilkastrani"/>
        <w:rFonts w:ascii="Tahoma" w:hAnsi="Tahoma" w:cs="Tahoma"/>
        <w:sz w:val="16"/>
        <w:szCs w:val="16"/>
      </w:rPr>
      <w:fldChar w:fldCharType="begin"/>
    </w:r>
    <w:r w:rsidRPr="006B7D21">
      <w:rPr>
        <w:rStyle w:val="tevilkastrani"/>
        <w:rFonts w:ascii="Tahoma" w:hAnsi="Tahoma" w:cs="Tahoma"/>
        <w:sz w:val="16"/>
        <w:szCs w:val="16"/>
      </w:rPr>
      <w:instrText xml:space="preserve"> PAGE </w:instrText>
    </w:r>
    <w:r w:rsidRPr="006B7D21">
      <w:rPr>
        <w:rStyle w:val="tevilkastrani"/>
        <w:rFonts w:ascii="Tahoma" w:hAnsi="Tahoma" w:cs="Tahoma"/>
        <w:sz w:val="16"/>
        <w:szCs w:val="16"/>
      </w:rPr>
      <w:fldChar w:fldCharType="separate"/>
    </w:r>
    <w:r w:rsidR="00BD1118">
      <w:rPr>
        <w:rStyle w:val="tevilkastrani"/>
        <w:rFonts w:ascii="Tahoma" w:hAnsi="Tahoma" w:cs="Tahoma"/>
        <w:noProof/>
        <w:sz w:val="16"/>
        <w:szCs w:val="16"/>
      </w:rPr>
      <w:t>22</w:t>
    </w:r>
    <w:r w:rsidRPr="006B7D21">
      <w:rPr>
        <w:rStyle w:val="tevilkastrani"/>
        <w:rFonts w:ascii="Tahoma" w:hAnsi="Tahoma" w:cs="Tahoma"/>
        <w:sz w:val="16"/>
        <w:szCs w:val="16"/>
      </w:rPr>
      <w:fldChar w:fldCharType="end"/>
    </w:r>
    <w:r w:rsidRPr="006B7D21">
      <w:rPr>
        <w:rStyle w:val="tevilkastrani"/>
        <w:rFonts w:ascii="Tahoma" w:hAnsi="Tahoma" w:cs="Tahoma"/>
        <w:sz w:val="16"/>
        <w:szCs w:val="16"/>
      </w:rPr>
      <w:t xml:space="preserve"> od </w:t>
    </w:r>
    <w:r w:rsidRPr="006B7D21">
      <w:rPr>
        <w:rStyle w:val="tevilkastrani"/>
        <w:rFonts w:ascii="Tahoma" w:hAnsi="Tahoma" w:cs="Tahoma"/>
        <w:sz w:val="16"/>
        <w:szCs w:val="16"/>
      </w:rPr>
      <w:fldChar w:fldCharType="begin"/>
    </w:r>
    <w:r w:rsidRPr="006B7D21">
      <w:rPr>
        <w:rStyle w:val="tevilkastrani"/>
        <w:rFonts w:ascii="Tahoma" w:hAnsi="Tahoma" w:cs="Tahoma"/>
        <w:sz w:val="16"/>
        <w:szCs w:val="16"/>
      </w:rPr>
      <w:instrText xml:space="preserve"> NUMPAGES </w:instrText>
    </w:r>
    <w:r w:rsidRPr="006B7D21">
      <w:rPr>
        <w:rStyle w:val="tevilkastrani"/>
        <w:rFonts w:ascii="Tahoma" w:hAnsi="Tahoma" w:cs="Tahoma"/>
        <w:sz w:val="16"/>
        <w:szCs w:val="16"/>
      </w:rPr>
      <w:fldChar w:fldCharType="separate"/>
    </w:r>
    <w:r w:rsidR="00BD1118">
      <w:rPr>
        <w:rStyle w:val="tevilkastrani"/>
        <w:rFonts w:ascii="Tahoma" w:hAnsi="Tahoma" w:cs="Tahoma"/>
        <w:noProof/>
        <w:sz w:val="16"/>
        <w:szCs w:val="16"/>
      </w:rPr>
      <w:t>66</w:t>
    </w:r>
    <w:r w:rsidRPr="006B7D21">
      <w:rPr>
        <w:rStyle w:val="tevilkastrani"/>
        <w:rFonts w:ascii="Tahoma" w:hAnsi="Tahoma" w:cs="Tahoma"/>
        <w:sz w:val="16"/>
        <w:szCs w:val="16"/>
      </w:rPr>
      <w:fldChar w:fldCharType="end"/>
    </w:r>
  </w:p>
  <w:p w14:paraId="6E587A4A" w14:textId="704B6B10" w:rsidR="006971B0" w:rsidRPr="003C235A" w:rsidRDefault="006971B0" w:rsidP="00953096">
    <w:pPr>
      <w:pStyle w:val="Noga"/>
      <w:ind w:right="360"/>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2F08" w14:textId="77777777" w:rsidR="00D41619" w:rsidRDefault="00D41619">
      <w:r>
        <w:separator/>
      </w:r>
    </w:p>
  </w:footnote>
  <w:footnote w:type="continuationSeparator" w:id="0">
    <w:p w14:paraId="57BA4448" w14:textId="77777777" w:rsidR="00D41619" w:rsidRDefault="00D41619">
      <w:r>
        <w:continuationSeparator/>
      </w:r>
    </w:p>
  </w:footnote>
  <w:footnote w:id="1">
    <w:p w14:paraId="0676CBFF" w14:textId="77777777" w:rsidR="006971B0" w:rsidRDefault="006971B0" w:rsidP="00655302">
      <w:pPr>
        <w:pStyle w:val="Sprotnaopomba-besedilo"/>
      </w:pPr>
      <w:r w:rsidRPr="00784532">
        <w:rPr>
          <w:rStyle w:val="Sprotnaopomba-sklic"/>
          <w:sz w:val="16"/>
        </w:rPr>
        <w:footnoteRef/>
      </w:r>
      <w:r w:rsidRPr="00784532">
        <w:rPr>
          <w:sz w:val="16"/>
        </w:rPr>
        <w:t xml:space="preserve"> </w:t>
      </w:r>
      <w:hyperlink r:id="rId1" w:history="1">
        <w:r w:rsidRPr="00784532">
          <w:rPr>
            <w:rStyle w:val="Hiperpovezava"/>
            <w:rFonts w:ascii="Tahoma" w:hAnsi="Tahoma" w:cs="Tahoma"/>
            <w:sz w:val="16"/>
          </w:rPr>
          <w:t>Obligacijski zakonik</w:t>
        </w:r>
      </w:hyperlink>
      <w:r w:rsidRPr="00784532">
        <w:rPr>
          <w:rFonts w:ascii="Tahoma" w:hAnsi="Tahoma" w:cs="Tahoma"/>
          <w:sz w:val="16"/>
        </w:rPr>
        <w:t xml:space="preserve"> (Uradni list RS, št. 97/07 – uradno prečiščeno besedilo, 64/16 – odl. US in 20/18 – OROZ631)</w:t>
      </w:r>
    </w:p>
  </w:footnote>
  <w:footnote w:id="2">
    <w:p w14:paraId="0E8CF588" w14:textId="77777777" w:rsidR="006971B0" w:rsidRPr="00F50666" w:rsidRDefault="006971B0" w:rsidP="00527855">
      <w:pPr>
        <w:pStyle w:val="Sprotnaopomba-besedilo"/>
        <w:jc w:val="both"/>
        <w:rPr>
          <w:rFonts w:ascii="Tahoma" w:hAnsi="Tahoma" w:cs="Tahoma"/>
          <w:sz w:val="12"/>
          <w:szCs w:val="18"/>
        </w:rPr>
      </w:pPr>
      <w:r w:rsidRPr="00F50666">
        <w:rPr>
          <w:rStyle w:val="Sprotnaopomba-sklic"/>
          <w:sz w:val="14"/>
        </w:rPr>
        <w:footnoteRef/>
      </w:r>
      <w:r w:rsidRPr="00F50666">
        <w:rPr>
          <w:rFonts w:ascii="Tahoma" w:hAnsi="Tahoma" w:cs="Tahoma"/>
          <w:sz w:val="14"/>
        </w:rPr>
        <w:t xml:space="preserve"> </w:t>
      </w:r>
      <w:r w:rsidRPr="00F50666">
        <w:rPr>
          <w:rFonts w:ascii="Tahoma" w:hAnsi="Tahoma" w:cs="Tahoma"/>
          <w:sz w:val="12"/>
          <w:szCs w:val="18"/>
        </w:rPr>
        <w:t xml:space="preserve">PRIPOROČILO KOMISIJE z dne 6. maja 2003 o definiciji </w:t>
      </w:r>
      <w:r w:rsidRPr="00F50666">
        <w:rPr>
          <w:rFonts w:ascii="Tahoma" w:hAnsi="Tahoma" w:cs="Tahoma"/>
          <w:sz w:val="12"/>
          <w:szCs w:val="18"/>
        </w:rPr>
        <w:t xml:space="preserve">mikro, malih in srednje velikih podjetij </w:t>
      </w:r>
      <w:r w:rsidRPr="00F50666">
        <w:rPr>
          <w:rFonts w:ascii="Tahoma" w:hAnsi="Tahoma" w:cs="Tahoma"/>
          <w:i/>
          <w:iCs/>
          <w:sz w:val="12"/>
          <w:szCs w:val="18"/>
        </w:rPr>
        <w:t>(notificirano pod dokumentarno številko K(2003) 1422)</w:t>
      </w:r>
      <w:r w:rsidRPr="00F50666">
        <w:rPr>
          <w:rFonts w:ascii="Tahoma" w:hAnsi="Tahoma" w:cs="Tahoma"/>
          <w:sz w:val="12"/>
          <w:szCs w:val="18"/>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7D99" w14:textId="77777777" w:rsidR="006971B0" w:rsidRPr="00B05C94" w:rsidRDefault="006971B0" w:rsidP="00B05C94">
    <w:pPr>
      <w:pStyle w:val="Glava"/>
      <w:jc w:val="right"/>
      <w:rPr>
        <w:rFonts w:ascii="Tahoma" w:hAnsi="Tahoma" w:cs="Tahoma"/>
        <w:sz w:val="18"/>
        <w:szCs w:val="18"/>
      </w:rPr>
    </w:pPr>
  </w:p>
  <w:p w14:paraId="532F2C39" w14:textId="48EAB6C7" w:rsidR="006971B0" w:rsidRPr="00B7358B" w:rsidRDefault="006971B0" w:rsidP="002D15AB">
    <w:pPr>
      <w:pStyle w:val="Glava"/>
      <w:tabs>
        <w:tab w:val="clear" w:pos="9072"/>
        <w:tab w:val="center" w:pos="4677"/>
      </w:tabs>
      <w:rPr>
        <w:rFonts w:ascii="Tahoma" w:hAnsi="Tahoma" w:cs="Tahoma"/>
        <w:sz w:val="16"/>
        <w:szCs w:val="16"/>
      </w:rPr>
    </w:pPr>
    <w:r>
      <w:rPr>
        <w:noProof/>
      </w:rPr>
      <w:tab/>
    </w:r>
    <w:r>
      <w:rPr>
        <w:noProof/>
      </w:rPr>
      <w:drawing>
        <wp:inline distT="0" distB="0" distL="0" distR="0" wp14:anchorId="6F72B958" wp14:editId="1F3D68FF">
          <wp:extent cx="2340591" cy="769072"/>
          <wp:effectExtent l="0" t="0" r="0" b="0"/>
          <wp:docPr id="6" name="Slika 6" descr="http://i2.cmail19.com/ei/d/AC/112/46A/193244/csfinal/cgp_EnergetikaLjubljana_2021-052-38cbe12fbf02fb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cmail19.com/ei/d/AC/112/46A/193244/csfinal/cgp_EnergetikaLjubljana_2021-052-38cbe12fbf02fb2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5490" cy="787111"/>
                  </a:xfrm>
                  <a:prstGeom prst="rect">
                    <a:avLst/>
                  </a:prstGeom>
                  <a:noFill/>
                  <a:ln>
                    <a:noFill/>
                  </a:ln>
                </pic:spPr>
              </pic:pic>
            </a:graphicData>
          </a:graphic>
        </wp:inline>
      </w:drawing>
    </w:r>
    <w:r>
      <w:rPr>
        <w:noProof/>
      </w:rPr>
      <w:tab/>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eastAsia="StarSymbol"/>
      </w:rPr>
    </w:lvl>
  </w:abstractNum>
  <w:abstractNum w:abstractNumId="2" w15:restartNumberingAfterBreak="0">
    <w:nsid w:val="069233F9"/>
    <w:multiLevelType w:val="hybridMultilevel"/>
    <w:tmpl w:val="44E0D2A2"/>
    <w:lvl w:ilvl="0" w:tplc="216EF216">
      <w:start w:val="1"/>
      <w:numFmt w:val="bullet"/>
      <w:lvlText w:val=""/>
      <w:lvlJc w:val="left"/>
      <w:pPr>
        <w:ind w:left="360" w:hanging="360"/>
      </w:pPr>
      <w:rPr>
        <w:rFonts w:ascii="Wingdings" w:hAnsi="Wingdings"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92A5239"/>
    <w:multiLevelType w:val="hybridMultilevel"/>
    <w:tmpl w:val="4B7677EE"/>
    <w:lvl w:ilvl="0" w:tplc="4DD450F8">
      <w:start w:val="1"/>
      <w:numFmt w:val="decimal"/>
      <w:lvlText w:val="%1."/>
      <w:lvlJc w:val="left"/>
      <w:pPr>
        <w:ind w:left="644" w:hanging="360"/>
      </w:pPr>
      <w:rPr>
        <w:rFonts w:hint="default"/>
      </w:rPr>
    </w:lvl>
    <w:lvl w:ilvl="1" w:tplc="C436CFDA" w:tentative="1">
      <w:start w:val="1"/>
      <w:numFmt w:val="lowerLetter"/>
      <w:lvlText w:val="%2."/>
      <w:lvlJc w:val="left"/>
      <w:pPr>
        <w:ind w:left="1440" w:hanging="360"/>
      </w:pPr>
    </w:lvl>
    <w:lvl w:ilvl="2" w:tplc="578AC5E2" w:tentative="1">
      <w:start w:val="1"/>
      <w:numFmt w:val="lowerRoman"/>
      <w:lvlText w:val="%3."/>
      <w:lvlJc w:val="right"/>
      <w:pPr>
        <w:ind w:left="2160" w:hanging="180"/>
      </w:pPr>
    </w:lvl>
    <w:lvl w:ilvl="3" w:tplc="18CCD394" w:tentative="1">
      <w:start w:val="1"/>
      <w:numFmt w:val="decimal"/>
      <w:lvlText w:val="%4."/>
      <w:lvlJc w:val="left"/>
      <w:pPr>
        <w:ind w:left="2880" w:hanging="360"/>
      </w:pPr>
    </w:lvl>
    <w:lvl w:ilvl="4" w:tplc="93DAB666" w:tentative="1">
      <w:start w:val="1"/>
      <w:numFmt w:val="lowerLetter"/>
      <w:lvlText w:val="%5."/>
      <w:lvlJc w:val="left"/>
      <w:pPr>
        <w:ind w:left="3600" w:hanging="360"/>
      </w:pPr>
    </w:lvl>
    <w:lvl w:ilvl="5" w:tplc="F612D936" w:tentative="1">
      <w:start w:val="1"/>
      <w:numFmt w:val="lowerRoman"/>
      <w:lvlText w:val="%6."/>
      <w:lvlJc w:val="right"/>
      <w:pPr>
        <w:ind w:left="4320" w:hanging="180"/>
      </w:pPr>
    </w:lvl>
    <w:lvl w:ilvl="6" w:tplc="7A045B2E" w:tentative="1">
      <w:start w:val="1"/>
      <w:numFmt w:val="decimal"/>
      <w:lvlText w:val="%7."/>
      <w:lvlJc w:val="left"/>
      <w:pPr>
        <w:ind w:left="5040" w:hanging="360"/>
      </w:pPr>
    </w:lvl>
    <w:lvl w:ilvl="7" w:tplc="79FC5794">
      <w:start w:val="1"/>
      <w:numFmt w:val="lowerLetter"/>
      <w:lvlText w:val="%8."/>
      <w:lvlJc w:val="left"/>
      <w:pPr>
        <w:ind w:left="5760" w:hanging="360"/>
      </w:pPr>
    </w:lvl>
    <w:lvl w:ilvl="8" w:tplc="5BF41CC2">
      <w:start w:val="1"/>
      <w:numFmt w:val="lowerRoman"/>
      <w:lvlText w:val="%9."/>
      <w:lvlJc w:val="right"/>
      <w:pPr>
        <w:ind w:left="6480" w:hanging="180"/>
      </w:pPr>
    </w:lvl>
  </w:abstractNum>
  <w:abstractNum w:abstractNumId="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27711F6"/>
    <w:multiLevelType w:val="hybridMultilevel"/>
    <w:tmpl w:val="6390008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2C96148"/>
    <w:multiLevelType w:val="hybridMultilevel"/>
    <w:tmpl w:val="334C69A4"/>
    <w:lvl w:ilvl="0" w:tplc="4ABC7DFC">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A13D02"/>
    <w:multiLevelType w:val="hybridMultilevel"/>
    <w:tmpl w:val="65F00EDA"/>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BF36D46"/>
    <w:multiLevelType w:val="hybridMultilevel"/>
    <w:tmpl w:val="04A6B992"/>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0116F4F"/>
    <w:multiLevelType w:val="multilevel"/>
    <w:tmpl w:val="B184A1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22C92C11"/>
    <w:multiLevelType w:val="hybridMultilevel"/>
    <w:tmpl w:val="A8543BDE"/>
    <w:lvl w:ilvl="0" w:tplc="032E451C">
      <w:start w:val="7"/>
      <w:numFmt w:val="bullet"/>
      <w:lvlText w:val="-"/>
      <w:lvlJc w:val="left"/>
      <w:pPr>
        <w:ind w:left="405" w:hanging="360"/>
      </w:pPr>
      <w:rPr>
        <w:rFonts w:ascii="Open Sans" w:eastAsia="Times New Roman" w:hAnsi="Open Sans" w:cs="Open Sans" w:hint="default"/>
        <w:b/>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14"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15" w15:restartNumberingAfterBreak="0">
    <w:nsid w:val="26FD7F0D"/>
    <w:multiLevelType w:val="singleLevel"/>
    <w:tmpl w:val="B0649320"/>
    <w:lvl w:ilvl="0">
      <w:start w:val="1"/>
      <w:numFmt w:val="upperRoman"/>
      <w:pStyle w:val="Naslov4"/>
      <w:lvlText w:val="%1."/>
      <w:lvlJc w:val="left"/>
      <w:pPr>
        <w:tabs>
          <w:tab w:val="num" w:pos="720"/>
        </w:tabs>
        <w:ind w:left="720" w:hanging="720"/>
      </w:pPr>
      <w:rPr>
        <w:rFonts w:hint="default"/>
      </w:rPr>
    </w:lvl>
  </w:abstractNum>
  <w:abstractNum w:abstractNumId="1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88415BA"/>
    <w:multiLevelType w:val="hybridMultilevel"/>
    <w:tmpl w:val="D890CD1E"/>
    <w:lvl w:ilvl="0" w:tplc="FFFFFFF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BF46766"/>
    <w:multiLevelType w:val="hybridMultilevel"/>
    <w:tmpl w:val="70585AB2"/>
    <w:lvl w:ilvl="0" w:tplc="0424000F">
      <w:start w:val="1"/>
      <w:numFmt w:val="decimal"/>
      <w:lvlText w:val="%1."/>
      <w:lvlJc w:val="left"/>
      <w:pPr>
        <w:tabs>
          <w:tab w:val="num" w:pos="4897"/>
        </w:tabs>
        <w:ind w:left="4897"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6"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5F5A10"/>
    <w:multiLevelType w:val="hybridMultilevel"/>
    <w:tmpl w:val="3894ED9C"/>
    <w:lvl w:ilvl="0" w:tplc="CB8C2F60">
      <w:start w:val="1"/>
      <w:numFmt w:val="bullet"/>
      <w:lvlText w:val="⃞"/>
      <w:lvlJc w:val="left"/>
      <w:pPr>
        <w:ind w:left="2629"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8"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3D1053"/>
    <w:multiLevelType w:val="multilevel"/>
    <w:tmpl w:val="A2F65B74"/>
    <w:lvl w:ilvl="0">
      <w:start w:val="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39D5614D"/>
    <w:multiLevelType w:val="hybridMultilevel"/>
    <w:tmpl w:val="AC6ACCC0"/>
    <w:lvl w:ilvl="0" w:tplc="FFFFFFFF">
      <w:start w:val="1"/>
      <w:numFmt w:val="decimal"/>
      <w:lvlText w:val="%1."/>
      <w:lvlJc w:val="left"/>
      <w:pPr>
        <w:tabs>
          <w:tab w:val="num" w:pos="4612"/>
        </w:tabs>
        <w:ind w:left="4612"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9F06202"/>
    <w:multiLevelType w:val="hybridMultilevel"/>
    <w:tmpl w:val="7C60FD1E"/>
    <w:lvl w:ilvl="0" w:tplc="D4BE2660">
      <w:start w:val="1"/>
      <w:numFmt w:val="bullet"/>
      <w:lvlText w:val=""/>
      <w:lvlJc w:val="left"/>
      <w:pPr>
        <w:ind w:left="1004" w:hanging="360"/>
      </w:pPr>
      <w:rPr>
        <w:rFonts w:ascii="Symbol" w:hAnsi="Symbol" w:hint="default"/>
      </w:rPr>
    </w:lvl>
    <w:lvl w:ilvl="1" w:tplc="97647820" w:tentative="1">
      <w:start w:val="1"/>
      <w:numFmt w:val="bullet"/>
      <w:lvlText w:val="o"/>
      <w:lvlJc w:val="left"/>
      <w:pPr>
        <w:ind w:left="1724" w:hanging="360"/>
      </w:pPr>
      <w:rPr>
        <w:rFonts w:ascii="Courier New" w:hAnsi="Courier New" w:cs="Courier New"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4"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F706B36"/>
    <w:multiLevelType w:val="hybridMultilevel"/>
    <w:tmpl w:val="2ED298A0"/>
    <w:lvl w:ilvl="0" w:tplc="2EC6A786">
      <w:numFmt w:val="bullet"/>
      <w:lvlText w:val=""/>
      <w:lvlJc w:val="left"/>
      <w:pPr>
        <w:ind w:left="720" w:hanging="360"/>
      </w:pPr>
      <w:rPr>
        <w:rFonts w:ascii="Wingdings" w:eastAsia="Times New Roman" w:hAnsi="Wingdings"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C03350"/>
    <w:multiLevelType w:val="hybridMultilevel"/>
    <w:tmpl w:val="A1A8486E"/>
    <w:lvl w:ilvl="0" w:tplc="106A185A">
      <w:start w:val="8"/>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39" w15:restartNumberingAfterBreak="0">
    <w:nsid w:val="4689450B"/>
    <w:multiLevelType w:val="hybridMultilevel"/>
    <w:tmpl w:val="DBD05C4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D70BF4"/>
    <w:multiLevelType w:val="hybridMultilevel"/>
    <w:tmpl w:val="A1A8486E"/>
    <w:lvl w:ilvl="0" w:tplc="106A185A">
      <w:start w:val="8"/>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3D30B05"/>
    <w:multiLevelType w:val="hybridMultilevel"/>
    <w:tmpl w:val="D6F05D7C"/>
    <w:lvl w:ilvl="0" w:tplc="8F9AA344">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56F126EF"/>
    <w:multiLevelType w:val="hybridMultilevel"/>
    <w:tmpl w:val="6E0C62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8102AE3"/>
    <w:multiLevelType w:val="multilevel"/>
    <w:tmpl w:val="0CBE316A"/>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467E34"/>
    <w:multiLevelType w:val="hybridMultilevel"/>
    <w:tmpl w:val="D3FAA34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F2548B9"/>
    <w:multiLevelType w:val="hybridMultilevel"/>
    <w:tmpl w:val="44D070DE"/>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441755"/>
    <w:multiLevelType w:val="hybridMultilevel"/>
    <w:tmpl w:val="7FDE0EC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5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4F12B0"/>
    <w:multiLevelType w:val="hybridMultilevel"/>
    <w:tmpl w:val="3BBE5572"/>
    <w:lvl w:ilvl="0" w:tplc="856A935E">
      <w:start w:val="1"/>
      <w:numFmt w:val="decimal"/>
      <w:lvlText w:val="%1."/>
      <w:lvlJc w:val="left"/>
      <w:pPr>
        <w:tabs>
          <w:tab w:val="num" w:pos="4612"/>
        </w:tabs>
        <w:ind w:left="461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76D05AE3"/>
    <w:multiLevelType w:val="hybridMultilevel"/>
    <w:tmpl w:val="E20C702E"/>
    <w:lvl w:ilvl="0" w:tplc="04240003">
      <w:start w:val="1"/>
      <w:numFmt w:val="bullet"/>
      <w:lvlText w:val="o"/>
      <w:lvlJc w:val="left"/>
      <w:pPr>
        <w:ind w:left="1004" w:hanging="360"/>
      </w:pPr>
      <w:rPr>
        <w:rFonts w:ascii="Courier New" w:hAnsi="Courier New" w:cs="Courier New"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6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7" w15:restartNumberingAfterBreak="0">
    <w:nsid w:val="7C5F13A9"/>
    <w:multiLevelType w:val="hybridMultilevel"/>
    <w:tmpl w:val="8FDA2C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66"/>
  </w:num>
  <w:num w:numId="3">
    <w:abstractNumId w:val="16"/>
  </w:num>
  <w:num w:numId="4">
    <w:abstractNumId w:val="33"/>
  </w:num>
  <w:num w:numId="5">
    <w:abstractNumId w:val="38"/>
  </w:num>
  <w:num w:numId="6">
    <w:abstractNumId w:val="27"/>
  </w:num>
  <w:num w:numId="7">
    <w:abstractNumId w:val="14"/>
  </w:num>
  <w:num w:numId="8">
    <w:abstractNumId w:val="58"/>
  </w:num>
  <w:num w:numId="9">
    <w:abstractNumId w:val="6"/>
  </w:num>
  <w:num w:numId="10">
    <w:abstractNumId w:val="12"/>
  </w:num>
  <w:num w:numId="11">
    <w:abstractNumId w:val="36"/>
  </w:num>
  <w:num w:numId="12">
    <w:abstractNumId w:val="20"/>
  </w:num>
  <w:num w:numId="13">
    <w:abstractNumId w:val="25"/>
  </w:num>
  <w:num w:numId="14">
    <w:abstractNumId w:val="48"/>
  </w:num>
  <w:num w:numId="15">
    <w:abstractNumId w:val="64"/>
  </w:num>
  <w:num w:numId="16">
    <w:abstractNumId w:val="54"/>
  </w:num>
  <w:num w:numId="17">
    <w:abstractNumId w:val="49"/>
  </w:num>
  <w:num w:numId="18">
    <w:abstractNumId w:val="41"/>
  </w:num>
  <w:num w:numId="19">
    <w:abstractNumId w:val="17"/>
  </w:num>
  <w:num w:numId="20">
    <w:abstractNumId w:val="57"/>
  </w:num>
  <w:num w:numId="21">
    <w:abstractNumId w:val="34"/>
  </w:num>
  <w:num w:numId="22">
    <w:abstractNumId w:val="55"/>
  </w:num>
  <w:num w:numId="23">
    <w:abstractNumId w:val="19"/>
  </w:num>
  <w:num w:numId="24">
    <w:abstractNumId w:val="29"/>
  </w:num>
  <w:num w:numId="25">
    <w:abstractNumId w:val="63"/>
  </w:num>
  <w:num w:numId="26">
    <w:abstractNumId w:val="45"/>
  </w:num>
  <w:num w:numId="27">
    <w:abstractNumId w:val="60"/>
  </w:num>
  <w:num w:numId="28">
    <w:abstractNumId w:val="47"/>
  </w:num>
  <w:num w:numId="29">
    <w:abstractNumId w:val="50"/>
  </w:num>
  <w:num w:numId="30">
    <w:abstractNumId w:val="24"/>
  </w:num>
  <w:num w:numId="31">
    <w:abstractNumId w:val="65"/>
  </w:num>
  <w:num w:numId="32">
    <w:abstractNumId w:val="26"/>
  </w:num>
  <w:num w:numId="33">
    <w:abstractNumId w:val="51"/>
  </w:num>
  <w:num w:numId="34">
    <w:abstractNumId w:val="21"/>
  </w:num>
  <w:num w:numId="35">
    <w:abstractNumId w:val="61"/>
  </w:num>
  <w:num w:numId="36">
    <w:abstractNumId w:val="22"/>
  </w:num>
  <w:num w:numId="37">
    <w:abstractNumId w:val="23"/>
  </w:num>
  <w:num w:numId="38">
    <w:abstractNumId w:val="5"/>
  </w:num>
  <w:num w:numId="39">
    <w:abstractNumId w:val="2"/>
  </w:num>
  <w:num w:numId="40">
    <w:abstractNumId w:val="7"/>
  </w:num>
  <w:num w:numId="41">
    <w:abstractNumId w:val="53"/>
  </w:num>
  <w:num w:numId="42">
    <w:abstractNumId w:val="28"/>
  </w:num>
  <w:num w:numId="43">
    <w:abstractNumId w:val="18"/>
  </w:num>
  <w:num w:numId="44">
    <w:abstractNumId w:val="11"/>
  </w:num>
  <w:num w:numId="45">
    <w:abstractNumId w:val="10"/>
  </w:num>
  <w:num w:numId="46">
    <w:abstractNumId w:val="40"/>
  </w:num>
  <w:num w:numId="47">
    <w:abstractNumId w:val="56"/>
  </w:num>
  <w:num w:numId="48">
    <w:abstractNumId w:val="59"/>
  </w:num>
  <w:num w:numId="49">
    <w:abstractNumId w:val="31"/>
  </w:num>
  <w:num w:numId="50">
    <w:abstractNumId w:val="39"/>
  </w:num>
  <w:num w:numId="51">
    <w:abstractNumId w:val="37"/>
  </w:num>
  <w:num w:numId="52">
    <w:abstractNumId w:val="9"/>
  </w:num>
  <w:num w:numId="53">
    <w:abstractNumId w:val="52"/>
  </w:num>
  <w:num w:numId="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5">
    <w:abstractNumId w:val="67"/>
  </w:num>
  <w:num w:numId="56">
    <w:abstractNumId w:val="35"/>
  </w:num>
  <w:num w:numId="57">
    <w:abstractNumId w:val="43"/>
  </w:num>
  <w:num w:numId="58">
    <w:abstractNumId w:val="46"/>
  </w:num>
  <w:num w:numId="59">
    <w:abstractNumId w:val="8"/>
  </w:num>
  <w:num w:numId="60">
    <w:abstractNumId w:val="44"/>
  </w:num>
  <w:num w:numId="61">
    <w:abstractNumId w:val="13"/>
  </w:num>
  <w:num w:numId="62">
    <w:abstractNumId w:val="4"/>
  </w:num>
  <w:num w:numId="63">
    <w:abstractNumId w:val="42"/>
  </w:num>
  <w:num w:numId="64">
    <w:abstractNumId w:val="30"/>
  </w:num>
  <w:num w:numId="65">
    <w:abstractNumId w:val="32"/>
  </w:num>
  <w:num w:numId="66">
    <w:abstractNumId w:val="3"/>
  </w:num>
  <w:num w:numId="67">
    <w:abstractNumId w:val="6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4A9"/>
    <w:rsid w:val="000004BD"/>
    <w:rsid w:val="0000076B"/>
    <w:rsid w:val="00000E58"/>
    <w:rsid w:val="000012E7"/>
    <w:rsid w:val="0000139F"/>
    <w:rsid w:val="00001774"/>
    <w:rsid w:val="00001A14"/>
    <w:rsid w:val="00001EAB"/>
    <w:rsid w:val="00002419"/>
    <w:rsid w:val="000032E0"/>
    <w:rsid w:val="000039A0"/>
    <w:rsid w:val="00004680"/>
    <w:rsid w:val="000046E7"/>
    <w:rsid w:val="00004A68"/>
    <w:rsid w:val="00004FAB"/>
    <w:rsid w:val="0000530B"/>
    <w:rsid w:val="00006714"/>
    <w:rsid w:val="00006A21"/>
    <w:rsid w:val="000071A1"/>
    <w:rsid w:val="00007429"/>
    <w:rsid w:val="00007905"/>
    <w:rsid w:val="000100EC"/>
    <w:rsid w:val="000104A2"/>
    <w:rsid w:val="00010699"/>
    <w:rsid w:val="00010A08"/>
    <w:rsid w:val="0001147C"/>
    <w:rsid w:val="00011EA8"/>
    <w:rsid w:val="000120E4"/>
    <w:rsid w:val="0001220B"/>
    <w:rsid w:val="00012385"/>
    <w:rsid w:val="00012BF1"/>
    <w:rsid w:val="00013149"/>
    <w:rsid w:val="0001352D"/>
    <w:rsid w:val="00014C3D"/>
    <w:rsid w:val="00014C4C"/>
    <w:rsid w:val="000152CD"/>
    <w:rsid w:val="00015BD4"/>
    <w:rsid w:val="00016137"/>
    <w:rsid w:val="000177FF"/>
    <w:rsid w:val="00017B6A"/>
    <w:rsid w:val="00020473"/>
    <w:rsid w:val="000210D4"/>
    <w:rsid w:val="00021109"/>
    <w:rsid w:val="0002111A"/>
    <w:rsid w:val="00021293"/>
    <w:rsid w:val="000212C3"/>
    <w:rsid w:val="00021777"/>
    <w:rsid w:val="0002196C"/>
    <w:rsid w:val="00021D26"/>
    <w:rsid w:val="00024805"/>
    <w:rsid w:val="00024A7A"/>
    <w:rsid w:val="00025209"/>
    <w:rsid w:val="00025505"/>
    <w:rsid w:val="00025AD8"/>
    <w:rsid w:val="00026024"/>
    <w:rsid w:val="0002644B"/>
    <w:rsid w:val="00026873"/>
    <w:rsid w:val="00027208"/>
    <w:rsid w:val="00030043"/>
    <w:rsid w:val="00030F55"/>
    <w:rsid w:val="00031896"/>
    <w:rsid w:val="00032213"/>
    <w:rsid w:val="00032BB9"/>
    <w:rsid w:val="00032E17"/>
    <w:rsid w:val="00032ECA"/>
    <w:rsid w:val="000336A1"/>
    <w:rsid w:val="000338C2"/>
    <w:rsid w:val="00033AF6"/>
    <w:rsid w:val="000344B4"/>
    <w:rsid w:val="000348F4"/>
    <w:rsid w:val="00034BA8"/>
    <w:rsid w:val="00034BD4"/>
    <w:rsid w:val="000354C5"/>
    <w:rsid w:val="00036490"/>
    <w:rsid w:val="0003729B"/>
    <w:rsid w:val="000377BC"/>
    <w:rsid w:val="00040168"/>
    <w:rsid w:val="000408E8"/>
    <w:rsid w:val="00041B74"/>
    <w:rsid w:val="00042A62"/>
    <w:rsid w:val="0004305F"/>
    <w:rsid w:val="0004312D"/>
    <w:rsid w:val="00043678"/>
    <w:rsid w:val="000437EF"/>
    <w:rsid w:val="000445D5"/>
    <w:rsid w:val="0004486A"/>
    <w:rsid w:val="00044A44"/>
    <w:rsid w:val="00044B1B"/>
    <w:rsid w:val="00044BFF"/>
    <w:rsid w:val="0004554A"/>
    <w:rsid w:val="00045ACC"/>
    <w:rsid w:val="00045B6D"/>
    <w:rsid w:val="00045C01"/>
    <w:rsid w:val="00045DBA"/>
    <w:rsid w:val="00045E54"/>
    <w:rsid w:val="0004643C"/>
    <w:rsid w:val="000473C7"/>
    <w:rsid w:val="00047607"/>
    <w:rsid w:val="000477BB"/>
    <w:rsid w:val="0005020F"/>
    <w:rsid w:val="000502A6"/>
    <w:rsid w:val="00050617"/>
    <w:rsid w:val="000507A9"/>
    <w:rsid w:val="0005086F"/>
    <w:rsid w:val="00050A37"/>
    <w:rsid w:val="00050FA6"/>
    <w:rsid w:val="00051E7E"/>
    <w:rsid w:val="00052329"/>
    <w:rsid w:val="00052C6F"/>
    <w:rsid w:val="00052CB8"/>
    <w:rsid w:val="000530B8"/>
    <w:rsid w:val="00053ACC"/>
    <w:rsid w:val="00053BF9"/>
    <w:rsid w:val="00053D56"/>
    <w:rsid w:val="00053EFC"/>
    <w:rsid w:val="00054035"/>
    <w:rsid w:val="00054B42"/>
    <w:rsid w:val="0005510F"/>
    <w:rsid w:val="000551BD"/>
    <w:rsid w:val="00055332"/>
    <w:rsid w:val="00055360"/>
    <w:rsid w:val="00055573"/>
    <w:rsid w:val="000564AE"/>
    <w:rsid w:val="000565C4"/>
    <w:rsid w:val="00056C7E"/>
    <w:rsid w:val="00056F25"/>
    <w:rsid w:val="00057C69"/>
    <w:rsid w:val="00061052"/>
    <w:rsid w:val="000616FF"/>
    <w:rsid w:val="000620C0"/>
    <w:rsid w:val="00063945"/>
    <w:rsid w:val="0006453A"/>
    <w:rsid w:val="00064E7A"/>
    <w:rsid w:val="0006517C"/>
    <w:rsid w:val="00065500"/>
    <w:rsid w:val="00065A45"/>
    <w:rsid w:val="00065F8B"/>
    <w:rsid w:val="00066AF1"/>
    <w:rsid w:val="00067432"/>
    <w:rsid w:val="00067830"/>
    <w:rsid w:val="00067B04"/>
    <w:rsid w:val="000703CD"/>
    <w:rsid w:val="00071252"/>
    <w:rsid w:val="00071AC5"/>
    <w:rsid w:val="000720BB"/>
    <w:rsid w:val="000721D2"/>
    <w:rsid w:val="000724B1"/>
    <w:rsid w:val="000724DE"/>
    <w:rsid w:val="000731A8"/>
    <w:rsid w:val="0007409C"/>
    <w:rsid w:val="00074151"/>
    <w:rsid w:val="00074538"/>
    <w:rsid w:val="00074617"/>
    <w:rsid w:val="00074853"/>
    <w:rsid w:val="00074924"/>
    <w:rsid w:val="00074FAB"/>
    <w:rsid w:val="0007594D"/>
    <w:rsid w:val="00076273"/>
    <w:rsid w:val="00076511"/>
    <w:rsid w:val="00076897"/>
    <w:rsid w:val="00076FC4"/>
    <w:rsid w:val="0007724F"/>
    <w:rsid w:val="00077ACC"/>
    <w:rsid w:val="00077AD3"/>
    <w:rsid w:val="00077FF2"/>
    <w:rsid w:val="000802F7"/>
    <w:rsid w:val="00080DD0"/>
    <w:rsid w:val="00081D17"/>
    <w:rsid w:val="00082215"/>
    <w:rsid w:val="00082A3A"/>
    <w:rsid w:val="00082B42"/>
    <w:rsid w:val="00083688"/>
    <w:rsid w:val="00084536"/>
    <w:rsid w:val="00084830"/>
    <w:rsid w:val="00085232"/>
    <w:rsid w:val="000858CE"/>
    <w:rsid w:val="00085971"/>
    <w:rsid w:val="00085D74"/>
    <w:rsid w:val="000861D0"/>
    <w:rsid w:val="00086208"/>
    <w:rsid w:val="00086825"/>
    <w:rsid w:val="00086907"/>
    <w:rsid w:val="00086A25"/>
    <w:rsid w:val="000872CE"/>
    <w:rsid w:val="000875CE"/>
    <w:rsid w:val="000877DE"/>
    <w:rsid w:val="0008796C"/>
    <w:rsid w:val="00090386"/>
    <w:rsid w:val="00090CB0"/>
    <w:rsid w:val="00090FCA"/>
    <w:rsid w:val="000911CA"/>
    <w:rsid w:val="000912E9"/>
    <w:rsid w:val="000916D6"/>
    <w:rsid w:val="00091802"/>
    <w:rsid w:val="00091C61"/>
    <w:rsid w:val="00092131"/>
    <w:rsid w:val="0009270D"/>
    <w:rsid w:val="00093742"/>
    <w:rsid w:val="00093A7D"/>
    <w:rsid w:val="00093A9E"/>
    <w:rsid w:val="00093E8C"/>
    <w:rsid w:val="00094647"/>
    <w:rsid w:val="00094A62"/>
    <w:rsid w:val="00094B7F"/>
    <w:rsid w:val="00094BA6"/>
    <w:rsid w:val="00095889"/>
    <w:rsid w:val="00095C80"/>
    <w:rsid w:val="00095C89"/>
    <w:rsid w:val="000966FE"/>
    <w:rsid w:val="00096CC5"/>
    <w:rsid w:val="00097741"/>
    <w:rsid w:val="000A0931"/>
    <w:rsid w:val="000A13FE"/>
    <w:rsid w:val="000A15EB"/>
    <w:rsid w:val="000A2000"/>
    <w:rsid w:val="000A2090"/>
    <w:rsid w:val="000A20F2"/>
    <w:rsid w:val="000A2388"/>
    <w:rsid w:val="000A245D"/>
    <w:rsid w:val="000A2488"/>
    <w:rsid w:val="000A2642"/>
    <w:rsid w:val="000A2958"/>
    <w:rsid w:val="000A2973"/>
    <w:rsid w:val="000A2A15"/>
    <w:rsid w:val="000A2BBE"/>
    <w:rsid w:val="000A2D23"/>
    <w:rsid w:val="000A3A59"/>
    <w:rsid w:val="000A4055"/>
    <w:rsid w:val="000A4093"/>
    <w:rsid w:val="000A4168"/>
    <w:rsid w:val="000A5685"/>
    <w:rsid w:val="000A5A8D"/>
    <w:rsid w:val="000A5AD1"/>
    <w:rsid w:val="000A5BE2"/>
    <w:rsid w:val="000A5FE7"/>
    <w:rsid w:val="000A640E"/>
    <w:rsid w:val="000A709D"/>
    <w:rsid w:val="000B02CF"/>
    <w:rsid w:val="000B0FF0"/>
    <w:rsid w:val="000B11F3"/>
    <w:rsid w:val="000B1406"/>
    <w:rsid w:val="000B1BEF"/>
    <w:rsid w:val="000B1F5F"/>
    <w:rsid w:val="000B29CE"/>
    <w:rsid w:val="000B2B18"/>
    <w:rsid w:val="000B2BD5"/>
    <w:rsid w:val="000B2DC5"/>
    <w:rsid w:val="000B2FCB"/>
    <w:rsid w:val="000B30A0"/>
    <w:rsid w:val="000B33AC"/>
    <w:rsid w:val="000B3CB3"/>
    <w:rsid w:val="000B3F31"/>
    <w:rsid w:val="000B4027"/>
    <w:rsid w:val="000B449E"/>
    <w:rsid w:val="000B44A3"/>
    <w:rsid w:val="000B478A"/>
    <w:rsid w:val="000B5AF1"/>
    <w:rsid w:val="000B619C"/>
    <w:rsid w:val="000B6302"/>
    <w:rsid w:val="000B63D4"/>
    <w:rsid w:val="000B6955"/>
    <w:rsid w:val="000B7C1B"/>
    <w:rsid w:val="000B7F22"/>
    <w:rsid w:val="000C0336"/>
    <w:rsid w:val="000C0B07"/>
    <w:rsid w:val="000C12B0"/>
    <w:rsid w:val="000C15B1"/>
    <w:rsid w:val="000C1700"/>
    <w:rsid w:val="000C1908"/>
    <w:rsid w:val="000C1B88"/>
    <w:rsid w:val="000C2674"/>
    <w:rsid w:val="000C29BC"/>
    <w:rsid w:val="000C2DCD"/>
    <w:rsid w:val="000C2F5E"/>
    <w:rsid w:val="000C315A"/>
    <w:rsid w:val="000C39BB"/>
    <w:rsid w:val="000C3AA1"/>
    <w:rsid w:val="000C449D"/>
    <w:rsid w:val="000C4C77"/>
    <w:rsid w:val="000C5D13"/>
    <w:rsid w:val="000C6D2E"/>
    <w:rsid w:val="000D0023"/>
    <w:rsid w:val="000D08AE"/>
    <w:rsid w:val="000D11CF"/>
    <w:rsid w:val="000D14C8"/>
    <w:rsid w:val="000D188F"/>
    <w:rsid w:val="000D1A60"/>
    <w:rsid w:val="000D275B"/>
    <w:rsid w:val="000D28B0"/>
    <w:rsid w:val="000D31F2"/>
    <w:rsid w:val="000D4A88"/>
    <w:rsid w:val="000D4B14"/>
    <w:rsid w:val="000D4D70"/>
    <w:rsid w:val="000D537A"/>
    <w:rsid w:val="000D5418"/>
    <w:rsid w:val="000D554D"/>
    <w:rsid w:val="000D622B"/>
    <w:rsid w:val="000D62E1"/>
    <w:rsid w:val="000D6440"/>
    <w:rsid w:val="000D6492"/>
    <w:rsid w:val="000D67E1"/>
    <w:rsid w:val="000D6DC5"/>
    <w:rsid w:val="000D6EA3"/>
    <w:rsid w:val="000D7016"/>
    <w:rsid w:val="000D7309"/>
    <w:rsid w:val="000E0876"/>
    <w:rsid w:val="000E0910"/>
    <w:rsid w:val="000E0BB9"/>
    <w:rsid w:val="000E0C27"/>
    <w:rsid w:val="000E0C7F"/>
    <w:rsid w:val="000E0E49"/>
    <w:rsid w:val="000E1521"/>
    <w:rsid w:val="000E1EF8"/>
    <w:rsid w:val="000E2F29"/>
    <w:rsid w:val="000E3597"/>
    <w:rsid w:val="000E375E"/>
    <w:rsid w:val="000E384A"/>
    <w:rsid w:val="000E3E2D"/>
    <w:rsid w:val="000E3E6A"/>
    <w:rsid w:val="000E4D9D"/>
    <w:rsid w:val="000E4E48"/>
    <w:rsid w:val="000E503F"/>
    <w:rsid w:val="000E532E"/>
    <w:rsid w:val="000E5514"/>
    <w:rsid w:val="000E575A"/>
    <w:rsid w:val="000E5814"/>
    <w:rsid w:val="000E5943"/>
    <w:rsid w:val="000E5D43"/>
    <w:rsid w:val="000E65F4"/>
    <w:rsid w:val="000E68FD"/>
    <w:rsid w:val="000E69F6"/>
    <w:rsid w:val="000E71BE"/>
    <w:rsid w:val="000E72E0"/>
    <w:rsid w:val="000E7B77"/>
    <w:rsid w:val="000F0B0E"/>
    <w:rsid w:val="000F1123"/>
    <w:rsid w:val="000F226C"/>
    <w:rsid w:val="000F25CD"/>
    <w:rsid w:val="000F2C91"/>
    <w:rsid w:val="000F3246"/>
    <w:rsid w:val="000F3AC1"/>
    <w:rsid w:val="000F42B9"/>
    <w:rsid w:val="000F4563"/>
    <w:rsid w:val="000F4851"/>
    <w:rsid w:val="000F4A45"/>
    <w:rsid w:val="000F4D26"/>
    <w:rsid w:val="000F560B"/>
    <w:rsid w:val="000F5924"/>
    <w:rsid w:val="000F652A"/>
    <w:rsid w:val="000F6760"/>
    <w:rsid w:val="000F6862"/>
    <w:rsid w:val="000F6EF0"/>
    <w:rsid w:val="000F7397"/>
    <w:rsid w:val="000F7474"/>
    <w:rsid w:val="000F7547"/>
    <w:rsid w:val="000F787F"/>
    <w:rsid w:val="001006A0"/>
    <w:rsid w:val="00101013"/>
    <w:rsid w:val="00101B56"/>
    <w:rsid w:val="00101F33"/>
    <w:rsid w:val="001022F7"/>
    <w:rsid w:val="0010272E"/>
    <w:rsid w:val="00102F04"/>
    <w:rsid w:val="001045F6"/>
    <w:rsid w:val="001047E7"/>
    <w:rsid w:val="00104D3A"/>
    <w:rsid w:val="001057F6"/>
    <w:rsid w:val="00105807"/>
    <w:rsid w:val="00106503"/>
    <w:rsid w:val="00106540"/>
    <w:rsid w:val="001066E5"/>
    <w:rsid w:val="00106709"/>
    <w:rsid w:val="00106E0C"/>
    <w:rsid w:val="00107744"/>
    <w:rsid w:val="00107756"/>
    <w:rsid w:val="0010776A"/>
    <w:rsid w:val="0010777B"/>
    <w:rsid w:val="00107EF5"/>
    <w:rsid w:val="00107F3E"/>
    <w:rsid w:val="001101C9"/>
    <w:rsid w:val="001105EF"/>
    <w:rsid w:val="00110ACF"/>
    <w:rsid w:val="00110E3E"/>
    <w:rsid w:val="001114B9"/>
    <w:rsid w:val="00111E2E"/>
    <w:rsid w:val="001132AA"/>
    <w:rsid w:val="001138AE"/>
    <w:rsid w:val="00114167"/>
    <w:rsid w:val="0011471E"/>
    <w:rsid w:val="001148EF"/>
    <w:rsid w:val="0011532C"/>
    <w:rsid w:val="00115787"/>
    <w:rsid w:val="001163AD"/>
    <w:rsid w:val="00116492"/>
    <w:rsid w:val="0011777E"/>
    <w:rsid w:val="00117B79"/>
    <w:rsid w:val="001203B7"/>
    <w:rsid w:val="0012079E"/>
    <w:rsid w:val="00120927"/>
    <w:rsid w:val="00121CA4"/>
    <w:rsid w:val="0012228C"/>
    <w:rsid w:val="0012316F"/>
    <w:rsid w:val="00123417"/>
    <w:rsid w:val="00124270"/>
    <w:rsid w:val="00124A7E"/>
    <w:rsid w:val="00124E42"/>
    <w:rsid w:val="00127314"/>
    <w:rsid w:val="00127B04"/>
    <w:rsid w:val="001300E9"/>
    <w:rsid w:val="001301B5"/>
    <w:rsid w:val="001303C2"/>
    <w:rsid w:val="00130987"/>
    <w:rsid w:val="00130DD4"/>
    <w:rsid w:val="00130F5F"/>
    <w:rsid w:val="0013119D"/>
    <w:rsid w:val="00131FB1"/>
    <w:rsid w:val="00132284"/>
    <w:rsid w:val="001328DF"/>
    <w:rsid w:val="00132B1C"/>
    <w:rsid w:val="00132F89"/>
    <w:rsid w:val="00133B06"/>
    <w:rsid w:val="00134793"/>
    <w:rsid w:val="0013564B"/>
    <w:rsid w:val="001363DD"/>
    <w:rsid w:val="00136B11"/>
    <w:rsid w:val="001374AA"/>
    <w:rsid w:val="00137AD9"/>
    <w:rsid w:val="00137B50"/>
    <w:rsid w:val="001401AB"/>
    <w:rsid w:val="001407DD"/>
    <w:rsid w:val="00140B69"/>
    <w:rsid w:val="001415FB"/>
    <w:rsid w:val="0014191F"/>
    <w:rsid w:val="00142B22"/>
    <w:rsid w:val="00142FD9"/>
    <w:rsid w:val="001437E5"/>
    <w:rsid w:val="0014391F"/>
    <w:rsid w:val="00143BFC"/>
    <w:rsid w:val="001444E9"/>
    <w:rsid w:val="00144879"/>
    <w:rsid w:val="00145C0E"/>
    <w:rsid w:val="00145F88"/>
    <w:rsid w:val="001463EC"/>
    <w:rsid w:val="00146F88"/>
    <w:rsid w:val="00147105"/>
    <w:rsid w:val="00147AC0"/>
    <w:rsid w:val="00147F36"/>
    <w:rsid w:val="001501E5"/>
    <w:rsid w:val="001501FF"/>
    <w:rsid w:val="00150795"/>
    <w:rsid w:val="00150E93"/>
    <w:rsid w:val="001513DD"/>
    <w:rsid w:val="00151CF3"/>
    <w:rsid w:val="00152241"/>
    <w:rsid w:val="001522E1"/>
    <w:rsid w:val="00153414"/>
    <w:rsid w:val="001535CE"/>
    <w:rsid w:val="001537B8"/>
    <w:rsid w:val="0015430E"/>
    <w:rsid w:val="001549B2"/>
    <w:rsid w:val="001551E9"/>
    <w:rsid w:val="001558E0"/>
    <w:rsid w:val="00155A96"/>
    <w:rsid w:val="00155E8A"/>
    <w:rsid w:val="00156366"/>
    <w:rsid w:val="00156B6B"/>
    <w:rsid w:val="001573E3"/>
    <w:rsid w:val="00157BA9"/>
    <w:rsid w:val="00157BC3"/>
    <w:rsid w:val="00157C2F"/>
    <w:rsid w:val="001601B3"/>
    <w:rsid w:val="001616B6"/>
    <w:rsid w:val="00161B42"/>
    <w:rsid w:val="00161DC7"/>
    <w:rsid w:val="0016218C"/>
    <w:rsid w:val="00163A7C"/>
    <w:rsid w:val="00164050"/>
    <w:rsid w:val="0016431C"/>
    <w:rsid w:val="001644A5"/>
    <w:rsid w:val="00164DE9"/>
    <w:rsid w:val="00165B05"/>
    <w:rsid w:val="0016613A"/>
    <w:rsid w:val="00166DEE"/>
    <w:rsid w:val="00166FFA"/>
    <w:rsid w:val="0016720B"/>
    <w:rsid w:val="00167E7E"/>
    <w:rsid w:val="00170315"/>
    <w:rsid w:val="0017037A"/>
    <w:rsid w:val="00170E30"/>
    <w:rsid w:val="00171855"/>
    <w:rsid w:val="001718C2"/>
    <w:rsid w:val="00171D32"/>
    <w:rsid w:val="00171E23"/>
    <w:rsid w:val="00172324"/>
    <w:rsid w:val="00172657"/>
    <w:rsid w:val="00172BEB"/>
    <w:rsid w:val="00172D4D"/>
    <w:rsid w:val="001730FF"/>
    <w:rsid w:val="00173DCA"/>
    <w:rsid w:val="00174459"/>
    <w:rsid w:val="00174956"/>
    <w:rsid w:val="00174CDF"/>
    <w:rsid w:val="0017518C"/>
    <w:rsid w:val="0017521C"/>
    <w:rsid w:val="00176561"/>
    <w:rsid w:val="00176696"/>
    <w:rsid w:val="0017683E"/>
    <w:rsid w:val="00176C6C"/>
    <w:rsid w:val="001772D6"/>
    <w:rsid w:val="001778F4"/>
    <w:rsid w:val="00177B10"/>
    <w:rsid w:val="00177EA3"/>
    <w:rsid w:val="00180520"/>
    <w:rsid w:val="00180754"/>
    <w:rsid w:val="00180845"/>
    <w:rsid w:val="001808DA"/>
    <w:rsid w:val="0018102F"/>
    <w:rsid w:val="00181499"/>
    <w:rsid w:val="00181AA5"/>
    <w:rsid w:val="00181C22"/>
    <w:rsid w:val="0018211F"/>
    <w:rsid w:val="00182534"/>
    <w:rsid w:val="00182C86"/>
    <w:rsid w:val="00182E66"/>
    <w:rsid w:val="001835D8"/>
    <w:rsid w:val="00183CB1"/>
    <w:rsid w:val="00183F0A"/>
    <w:rsid w:val="001840FE"/>
    <w:rsid w:val="0018421C"/>
    <w:rsid w:val="001842D9"/>
    <w:rsid w:val="0018437B"/>
    <w:rsid w:val="0018438E"/>
    <w:rsid w:val="001850C3"/>
    <w:rsid w:val="00185250"/>
    <w:rsid w:val="001859FC"/>
    <w:rsid w:val="00187A9E"/>
    <w:rsid w:val="0019014E"/>
    <w:rsid w:val="001901C0"/>
    <w:rsid w:val="001901E1"/>
    <w:rsid w:val="00190331"/>
    <w:rsid w:val="001906A7"/>
    <w:rsid w:val="001907A6"/>
    <w:rsid w:val="001907C4"/>
    <w:rsid w:val="00190B05"/>
    <w:rsid w:val="001912F1"/>
    <w:rsid w:val="001913A9"/>
    <w:rsid w:val="0019166F"/>
    <w:rsid w:val="001918FC"/>
    <w:rsid w:val="00191E96"/>
    <w:rsid w:val="0019223F"/>
    <w:rsid w:val="00192B4D"/>
    <w:rsid w:val="00192F98"/>
    <w:rsid w:val="001937B3"/>
    <w:rsid w:val="00194A31"/>
    <w:rsid w:val="00195FD8"/>
    <w:rsid w:val="00196BAD"/>
    <w:rsid w:val="00196BE6"/>
    <w:rsid w:val="001976C4"/>
    <w:rsid w:val="00197A93"/>
    <w:rsid w:val="001A076B"/>
    <w:rsid w:val="001A09C1"/>
    <w:rsid w:val="001A0A51"/>
    <w:rsid w:val="001A0A5F"/>
    <w:rsid w:val="001A1911"/>
    <w:rsid w:val="001A2205"/>
    <w:rsid w:val="001A2BBB"/>
    <w:rsid w:val="001A2D86"/>
    <w:rsid w:val="001A3428"/>
    <w:rsid w:val="001A37FF"/>
    <w:rsid w:val="001A390B"/>
    <w:rsid w:val="001A3B30"/>
    <w:rsid w:val="001A4062"/>
    <w:rsid w:val="001A4338"/>
    <w:rsid w:val="001A436C"/>
    <w:rsid w:val="001A5232"/>
    <w:rsid w:val="001A5976"/>
    <w:rsid w:val="001A5ED2"/>
    <w:rsid w:val="001A6C5F"/>
    <w:rsid w:val="001A7702"/>
    <w:rsid w:val="001A7A4D"/>
    <w:rsid w:val="001B03C7"/>
    <w:rsid w:val="001B0865"/>
    <w:rsid w:val="001B0BE8"/>
    <w:rsid w:val="001B1207"/>
    <w:rsid w:val="001B17CB"/>
    <w:rsid w:val="001B17D2"/>
    <w:rsid w:val="001B1888"/>
    <w:rsid w:val="001B18B4"/>
    <w:rsid w:val="001B1B60"/>
    <w:rsid w:val="001B1CBE"/>
    <w:rsid w:val="001B26BF"/>
    <w:rsid w:val="001B29E2"/>
    <w:rsid w:val="001B3541"/>
    <w:rsid w:val="001B363C"/>
    <w:rsid w:val="001B3894"/>
    <w:rsid w:val="001B39D6"/>
    <w:rsid w:val="001B3B84"/>
    <w:rsid w:val="001B4A9A"/>
    <w:rsid w:val="001B4C6A"/>
    <w:rsid w:val="001B57EB"/>
    <w:rsid w:val="001B5A07"/>
    <w:rsid w:val="001B5DD7"/>
    <w:rsid w:val="001B5F4F"/>
    <w:rsid w:val="001B6190"/>
    <w:rsid w:val="001B6C0B"/>
    <w:rsid w:val="001B70E8"/>
    <w:rsid w:val="001C0194"/>
    <w:rsid w:val="001C0F0E"/>
    <w:rsid w:val="001C1C43"/>
    <w:rsid w:val="001C1CAE"/>
    <w:rsid w:val="001C1D55"/>
    <w:rsid w:val="001C2741"/>
    <w:rsid w:val="001C3619"/>
    <w:rsid w:val="001C43EF"/>
    <w:rsid w:val="001C4B2A"/>
    <w:rsid w:val="001C52C8"/>
    <w:rsid w:val="001C53D4"/>
    <w:rsid w:val="001C5CDB"/>
    <w:rsid w:val="001C6B5F"/>
    <w:rsid w:val="001C6CA8"/>
    <w:rsid w:val="001C7789"/>
    <w:rsid w:val="001C7CB2"/>
    <w:rsid w:val="001D043C"/>
    <w:rsid w:val="001D055D"/>
    <w:rsid w:val="001D0BF1"/>
    <w:rsid w:val="001D0CA9"/>
    <w:rsid w:val="001D229B"/>
    <w:rsid w:val="001D357A"/>
    <w:rsid w:val="001D389D"/>
    <w:rsid w:val="001D3BA8"/>
    <w:rsid w:val="001D3D40"/>
    <w:rsid w:val="001D3E2A"/>
    <w:rsid w:val="001D44E2"/>
    <w:rsid w:val="001D4562"/>
    <w:rsid w:val="001D5320"/>
    <w:rsid w:val="001D5417"/>
    <w:rsid w:val="001D591E"/>
    <w:rsid w:val="001D5B1A"/>
    <w:rsid w:val="001D6213"/>
    <w:rsid w:val="001D6FFF"/>
    <w:rsid w:val="001D7014"/>
    <w:rsid w:val="001D767F"/>
    <w:rsid w:val="001D7999"/>
    <w:rsid w:val="001D7D68"/>
    <w:rsid w:val="001E08B8"/>
    <w:rsid w:val="001E0C55"/>
    <w:rsid w:val="001E0D14"/>
    <w:rsid w:val="001E1904"/>
    <w:rsid w:val="001E1AB6"/>
    <w:rsid w:val="001E1C83"/>
    <w:rsid w:val="001E2A6B"/>
    <w:rsid w:val="001E3DC8"/>
    <w:rsid w:val="001E3DFE"/>
    <w:rsid w:val="001E4C1D"/>
    <w:rsid w:val="001E52FB"/>
    <w:rsid w:val="001E57CD"/>
    <w:rsid w:val="001E5918"/>
    <w:rsid w:val="001E6106"/>
    <w:rsid w:val="001E67BD"/>
    <w:rsid w:val="001E6A80"/>
    <w:rsid w:val="001F071F"/>
    <w:rsid w:val="001F0D7A"/>
    <w:rsid w:val="001F2361"/>
    <w:rsid w:val="001F28A9"/>
    <w:rsid w:val="001F30E5"/>
    <w:rsid w:val="001F3512"/>
    <w:rsid w:val="001F3BA7"/>
    <w:rsid w:val="001F43B3"/>
    <w:rsid w:val="001F46E7"/>
    <w:rsid w:val="001F4A06"/>
    <w:rsid w:val="001F4F8B"/>
    <w:rsid w:val="001F4FCE"/>
    <w:rsid w:val="001F55B2"/>
    <w:rsid w:val="001F5DE7"/>
    <w:rsid w:val="001F617F"/>
    <w:rsid w:val="001F62FB"/>
    <w:rsid w:val="001F662C"/>
    <w:rsid w:val="001F666C"/>
    <w:rsid w:val="001F6EF2"/>
    <w:rsid w:val="001F78EB"/>
    <w:rsid w:val="001F7B08"/>
    <w:rsid w:val="001F7B61"/>
    <w:rsid w:val="001F7D53"/>
    <w:rsid w:val="002002DE"/>
    <w:rsid w:val="002003B8"/>
    <w:rsid w:val="00200B35"/>
    <w:rsid w:val="00200C25"/>
    <w:rsid w:val="00200C70"/>
    <w:rsid w:val="002017E2"/>
    <w:rsid w:val="00201B23"/>
    <w:rsid w:val="002021DA"/>
    <w:rsid w:val="002022E7"/>
    <w:rsid w:val="0020399C"/>
    <w:rsid w:val="00204051"/>
    <w:rsid w:val="0020433F"/>
    <w:rsid w:val="002045AE"/>
    <w:rsid w:val="00204E6B"/>
    <w:rsid w:val="00205261"/>
    <w:rsid w:val="00205434"/>
    <w:rsid w:val="002054F3"/>
    <w:rsid w:val="00206193"/>
    <w:rsid w:val="00206AF5"/>
    <w:rsid w:val="00207093"/>
    <w:rsid w:val="002071BA"/>
    <w:rsid w:val="00207402"/>
    <w:rsid w:val="002074BC"/>
    <w:rsid w:val="00207BD4"/>
    <w:rsid w:val="0021298A"/>
    <w:rsid w:val="00212BB8"/>
    <w:rsid w:val="00212E96"/>
    <w:rsid w:val="0021311F"/>
    <w:rsid w:val="00213520"/>
    <w:rsid w:val="00213736"/>
    <w:rsid w:val="00213D6C"/>
    <w:rsid w:val="00213DE4"/>
    <w:rsid w:val="00214B2A"/>
    <w:rsid w:val="002150E0"/>
    <w:rsid w:val="00215842"/>
    <w:rsid w:val="0021652D"/>
    <w:rsid w:val="00216F5A"/>
    <w:rsid w:val="002179BB"/>
    <w:rsid w:val="00217BDA"/>
    <w:rsid w:val="002200A3"/>
    <w:rsid w:val="002203A7"/>
    <w:rsid w:val="0022082C"/>
    <w:rsid w:val="002218AA"/>
    <w:rsid w:val="00221CD6"/>
    <w:rsid w:val="002224F0"/>
    <w:rsid w:val="002225C4"/>
    <w:rsid w:val="00222623"/>
    <w:rsid w:val="002227E0"/>
    <w:rsid w:val="002231DA"/>
    <w:rsid w:val="002236F3"/>
    <w:rsid w:val="0022380F"/>
    <w:rsid w:val="0022479F"/>
    <w:rsid w:val="00224F4D"/>
    <w:rsid w:val="00225008"/>
    <w:rsid w:val="00225097"/>
    <w:rsid w:val="002254FA"/>
    <w:rsid w:val="0022563D"/>
    <w:rsid w:val="002256CA"/>
    <w:rsid w:val="002273A6"/>
    <w:rsid w:val="00227775"/>
    <w:rsid w:val="002279C2"/>
    <w:rsid w:val="00230C8C"/>
    <w:rsid w:val="0023130F"/>
    <w:rsid w:val="00231386"/>
    <w:rsid w:val="00231445"/>
    <w:rsid w:val="00231982"/>
    <w:rsid w:val="00231BAD"/>
    <w:rsid w:val="00231D39"/>
    <w:rsid w:val="00231EEA"/>
    <w:rsid w:val="00231F61"/>
    <w:rsid w:val="0023220D"/>
    <w:rsid w:val="00232D0E"/>
    <w:rsid w:val="00233069"/>
    <w:rsid w:val="00233CC2"/>
    <w:rsid w:val="00233D4D"/>
    <w:rsid w:val="00233E58"/>
    <w:rsid w:val="002340CA"/>
    <w:rsid w:val="00234189"/>
    <w:rsid w:val="0023424C"/>
    <w:rsid w:val="0023485A"/>
    <w:rsid w:val="00234AD0"/>
    <w:rsid w:val="00234EA0"/>
    <w:rsid w:val="002353AE"/>
    <w:rsid w:val="002358D4"/>
    <w:rsid w:val="002359CD"/>
    <w:rsid w:val="00235B6F"/>
    <w:rsid w:val="0023773F"/>
    <w:rsid w:val="00237B84"/>
    <w:rsid w:val="00237D70"/>
    <w:rsid w:val="00240233"/>
    <w:rsid w:val="002412AE"/>
    <w:rsid w:val="00241D2F"/>
    <w:rsid w:val="00241D49"/>
    <w:rsid w:val="00242280"/>
    <w:rsid w:val="00243116"/>
    <w:rsid w:val="00244CA1"/>
    <w:rsid w:val="00244CDD"/>
    <w:rsid w:val="00244F6C"/>
    <w:rsid w:val="0024648B"/>
    <w:rsid w:val="00246B71"/>
    <w:rsid w:val="00246D41"/>
    <w:rsid w:val="00246DD9"/>
    <w:rsid w:val="00247588"/>
    <w:rsid w:val="00247A59"/>
    <w:rsid w:val="002507FA"/>
    <w:rsid w:val="00250C21"/>
    <w:rsid w:val="0025138B"/>
    <w:rsid w:val="002514D5"/>
    <w:rsid w:val="002516E7"/>
    <w:rsid w:val="002518B4"/>
    <w:rsid w:val="00251904"/>
    <w:rsid w:val="00251B90"/>
    <w:rsid w:val="002523E8"/>
    <w:rsid w:val="00252B5D"/>
    <w:rsid w:val="00252CF3"/>
    <w:rsid w:val="00252D8C"/>
    <w:rsid w:val="002544D9"/>
    <w:rsid w:val="0025462A"/>
    <w:rsid w:val="002548A6"/>
    <w:rsid w:val="00254A8D"/>
    <w:rsid w:val="00254E5C"/>
    <w:rsid w:val="00255090"/>
    <w:rsid w:val="002552C3"/>
    <w:rsid w:val="00255894"/>
    <w:rsid w:val="0025667E"/>
    <w:rsid w:val="00257160"/>
    <w:rsid w:val="00257E25"/>
    <w:rsid w:val="0026068D"/>
    <w:rsid w:val="002608F7"/>
    <w:rsid w:val="00260AF7"/>
    <w:rsid w:val="00260D9B"/>
    <w:rsid w:val="00260E41"/>
    <w:rsid w:val="00260FAF"/>
    <w:rsid w:val="002615BC"/>
    <w:rsid w:val="0026202B"/>
    <w:rsid w:val="00262F2A"/>
    <w:rsid w:val="00263938"/>
    <w:rsid w:val="0026441E"/>
    <w:rsid w:val="00264E66"/>
    <w:rsid w:val="00264F40"/>
    <w:rsid w:val="0026527E"/>
    <w:rsid w:val="002654F0"/>
    <w:rsid w:val="00265BC6"/>
    <w:rsid w:val="0026672A"/>
    <w:rsid w:val="0026770B"/>
    <w:rsid w:val="0026796C"/>
    <w:rsid w:val="002702AA"/>
    <w:rsid w:val="002706CA"/>
    <w:rsid w:val="002707FA"/>
    <w:rsid w:val="00270EC3"/>
    <w:rsid w:val="002712E2"/>
    <w:rsid w:val="0027140D"/>
    <w:rsid w:val="002715C3"/>
    <w:rsid w:val="00271733"/>
    <w:rsid w:val="00271B0B"/>
    <w:rsid w:val="0027312F"/>
    <w:rsid w:val="00273880"/>
    <w:rsid w:val="00273E61"/>
    <w:rsid w:val="00275179"/>
    <w:rsid w:val="00275420"/>
    <w:rsid w:val="00275A99"/>
    <w:rsid w:val="00276081"/>
    <w:rsid w:val="0027627F"/>
    <w:rsid w:val="0027696F"/>
    <w:rsid w:val="0027765B"/>
    <w:rsid w:val="00277A61"/>
    <w:rsid w:val="00277B90"/>
    <w:rsid w:val="00281C76"/>
    <w:rsid w:val="00282AD8"/>
    <w:rsid w:val="002833DC"/>
    <w:rsid w:val="00283986"/>
    <w:rsid w:val="002839D8"/>
    <w:rsid w:val="00283B8C"/>
    <w:rsid w:val="0028422A"/>
    <w:rsid w:val="002845E6"/>
    <w:rsid w:val="0028485D"/>
    <w:rsid w:val="0028503C"/>
    <w:rsid w:val="0028618E"/>
    <w:rsid w:val="002872C8"/>
    <w:rsid w:val="00287441"/>
    <w:rsid w:val="00287C0B"/>
    <w:rsid w:val="0029062C"/>
    <w:rsid w:val="00290DBB"/>
    <w:rsid w:val="00291F76"/>
    <w:rsid w:val="002924F9"/>
    <w:rsid w:val="0029278F"/>
    <w:rsid w:val="002929E9"/>
    <w:rsid w:val="00293231"/>
    <w:rsid w:val="002939C4"/>
    <w:rsid w:val="00293BEE"/>
    <w:rsid w:val="00293ED4"/>
    <w:rsid w:val="002943EF"/>
    <w:rsid w:val="00294FE5"/>
    <w:rsid w:val="002951EA"/>
    <w:rsid w:val="00295A1F"/>
    <w:rsid w:val="002967A5"/>
    <w:rsid w:val="0029766B"/>
    <w:rsid w:val="002979E2"/>
    <w:rsid w:val="00297C2F"/>
    <w:rsid w:val="00297CC2"/>
    <w:rsid w:val="00297F4E"/>
    <w:rsid w:val="002A0714"/>
    <w:rsid w:val="002A1399"/>
    <w:rsid w:val="002A179F"/>
    <w:rsid w:val="002A2013"/>
    <w:rsid w:val="002A238B"/>
    <w:rsid w:val="002A3461"/>
    <w:rsid w:val="002A3723"/>
    <w:rsid w:val="002A3887"/>
    <w:rsid w:val="002A391A"/>
    <w:rsid w:val="002A3CD4"/>
    <w:rsid w:val="002A4C62"/>
    <w:rsid w:val="002A4F56"/>
    <w:rsid w:val="002A580A"/>
    <w:rsid w:val="002A5DF7"/>
    <w:rsid w:val="002A5E94"/>
    <w:rsid w:val="002A68A3"/>
    <w:rsid w:val="002A6A8A"/>
    <w:rsid w:val="002A7FB0"/>
    <w:rsid w:val="002B11E3"/>
    <w:rsid w:val="002B135E"/>
    <w:rsid w:val="002B15B3"/>
    <w:rsid w:val="002B1E70"/>
    <w:rsid w:val="002B2572"/>
    <w:rsid w:val="002B2783"/>
    <w:rsid w:val="002B3173"/>
    <w:rsid w:val="002B3A52"/>
    <w:rsid w:val="002B6961"/>
    <w:rsid w:val="002B6F19"/>
    <w:rsid w:val="002B77A9"/>
    <w:rsid w:val="002B77F9"/>
    <w:rsid w:val="002B7BCE"/>
    <w:rsid w:val="002C028E"/>
    <w:rsid w:val="002C0977"/>
    <w:rsid w:val="002C0CBF"/>
    <w:rsid w:val="002C1982"/>
    <w:rsid w:val="002C1B0C"/>
    <w:rsid w:val="002C1B54"/>
    <w:rsid w:val="002C21B6"/>
    <w:rsid w:val="002C31E5"/>
    <w:rsid w:val="002C353E"/>
    <w:rsid w:val="002C3F38"/>
    <w:rsid w:val="002C3FD2"/>
    <w:rsid w:val="002C4149"/>
    <w:rsid w:val="002C56CC"/>
    <w:rsid w:val="002C5D2D"/>
    <w:rsid w:val="002C6D57"/>
    <w:rsid w:val="002C726D"/>
    <w:rsid w:val="002D00E9"/>
    <w:rsid w:val="002D027F"/>
    <w:rsid w:val="002D06B4"/>
    <w:rsid w:val="002D097D"/>
    <w:rsid w:val="002D0C12"/>
    <w:rsid w:val="002D143A"/>
    <w:rsid w:val="002D15AB"/>
    <w:rsid w:val="002D1659"/>
    <w:rsid w:val="002D185F"/>
    <w:rsid w:val="002D1FB3"/>
    <w:rsid w:val="002D23F5"/>
    <w:rsid w:val="002D2490"/>
    <w:rsid w:val="002D2D49"/>
    <w:rsid w:val="002D2D63"/>
    <w:rsid w:val="002D35A9"/>
    <w:rsid w:val="002D397C"/>
    <w:rsid w:val="002D3B1C"/>
    <w:rsid w:val="002D3CE9"/>
    <w:rsid w:val="002D4E57"/>
    <w:rsid w:val="002D505E"/>
    <w:rsid w:val="002D51E0"/>
    <w:rsid w:val="002D52F8"/>
    <w:rsid w:val="002D55D2"/>
    <w:rsid w:val="002D59F0"/>
    <w:rsid w:val="002D5DFE"/>
    <w:rsid w:val="002D61EC"/>
    <w:rsid w:val="002D620F"/>
    <w:rsid w:val="002D6262"/>
    <w:rsid w:val="002D6292"/>
    <w:rsid w:val="002D64E6"/>
    <w:rsid w:val="002D6AB1"/>
    <w:rsid w:val="002D7130"/>
    <w:rsid w:val="002E099B"/>
    <w:rsid w:val="002E0D2E"/>
    <w:rsid w:val="002E36A0"/>
    <w:rsid w:val="002E3BD9"/>
    <w:rsid w:val="002E3F85"/>
    <w:rsid w:val="002E4C44"/>
    <w:rsid w:val="002E4EED"/>
    <w:rsid w:val="002E5063"/>
    <w:rsid w:val="002E5B0B"/>
    <w:rsid w:val="002E66FF"/>
    <w:rsid w:val="002E7126"/>
    <w:rsid w:val="002E7164"/>
    <w:rsid w:val="002E7F02"/>
    <w:rsid w:val="002F055D"/>
    <w:rsid w:val="002F05F0"/>
    <w:rsid w:val="002F09EB"/>
    <w:rsid w:val="002F1094"/>
    <w:rsid w:val="002F11F9"/>
    <w:rsid w:val="002F165B"/>
    <w:rsid w:val="002F167B"/>
    <w:rsid w:val="002F2108"/>
    <w:rsid w:val="002F2154"/>
    <w:rsid w:val="002F2836"/>
    <w:rsid w:val="002F2AA3"/>
    <w:rsid w:val="002F3191"/>
    <w:rsid w:val="002F3897"/>
    <w:rsid w:val="002F4AB0"/>
    <w:rsid w:val="002F57DD"/>
    <w:rsid w:val="002F5885"/>
    <w:rsid w:val="002F59B5"/>
    <w:rsid w:val="002F5A14"/>
    <w:rsid w:val="002F5BEC"/>
    <w:rsid w:val="002F5BED"/>
    <w:rsid w:val="002F6F2B"/>
    <w:rsid w:val="002F7464"/>
    <w:rsid w:val="002F7E80"/>
    <w:rsid w:val="00300932"/>
    <w:rsid w:val="00300CA6"/>
    <w:rsid w:val="00300EE6"/>
    <w:rsid w:val="0030192C"/>
    <w:rsid w:val="00301D96"/>
    <w:rsid w:val="00301E74"/>
    <w:rsid w:val="003020F1"/>
    <w:rsid w:val="0030223D"/>
    <w:rsid w:val="00302506"/>
    <w:rsid w:val="0030270C"/>
    <w:rsid w:val="00302E4B"/>
    <w:rsid w:val="00303502"/>
    <w:rsid w:val="003036F6"/>
    <w:rsid w:val="00303777"/>
    <w:rsid w:val="00304AC1"/>
    <w:rsid w:val="00305662"/>
    <w:rsid w:val="00305CFF"/>
    <w:rsid w:val="0030685D"/>
    <w:rsid w:val="00306A66"/>
    <w:rsid w:val="00306EA3"/>
    <w:rsid w:val="0030786B"/>
    <w:rsid w:val="0031006C"/>
    <w:rsid w:val="003103E8"/>
    <w:rsid w:val="003106B9"/>
    <w:rsid w:val="003107E9"/>
    <w:rsid w:val="00310817"/>
    <w:rsid w:val="00310CB3"/>
    <w:rsid w:val="00310E22"/>
    <w:rsid w:val="0031149B"/>
    <w:rsid w:val="00311AA6"/>
    <w:rsid w:val="00311CA9"/>
    <w:rsid w:val="003122F3"/>
    <w:rsid w:val="0031259E"/>
    <w:rsid w:val="0031261B"/>
    <w:rsid w:val="0031276D"/>
    <w:rsid w:val="00314059"/>
    <w:rsid w:val="00314562"/>
    <w:rsid w:val="0031459F"/>
    <w:rsid w:val="0031533D"/>
    <w:rsid w:val="00316B7F"/>
    <w:rsid w:val="00316D45"/>
    <w:rsid w:val="00316D8C"/>
    <w:rsid w:val="00316EBC"/>
    <w:rsid w:val="0031710F"/>
    <w:rsid w:val="00317B07"/>
    <w:rsid w:val="00317DCE"/>
    <w:rsid w:val="00317F05"/>
    <w:rsid w:val="00320B2A"/>
    <w:rsid w:val="00320C81"/>
    <w:rsid w:val="0032148A"/>
    <w:rsid w:val="00321AA1"/>
    <w:rsid w:val="00321B58"/>
    <w:rsid w:val="00321D5A"/>
    <w:rsid w:val="0032212C"/>
    <w:rsid w:val="0032235F"/>
    <w:rsid w:val="0032245F"/>
    <w:rsid w:val="00322847"/>
    <w:rsid w:val="00322A4C"/>
    <w:rsid w:val="00322AA8"/>
    <w:rsid w:val="00324929"/>
    <w:rsid w:val="00324CA9"/>
    <w:rsid w:val="003255DE"/>
    <w:rsid w:val="00325B8F"/>
    <w:rsid w:val="00325BA6"/>
    <w:rsid w:val="00325E64"/>
    <w:rsid w:val="00325EE7"/>
    <w:rsid w:val="0032679A"/>
    <w:rsid w:val="003269FE"/>
    <w:rsid w:val="003308B3"/>
    <w:rsid w:val="00330BC7"/>
    <w:rsid w:val="00331248"/>
    <w:rsid w:val="0033186D"/>
    <w:rsid w:val="00331A50"/>
    <w:rsid w:val="00331D7D"/>
    <w:rsid w:val="00332184"/>
    <w:rsid w:val="003322A8"/>
    <w:rsid w:val="003333C5"/>
    <w:rsid w:val="0033427D"/>
    <w:rsid w:val="003342E9"/>
    <w:rsid w:val="00334436"/>
    <w:rsid w:val="00334713"/>
    <w:rsid w:val="0033490B"/>
    <w:rsid w:val="0033505B"/>
    <w:rsid w:val="00336284"/>
    <w:rsid w:val="003362D2"/>
    <w:rsid w:val="00337929"/>
    <w:rsid w:val="00337DA8"/>
    <w:rsid w:val="00337FE4"/>
    <w:rsid w:val="003424E1"/>
    <w:rsid w:val="00342594"/>
    <w:rsid w:val="00342715"/>
    <w:rsid w:val="00342B83"/>
    <w:rsid w:val="00342E61"/>
    <w:rsid w:val="003435D5"/>
    <w:rsid w:val="00343B35"/>
    <w:rsid w:val="00343C40"/>
    <w:rsid w:val="003449FF"/>
    <w:rsid w:val="00344BB9"/>
    <w:rsid w:val="00344E4D"/>
    <w:rsid w:val="0034515F"/>
    <w:rsid w:val="00345321"/>
    <w:rsid w:val="00345C61"/>
    <w:rsid w:val="00345F8E"/>
    <w:rsid w:val="00346520"/>
    <w:rsid w:val="00346C8C"/>
    <w:rsid w:val="00346D77"/>
    <w:rsid w:val="00350803"/>
    <w:rsid w:val="003509ED"/>
    <w:rsid w:val="00350FDF"/>
    <w:rsid w:val="00352133"/>
    <w:rsid w:val="00352707"/>
    <w:rsid w:val="0035280C"/>
    <w:rsid w:val="0035292E"/>
    <w:rsid w:val="003530C4"/>
    <w:rsid w:val="003538A4"/>
    <w:rsid w:val="003545FA"/>
    <w:rsid w:val="00354847"/>
    <w:rsid w:val="003557E0"/>
    <w:rsid w:val="00355957"/>
    <w:rsid w:val="00355AAF"/>
    <w:rsid w:val="00356D1F"/>
    <w:rsid w:val="00356F77"/>
    <w:rsid w:val="00357009"/>
    <w:rsid w:val="003572B9"/>
    <w:rsid w:val="00357506"/>
    <w:rsid w:val="00360025"/>
    <w:rsid w:val="003604BD"/>
    <w:rsid w:val="0036082E"/>
    <w:rsid w:val="00360866"/>
    <w:rsid w:val="00360E60"/>
    <w:rsid w:val="003611D0"/>
    <w:rsid w:val="0036241E"/>
    <w:rsid w:val="00362A38"/>
    <w:rsid w:val="00362BC9"/>
    <w:rsid w:val="003637F9"/>
    <w:rsid w:val="00363863"/>
    <w:rsid w:val="003638F3"/>
    <w:rsid w:val="00363E52"/>
    <w:rsid w:val="00363ED1"/>
    <w:rsid w:val="00363F0E"/>
    <w:rsid w:val="00364D44"/>
    <w:rsid w:val="00365782"/>
    <w:rsid w:val="00365AE5"/>
    <w:rsid w:val="00365FEF"/>
    <w:rsid w:val="003664AF"/>
    <w:rsid w:val="0036721F"/>
    <w:rsid w:val="003676EA"/>
    <w:rsid w:val="0037059E"/>
    <w:rsid w:val="00370904"/>
    <w:rsid w:val="003710A1"/>
    <w:rsid w:val="00371761"/>
    <w:rsid w:val="00372880"/>
    <w:rsid w:val="00372CAC"/>
    <w:rsid w:val="0037322D"/>
    <w:rsid w:val="0037343B"/>
    <w:rsid w:val="00373EF4"/>
    <w:rsid w:val="00374B92"/>
    <w:rsid w:val="00374C13"/>
    <w:rsid w:val="0037501C"/>
    <w:rsid w:val="00375C6A"/>
    <w:rsid w:val="00375C87"/>
    <w:rsid w:val="00376701"/>
    <w:rsid w:val="003767C9"/>
    <w:rsid w:val="00376E6D"/>
    <w:rsid w:val="00377C4D"/>
    <w:rsid w:val="00377D80"/>
    <w:rsid w:val="00377DAE"/>
    <w:rsid w:val="00377F3E"/>
    <w:rsid w:val="00380EF5"/>
    <w:rsid w:val="00380FF2"/>
    <w:rsid w:val="0038160E"/>
    <w:rsid w:val="003827FD"/>
    <w:rsid w:val="0038300C"/>
    <w:rsid w:val="003836F7"/>
    <w:rsid w:val="0038453D"/>
    <w:rsid w:val="00384F2B"/>
    <w:rsid w:val="003852F7"/>
    <w:rsid w:val="0038532A"/>
    <w:rsid w:val="003859D2"/>
    <w:rsid w:val="00385A7A"/>
    <w:rsid w:val="00385C2B"/>
    <w:rsid w:val="00386D65"/>
    <w:rsid w:val="00386ED0"/>
    <w:rsid w:val="00387994"/>
    <w:rsid w:val="00387AD1"/>
    <w:rsid w:val="00387DBC"/>
    <w:rsid w:val="0039015B"/>
    <w:rsid w:val="00390859"/>
    <w:rsid w:val="003911D4"/>
    <w:rsid w:val="00391666"/>
    <w:rsid w:val="0039292A"/>
    <w:rsid w:val="003929FB"/>
    <w:rsid w:val="00392DFB"/>
    <w:rsid w:val="003934B9"/>
    <w:rsid w:val="003948F4"/>
    <w:rsid w:val="00394A3E"/>
    <w:rsid w:val="0039507A"/>
    <w:rsid w:val="003957CB"/>
    <w:rsid w:val="00395CE8"/>
    <w:rsid w:val="003966EE"/>
    <w:rsid w:val="00396752"/>
    <w:rsid w:val="003967DC"/>
    <w:rsid w:val="0039747F"/>
    <w:rsid w:val="00397DED"/>
    <w:rsid w:val="003A03B1"/>
    <w:rsid w:val="003A12C2"/>
    <w:rsid w:val="003A16D8"/>
    <w:rsid w:val="003A1D64"/>
    <w:rsid w:val="003A1E12"/>
    <w:rsid w:val="003A2A4A"/>
    <w:rsid w:val="003A3959"/>
    <w:rsid w:val="003A4B00"/>
    <w:rsid w:val="003A5068"/>
    <w:rsid w:val="003A552A"/>
    <w:rsid w:val="003A5ED2"/>
    <w:rsid w:val="003A60EA"/>
    <w:rsid w:val="003A652F"/>
    <w:rsid w:val="003A6545"/>
    <w:rsid w:val="003A71DC"/>
    <w:rsid w:val="003A78D0"/>
    <w:rsid w:val="003A7D1D"/>
    <w:rsid w:val="003B022B"/>
    <w:rsid w:val="003B040F"/>
    <w:rsid w:val="003B0D7E"/>
    <w:rsid w:val="003B0F16"/>
    <w:rsid w:val="003B133A"/>
    <w:rsid w:val="003B1375"/>
    <w:rsid w:val="003B2580"/>
    <w:rsid w:val="003B26AE"/>
    <w:rsid w:val="003B2838"/>
    <w:rsid w:val="003B2F93"/>
    <w:rsid w:val="003B2FA1"/>
    <w:rsid w:val="003B3666"/>
    <w:rsid w:val="003B3F62"/>
    <w:rsid w:val="003B5345"/>
    <w:rsid w:val="003B5FCE"/>
    <w:rsid w:val="003B633A"/>
    <w:rsid w:val="003B6639"/>
    <w:rsid w:val="003B7536"/>
    <w:rsid w:val="003C008D"/>
    <w:rsid w:val="003C1401"/>
    <w:rsid w:val="003C14AD"/>
    <w:rsid w:val="003C1699"/>
    <w:rsid w:val="003C1A19"/>
    <w:rsid w:val="003C235A"/>
    <w:rsid w:val="003C263F"/>
    <w:rsid w:val="003C3C28"/>
    <w:rsid w:val="003C40D8"/>
    <w:rsid w:val="003C4167"/>
    <w:rsid w:val="003C4473"/>
    <w:rsid w:val="003C463B"/>
    <w:rsid w:val="003C4A37"/>
    <w:rsid w:val="003C4A47"/>
    <w:rsid w:val="003C4CA3"/>
    <w:rsid w:val="003C5974"/>
    <w:rsid w:val="003C5B0C"/>
    <w:rsid w:val="003C5CD0"/>
    <w:rsid w:val="003C5F7C"/>
    <w:rsid w:val="003C63B5"/>
    <w:rsid w:val="003C683A"/>
    <w:rsid w:val="003C69F8"/>
    <w:rsid w:val="003C6CE1"/>
    <w:rsid w:val="003C6EA9"/>
    <w:rsid w:val="003C7D80"/>
    <w:rsid w:val="003D03DB"/>
    <w:rsid w:val="003D1863"/>
    <w:rsid w:val="003D18A5"/>
    <w:rsid w:val="003D194E"/>
    <w:rsid w:val="003D1D4D"/>
    <w:rsid w:val="003D33C0"/>
    <w:rsid w:val="003D3C72"/>
    <w:rsid w:val="003D488D"/>
    <w:rsid w:val="003D48C1"/>
    <w:rsid w:val="003D5124"/>
    <w:rsid w:val="003D52FC"/>
    <w:rsid w:val="003D5548"/>
    <w:rsid w:val="003D5668"/>
    <w:rsid w:val="003D59B3"/>
    <w:rsid w:val="003D5A37"/>
    <w:rsid w:val="003D660E"/>
    <w:rsid w:val="003D6CA0"/>
    <w:rsid w:val="003D79F8"/>
    <w:rsid w:val="003E0633"/>
    <w:rsid w:val="003E1055"/>
    <w:rsid w:val="003E15A4"/>
    <w:rsid w:val="003E15B9"/>
    <w:rsid w:val="003E1617"/>
    <w:rsid w:val="003E16CC"/>
    <w:rsid w:val="003E1F1C"/>
    <w:rsid w:val="003E1F54"/>
    <w:rsid w:val="003E3CA0"/>
    <w:rsid w:val="003E49E4"/>
    <w:rsid w:val="003E51BE"/>
    <w:rsid w:val="003E547F"/>
    <w:rsid w:val="003E71BA"/>
    <w:rsid w:val="003E768B"/>
    <w:rsid w:val="003E7C99"/>
    <w:rsid w:val="003F0190"/>
    <w:rsid w:val="003F0BFC"/>
    <w:rsid w:val="003F196E"/>
    <w:rsid w:val="003F1A04"/>
    <w:rsid w:val="003F1CD1"/>
    <w:rsid w:val="003F2417"/>
    <w:rsid w:val="003F26AA"/>
    <w:rsid w:val="003F2FE3"/>
    <w:rsid w:val="003F3373"/>
    <w:rsid w:val="003F3439"/>
    <w:rsid w:val="003F39C9"/>
    <w:rsid w:val="003F3C48"/>
    <w:rsid w:val="003F4101"/>
    <w:rsid w:val="003F429B"/>
    <w:rsid w:val="003F467B"/>
    <w:rsid w:val="003F4E4C"/>
    <w:rsid w:val="003F50C2"/>
    <w:rsid w:val="003F52F9"/>
    <w:rsid w:val="003F546E"/>
    <w:rsid w:val="003F58C7"/>
    <w:rsid w:val="003F5C33"/>
    <w:rsid w:val="003F6017"/>
    <w:rsid w:val="003F6411"/>
    <w:rsid w:val="003F709E"/>
    <w:rsid w:val="003F7169"/>
    <w:rsid w:val="003F7221"/>
    <w:rsid w:val="003F73FD"/>
    <w:rsid w:val="003F758C"/>
    <w:rsid w:val="003F7EA5"/>
    <w:rsid w:val="003F7ED0"/>
    <w:rsid w:val="003F7F20"/>
    <w:rsid w:val="004006D0"/>
    <w:rsid w:val="00400BAA"/>
    <w:rsid w:val="004017CF"/>
    <w:rsid w:val="004019ED"/>
    <w:rsid w:val="00401D45"/>
    <w:rsid w:val="00401FCF"/>
    <w:rsid w:val="004022B5"/>
    <w:rsid w:val="00403182"/>
    <w:rsid w:val="004032B8"/>
    <w:rsid w:val="00403A2E"/>
    <w:rsid w:val="00403D6A"/>
    <w:rsid w:val="00404653"/>
    <w:rsid w:val="00404C34"/>
    <w:rsid w:val="00404EB8"/>
    <w:rsid w:val="004055AF"/>
    <w:rsid w:val="00405642"/>
    <w:rsid w:val="00405FF8"/>
    <w:rsid w:val="00406638"/>
    <w:rsid w:val="004067C1"/>
    <w:rsid w:val="00407F53"/>
    <w:rsid w:val="004101D4"/>
    <w:rsid w:val="004109F2"/>
    <w:rsid w:val="00410A05"/>
    <w:rsid w:val="00411362"/>
    <w:rsid w:val="00411B81"/>
    <w:rsid w:val="00412194"/>
    <w:rsid w:val="004123EE"/>
    <w:rsid w:val="00413053"/>
    <w:rsid w:val="004148B7"/>
    <w:rsid w:val="00414BE7"/>
    <w:rsid w:val="00414EAE"/>
    <w:rsid w:val="004158CB"/>
    <w:rsid w:val="00416E14"/>
    <w:rsid w:val="0041709C"/>
    <w:rsid w:val="004171BB"/>
    <w:rsid w:val="0042058E"/>
    <w:rsid w:val="00420A42"/>
    <w:rsid w:val="00420D05"/>
    <w:rsid w:val="00420F78"/>
    <w:rsid w:val="0042157F"/>
    <w:rsid w:val="00421A39"/>
    <w:rsid w:val="0042265F"/>
    <w:rsid w:val="00422721"/>
    <w:rsid w:val="004229B5"/>
    <w:rsid w:val="00423E28"/>
    <w:rsid w:val="0042407E"/>
    <w:rsid w:val="0042410D"/>
    <w:rsid w:val="00424409"/>
    <w:rsid w:val="0042556B"/>
    <w:rsid w:val="00425585"/>
    <w:rsid w:val="004264A3"/>
    <w:rsid w:val="00426B0B"/>
    <w:rsid w:val="00426B3E"/>
    <w:rsid w:val="00426D48"/>
    <w:rsid w:val="00427058"/>
    <w:rsid w:val="00427279"/>
    <w:rsid w:val="0042786F"/>
    <w:rsid w:val="00427A75"/>
    <w:rsid w:val="004301B0"/>
    <w:rsid w:val="00430BEA"/>
    <w:rsid w:val="00430C96"/>
    <w:rsid w:val="00430F14"/>
    <w:rsid w:val="0043133A"/>
    <w:rsid w:val="00431434"/>
    <w:rsid w:val="00431B77"/>
    <w:rsid w:val="00431EDA"/>
    <w:rsid w:val="00432096"/>
    <w:rsid w:val="004327E3"/>
    <w:rsid w:val="004334A7"/>
    <w:rsid w:val="00434A94"/>
    <w:rsid w:val="00434D9B"/>
    <w:rsid w:val="00435798"/>
    <w:rsid w:val="00435B92"/>
    <w:rsid w:val="00435BA4"/>
    <w:rsid w:val="004366C1"/>
    <w:rsid w:val="00437348"/>
    <w:rsid w:val="00437410"/>
    <w:rsid w:val="00437534"/>
    <w:rsid w:val="004376B9"/>
    <w:rsid w:val="00440BC0"/>
    <w:rsid w:val="004411D4"/>
    <w:rsid w:val="00441536"/>
    <w:rsid w:val="00441775"/>
    <w:rsid w:val="00441D80"/>
    <w:rsid w:val="0044229D"/>
    <w:rsid w:val="00442CEB"/>
    <w:rsid w:val="00443CE7"/>
    <w:rsid w:val="00443DEC"/>
    <w:rsid w:val="00443EF9"/>
    <w:rsid w:val="004440D3"/>
    <w:rsid w:val="004442DA"/>
    <w:rsid w:val="004444C9"/>
    <w:rsid w:val="004449C9"/>
    <w:rsid w:val="00444D46"/>
    <w:rsid w:val="00445602"/>
    <w:rsid w:val="00445BF5"/>
    <w:rsid w:val="004460DA"/>
    <w:rsid w:val="0044641C"/>
    <w:rsid w:val="004469F7"/>
    <w:rsid w:val="004470E7"/>
    <w:rsid w:val="0044715D"/>
    <w:rsid w:val="0044722F"/>
    <w:rsid w:val="004511CF"/>
    <w:rsid w:val="004512F9"/>
    <w:rsid w:val="0045144F"/>
    <w:rsid w:val="00451578"/>
    <w:rsid w:val="004516CF"/>
    <w:rsid w:val="00451860"/>
    <w:rsid w:val="00451DDE"/>
    <w:rsid w:val="00451DED"/>
    <w:rsid w:val="004523AB"/>
    <w:rsid w:val="004525CD"/>
    <w:rsid w:val="00452C89"/>
    <w:rsid w:val="00452DAF"/>
    <w:rsid w:val="00452F1A"/>
    <w:rsid w:val="00453B7B"/>
    <w:rsid w:val="00453D72"/>
    <w:rsid w:val="00453E88"/>
    <w:rsid w:val="00454A77"/>
    <w:rsid w:val="00455733"/>
    <w:rsid w:val="004564D9"/>
    <w:rsid w:val="00456921"/>
    <w:rsid w:val="00456A81"/>
    <w:rsid w:val="00456BB1"/>
    <w:rsid w:val="00456D8B"/>
    <w:rsid w:val="00457027"/>
    <w:rsid w:val="00457043"/>
    <w:rsid w:val="00457932"/>
    <w:rsid w:val="0046107C"/>
    <w:rsid w:val="004610B3"/>
    <w:rsid w:val="004613FA"/>
    <w:rsid w:val="0046150F"/>
    <w:rsid w:val="004620B5"/>
    <w:rsid w:val="004627FB"/>
    <w:rsid w:val="00462EF6"/>
    <w:rsid w:val="0046307C"/>
    <w:rsid w:val="00463155"/>
    <w:rsid w:val="004639A3"/>
    <w:rsid w:val="00463B52"/>
    <w:rsid w:val="00464899"/>
    <w:rsid w:val="004648A2"/>
    <w:rsid w:val="00464F23"/>
    <w:rsid w:val="004652D9"/>
    <w:rsid w:val="0046605E"/>
    <w:rsid w:val="00466699"/>
    <w:rsid w:val="004673A0"/>
    <w:rsid w:val="004673D8"/>
    <w:rsid w:val="0046799F"/>
    <w:rsid w:val="00467E1A"/>
    <w:rsid w:val="00470530"/>
    <w:rsid w:val="0047144E"/>
    <w:rsid w:val="00471772"/>
    <w:rsid w:val="004718DB"/>
    <w:rsid w:val="004724B5"/>
    <w:rsid w:val="00472561"/>
    <w:rsid w:val="0047283E"/>
    <w:rsid w:val="00472898"/>
    <w:rsid w:val="0047308C"/>
    <w:rsid w:val="004735BD"/>
    <w:rsid w:val="00473882"/>
    <w:rsid w:val="0047433A"/>
    <w:rsid w:val="00474463"/>
    <w:rsid w:val="00475379"/>
    <w:rsid w:val="00475566"/>
    <w:rsid w:val="004762A4"/>
    <w:rsid w:val="00476D6C"/>
    <w:rsid w:val="0047732E"/>
    <w:rsid w:val="004776A9"/>
    <w:rsid w:val="0048005D"/>
    <w:rsid w:val="00481093"/>
    <w:rsid w:val="004814C8"/>
    <w:rsid w:val="00481690"/>
    <w:rsid w:val="00481838"/>
    <w:rsid w:val="00481942"/>
    <w:rsid w:val="0048206F"/>
    <w:rsid w:val="00482831"/>
    <w:rsid w:val="004829FC"/>
    <w:rsid w:val="00483505"/>
    <w:rsid w:val="00483C93"/>
    <w:rsid w:val="0048402B"/>
    <w:rsid w:val="0048505C"/>
    <w:rsid w:val="00485304"/>
    <w:rsid w:val="00485965"/>
    <w:rsid w:val="00485B6A"/>
    <w:rsid w:val="004862FB"/>
    <w:rsid w:val="0048720A"/>
    <w:rsid w:val="00487608"/>
    <w:rsid w:val="0049038E"/>
    <w:rsid w:val="00490C4E"/>
    <w:rsid w:val="00490F5B"/>
    <w:rsid w:val="00491509"/>
    <w:rsid w:val="0049259E"/>
    <w:rsid w:val="004925FD"/>
    <w:rsid w:val="00492C5A"/>
    <w:rsid w:val="00493923"/>
    <w:rsid w:val="0049410A"/>
    <w:rsid w:val="00494514"/>
    <w:rsid w:val="00494DB8"/>
    <w:rsid w:val="0049576A"/>
    <w:rsid w:val="00495DEB"/>
    <w:rsid w:val="0049690F"/>
    <w:rsid w:val="00497280"/>
    <w:rsid w:val="004975E9"/>
    <w:rsid w:val="00497F17"/>
    <w:rsid w:val="004A009B"/>
    <w:rsid w:val="004A04AD"/>
    <w:rsid w:val="004A0526"/>
    <w:rsid w:val="004A0A90"/>
    <w:rsid w:val="004A1847"/>
    <w:rsid w:val="004A2541"/>
    <w:rsid w:val="004A2E48"/>
    <w:rsid w:val="004A30CB"/>
    <w:rsid w:val="004A3285"/>
    <w:rsid w:val="004A3C6E"/>
    <w:rsid w:val="004A4149"/>
    <w:rsid w:val="004A42C3"/>
    <w:rsid w:val="004A44AE"/>
    <w:rsid w:val="004A486E"/>
    <w:rsid w:val="004A4FE8"/>
    <w:rsid w:val="004A63B8"/>
    <w:rsid w:val="004A644E"/>
    <w:rsid w:val="004A6504"/>
    <w:rsid w:val="004A6D17"/>
    <w:rsid w:val="004A6E88"/>
    <w:rsid w:val="004A785B"/>
    <w:rsid w:val="004A7CC6"/>
    <w:rsid w:val="004A7D53"/>
    <w:rsid w:val="004B0EBE"/>
    <w:rsid w:val="004B1A7E"/>
    <w:rsid w:val="004B1C78"/>
    <w:rsid w:val="004B1F14"/>
    <w:rsid w:val="004B2453"/>
    <w:rsid w:val="004B29A4"/>
    <w:rsid w:val="004B3D66"/>
    <w:rsid w:val="004B420E"/>
    <w:rsid w:val="004B52CA"/>
    <w:rsid w:val="004B5A47"/>
    <w:rsid w:val="004B6AD1"/>
    <w:rsid w:val="004B6CC4"/>
    <w:rsid w:val="004B71F8"/>
    <w:rsid w:val="004B7432"/>
    <w:rsid w:val="004B77A7"/>
    <w:rsid w:val="004C09CD"/>
    <w:rsid w:val="004C0EA4"/>
    <w:rsid w:val="004C10BA"/>
    <w:rsid w:val="004C1ADD"/>
    <w:rsid w:val="004C1AFC"/>
    <w:rsid w:val="004C2254"/>
    <w:rsid w:val="004C2841"/>
    <w:rsid w:val="004C4CAD"/>
    <w:rsid w:val="004C4FE0"/>
    <w:rsid w:val="004C52B5"/>
    <w:rsid w:val="004C58E2"/>
    <w:rsid w:val="004C5A0D"/>
    <w:rsid w:val="004C6AD3"/>
    <w:rsid w:val="004C6CB9"/>
    <w:rsid w:val="004C6EEB"/>
    <w:rsid w:val="004C6FBB"/>
    <w:rsid w:val="004C70AE"/>
    <w:rsid w:val="004C7EC1"/>
    <w:rsid w:val="004C7FF8"/>
    <w:rsid w:val="004D00D8"/>
    <w:rsid w:val="004D02C0"/>
    <w:rsid w:val="004D05AC"/>
    <w:rsid w:val="004D07B7"/>
    <w:rsid w:val="004D0932"/>
    <w:rsid w:val="004D0B20"/>
    <w:rsid w:val="004D1018"/>
    <w:rsid w:val="004D1162"/>
    <w:rsid w:val="004D11C4"/>
    <w:rsid w:val="004D11E4"/>
    <w:rsid w:val="004D1F71"/>
    <w:rsid w:val="004D25B0"/>
    <w:rsid w:val="004D289F"/>
    <w:rsid w:val="004D3EEA"/>
    <w:rsid w:val="004D4339"/>
    <w:rsid w:val="004D53BF"/>
    <w:rsid w:val="004D53F9"/>
    <w:rsid w:val="004D591A"/>
    <w:rsid w:val="004D5C4F"/>
    <w:rsid w:val="004D622C"/>
    <w:rsid w:val="004D64B6"/>
    <w:rsid w:val="004D6650"/>
    <w:rsid w:val="004D6932"/>
    <w:rsid w:val="004D6AB4"/>
    <w:rsid w:val="004D6CE4"/>
    <w:rsid w:val="004D6DA4"/>
    <w:rsid w:val="004D72B0"/>
    <w:rsid w:val="004D7A89"/>
    <w:rsid w:val="004E06B3"/>
    <w:rsid w:val="004E0A05"/>
    <w:rsid w:val="004E0A95"/>
    <w:rsid w:val="004E1982"/>
    <w:rsid w:val="004E19DC"/>
    <w:rsid w:val="004E1DF9"/>
    <w:rsid w:val="004E2D0C"/>
    <w:rsid w:val="004E3BCA"/>
    <w:rsid w:val="004E3BFC"/>
    <w:rsid w:val="004E3E0D"/>
    <w:rsid w:val="004E4132"/>
    <w:rsid w:val="004E4286"/>
    <w:rsid w:val="004E46DE"/>
    <w:rsid w:val="004E4C8A"/>
    <w:rsid w:val="004E4F2F"/>
    <w:rsid w:val="004E5F80"/>
    <w:rsid w:val="004E683B"/>
    <w:rsid w:val="004E688D"/>
    <w:rsid w:val="004E6FA4"/>
    <w:rsid w:val="004E75B4"/>
    <w:rsid w:val="004E794C"/>
    <w:rsid w:val="004E7C0E"/>
    <w:rsid w:val="004E7E69"/>
    <w:rsid w:val="004F23F8"/>
    <w:rsid w:val="004F2992"/>
    <w:rsid w:val="004F2D73"/>
    <w:rsid w:val="004F3138"/>
    <w:rsid w:val="004F32D0"/>
    <w:rsid w:val="004F3ABF"/>
    <w:rsid w:val="004F4D5E"/>
    <w:rsid w:val="004F55D0"/>
    <w:rsid w:val="004F5C51"/>
    <w:rsid w:val="004F613C"/>
    <w:rsid w:val="004F707D"/>
    <w:rsid w:val="004F74E5"/>
    <w:rsid w:val="004F7624"/>
    <w:rsid w:val="004F7C2A"/>
    <w:rsid w:val="004F7EF5"/>
    <w:rsid w:val="00500421"/>
    <w:rsid w:val="0050174B"/>
    <w:rsid w:val="00502BE4"/>
    <w:rsid w:val="00503343"/>
    <w:rsid w:val="00503F19"/>
    <w:rsid w:val="00504577"/>
    <w:rsid w:val="0050476F"/>
    <w:rsid w:val="00504999"/>
    <w:rsid w:val="00504F07"/>
    <w:rsid w:val="00505064"/>
    <w:rsid w:val="005058F3"/>
    <w:rsid w:val="00505D21"/>
    <w:rsid w:val="00507169"/>
    <w:rsid w:val="0051028C"/>
    <w:rsid w:val="00510D4A"/>
    <w:rsid w:val="00512451"/>
    <w:rsid w:val="00512715"/>
    <w:rsid w:val="00512AC0"/>
    <w:rsid w:val="00513402"/>
    <w:rsid w:val="005136B5"/>
    <w:rsid w:val="00513B80"/>
    <w:rsid w:val="00513CEB"/>
    <w:rsid w:val="00513E5A"/>
    <w:rsid w:val="00513F31"/>
    <w:rsid w:val="005152B6"/>
    <w:rsid w:val="00515C21"/>
    <w:rsid w:val="0051653B"/>
    <w:rsid w:val="00516E1A"/>
    <w:rsid w:val="00516F42"/>
    <w:rsid w:val="005174DA"/>
    <w:rsid w:val="0051770B"/>
    <w:rsid w:val="00517CC4"/>
    <w:rsid w:val="005203FA"/>
    <w:rsid w:val="00520647"/>
    <w:rsid w:val="00520D62"/>
    <w:rsid w:val="00521513"/>
    <w:rsid w:val="00521B61"/>
    <w:rsid w:val="0052282E"/>
    <w:rsid w:val="00523187"/>
    <w:rsid w:val="00523202"/>
    <w:rsid w:val="0052348F"/>
    <w:rsid w:val="00523766"/>
    <w:rsid w:val="00524127"/>
    <w:rsid w:val="005244F4"/>
    <w:rsid w:val="005249CC"/>
    <w:rsid w:val="00524AE7"/>
    <w:rsid w:val="00524B3E"/>
    <w:rsid w:val="0052534E"/>
    <w:rsid w:val="00525904"/>
    <w:rsid w:val="00525BFA"/>
    <w:rsid w:val="005263CF"/>
    <w:rsid w:val="00526BE1"/>
    <w:rsid w:val="00527855"/>
    <w:rsid w:val="00527B21"/>
    <w:rsid w:val="00530769"/>
    <w:rsid w:val="00531508"/>
    <w:rsid w:val="0053183F"/>
    <w:rsid w:val="0053269D"/>
    <w:rsid w:val="00532941"/>
    <w:rsid w:val="00532CB0"/>
    <w:rsid w:val="005331AF"/>
    <w:rsid w:val="00533F5A"/>
    <w:rsid w:val="00534674"/>
    <w:rsid w:val="00534AD4"/>
    <w:rsid w:val="0053549E"/>
    <w:rsid w:val="0053596C"/>
    <w:rsid w:val="005359A6"/>
    <w:rsid w:val="00535C25"/>
    <w:rsid w:val="00535FB0"/>
    <w:rsid w:val="005378EC"/>
    <w:rsid w:val="00540A53"/>
    <w:rsid w:val="00540C3D"/>
    <w:rsid w:val="00540CA9"/>
    <w:rsid w:val="005414A3"/>
    <w:rsid w:val="00542EE4"/>
    <w:rsid w:val="0054316B"/>
    <w:rsid w:val="0054454F"/>
    <w:rsid w:val="00544738"/>
    <w:rsid w:val="005449D4"/>
    <w:rsid w:val="00544DA0"/>
    <w:rsid w:val="00544FBF"/>
    <w:rsid w:val="005454E3"/>
    <w:rsid w:val="00545C09"/>
    <w:rsid w:val="005475F7"/>
    <w:rsid w:val="005479DC"/>
    <w:rsid w:val="00547B32"/>
    <w:rsid w:val="00547BC4"/>
    <w:rsid w:val="00547D79"/>
    <w:rsid w:val="00547F56"/>
    <w:rsid w:val="00550368"/>
    <w:rsid w:val="00551CDB"/>
    <w:rsid w:val="00551FCE"/>
    <w:rsid w:val="00552306"/>
    <w:rsid w:val="00552529"/>
    <w:rsid w:val="0055257D"/>
    <w:rsid w:val="00552E58"/>
    <w:rsid w:val="00553204"/>
    <w:rsid w:val="00553BD5"/>
    <w:rsid w:val="005549E7"/>
    <w:rsid w:val="005556D3"/>
    <w:rsid w:val="00555CA9"/>
    <w:rsid w:val="00555E0B"/>
    <w:rsid w:val="005563CD"/>
    <w:rsid w:val="00556490"/>
    <w:rsid w:val="0055668B"/>
    <w:rsid w:val="00556E0E"/>
    <w:rsid w:val="00556E58"/>
    <w:rsid w:val="00557662"/>
    <w:rsid w:val="005616E7"/>
    <w:rsid w:val="00561E14"/>
    <w:rsid w:val="005629E6"/>
    <w:rsid w:val="00562FD8"/>
    <w:rsid w:val="0056306C"/>
    <w:rsid w:val="005634D7"/>
    <w:rsid w:val="005638E0"/>
    <w:rsid w:val="00564710"/>
    <w:rsid w:val="00564A5F"/>
    <w:rsid w:val="00565A12"/>
    <w:rsid w:val="00565B38"/>
    <w:rsid w:val="005669AC"/>
    <w:rsid w:val="00570350"/>
    <w:rsid w:val="00570668"/>
    <w:rsid w:val="00571122"/>
    <w:rsid w:val="0057165E"/>
    <w:rsid w:val="00571D4E"/>
    <w:rsid w:val="00571ED9"/>
    <w:rsid w:val="00572E85"/>
    <w:rsid w:val="005736C6"/>
    <w:rsid w:val="00573D2E"/>
    <w:rsid w:val="00574096"/>
    <w:rsid w:val="00574147"/>
    <w:rsid w:val="00574405"/>
    <w:rsid w:val="00574433"/>
    <w:rsid w:val="00574B85"/>
    <w:rsid w:val="00574E7B"/>
    <w:rsid w:val="00575661"/>
    <w:rsid w:val="00575744"/>
    <w:rsid w:val="0057578B"/>
    <w:rsid w:val="00575F22"/>
    <w:rsid w:val="0057670F"/>
    <w:rsid w:val="00576EDD"/>
    <w:rsid w:val="005772C0"/>
    <w:rsid w:val="005805F6"/>
    <w:rsid w:val="005810FF"/>
    <w:rsid w:val="005824AB"/>
    <w:rsid w:val="0058298E"/>
    <w:rsid w:val="00582A3B"/>
    <w:rsid w:val="00582E4F"/>
    <w:rsid w:val="00583949"/>
    <w:rsid w:val="00583D2D"/>
    <w:rsid w:val="005848C8"/>
    <w:rsid w:val="00584A28"/>
    <w:rsid w:val="00586349"/>
    <w:rsid w:val="00586678"/>
    <w:rsid w:val="0058689B"/>
    <w:rsid w:val="00586A7F"/>
    <w:rsid w:val="00586BAB"/>
    <w:rsid w:val="0058703A"/>
    <w:rsid w:val="005874BD"/>
    <w:rsid w:val="005901EF"/>
    <w:rsid w:val="005904F9"/>
    <w:rsid w:val="00590C2F"/>
    <w:rsid w:val="00591050"/>
    <w:rsid w:val="0059161F"/>
    <w:rsid w:val="00591BD6"/>
    <w:rsid w:val="00591D22"/>
    <w:rsid w:val="00592080"/>
    <w:rsid w:val="00592EDE"/>
    <w:rsid w:val="005943F6"/>
    <w:rsid w:val="00594557"/>
    <w:rsid w:val="00594D6C"/>
    <w:rsid w:val="00594F0A"/>
    <w:rsid w:val="0059515F"/>
    <w:rsid w:val="00595567"/>
    <w:rsid w:val="00595866"/>
    <w:rsid w:val="0059608E"/>
    <w:rsid w:val="00596501"/>
    <w:rsid w:val="00596A7F"/>
    <w:rsid w:val="005971D5"/>
    <w:rsid w:val="005974AE"/>
    <w:rsid w:val="005976C2"/>
    <w:rsid w:val="00597D87"/>
    <w:rsid w:val="005A002D"/>
    <w:rsid w:val="005A015F"/>
    <w:rsid w:val="005A0804"/>
    <w:rsid w:val="005A0F72"/>
    <w:rsid w:val="005A12B5"/>
    <w:rsid w:val="005A38C1"/>
    <w:rsid w:val="005A3BE7"/>
    <w:rsid w:val="005A4DC9"/>
    <w:rsid w:val="005A5699"/>
    <w:rsid w:val="005A5816"/>
    <w:rsid w:val="005A65DC"/>
    <w:rsid w:val="005A6884"/>
    <w:rsid w:val="005A6CEF"/>
    <w:rsid w:val="005A784C"/>
    <w:rsid w:val="005B03D3"/>
    <w:rsid w:val="005B0D5B"/>
    <w:rsid w:val="005B0DB8"/>
    <w:rsid w:val="005B1095"/>
    <w:rsid w:val="005B187B"/>
    <w:rsid w:val="005B1AC5"/>
    <w:rsid w:val="005B1BDC"/>
    <w:rsid w:val="005B1D3F"/>
    <w:rsid w:val="005B205B"/>
    <w:rsid w:val="005B2394"/>
    <w:rsid w:val="005B29F4"/>
    <w:rsid w:val="005B2E3A"/>
    <w:rsid w:val="005B4170"/>
    <w:rsid w:val="005B42CC"/>
    <w:rsid w:val="005B47D5"/>
    <w:rsid w:val="005B4D2A"/>
    <w:rsid w:val="005B4DE3"/>
    <w:rsid w:val="005B5327"/>
    <w:rsid w:val="005B5505"/>
    <w:rsid w:val="005B5C0F"/>
    <w:rsid w:val="005B5D7B"/>
    <w:rsid w:val="005B5DED"/>
    <w:rsid w:val="005B5DF9"/>
    <w:rsid w:val="005B5EA0"/>
    <w:rsid w:val="005B623E"/>
    <w:rsid w:val="005B68CC"/>
    <w:rsid w:val="005B69B2"/>
    <w:rsid w:val="005B701C"/>
    <w:rsid w:val="005B715C"/>
    <w:rsid w:val="005B72FE"/>
    <w:rsid w:val="005B7BA6"/>
    <w:rsid w:val="005C063F"/>
    <w:rsid w:val="005C0AB1"/>
    <w:rsid w:val="005C176F"/>
    <w:rsid w:val="005C1C80"/>
    <w:rsid w:val="005C239C"/>
    <w:rsid w:val="005C2A7A"/>
    <w:rsid w:val="005C3264"/>
    <w:rsid w:val="005C3A2A"/>
    <w:rsid w:val="005C3FAB"/>
    <w:rsid w:val="005C48BD"/>
    <w:rsid w:val="005C4937"/>
    <w:rsid w:val="005C4944"/>
    <w:rsid w:val="005C4AC0"/>
    <w:rsid w:val="005C4B21"/>
    <w:rsid w:val="005C4B87"/>
    <w:rsid w:val="005C6606"/>
    <w:rsid w:val="005C6B82"/>
    <w:rsid w:val="005C6EE0"/>
    <w:rsid w:val="005C736A"/>
    <w:rsid w:val="005C7403"/>
    <w:rsid w:val="005C7746"/>
    <w:rsid w:val="005C7AF5"/>
    <w:rsid w:val="005D011E"/>
    <w:rsid w:val="005D1726"/>
    <w:rsid w:val="005D2EDB"/>
    <w:rsid w:val="005D32BD"/>
    <w:rsid w:val="005D41A1"/>
    <w:rsid w:val="005D43FA"/>
    <w:rsid w:val="005D44D4"/>
    <w:rsid w:val="005D47B6"/>
    <w:rsid w:val="005D4E95"/>
    <w:rsid w:val="005D510D"/>
    <w:rsid w:val="005D517C"/>
    <w:rsid w:val="005D5590"/>
    <w:rsid w:val="005D5640"/>
    <w:rsid w:val="005D5A53"/>
    <w:rsid w:val="005D5F9F"/>
    <w:rsid w:val="005D6567"/>
    <w:rsid w:val="005D6A60"/>
    <w:rsid w:val="005D6BEE"/>
    <w:rsid w:val="005D728C"/>
    <w:rsid w:val="005D7E1C"/>
    <w:rsid w:val="005D7E3E"/>
    <w:rsid w:val="005E0905"/>
    <w:rsid w:val="005E0D8F"/>
    <w:rsid w:val="005E0F38"/>
    <w:rsid w:val="005E10BE"/>
    <w:rsid w:val="005E22B7"/>
    <w:rsid w:val="005E23BC"/>
    <w:rsid w:val="005E259C"/>
    <w:rsid w:val="005E284B"/>
    <w:rsid w:val="005E2D9F"/>
    <w:rsid w:val="005E339C"/>
    <w:rsid w:val="005E33B8"/>
    <w:rsid w:val="005E38BD"/>
    <w:rsid w:val="005E3EA1"/>
    <w:rsid w:val="005E4484"/>
    <w:rsid w:val="005E51AA"/>
    <w:rsid w:val="005E599F"/>
    <w:rsid w:val="005E5AF6"/>
    <w:rsid w:val="005E5D8B"/>
    <w:rsid w:val="005E6C1C"/>
    <w:rsid w:val="005E7332"/>
    <w:rsid w:val="005F0EBD"/>
    <w:rsid w:val="005F233C"/>
    <w:rsid w:val="005F2AED"/>
    <w:rsid w:val="005F3254"/>
    <w:rsid w:val="005F32FA"/>
    <w:rsid w:val="005F33EE"/>
    <w:rsid w:val="005F3EB3"/>
    <w:rsid w:val="005F534F"/>
    <w:rsid w:val="005F6AB1"/>
    <w:rsid w:val="005F7317"/>
    <w:rsid w:val="005F768F"/>
    <w:rsid w:val="005F79FF"/>
    <w:rsid w:val="005F7FFB"/>
    <w:rsid w:val="0060001C"/>
    <w:rsid w:val="0060021E"/>
    <w:rsid w:val="0060044E"/>
    <w:rsid w:val="0060071F"/>
    <w:rsid w:val="006009A6"/>
    <w:rsid w:val="006011E9"/>
    <w:rsid w:val="00601A74"/>
    <w:rsid w:val="00601FBE"/>
    <w:rsid w:val="00603B6D"/>
    <w:rsid w:val="00603DA6"/>
    <w:rsid w:val="006048C5"/>
    <w:rsid w:val="00604996"/>
    <w:rsid w:val="0060572D"/>
    <w:rsid w:val="00605ED0"/>
    <w:rsid w:val="00606481"/>
    <w:rsid w:val="00606D49"/>
    <w:rsid w:val="0060733A"/>
    <w:rsid w:val="0060751A"/>
    <w:rsid w:val="00607800"/>
    <w:rsid w:val="00607A7E"/>
    <w:rsid w:val="00607C62"/>
    <w:rsid w:val="0061033D"/>
    <w:rsid w:val="0061097A"/>
    <w:rsid w:val="00610B34"/>
    <w:rsid w:val="00610F48"/>
    <w:rsid w:val="00610F5D"/>
    <w:rsid w:val="006112F5"/>
    <w:rsid w:val="00611771"/>
    <w:rsid w:val="006121BD"/>
    <w:rsid w:val="006122BD"/>
    <w:rsid w:val="00612566"/>
    <w:rsid w:val="0061322C"/>
    <w:rsid w:val="00613D39"/>
    <w:rsid w:val="0061428C"/>
    <w:rsid w:val="00615021"/>
    <w:rsid w:val="006157B0"/>
    <w:rsid w:val="0061584E"/>
    <w:rsid w:val="0061596C"/>
    <w:rsid w:val="00615E51"/>
    <w:rsid w:val="00615F43"/>
    <w:rsid w:val="00616194"/>
    <w:rsid w:val="006165BC"/>
    <w:rsid w:val="006166AF"/>
    <w:rsid w:val="00616814"/>
    <w:rsid w:val="00617487"/>
    <w:rsid w:val="0061751E"/>
    <w:rsid w:val="00617D21"/>
    <w:rsid w:val="006206B0"/>
    <w:rsid w:val="0062073D"/>
    <w:rsid w:val="00620757"/>
    <w:rsid w:val="00620C8E"/>
    <w:rsid w:val="0062209F"/>
    <w:rsid w:val="0062216C"/>
    <w:rsid w:val="00622A2C"/>
    <w:rsid w:val="00622EF7"/>
    <w:rsid w:val="00622FD8"/>
    <w:rsid w:val="00623438"/>
    <w:rsid w:val="0062370E"/>
    <w:rsid w:val="006237B2"/>
    <w:rsid w:val="00624194"/>
    <w:rsid w:val="00624FD6"/>
    <w:rsid w:val="0062508A"/>
    <w:rsid w:val="00625AA5"/>
    <w:rsid w:val="00625BED"/>
    <w:rsid w:val="0062638B"/>
    <w:rsid w:val="00627222"/>
    <w:rsid w:val="00627484"/>
    <w:rsid w:val="006279AB"/>
    <w:rsid w:val="00627C29"/>
    <w:rsid w:val="00630922"/>
    <w:rsid w:val="0063095B"/>
    <w:rsid w:val="00630A84"/>
    <w:rsid w:val="00630EC2"/>
    <w:rsid w:val="00630F7C"/>
    <w:rsid w:val="006310D1"/>
    <w:rsid w:val="00631880"/>
    <w:rsid w:val="00631D8D"/>
    <w:rsid w:val="00631F3F"/>
    <w:rsid w:val="00631F73"/>
    <w:rsid w:val="00631FE5"/>
    <w:rsid w:val="0063217A"/>
    <w:rsid w:val="00633530"/>
    <w:rsid w:val="0063385C"/>
    <w:rsid w:val="0063404D"/>
    <w:rsid w:val="006349A8"/>
    <w:rsid w:val="00635541"/>
    <w:rsid w:val="006357BE"/>
    <w:rsid w:val="00635C5A"/>
    <w:rsid w:val="006362DA"/>
    <w:rsid w:val="00636FA4"/>
    <w:rsid w:val="00637730"/>
    <w:rsid w:val="00637A20"/>
    <w:rsid w:val="00637B84"/>
    <w:rsid w:val="00637FCC"/>
    <w:rsid w:val="00640389"/>
    <w:rsid w:val="00640607"/>
    <w:rsid w:val="00640974"/>
    <w:rsid w:val="00640E5C"/>
    <w:rsid w:val="00641296"/>
    <w:rsid w:val="00641781"/>
    <w:rsid w:val="0064189D"/>
    <w:rsid w:val="0064194D"/>
    <w:rsid w:val="00641C9C"/>
    <w:rsid w:val="00641DFF"/>
    <w:rsid w:val="00642083"/>
    <w:rsid w:val="00642836"/>
    <w:rsid w:val="00642894"/>
    <w:rsid w:val="006438F3"/>
    <w:rsid w:val="0064399C"/>
    <w:rsid w:val="00643A82"/>
    <w:rsid w:val="0064452E"/>
    <w:rsid w:val="00644F5F"/>
    <w:rsid w:val="0064593A"/>
    <w:rsid w:val="00645FA1"/>
    <w:rsid w:val="00646754"/>
    <w:rsid w:val="006475CB"/>
    <w:rsid w:val="006478B3"/>
    <w:rsid w:val="00650014"/>
    <w:rsid w:val="00650232"/>
    <w:rsid w:val="0065028A"/>
    <w:rsid w:val="00650F14"/>
    <w:rsid w:val="00651988"/>
    <w:rsid w:val="00651AD8"/>
    <w:rsid w:val="00651D3C"/>
    <w:rsid w:val="00652117"/>
    <w:rsid w:val="0065225C"/>
    <w:rsid w:val="006524E6"/>
    <w:rsid w:val="0065372D"/>
    <w:rsid w:val="00653803"/>
    <w:rsid w:val="00653BBC"/>
    <w:rsid w:val="00653D21"/>
    <w:rsid w:val="0065414D"/>
    <w:rsid w:val="0065525C"/>
    <w:rsid w:val="00655302"/>
    <w:rsid w:val="00655369"/>
    <w:rsid w:val="00656854"/>
    <w:rsid w:val="00656D39"/>
    <w:rsid w:val="00657640"/>
    <w:rsid w:val="00657C74"/>
    <w:rsid w:val="0066043C"/>
    <w:rsid w:val="00661E71"/>
    <w:rsid w:val="0066260F"/>
    <w:rsid w:val="006639C4"/>
    <w:rsid w:val="00663A14"/>
    <w:rsid w:val="00664225"/>
    <w:rsid w:val="00664263"/>
    <w:rsid w:val="00664ADE"/>
    <w:rsid w:val="00664E39"/>
    <w:rsid w:val="00665251"/>
    <w:rsid w:val="006654B0"/>
    <w:rsid w:val="00665571"/>
    <w:rsid w:val="006656B9"/>
    <w:rsid w:val="00665988"/>
    <w:rsid w:val="00665CA9"/>
    <w:rsid w:val="00665F6C"/>
    <w:rsid w:val="0066667C"/>
    <w:rsid w:val="00666F9C"/>
    <w:rsid w:val="00667CBC"/>
    <w:rsid w:val="00667E71"/>
    <w:rsid w:val="00667F5A"/>
    <w:rsid w:val="006700D8"/>
    <w:rsid w:val="006701CC"/>
    <w:rsid w:val="00670CF4"/>
    <w:rsid w:val="00670F15"/>
    <w:rsid w:val="00671644"/>
    <w:rsid w:val="00671ADF"/>
    <w:rsid w:val="00672840"/>
    <w:rsid w:val="00672856"/>
    <w:rsid w:val="006728AF"/>
    <w:rsid w:val="006729CD"/>
    <w:rsid w:val="00672AA8"/>
    <w:rsid w:val="00672E7A"/>
    <w:rsid w:val="00672F6D"/>
    <w:rsid w:val="00672FA8"/>
    <w:rsid w:val="0067364B"/>
    <w:rsid w:val="00673748"/>
    <w:rsid w:val="00673A6F"/>
    <w:rsid w:val="00675073"/>
    <w:rsid w:val="0067582F"/>
    <w:rsid w:val="00675A9D"/>
    <w:rsid w:val="006766FE"/>
    <w:rsid w:val="0067679E"/>
    <w:rsid w:val="006769F4"/>
    <w:rsid w:val="00676AC9"/>
    <w:rsid w:val="00676D12"/>
    <w:rsid w:val="00676E16"/>
    <w:rsid w:val="00677220"/>
    <w:rsid w:val="006778CD"/>
    <w:rsid w:val="006779B8"/>
    <w:rsid w:val="00677C64"/>
    <w:rsid w:val="00677C92"/>
    <w:rsid w:val="006801B5"/>
    <w:rsid w:val="006801CD"/>
    <w:rsid w:val="0068052B"/>
    <w:rsid w:val="00680D69"/>
    <w:rsid w:val="006810BA"/>
    <w:rsid w:val="00681253"/>
    <w:rsid w:val="00681536"/>
    <w:rsid w:val="006815A9"/>
    <w:rsid w:val="006821C1"/>
    <w:rsid w:val="00682574"/>
    <w:rsid w:val="00682673"/>
    <w:rsid w:val="0068295D"/>
    <w:rsid w:val="00682F62"/>
    <w:rsid w:val="00683137"/>
    <w:rsid w:val="00683FF2"/>
    <w:rsid w:val="006843B6"/>
    <w:rsid w:val="006853A8"/>
    <w:rsid w:val="00685458"/>
    <w:rsid w:val="00685692"/>
    <w:rsid w:val="00685E0B"/>
    <w:rsid w:val="00686695"/>
    <w:rsid w:val="006869F5"/>
    <w:rsid w:val="00687B1A"/>
    <w:rsid w:val="00687DEF"/>
    <w:rsid w:val="0069030E"/>
    <w:rsid w:val="00690957"/>
    <w:rsid w:val="006910C4"/>
    <w:rsid w:val="006912E0"/>
    <w:rsid w:val="0069197F"/>
    <w:rsid w:val="00691CAA"/>
    <w:rsid w:val="006922C0"/>
    <w:rsid w:val="0069239C"/>
    <w:rsid w:val="006929BB"/>
    <w:rsid w:val="00692A03"/>
    <w:rsid w:val="00692CCD"/>
    <w:rsid w:val="006931B1"/>
    <w:rsid w:val="0069402F"/>
    <w:rsid w:val="006949AF"/>
    <w:rsid w:val="00694D90"/>
    <w:rsid w:val="006958A2"/>
    <w:rsid w:val="00695A49"/>
    <w:rsid w:val="0069627E"/>
    <w:rsid w:val="006964D6"/>
    <w:rsid w:val="0069666A"/>
    <w:rsid w:val="00696E6E"/>
    <w:rsid w:val="006971B0"/>
    <w:rsid w:val="006976CA"/>
    <w:rsid w:val="0069785D"/>
    <w:rsid w:val="00697D6D"/>
    <w:rsid w:val="006A0977"/>
    <w:rsid w:val="006A0C69"/>
    <w:rsid w:val="006A184C"/>
    <w:rsid w:val="006A1AE2"/>
    <w:rsid w:val="006A1E3C"/>
    <w:rsid w:val="006A21C1"/>
    <w:rsid w:val="006A254B"/>
    <w:rsid w:val="006A296C"/>
    <w:rsid w:val="006A37D4"/>
    <w:rsid w:val="006A38CA"/>
    <w:rsid w:val="006A3DA0"/>
    <w:rsid w:val="006A4004"/>
    <w:rsid w:val="006A4764"/>
    <w:rsid w:val="006A4ACF"/>
    <w:rsid w:val="006A58DE"/>
    <w:rsid w:val="006A5BC8"/>
    <w:rsid w:val="006A5F0B"/>
    <w:rsid w:val="006A6F25"/>
    <w:rsid w:val="006B0324"/>
    <w:rsid w:val="006B0437"/>
    <w:rsid w:val="006B076F"/>
    <w:rsid w:val="006B09A1"/>
    <w:rsid w:val="006B0C2E"/>
    <w:rsid w:val="006B154A"/>
    <w:rsid w:val="006B28C0"/>
    <w:rsid w:val="006B2EDE"/>
    <w:rsid w:val="006B31A9"/>
    <w:rsid w:val="006B39C8"/>
    <w:rsid w:val="006B3F17"/>
    <w:rsid w:val="006B42AB"/>
    <w:rsid w:val="006B4A93"/>
    <w:rsid w:val="006B4DBE"/>
    <w:rsid w:val="006B4F1C"/>
    <w:rsid w:val="006B4FFE"/>
    <w:rsid w:val="006B5F3B"/>
    <w:rsid w:val="006B64C9"/>
    <w:rsid w:val="006B7118"/>
    <w:rsid w:val="006B7D21"/>
    <w:rsid w:val="006C01E3"/>
    <w:rsid w:val="006C0965"/>
    <w:rsid w:val="006C1A67"/>
    <w:rsid w:val="006C1C2B"/>
    <w:rsid w:val="006C1CD7"/>
    <w:rsid w:val="006C206F"/>
    <w:rsid w:val="006C2451"/>
    <w:rsid w:val="006C27FE"/>
    <w:rsid w:val="006C299E"/>
    <w:rsid w:val="006C2E20"/>
    <w:rsid w:val="006C30C5"/>
    <w:rsid w:val="006C3AD0"/>
    <w:rsid w:val="006C4D8C"/>
    <w:rsid w:val="006C4DB6"/>
    <w:rsid w:val="006C5014"/>
    <w:rsid w:val="006C6A8B"/>
    <w:rsid w:val="006C6BDD"/>
    <w:rsid w:val="006C7C6C"/>
    <w:rsid w:val="006C7F32"/>
    <w:rsid w:val="006C7F7C"/>
    <w:rsid w:val="006D0499"/>
    <w:rsid w:val="006D0D6A"/>
    <w:rsid w:val="006D0E7E"/>
    <w:rsid w:val="006D1743"/>
    <w:rsid w:val="006D2903"/>
    <w:rsid w:val="006D299B"/>
    <w:rsid w:val="006D2B17"/>
    <w:rsid w:val="006D2B5A"/>
    <w:rsid w:val="006D2B67"/>
    <w:rsid w:val="006D33CC"/>
    <w:rsid w:val="006D35A0"/>
    <w:rsid w:val="006D4826"/>
    <w:rsid w:val="006D49A4"/>
    <w:rsid w:val="006D4CCF"/>
    <w:rsid w:val="006D4E8E"/>
    <w:rsid w:val="006D557E"/>
    <w:rsid w:val="006D597C"/>
    <w:rsid w:val="006D6AAD"/>
    <w:rsid w:val="006D794C"/>
    <w:rsid w:val="006D7B81"/>
    <w:rsid w:val="006E0ACB"/>
    <w:rsid w:val="006E0C20"/>
    <w:rsid w:val="006E1473"/>
    <w:rsid w:val="006E1558"/>
    <w:rsid w:val="006E174E"/>
    <w:rsid w:val="006E19E9"/>
    <w:rsid w:val="006E1E6C"/>
    <w:rsid w:val="006E1F14"/>
    <w:rsid w:val="006E2AC5"/>
    <w:rsid w:val="006E4597"/>
    <w:rsid w:val="006E45E8"/>
    <w:rsid w:val="006E4621"/>
    <w:rsid w:val="006E4F03"/>
    <w:rsid w:val="006E5470"/>
    <w:rsid w:val="006E562C"/>
    <w:rsid w:val="006E5EB0"/>
    <w:rsid w:val="006E6D20"/>
    <w:rsid w:val="006E6DD3"/>
    <w:rsid w:val="006E736A"/>
    <w:rsid w:val="006E7685"/>
    <w:rsid w:val="006E7A47"/>
    <w:rsid w:val="006E7A5E"/>
    <w:rsid w:val="006E7E4C"/>
    <w:rsid w:val="006E7E6A"/>
    <w:rsid w:val="006F0890"/>
    <w:rsid w:val="006F0D93"/>
    <w:rsid w:val="006F1FAB"/>
    <w:rsid w:val="006F2C0C"/>
    <w:rsid w:val="006F350B"/>
    <w:rsid w:val="006F355D"/>
    <w:rsid w:val="006F3B90"/>
    <w:rsid w:val="006F4253"/>
    <w:rsid w:val="006F4261"/>
    <w:rsid w:val="006F4634"/>
    <w:rsid w:val="006F528A"/>
    <w:rsid w:val="006F5C66"/>
    <w:rsid w:val="006F6AA7"/>
    <w:rsid w:val="006F6B63"/>
    <w:rsid w:val="006F6DED"/>
    <w:rsid w:val="006F6E14"/>
    <w:rsid w:val="006F7184"/>
    <w:rsid w:val="006F728C"/>
    <w:rsid w:val="006F7EBB"/>
    <w:rsid w:val="006F7EDB"/>
    <w:rsid w:val="0070038F"/>
    <w:rsid w:val="00701073"/>
    <w:rsid w:val="00701488"/>
    <w:rsid w:val="00701B24"/>
    <w:rsid w:val="00701C8E"/>
    <w:rsid w:val="00701F72"/>
    <w:rsid w:val="00702562"/>
    <w:rsid w:val="0070439A"/>
    <w:rsid w:val="00704CB3"/>
    <w:rsid w:val="00705C81"/>
    <w:rsid w:val="007061D9"/>
    <w:rsid w:val="007067C2"/>
    <w:rsid w:val="007069A8"/>
    <w:rsid w:val="0070717C"/>
    <w:rsid w:val="00707555"/>
    <w:rsid w:val="00707845"/>
    <w:rsid w:val="0071061A"/>
    <w:rsid w:val="00711BBC"/>
    <w:rsid w:val="00711D14"/>
    <w:rsid w:val="007123A5"/>
    <w:rsid w:val="007128BB"/>
    <w:rsid w:val="00712A56"/>
    <w:rsid w:val="00712A69"/>
    <w:rsid w:val="00712DE7"/>
    <w:rsid w:val="0071379D"/>
    <w:rsid w:val="00713D9C"/>
    <w:rsid w:val="00713E04"/>
    <w:rsid w:val="00714FCA"/>
    <w:rsid w:val="007152F3"/>
    <w:rsid w:val="007158F3"/>
    <w:rsid w:val="0071646E"/>
    <w:rsid w:val="0071656B"/>
    <w:rsid w:val="00716CA1"/>
    <w:rsid w:val="0072032A"/>
    <w:rsid w:val="00720A26"/>
    <w:rsid w:val="00720F20"/>
    <w:rsid w:val="0072188D"/>
    <w:rsid w:val="00721FB5"/>
    <w:rsid w:val="00722591"/>
    <w:rsid w:val="0072318F"/>
    <w:rsid w:val="007235B3"/>
    <w:rsid w:val="00723A57"/>
    <w:rsid w:val="00723DB0"/>
    <w:rsid w:val="007245B7"/>
    <w:rsid w:val="00724EE6"/>
    <w:rsid w:val="0072589E"/>
    <w:rsid w:val="00725C2B"/>
    <w:rsid w:val="0072703E"/>
    <w:rsid w:val="00730C09"/>
    <w:rsid w:val="007320B8"/>
    <w:rsid w:val="007322AC"/>
    <w:rsid w:val="007323A0"/>
    <w:rsid w:val="007323E5"/>
    <w:rsid w:val="007334F0"/>
    <w:rsid w:val="007342C2"/>
    <w:rsid w:val="007342C6"/>
    <w:rsid w:val="00734711"/>
    <w:rsid w:val="007347C4"/>
    <w:rsid w:val="00734F25"/>
    <w:rsid w:val="00734FA5"/>
    <w:rsid w:val="007357DA"/>
    <w:rsid w:val="007359EE"/>
    <w:rsid w:val="00736577"/>
    <w:rsid w:val="00736670"/>
    <w:rsid w:val="00736909"/>
    <w:rsid w:val="0073690F"/>
    <w:rsid w:val="0073693F"/>
    <w:rsid w:val="00736A46"/>
    <w:rsid w:val="00737035"/>
    <w:rsid w:val="007375CF"/>
    <w:rsid w:val="00737799"/>
    <w:rsid w:val="00737C6D"/>
    <w:rsid w:val="00737D3F"/>
    <w:rsid w:val="007412A4"/>
    <w:rsid w:val="00741D50"/>
    <w:rsid w:val="0074255D"/>
    <w:rsid w:val="007426C6"/>
    <w:rsid w:val="00742938"/>
    <w:rsid w:val="00742BB0"/>
    <w:rsid w:val="00743291"/>
    <w:rsid w:val="007439F7"/>
    <w:rsid w:val="00743B5E"/>
    <w:rsid w:val="00743E1C"/>
    <w:rsid w:val="007442E1"/>
    <w:rsid w:val="00744AF6"/>
    <w:rsid w:val="0074503E"/>
    <w:rsid w:val="00745381"/>
    <w:rsid w:val="007458E1"/>
    <w:rsid w:val="00746371"/>
    <w:rsid w:val="00746F68"/>
    <w:rsid w:val="007474AD"/>
    <w:rsid w:val="00747A63"/>
    <w:rsid w:val="00747AFA"/>
    <w:rsid w:val="00747BAB"/>
    <w:rsid w:val="00747D91"/>
    <w:rsid w:val="00747FBA"/>
    <w:rsid w:val="0075064C"/>
    <w:rsid w:val="00750A96"/>
    <w:rsid w:val="00750D22"/>
    <w:rsid w:val="00750FF7"/>
    <w:rsid w:val="007511B1"/>
    <w:rsid w:val="00751518"/>
    <w:rsid w:val="007517F2"/>
    <w:rsid w:val="007520DC"/>
    <w:rsid w:val="00753B7D"/>
    <w:rsid w:val="00754080"/>
    <w:rsid w:val="00754511"/>
    <w:rsid w:val="00754743"/>
    <w:rsid w:val="00754C66"/>
    <w:rsid w:val="00755800"/>
    <w:rsid w:val="00755E32"/>
    <w:rsid w:val="00756908"/>
    <w:rsid w:val="00756B27"/>
    <w:rsid w:val="00757015"/>
    <w:rsid w:val="00757402"/>
    <w:rsid w:val="00757636"/>
    <w:rsid w:val="00757DBD"/>
    <w:rsid w:val="007605B8"/>
    <w:rsid w:val="0076085F"/>
    <w:rsid w:val="00760BDF"/>
    <w:rsid w:val="00761950"/>
    <w:rsid w:val="00761B6E"/>
    <w:rsid w:val="00761C03"/>
    <w:rsid w:val="00762414"/>
    <w:rsid w:val="00762F70"/>
    <w:rsid w:val="007630E1"/>
    <w:rsid w:val="00763429"/>
    <w:rsid w:val="00763722"/>
    <w:rsid w:val="00763C96"/>
    <w:rsid w:val="00764092"/>
    <w:rsid w:val="00764555"/>
    <w:rsid w:val="00766344"/>
    <w:rsid w:val="00766F9F"/>
    <w:rsid w:val="00767029"/>
    <w:rsid w:val="007705AC"/>
    <w:rsid w:val="00770AB3"/>
    <w:rsid w:val="00770C3E"/>
    <w:rsid w:val="00771027"/>
    <w:rsid w:val="00771ADD"/>
    <w:rsid w:val="00771E14"/>
    <w:rsid w:val="00771ED2"/>
    <w:rsid w:val="00772242"/>
    <w:rsid w:val="00772A0D"/>
    <w:rsid w:val="00772BE9"/>
    <w:rsid w:val="00773D77"/>
    <w:rsid w:val="0077409D"/>
    <w:rsid w:val="00774280"/>
    <w:rsid w:val="007746BA"/>
    <w:rsid w:val="00774914"/>
    <w:rsid w:val="00774C72"/>
    <w:rsid w:val="00775525"/>
    <w:rsid w:val="0077599B"/>
    <w:rsid w:val="00775ACD"/>
    <w:rsid w:val="00775FBE"/>
    <w:rsid w:val="0077635C"/>
    <w:rsid w:val="00776631"/>
    <w:rsid w:val="00776946"/>
    <w:rsid w:val="00776C15"/>
    <w:rsid w:val="00777217"/>
    <w:rsid w:val="00777997"/>
    <w:rsid w:val="007806CD"/>
    <w:rsid w:val="007810AB"/>
    <w:rsid w:val="00781FAF"/>
    <w:rsid w:val="00782226"/>
    <w:rsid w:val="0078257B"/>
    <w:rsid w:val="00783032"/>
    <w:rsid w:val="007838A3"/>
    <w:rsid w:val="007843F5"/>
    <w:rsid w:val="00784506"/>
    <w:rsid w:val="0078496E"/>
    <w:rsid w:val="007850F5"/>
    <w:rsid w:val="00785116"/>
    <w:rsid w:val="0078571C"/>
    <w:rsid w:val="00785A5D"/>
    <w:rsid w:val="00785E2A"/>
    <w:rsid w:val="0078625C"/>
    <w:rsid w:val="007863CF"/>
    <w:rsid w:val="007864B0"/>
    <w:rsid w:val="00786563"/>
    <w:rsid w:val="00786990"/>
    <w:rsid w:val="00786E0A"/>
    <w:rsid w:val="00787583"/>
    <w:rsid w:val="00787AE8"/>
    <w:rsid w:val="00790136"/>
    <w:rsid w:val="007901C6"/>
    <w:rsid w:val="00790A7C"/>
    <w:rsid w:val="00790AF8"/>
    <w:rsid w:val="00790B49"/>
    <w:rsid w:val="00790D01"/>
    <w:rsid w:val="00791D98"/>
    <w:rsid w:val="00791ECE"/>
    <w:rsid w:val="00794179"/>
    <w:rsid w:val="00794195"/>
    <w:rsid w:val="007943D8"/>
    <w:rsid w:val="007948DE"/>
    <w:rsid w:val="00794E2D"/>
    <w:rsid w:val="00795039"/>
    <w:rsid w:val="0079613F"/>
    <w:rsid w:val="00796240"/>
    <w:rsid w:val="007970E1"/>
    <w:rsid w:val="0079778A"/>
    <w:rsid w:val="007A0330"/>
    <w:rsid w:val="007A0561"/>
    <w:rsid w:val="007A0781"/>
    <w:rsid w:val="007A0A08"/>
    <w:rsid w:val="007A0A56"/>
    <w:rsid w:val="007A185D"/>
    <w:rsid w:val="007A1A00"/>
    <w:rsid w:val="007A2502"/>
    <w:rsid w:val="007A25F9"/>
    <w:rsid w:val="007A2A17"/>
    <w:rsid w:val="007A2B24"/>
    <w:rsid w:val="007A37BF"/>
    <w:rsid w:val="007A3C29"/>
    <w:rsid w:val="007A475E"/>
    <w:rsid w:val="007A55BA"/>
    <w:rsid w:val="007A5640"/>
    <w:rsid w:val="007A650C"/>
    <w:rsid w:val="007A72F0"/>
    <w:rsid w:val="007A78AE"/>
    <w:rsid w:val="007A7AF2"/>
    <w:rsid w:val="007A7DA6"/>
    <w:rsid w:val="007B041B"/>
    <w:rsid w:val="007B1052"/>
    <w:rsid w:val="007B1476"/>
    <w:rsid w:val="007B1AC8"/>
    <w:rsid w:val="007B1D9C"/>
    <w:rsid w:val="007B1E74"/>
    <w:rsid w:val="007B25A8"/>
    <w:rsid w:val="007B2E3F"/>
    <w:rsid w:val="007B2EEC"/>
    <w:rsid w:val="007B3189"/>
    <w:rsid w:val="007B3832"/>
    <w:rsid w:val="007B3E81"/>
    <w:rsid w:val="007B443F"/>
    <w:rsid w:val="007B52B4"/>
    <w:rsid w:val="007B588F"/>
    <w:rsid w:val="007B677E"/>
    <w:rsid w:val="007B6FDA"/>
    <w:rsid w:val="007B71DC"/>
    <w:rsid w:val="007B734B"/>
    <w:rsid w:val="007B7F12"/>
    <w:rsid w:val="007B7FD0"/>
    <w:rsid w:val="007C0CCA"/>
    <w:rsid w:val="007C0F06"/>
    <w:rsid w:val="007C0F59"/>
    <w:rsid w:val="007C10B5"/>
    <w:rsid w:val="007C11A3"/>
    <w:rsid w:val="007C1435"/>
    <w:rsid w:val="007C1A3A"/>
    <w:rsid w:val="007C225D"/>
    <w:rsid w:val="007C2313"/>
    <w:rsid w:val="007C25C5"/>
    <w:rsid w:val="007C2B93"/>
    <w:rsid w:val="007C3BAE"/>
    <w:rsid w:val="007C5192"/>
    <w:rsid w:val="007C51FE"/>
    <w:rsid w:val="007C5426"/>
    <w:rsid w:val="007C61A5"/>
    <w:rsid w:val="007C61C1"/>
    <w:rsid w:val="007C64D7"/>
    <w:rsid w:val="007C6EDF"/>
    <w:rsid w:val="007C73FB"/>
    <w:rsid w:val="007C75FD"/>
    <w:rsid w:val="007C7B9B"/>
    <w:rsid w:val="007C7EAE"/>
    <w:rsid w:val="007D03B7"/>
    <w:rsid w:val="007D0B83"/>
    <w:rsid w:val="007D2117"/>
    <w:rsid w:val="007D2367"/>
    <w:rsid w:val="007D2615"/>
    <w:rsid w:val="007D27A3"/>
    <w:rsid w:val="007D3237"/>
    <w:rsid w:val="007D3983"/>
    <w:rsid w:val="007D3D32"/>
    <w:rsid w:val="007D3ED1"/>
    <w:rsid w:val="007D4164"/>
    <w:rsid w:val="007D4D9F"/>
    <w:rsid w:val="007D4E80"/>
    <w:rsid w:val="007D5000"/>
    <w:rsid w:val="007D5F3D"/>
    <w:rsid w:val="007D60D6"/>
    <w:rsid w:val="007D660F"/>
    <w:rsid w:val="007D6756"/>
    <w:rsid w:val="007D6766"/>
    <w:rsid w:val="007D73BE"/>
    <w:rsid w:val="007D795A"/>
    <w:rsid w:val="007E0E66"/>
    <w:rsid w:val="007E1045"/>
    <w:rsid w:val="007E1461"/>
    <w:rsid w:val="007E192C"/>
    <w:rsid w:val="007E1AB4"/>
    <w:rsid w:val="007E1E7B"/>
    <w:rsid w:val="007E20F3"/>
    <w:rsid w:val="007E2B82"/>
    <w:rsid w:val="007E2CE7"/>
    <w:rsid w:val="007E2E2D"/>
    <w:rsid w:val="007E3223"/>
    <w:rsid w:val="007E32C6"/>
    <w:rsid w:val="007E33E0"/>
    <w:rsid w:val="007E3833"/>
    <w:rsid w:val="007E41EF"/>
    <w:rsid w:val="007E4A5B"/>
    <w:rsid w:val="007E4B19"/>
    <w:rsid w:val="007E4D92"/>
    <w:rsid w:val="007E4E62"/>
    <w:rsid w:val="007E4F77"/>
    <w:rsid w:val="007E555A"/>
    <w:rsid w:val="007E562E"/>
    <w:rsid w:val="007E5832"/>
    <w:rsid w:val="007E680E"/>
    <w:rsid w:val="007E7085"/>
    <w:rsid w:val="007E7831"/>
    <w:rsid w:val="007E7C46"/>
    <w:rsid w:val="007E7D45"/>
    <w:rsid w:val="007F005A"/>
    <w:rsid w:val="007F0AA7"/>
    <w:rsid w:val="007F0C41"/>
    <w:rsid w:val="007F1E02"/>
    <w:rsid w:val="007F22CB"/>
    <w:rsid w:val="007F234C"/>
    <w:rsid w:val="007F2BA3"/>
    <w:rsid w:val="007F403B"/>
    <w:rsid w:val="007F4055"/>
    <w:rsid w:val="007F52FE"/>
    <w:rsid w:val="007F6150"/>
    <w:rsid w:val="007F6347"/>
    <w:rsid w:val="007F6C33"/>
    <w:rsid w:val="007F6FC0"/>
    <w:rsid w:val="007F7240"/>
    <w:rsid w:val="0080020C"/>
    <w:rsid w:val="008004EF"/>
    <w:rsid w:val="00800821"/>
    <w:rsid w:val="00801932"/>
    <w:rsid w:val="00801B7A"/>
    <w:rsid w:val="00801D9E"/>
    <w:rsid w:val="00801E96"/>
    <w:rsid w:val="0080244C"/>
    <w:rsid w:val="008027B7"/>
    <w:rsid w:val="00802A61"/>
    <w:rsid w:val="00802FE1"/>
    <w:rsid w:val="008030F7"/>
    <w:rsid w:val="00803453"/>
    <w:rsid w:val="00803902"/>
    <w:rsid w:val="008040A8"/>
    <w:rsid w:val="00804F7E"/>
    <w:rsid w:val="0080509A"/>
    <w:rsid w:val="00805674"/>
    <w:rsid w:val="00805B3F"/>
    <w:rsid w:val="00806B98"/>
    <w:rsid w:val="00807491"/>
    <w:rsid w:val="00810676"/>
    <w:rsid w:val="008110CD"/>
    <w:rsid w:val="00811B31"/>
    <w:rsid w:val="008128AE"/>
    <w:rsid w:val="008130AC"/>
    <w:rsid w:val="008131C0"/>
    <w:rsid w:val="00813419"/>
    <w:rsid w:val="008137E5"/>
    <w:rsid w:val="008150DA"/>
    <w:rsid w:val="00816087"/>
    <w:rsid w:val="00816100"/>
    <w:rsid w:val="0081666F"/>
    <w:rsid w:val="00816B13"/>
    <w:rsid w:val="00816B2B"/>
    <w:rsid w:val="00816E69"/>
    <w:rsid w:val="00817049"/>
    <w:rsid w:val="00817561"/>
    <w:rsid w:val="00817F7A"/>
    <w:rsid w:val="00820301"/>
    <w:rsid w:val="008205D5"/>
    <w:rsid w:val="008208AB"/>
    <w:rsid w:val="00820B05"/>
    <w:rsid w:val="00820DD4"/>
    <w:rsid w:val="008213DF"/>
    <w:rsid w:val="00821569"/>
    <w:rsid w:val="00821E62"/>
    <w:rsid w:val="0082266E"/>
    <w:rsid w:val="00822CF9"/>
    <w:rsid w:val="00822DBC"/>
    <w:rsid w:val="00822F44"/>
    <w:rsid w:val="00822FCC"/>
    <w:rsid w:val="00822FE9"/>
    <w:rsid w:val="0082323D"/>
    <w:rsid w:val="00823D09"/>
    <w:rsid w:val="00823DA8"/>
    <w:rsid w:val="0082420D"/>
    <w:rsid w:val="00824861"/>
    <w:rsid w:val="008255B0"/>
    <w:rsid w:val="00825772"/>
    <w:rsid w:val="00825ACC"/>
    <w:rsid w:val="00825FC6"/>
    <w:rsid w:val="00826837"/>
    <w:rsid w:val="00826ABD"/>
    <w:rsid w:val="0082771D"/>
    <w:rsid w:val="008278AA"/>
    <w:rsid w:val="00827F49"/>
    <w:rsid w:val="008306EF"/>
    <w:rsid w:val="00830A80"/>
    <w:rsid w:val="008312B9"/>
    <w:rsid w:val="00832659"/>
    <w:rsid w:val="0083272B"/>
    <w:rsid w:val="00832746"/>
    <w:rsid w:val="00832B9B"/>
    <w:rsid w:val="00832BA7"/>
    <w:rsid w:val="00832BB6"/>
    <w:rsid w:val="0083359B"/>
    <w:rsid w:val="008339CB"/>
    <w:rsid w:val="00833DA9"/>
    <w:rsid w:val="0083401D"/>
    <w:rsid w:val="0083448E"/>
    <w:rsid w:val="008349DD"/>
    <w:rsid w:val="00834AF6"/>
    <w:rsid w:val="008350E8"/>
    <w:rsid w:val="00835E65"/>
    <w:rsid w:val="00836115"/>
    <w:rsid w:val="0083731C"/>
    <w:rsid w:val="008373C1"/>
    <w:rsid w:val="00837435"/>
    <w:rsid w:val="00837930"/>
    <w:rsid w:val="00837BB1"/>
    <w:rsid w:val="0084047D"/>
    <w:rsid w:val="00840A6A"/>
    <w:rsid w:val="00840C6E"/>
    <w:rsid w:val="00841176"/>
    <w:rsid w:val="0084237F"/>
    <w:rsid w:val="00842A65"/>
    <w:rsid w:val="00842B9D"/>
    <w:rsid w:val="00844AB3"/>
    <w:rsid w:val="00844F71"/>
    <w:rsid w:val="00845506"/>
    <w:rsid w:val="00845C10"/>
    <w:rsid w:val="00845FF6"/>
    <w:rsid w:val="0084610A"/>
    <w:rsid w:val="008463B8"/>
    <w:rsid w:val="00846B92"/>
    <w:rsid w:val="00847041"/>
    <w:rsid w:val="00847652"/>
    <w:rsid w:val="00847737"/>
    <w:rsid w:val="008479B2"/>
    <w:rsid w:val="008503F8"/>
    <w:rsid w:val="00851022"/>
    <w:rsid w:val="0085112D"/>
    <w:rsid w:val="008511E3"/>
    <w:rsid w:val="00851394"/>
    <w:rsid w:val="00852896"/>
    <w:rsid w:val="00852D5A"/>
    <w:rsid w:val="008533DE"/>
    <w:rsid w:val="00853833"/>
    <w:rsid w:val="00853A1B"/>
    <w:rsid w:val="00853D19"/>
    <w:rsid w:val="008541B0"/>
    <w:rsid w:val="008546EC"/>
    <w:rsid w:val="00854B23"/>
    <w:rsid w:val="00855617"/>
    <w:rsid w:val="00855E11"/>
    <w:rsid w:val="00856430"/>
    <w:rsid w:val="00856A1A"/>
    <w:rsid w:val="00856F8C"/>
    <w:rsid w:val="00857B85"/>
    <w:rsid w:val="00857BA4"/>
    <w:rsid w:val="00857C50"/>
    <w:rsid w:val="00860ACA"/>
    <w:rsid w:val="00860C30"/>
    <w:rsid w:val="00860ED8"/>
    <w:rsid w:val="00861D41"/>
    <w:rsid w:val="00861F98"/>
    <w:rsid w:val="00862CCF"/>
    <w:rsid w:val="00862DCD"/>
    <w:rsid w:val="0086319D"/>
    <w:rsid w:val="00863A01"/>
    <w:rsid w:val="00863D76"/>
    <w:rsid w:val="00863DAF"/>
    <w:rsid w:val="00863EB7"/>
    <w:rsid w:val="00864DA6"/>
    <w:rsid w:val="00867856"/>
    <w:rsid w:val="008709A7"/>
    <w:rsid w:val="0087425A"/>
    <w:rsid w:val="008744E7"/>
    <w:rsid w:val="00875136"/>
    <w:rsid w:val="00875768"/>
    <w:rsid w:val="00875E38"/>
    <w:rsid w:val="00876227"/>
    <w:rsid w:val="00876445"/>
    <w:rsid w:val="00877148"/>
    <w:rsid w:val="008772CD"/>
    <w:rsid w:val="008772F4"/>
    <w:rsid w:val="008776EF"/>
    <w:rsid w:val="00877718"/>
    <w:rsid w:val="0087774B"/>
    <w:rsid w:val="00877FCF"/>
    <w:rsid w:val="008800E7"/>
    <w:rsid w:val="008805CD"/>
    <w:rsid w:val="008805D2"/>
    <w:rsid w:val="008807B7"/>
    <w:rsid w:val="0088080A"/>
    <w:rsid w:val="008808BB"/>
    <w:rsid w:val="00880CFD"/>
    <w:rsid w:val="008818D1"/>
    <w:rsid w:val="00881AFF"/>
    <w:rsid w:val="00881DE8"/>
    <w:rsid w:val="008826EC"/>
    <w:rsid w:val="00882B7C"/>
    <w:rsid w:val="00883138"/>
    <w:rsid w:val="00883C14"/>
    <w:rsid w:val="00883DBA"/>
    <w:rsid w:val="00883DF8"/>
    <w:rsid w:val="008846FE"/>
    <w:rsid w:val="008848B6"/>
    <w:rsid w:val="00884EBF"/>
    <w:rsid w:val="008857FE"/>
    <w:rsid w:val="00885882"/>
    <w:rsid w:val="008870CD"/>
    <w:rsid w:val="008872D2"/>
    <w:rsid w:val="00890583"/>
    <w:rsid w:val="00890856"/>
    <w:rsid w:val="00891995"/>
    <w:rsid w:val="00892566"/>
    <w:rsid w:val="008947DB"/>
    <w:rsid w:val="00894EF4"/>
    <w:rsid w:val="0089584F"/>
    <w:rsid w:val="008961B4"/>
    <w:rsid w:val="00897D0B"/>
    <w:rsid w:val="008A0014"/>
    <w:rsid w:val="008A00EC"/>
    <w:rsid w:val="008A01A1"/>
    <w:rsid w:val="008A0205"/>
    <w:rsid w:val="008A05FB"/>
    <w:rsid w:val="008A0B6A"/>
    <w:rsid w:val="008A1283"/>
    <w:rsid w:val="008A12D5"/>
    <w:rsid w:val="008A138C"/>
    <w:rsid w:val="008A1843"/>
    <w:rsid w:val="008A18D5"/>
    <w:rsid w:val="008A1CC1"/>
    <w:rsid w:val="008A2831"/>
    <w:rsid w:val="008A32DE"/>
    <w:rsid w:val="008A40C4"/>
    <w:rsid w:val="008A4274"/>
    <w:rsid w:val="008A5DC1"/>
    <w:rsid w:val="008A5FB2"/>
    <w:rsid w:val="008A6376"/>
    <w:rsid w:val="008A69CC"/>
    <w:rsid w:val="008A6DD2"/>
    <w:rsid w:val="008B0C5A"/>
    <w:rsid w:val="008B294F"/>
    <w:rsid w:val="008B3A5A"/>
    <w:rsid w:val="008B3C4E"/>
    <w:rsid w:val="008B3D34"/>
    <w:rsid w:val="008B4035"/>
    <w:rsid w:val="008B433B"/>
    <w:rsid w:val="008B43EF"/>
    <w:rsid w:val="008B4B8C"/>
    <w:rsid w:val="008B4DE8"/>
    <w:rsid w:val="008B5032"/>
    <w:rsid w:val="008B5815"/>
    <w:rsid w:val="008B70BD"/>
    <w:rsid w:val="008B7219"/>
    <w:rsid w:val="008C00DD"/>
    <w:rsid w:val="008C0106"/>
    <w:rsid w:val="008C06FB"/>
    <w:rsid w:val="008C1102"/>
    <w:rsid w:val="008C1659"/>
    <w:rsid w:val="008C1FF1"/>
    <w:rsid w:val="008C2897"/>
    <w:rsid w:val="008C2D53"/>
    <w:rsid w:val="008C2E24"/>
    <w:rsid w:val="008C2F0A"/>
    <w:rsid w:val="008C3B51"/>
    <w:rsid w:val="008C3F76"/>
    <w:rsid w:val="008C453A"/>
    <w:rsid w:val="008C47BF"/>
    <w:rsid w:val="008C4C80"/>
    <w:rsid w:val="008C5D61"/>
    <w:rsid w:val="008C5F6B"/>
    <w:rsid w:val="008C6342"/>
    <w:rsid w:val="008C6855"/>
    <w:rsid w:val="008C7353"/>
    <w:rsid w:val="008C762E"/>
    <w:rsid w:val="008C7B1A"/>
    <w:rsid w:val="008D043B"/>
    <w:rsid w:val="008D065B"/>
    <w:rsid w:val="008D12F2"/>
    <w:rsid w:val="008D1400"/>
    <w:rsid w:val="008D15DF"/>
    <w:rsid w:val="008D16DA"/>
    <w:rsid w:val="008D1F32"/>
    <w:rsid w:val="008D3A82"/>
    <w:rsid w:val="008D3A8A"/>
    <w:rsid w:val="008D3BAA"/>
    <w:rsid w:val="008D4C29"/>
    <w:rsid w:val="008D5117"/>
    <w:rsid w:val="008D5526"/>
    <w:rsid w:val="008D5EB8"/>
    <w:rsid w:val="008D5F4C"/>
    <w:rsid w:val="008D6171"/>
    <w:rsid w:val="008D677A"/>
    <w:rsid w:val="008D6F5A"/>
    <w:rsid w:val="008D75E2"/>
    <w:rsid w:val="008D7DC3"/>
    <w:rsid w:val="008E1080"/>
    <w:rsid w:val="008E249B"/>
    <w:rsid w:val="008E2EBB"/>
    <w:rsid w:val="008E2EE8"/>
    <w:rsid w:val="008E31E6"/>
    <w:rsid w:val="008E33E9"/>
    <w:rsid w:val="008E3DFC"/>
    <w:rsid w:val="008E3FD3"/>
    <w:rsid w:val="008E44BC"/>
    <w:rsid w:val="008E4ACA"/>
    <w:rsid w:val="008E55FE"/>
    <w:rsid w:val="008E59F9"/>
    <w:rsid w:val="008E64F5"/>
    <w:rsid w:val="008E65C4"/>
    <w:rsid w:val="008E66AE"/>
    <w:rsid w:val="008E73B2"/>
    <w:rsid w:val="008F1E7B"/>
    <w:rsid w:val="008F210B"/>
    <w:rsid w:val="008F2BD0"/>
    <w:rsid w:val="008F2DD1"/>
    <w:rsid w:val="008F3074"/>
    <w:rsid w:val="008F3D82"/>
    <w:rsid w:val="008F400E"/>
    <w:rsid w:val="008F4FD5"/>
    <w:rsid w:val="008F5699"/>
    <w:rsid w:val="008F5C48"/>
    <w:rsid w:val="008F7108"/>
    <w:rsid w:val="008F76E1"/>
    <w:rsid w:val="008F76F6"/>
    <w:rsid w:val="008F7C5B"/>
    <w:rsid w:val="008F7D2C"/>
    <w:rsid w:val="0090012E"/>
    <w:rsid w:val="00900591"/>
    <w:rsid w:val="00900A1E"/>
    <w:rsid w:val="00900B62"/>
    <w:rsid w:val="00900B9F"/>
    <w:rsid w:val="0090122A"/>
    <w:rsid w:val="009015DB"/>
    <w:rsid w:val="009019CC"/>
    <w:rsid w:val="00901FBA"/>
    <w:rsid w:val="00902586"/>
    <w:rsid w:val="009037B9"/>
    <w:rsid w:val="0090555D"/>
    <w:rsid w:val="009056F0"/>
    <w:rsid w:val="00906030"/>
    <w:rsid w:val="00906044"/>
    <w:rsid w:val="009060BC"/>
    <w:rsid w:val="009060D9"/>
    <w:rsid w:val="009066B3"/>
    <w:rsid w:val="009078AA"/>
    <w:rsid w:val="00907EEF"/>
    <w:rsid w:val="00907F16"/>
    <w:rsid w:val="009100C2"/>
    <w:rsid w:val="0091055C"/>
    <w:rsid w:val="00911111"/>
    <w:rsid w:val="00911734"/>
    <w:rsid w:val="009122D2"/>
    <w:rsid w:val="009138FC"/>
    <w:rsid w:val="00913A9B"/>
    <w:rsid w:val="009142A4"/>
    <w:rsid w:val="009150E6"/>
    <w:rsid w:val="009153B2"/>
    <w:rsid w:val="00915FD8"/>
    <w:rsid w:val="009165AB"/>
    <w:rsid w:val="00917A81"/>
    <w:rsid w:val="00920333"/>
    <w:rsid w:val="009206EB"/>
    <w:rsid w:val="00920768"/>
    <w:rsid w:val="009210DB"/>
    <w:rsid w:val="00922275"/>
    <w:rsid w:val="009224BA"/>
    <w:rsid w:val="00923438"/>
    <w:rsid w:val="0092374B"/>
    <w:rsid w:val="00923CEF"/>
    <w:rsid w:val="00923DB6"/>
    <w:rsid w:val="00924825"/>
    <w:rsid w:val="00924D83"/>
    <w:rsid w:val="009254D2"/>
    <w:rsid w:val="00925DBE"/>
    <w:rsid w:val="0092680C"/>
    <w:rsid w:val="00926A9C"/>
    <w:rsid w:val="00926C60"/>
    <w:rsid w:val="00927027"/>
    <w:rsid w:val="009271C2"/>
    <w:rsid w:val="009276AD"/>
    <w:rsid w:val="00927934"/>
    <w:rsid w:val="00927A01"/>
    <w:rsid w:val="00927C08"/>
    <w:rsid w:val="00927D1E"/>
    <w:rsid w:val="00930340"/>
    <w:rsid w:val="00930AEE"/>
    <w:rsid w:val="00930C86"/>
    <w:rsid w:val="00930D7F"/>
    <w:rsid w:val="00931277"/>
    <w:rsid w:val="00931903"/>
    <w:rsid w:val="00931D0B"/>
    <w:rsid w:val="00931FDD"/>
    <w:rsid w:val="00932EA2"/>
    <w:rsid w:val="00932FDD"/>
    <w:rsid w:val="009339FC"/>
    <w:rsid w:val="00933A84"/>
    <w:rsid w:val="00933BED"/>
    <w:rsid w:val="00933CBF"/>
    <w:rsid w:val="00934C0A"/>
    <w:rsid w:val="00934C27"/>
    <w:rsid w:val="00935528"/>
    <w:rsid w:val="00935B83"/>
    <w:rsid w:val="00935D0B"/>
    <w:rsid w:val="00935FFD"/>
    <w:rsid w:val="009364C0"/>
    <w:rsid w:val="00936C2F"/>
    <w:rsid w:val="00937267"/>
    <w:rsid w:val="0093727A"/>
    <w:rsid w:val="009378AA"/>
    <w:rsid w:val="00937A8A"/>
    <w:rsid w:val="00940028"/>
    <w:rsid w:val="0094014A"/>
    <w:rsid w:val="00940924"/>
    <w:rsid w:val="009410B4"/>
    <w:rsid w:val="00943240"/>
    <w:rsid w:val="00943CAA"/>
    <w:rsid w:val="00944378"/>
    <w:rsid w:val="009443EC"/>
    <w:rsid w:val="00944D47"/>
    <w:rsid w:val="00944D6C"/>
    <w:rsid w:val="00944F1E"/>
    <w:rsid w:val="0094520E"/>
    <w:rsid w:val="00945C1A"/>
    <w:rsid w:val="00946750"/>
    <w:rsid w:val="00946F2F"/>
    <w:rsid w:val="00947016"/>
    <w:rsid w:val="00947846"/>
    <w:rsid w:val="00947D93"/>
    <w:rsid w:val="00947FA4"/>
    <w:rsid w:val="009505FF"/>
    <w:rsid w:val="009506DF"/>
    <w:rsid w:val="00950D69"/>
    <w:rsid w:val="009512AE"/>
    <w:rsid w:val="009512C6"/>
    <w:rsid w:val="00951B4B"/>
    <w:rsid w:val="00953096"/>
    <w:rsid w:val="009536A9"/>
    <w:rsid w:val="00953AEA"/>
    <w:rsid w:val="00953B3A"/>
    <w:rsid w:val="0095415B"/>
    <w:rsid w:val="00954C1E"/>
    <w:rsid w:val="00955056"/>
    <w:rsid w:val="0095531C"/>
    <w:rsid w:val="009555B4"/>
    <w:rsid w:val="00955D80"/>
    <w:rsid w:val="0095635D"/>
    <w:rsid w:val="00956795"/>
    <w:rsid w:val="0095685F"/>
    <w:rsid w:val="009577B2"/>
    <w:rsid w:val="00957825"/>
    <w:rsid w:val="009578BA"/>
    <w:rsid w:val="00957992"/>
    <w:rsid w:val="00957ECA"/>
    <w:rsid w:val="00957F6E"/>
    <w:rsid w:val="00961A48"/>
    <w:rsid w:val="00961A7E"/>
    <w:rsid w:val="00962191"/>
    <w:rsid w:val="00962828"/>
    <w:rsid w:val="009628C8"/>
    <w:rsid w:val="009628EF"/>
    <w:rsid w:val="00962976"/>
    <w:rsid w:val="00962A09"/>
    <w:rsid w:val="0096310D"/>
    <w:rsid w:val="009632B9"/>
    <w:rsid w:val="009636AE"/>
    <w:rsid w:val="00964065"/>
    <w:rsid w:val="00964F23"/>
    <w:rsid w:val="009656C0"/>
    <w:rsid w:val="0096592C"/>
    <w:rsid w:val="009659A6"/>
    <w:rsid w:val="00967442"/>
    <w:rsid w:val="009674E5"/>
    <w:rsid w:val="00967A7F"/>
    <w:rsid w:val="00967DD9"/>
    <w:rsid w:val="00967F43"/>
    <w:rsid w:val="0097029C"/>
    <w:rsid w:val="00970B74"/>
    <w:rsid w:val="0097109A"/>
    <w:rsid w:val="00971186"/>
    <w:rsid w:val="009711DA"/>
    <w:rsid w:val="009716C9"/>
    <w:rsid w:val="0097190E"/>
    <w:rsid w:val="009725B8"/>
    <w:rsid w:val="00972605"/>
    <w:rsid w:val="0097288B"/>
    <w:rsid w:val="00972997"/>
    <w:rsid w:val="0097316B"/>
    <w:rsid w:val="0097388F"/>
    <w:rsid w:val="0097391C"/>
    <w:rsid w:val="00974307"/>
    <w:rsid w:val="0097431D"/>
    <w:rsid w:val="0097511A"/>
    <w:rsid w:val="00975177"/>
    <w:rsid w:val="009758F0"/>
    <w:rsid w:val="00975B08"/>
    <w:rsid w:val="00975E4C"/>
    <w:rsid w:val="00975F87"/>
    <w:rsid w:val="009760B0"/>
    <w:rsid w:val="00976809"/>
    <w:rsid w:val="00976F46"/>
    <w:rsid w:val="009774B2"/>
    <w:rsid w:val="00977974"/>
    <w:rsid w:val="009806EF"/>
    <w:rsid w:val="00980774"/>
    <w:rsid w:val="009807B1"/>
    <w:rsid w:val="00980CCA"/>
    <w:rsid w:val="00980E22"/>
    <w:rsid w:val="00981912"/>
    <w:rsid w:val="00981D76"/>
    <w:rsid w:val="00982465"/>
    <w:rsid w:val="00982C0A"/>
    <w:rsid w:val="00983949"/>
    <w:rsid w:val="009856B3"/>
    <w:rsid w:val="00985819"/>
    <w:rsid w:val="009858DF"/>
    <w:rsid w:val="00985A86"/>
    <w:rsid w:val="00985E6D"/>
    <w:rsid w:val="00985FEE"/>
    <w:rsid w:val="00986178"/>
    <w:rsid w:val="00986317"/>
    <w:rsid w:val="009867D8"/>
    <w:rsid w:val="00986C0C"/>
    <w:rsid w:val="0098724B"/>
    <w:rsid w:val="00987B0D"/>
    <w:rsid w:val="00990510"/>
    <w:rsid w:val="00990629"/>
    <w:rsid w:val="009907A1"/>
    <w:rsid w:val="009908AB"/>
    <w:rsid w:val="0099092D"/>
    <w:rsid w:val="00990BE9"/>
    <w:rsid w:val="00990EA6"/>
    <w:rsid w:val="0099176A"/>
    <w:rsid w:val="00991CA7"/>
    <w:rsid w:val="00992504"/>
    <w:rsid w:val="009928F8"/>
    <w:rsid w:val="00992BD0"/>
    <w:rsid w:val="00992FFA"/>
    <w:rsid w:val="00993BB5"/>
    <w:rsid w:val="00994284"/>
    <w:rsid w:val="0099428A"/>
    <w:rsid w:val="009945D1"/>
    <w:rsid w:val="00994769"/>
    <w:rsid w:val="0099558C"/>
    <w:rsid w:val="00995987"/>
    <w:rsid w:val="00995DBA"/>
    <w:rsid w:val="00995E23"/>
    <w:rsid w:val="00995F66"/>
    <w:rsid w:val="00996747"/>
    <w:rsid w:val="00997036"/>
    <w:rsid w:val="00997C5B"/>
    <w:rsid w:val="00997F88"/>
    <w:rsid w:val="009A032A"/>
    <w:rsid w:val="009A07FB"/>
    <w:rsid w:val="009A0B78"/>
    <w:rsid w:val="009A0D41"/>
    <w:rsid w:val="009A0D5A"/>
    <w:rsid w:val="009A149B"/>
    <w:rsid w:val="009A170F"/>
    <w:rsid w:val="009A1CD2"/>
    <w:rsid w:val="009A1F32"/>
    <w:rsid w:val="009A2265"/>
    <w:rsid w:val="009A26C6"/>
    <w:rsid w:val="009A3455"/>
    <w:rsid w:val="009A35ED"/>
    <w:rsid w:val="009A3B14"/>
    <w:rsid w:val="009A3CEB"/>
    <w:rsid w:val="009A41AF"/>
    <w:rsid w:val="009A4870"/>
    <w:rsid w:val="009A5024"/>
    <w:rsid w:val="009A58DA"/>
    <w:rsid w:val="009A6770"/>
    <w:rsid w:val="009A693F"/>
    <w:rsid w:val="009A6CFD"/>
    <w:rsid w:val="009A70DF"/>
    <w:rsid w:val="009A7318"/>
    <w:rsid w:val="009A73A4"/>
    <w:rsid w:val="009A74D5"/>
    <w:rsid w:val="009B0136"/>
    <w:rsid w:val="009B107C"/>
    <w:rsid w:val="009B1403"/>
    <w:rsid w:val="009B1AD3"/>
    <w:rsid w:val="009B2AE0"/>
    <w:rsid w:val="009B3013"/>
    <w:rsid w:val="009B344A"/>
    <w:rsid w:val="009B549A"/>
    <w:rsid w:val="009B582D"/>
    <w:rsid w:val="009B587D"/>
    <w:rsid w:val="009B6C11"/>
    <w:rsid w:val="009B7611"/>
    <w:rsid w:val="009B7640"/>
    <w:rsid w:val="009B7EC4"/>
    <w:rsid w:val="009C0B38"/>
    <w:rsid w:val="009C11ED"/>
    <w:rsid w:val="009C1549"/>
    <w:rsid w:val="009C15B8"/>
    <w:rsid w:val="009C15E0"/>
    <w:rsid w:val="009C34B7"/>
    <w:rsid w:val="009C354F"/>
    <w:rsid w:val="009C42AE"/>
    <w:rsid w:val="009C42B2"/>
    <w:rsid w:val="009C4444"/>
    <w:rsid w:val="009C45CF"/>
    <w:rsid w:val="009C4C15"/>
    <w:rsid w:val="009C5453"/>
    <w:rsid w:val="009C5468"/>
    <w:rsid w:val="009C57D5"/>
    <w:rsid w:val="009C58A5"/>
    <w:rsid w:val="009C594B"/>
    <w:rsid w:val="009C5A8E"/>
    <w:rsid w:val="009C5DA0"/>
    <w:rsid w:val="009C5EFF"/>
    <w:rsid w:val="009C611E"/>
    <w:rsid w:val="009C6247"/>
    <w:rsid w:val="009C624B"/>
    <w:rsid w:val="009C709F"/>
    <w:rsid w:val="009C7A3E"/>
    <w:rsid w:val="009D0612"/>
    <w:rsid w:val="009D0B7F"/>
    <w:rsid w:val="009D10B1"/>
    <w:rsid w:val="009D17A3"/>
    <w:rsid w:val="009D2099"/>
    <w:rsid w:val="009D26ED"/>
    <w:rsid w:val="009D280C"/>
    <w:rsid w:val="009D2957"/>
    <w:rsid w:val="009D29A4"/>
    <w:rsid w:val="009D2A4F"/>
    <w:rsid w:val="009D2CBD"/>
    <w:rsid w:val="009D2D14"/>
    <w:rsid w:val="009D4901"/>
    <w:rsid w:val="009D5C5F"/>
    <w:rsid w:val="009D6582"/>
    <w:rsid w:val="009D6696"/>
    <w:rsid w:val="009D6CE9"/>
    <w:rsid w:val="009D73B3"/>
    <w:rsid w:val="009D7677"/>
    <w:rsid w:val="009E032B"/>
    <w:rsid w:val="009E06FB"/>
    <w:rsid w:val="009E0BED"/>
    <w:rsid w:val="009E0C76"/>
    <w:rsid w:val="009E19FA"/>
    <w:rsid w:val="009E1FEF"/>
    <w:rsid w:val="009E2D2E"/>
    <w:rsid w:val="009E2D98"/>
    <w:rsid w:val="009E2DEA"/>
    <w:rsid w:val="009E321E"/>
    <w:rsid w:val="009E3944"/>
    <w:rsid w:val="009E3966"/>
    <w:rsid w:val="009E492D"/>
    <w:rsid w:val="009E4D8A"/>
    <w:rsid w:val="009E5032"/>
    <w:rsid w:val="009E529C"/>
    <w:rsid w:val="009E5AA5"/>
    <w:rsid w:val="009E6727"/>
    <w:rsid w:val="009E6BA6"/>
    <w:rsid w:val="009E6D45"/>
    <w:rsid w:val="009E760E"/>
    <w:rsid w:val="009E7DA1"/>
    <w:rsid w:val="009F032E"/>
    <w:rsid w:val="009F0473"/>
    <w:rsid w:val="009F0EE8"/>
    <w:rsid w:val="009F14EC"/>
    <w:rsid w:val="009F1B2A"/>
    <w:rsid w:val="009F1DA3"/>
    <w:rsid w:val="009F225F"/>
    <w:rsid w:val="009F293E"/>
    <w:rsid w:val="009F2F76"/>
    <w:rsid w:val="009F3140"/>
    <w:rsid w:val="009F34D7"/>
    <w:rsid w:val="009F3559"/>
    <w:rsid w:val="009F41C4"/>
    <w:rsid w:val="009F42DE"/>
    <w:rsid w:val="009F4459"/>
    <w:rsid w:val="009F4BB0"/>
    <w:rsid w:val="009F4C1B"/>
    <w:rsid w:val="009F4DAD"/>
    <w:rsid w:val="009F515D"/>
    <w:rsid w:val="009F53F7"/>
    <w:rsid w:val="009F577C"/>
    <w:rsid w:val="009F5B72"/>
    <w:rsid w:val="009F5C93"/>
    <w:rsid w:val="009F7085"/>
    <w:rsid w:val="009F745B"/>
    <w:rsid w:val="009F75AD"/>
    <w:rsid w:val="00A00DC7"/>
    <w:rsid w:val="00A012E2"/>
    <w:rsid w:val="00A01AB5"/>
    <w:rsid w:val="00A01B32"/>
    <w:rsid w:val="00A01E06"/>
    <w:rsid w:val="00A01E7D"/>
    <w:rsid w:val="00A02146"/>
    <w:rsid w:val="00A03A6F"/>
    <w:rsid w:val="00A04258"/>
    <w:rsid w:val="00A042C4"/>
    <w:rsid w:val="00A04D9C"/>
    <w:rsid w:val="00A05892"/>
    <w:rsid w:val="00A0707A"/>
    <w:rsid w:val="00A076BD"/>
    <w:rsid w:val="00A07B27"/>
    <w:rsid w:val="00A1003E"/>
    <w:rsid w:val="00A10295"/>
    <w:rsid w:val="00A11764"/>
    <w:rsid w:val="00A123EB"/>
    <w:rsid w:val="00A12646"/>
    <w:rsid w:val="00A12C05"/>
    <w:rsid w:val="00A12F4F"/>
    <w:rsid w:val="00A130D7"/>
    <w:rsid w:val="00A13298"/>
    <w:rsid w:val="00A136BB"/>
    <w:rsid w:val="00A13F0C"/>
    <w:rsid w:val="00A13FBF"/>
    <w:rsid w:val="00A1423B"/>
    <w:rsid w:val="00A1441B"/>
    <w:rsid w:val="00A150A3"/>
    <w:rsid w:val="00A154A3"/>
    <w:rsid w:val="00A1554A"/>
    <w:rsid w:val="00A1557A"/>
    <w:rsid w:val="00A15C32"/>
    <w:rsid w:val="00A160A8"/>
    <w:rsid w:val="00A16D5E"/>
    <w:rsid w:val="00A17D16"/>
    <w:rsid w:val="00A202EF"/>
    <w:rsid w:val="00A20E69"/>
    <w:rsid w:val="00A2114A"/>
    <w:rsid w:val="00A213D9"/>
    <w:rsid w:val="00A214E8"/>
    <w:rsid w:val="00A21AD1"/>
    <w:rsid w:val="00A222FF"/>
    <w:rsid w:val="00A22577"/>
    <w:rsid w:val="00A2261A"/>
    <w:rsid w:val="00A22A67"/>
    <w:rsid w:val="00A2369C"/>
    <w:rsid w:val="00A238D3"/>
    <w:rsid w:val="00A23AA5"/>
    <w:rsid w:val="00A23AB3"/>
    <w:rsid w:val="00A23BB2"/>
    <w:rsid w:val="00A2421C"/>
    <w:rsid w:val="00A24CD4"/>
    <w:rsid w:val="00A2542C"/>
    <w:rsid w:val="00A26968"/>
    <w:rsid w:val="00A26ADB"/>
    <w:rsid w:val="00A26C3B"/>
    <w:rsid w:val="00A27386"/>
    <w:rsid w:val="00A276F2"/>
    <w:rsid w:val="00A2784A"/>
    <w:rsid w:val="00A27B73"/>
    <w:rsid w:val="00A27DD1"/>
    <w:rsid w:val="00A3062B"/>
    <w:rsid w:val="00A30745"/>
    <w:rsid w:val="00A30F4C"/>
    <w:rsid w:val="00A313B4"/>
    <w:rsid w:val="00A34277"/>
    <w:rsid w:val="00A34BC8"/>
    <w:rsid w:val="00A3557C"/>
    <w:rsid w:val="00A35761"/>
    <w:rsid w:val="00A35855"/>
    <w:rsid w:val="00A35B31"/>
    <w:rsid w:val="00A36052"/>
    <w:rsid w:val="00A3690E"/>
    <w:rsid w:val="00A3715B"/>
    <w:rsid w:val="00A3778C"/>
    <w:rsid w:val="00A377F6"/>
    <w:rsid w:val="00A37BE7"/>
    <w:rsid w:val="00A37F45"/>
    <w:rsid w:val="00A40B0D"/>
    <w:rsid w:val="00A40E88"/>
    <w:rsid w:val="00A40F8C"/>
    <w:rsid w:val="00A41048"/>
    <w:rsid w:val="00A417E0"/>
    <w:rsid w:val="00A4222F"/>
    <w:rsid w:val="00A4294C"/>
    <w:rsid w:val="00A43168"/>
    <w:rsid w:val="00A434BB"/>
    <w:rsid w:val="00A434FC"/>
    <w:rsid w:val="00A4374A"/>
    <w:rsid w:val="00A440D9"/>
    <w:rsid w:val="00A4471B"/>
    <w:rsid w:val="00A44BCA"/>
    <w:rsid w:val="00A45A70"/>
    <w:rsid w:val="00A45AFA"/>
    <w:rsid w:val="00A45B91"/>
    <w:rsid w:val="00A45C61"/>
    <w:rsid w:val="00A465E7"/>
    <w:rsid w:val="00A468A2"/>
    <w:rsid w:val="00A4743B"/>
    <w:rsid w:val="00A504A6"/>
    <w:rsid w:val="00A50BAA"/>
    <w:rsid w:val="00A5196C"/>
    <w:rsid w:val="00A539A8"/>
    <w:rsid w:val="00A54830"/>
    <w:rsid w:val="00A552A7"/>
    <w:rsid w:val="00A55823"/>
    <w:rsid w:val="00A55A8F"/>
    <w:rsid w:val="00A55CB0"/>
    <w:rsid w:val="00A56380"/>
    <w:rsid w:val="00A56448"/>
    <w:rsid w:val="00A565A0"/>
    <w:rsid w:val="00A56C97"/>
    <w:rsid w:val="00A56FD2"/>
    <w:rsid w:val="00A5721E"/>
    <w:rsid w:val="00A57FB4"/>
    <w:rsid w:val="00A61D8F"/>
    <w:rsid w:val="00A61E54"/>
    <w:rsid w:val="00A61FFD"/>
    <w:rsid w:val="00A6265C"/>
    <w:rsid w:val="00A628F0"/>
    <w:rsid w:val="00A6371D"/>
    <w:rsid w:val="00A63F4A"/>
    <w:rsid w:val="00A640A1"/>
    <w:rsid w:val="00A64266"/>
    <w:rsid w:val="00A64650"/>
    <w:rsid w:val="00A64F3F"/>
    <w:rsid w:val="00A65171"/>
    <w:rsid w:val="00A66087"/>
    <w:rsid w:val="00A66583"/>
    <w:rsid w:val="00A66941"/>
    <w:rsid w:val="00A66CC1"/>
    <w:rsid w:val="00A66FB5"/>
    <w:rsid w:val="00A7006D"/>
    <w:rsid w:val="00A70DB3"/>
    <w:rsid w:val="00A70FFA"/>
    <w:rsid w:val="00A7151E"/>
    <w:rsid w:val="00A71592"/>
    <w:rsid w:val="00A71D54"/>
    <w:rsid w:val="00A721A1"/>
    <w:rsid w:val="00A729A2"/>
    <w:rsid w:val="00A72A06"/>
    <w:rsid w:val="00A73202"/>
    <w:rsid w:val="00A73762"/>
    <w:rsid w:val="00A7425C"/>
    <w:rsid w:val="00A7429F"/>
    <w:rsid w:val="00A74387"/>
    <w:rsid w:val="00A74BDA"/>
    <w:rsid w:val="00A74DCE"/>
    <w:rsid w:val="00A757B7"/>
    <w:rsid w:val="00A76462"/>
    <w:rsid w:val="00A768BF"/>
    <w:rsid w:val="00A7752B"/>
    <w:rsid w:val="00A776D5"/>
    <w:rsid w:val="00A80091"/>
    <w:rsid w:val="00A803D3"/>
    <w:rsid w:val="00A8080D"/>
    <w:rsid w:val="00A80CF5"/>
    <w:rsid w:val="00A81238"/>
    <w:rsid w:val="00A8185E"/>
    <w:rsid w:val="00A8199A"/>
    <w:rsid w:val="00A825FC"/>
    <w:rsid w:val="00A8263D"/>
    <w:rsid w:val="00A829E4"/>
    <w:rsid w:val="00A838BC"/>
    <w:rsid w:val="00A83ADE"/>
    <w:rsid w:val="00A84D9F"/>
    <w:rsid w:val="00A8500D"/>
    <w:rsid w:val="00A85504"/>
    <w:rsid w:val="00A85D87"/>
    <w:rsid w:val="00A8654E"/>
    <w:rsid w:val="00A8732E"/>
    <w:rsid w:val="00A87636"/>
    <w:rsid w:val="00A87954"/>
    <w:rsid w:val="00A9040C"/>
    <w:rsid w:val="00A9083F"/>
    <w:rsid w:val="00A90858"/>
    <w:rsid w:val="00A90CB7"/>
    <w:rsid w:val="00A910A3"/>
    <w:rsid w:val="00A91141"/>
    <w:rsid w:val="00A9141C"/>
    <w:rsid w:val="00A91B7E"/>
    <w:rsid w:val="00A92133"/>
    <w:rsid w:val="00A928D7"/>
    <w:rsid w:val="00A92A39"/>
    <w:rsid w:val="00A933E9"/>
    <w:rsid w:val="00A93A4C"/>
    <w:rsid w:val="00A93A5C"/>
    <w:rsid w:val="00A93F9A"/>
    <w:rsid w:val="00A94898"/>
    <w:rsid w:val="00A94A49"/>
    <w:rsid w:val="00A94B8F"/>
    <w:rsid w:val="00A951F9"/>
    <w:rsid w:val="00A95289"/>
    <w:rsid w:val="00A955CF"/>
    <w:rsid w:val="00A95A73"/>
    <w:rsid w:val="00A95B57"/>
    <w:rsid w:val="00A95F46"/>
    <w:rsid w:val="00A96462"/>
    <w:rsid w:val="00A970B6"/>
    <w:rsid w:val="00A97C16"/>
    <w:rsid w:val="00AA0039"/>
    <w:rsid w:val="00AA1354"/>
    <w:rsid w:val="00AA18E2"/>
    <w:rsid w:val="00AA1EF0"/>
    <w:rsid w:val="00AA2473"/>
    <w:rsid w:val="00AA24A9"/>
    <w:rsid w:val="00AA2892"/>
    <w:rsid w:val="00AA5264"/>
    <w:rsid w:val="00AA619B"/>
    <w:rsid w:val="00AA6234"/>
    <w:rsid w:val="00AA63EF"/>
    <w:rsid w:val="00AA66C2"/>
    <w:rsid w:val="00AA66E2"/>
    <w:rsid w:val="00AA6F0E"/>
    <w:rsid w:val="00AA7350"/>
    <w:rsid w:val="00AA7D95"/>
    <w:rsid w:val="00AA7F51"/>
    <w:rsid w:val="00AB06F9"/>
    <w:rsid w:val="00AB07B3"/>
    <w:rsid w:val="00AB0BD3"/>
    <w:rsid w:val="00AB19A7"/>
    <w:rsid w:val="00AB19F8"/>
    <w:rsid w:val="00AB2361"/>
    <w:rsid w:val="00AB270B"/>
    <w:rsid w:val="00AB2814"/>
    <w:rsid w:val="00AB289E"/>
    <w:rsid w:val="00AB2FBA"/>
    <w:rsid w:val="00AB3AC0"/>
    <w:rsid w:val="00AB3BA4"/>
    <w:rsid w:val="00AB47EF"/>
    <w:rsid w:val="00AB4A33"/>
    <w:rsid w:val="00AB4F1E"/>
    <w:rsid w:val="00AB55D7"/>
    <w:rsid w:val="00AB5BCF"/>
    <w:rsid w:val="00AB60CD"/>
    <w:rsid w:val="00AB687E"/>
    <w:rsid w:val="00AB6CC9"/>
    <w:rsid w:val="00AB74D0"/>
    <w:rsid w:val="00AC01EC"/>
    <w:rsid w:val="00AC1003"/>
    <w:rsid w:val="00AC158A"/>
    <w:rsid w:val="00AC17FF"/>
    <w:rsid w:val="00AC1AC4"/>
    <w:rsid w:val="00AC1D0A"/>
    <w:rsid w:val="00AC1D69"/>
    <w:rsid w:val="00AC2B6E"/>
    <w:rsid w:val="00AC2F15"/>
    <w:rsid w:val="00AC318C"/>
    <w:rsid w:val="00AC3823"/>
    <w:rsid w:val="00AC4600"/>
    <w:rsid w:val="00AC4AEB"/>
    <w:rsid w:val="00AC4B76"/>
    <w:rsid w:val="00AC504C"/>
    <w:rsid w:val="00AC5654"/>
    <w:rsid w:val="00AC5AF6"/>
    <w:rsid w:val="00AC5E7E"/>
    <w:rsid w:val="00AC644B"/>
    <w:rsid w:val="00AC687B"/>
    <w:rsid w:val="00AC6B4D"/>
    <w:rsid w:val="00AC6B91"/>
    <w:rsid w:val="00AC6DF3"/>
    <w:rsid w:val="00AC7527"/>
    <w:rsid w:val="00AC76C5"/>
    <w:rsid w:val="00AC773E"/>
    <w:rsid w:val="00AC7A41"/>
    <w:rsid w:val="00AD08E1"/>
    <w:rsid w:val="00AD102B"/>
    <w:rsid w:val="00AD1424"/>
    <w:rsid w:val="00AD25D9"/>
    <w:rsid w:val="00AD2B46"/>
    <w:rsid w:val="00AD2C4E"/>
    <w:rsid w:val="00AD38C1"/>
    <w:rsid w:val="00AD3EF2"/>
    <w:rsid w:val="00AD452F"/>
    <w:rsid w:val="00AD50E3"/>
    <w:rsid w:val="00AD5A2E"/>
    <w:rsid w:val="00AD5B88"/>
    <w:rsid w:val="00AD5BC0"/>
    <w:rsid w:val="00AD5E97"/>
    <w:rsid w:val="00AD649E"/>
    <w:rsid w:val="00AD69FB"/>
    <w:rsid w:val="00AD6D50"/>
    <w:rsid w:val="00AD726C"/>
    <w:rsid w:val="00AE0875"/>
    <w:rsid w:val="00AE0910"/>
    <w:rsid w:val="00AE2673"/>
    <w:rsid w:val="00AE29BD"/>
    <w:rsid w:val="00AE3411"/>
    <w:rsid w:val="00AE5C3C"/>
    <w:rsid w:val="00AE69AF"/>
    <w:rsid w:val="00AE6A0B"/>
    <w:rsid w:val="00AE7663"/>
    <w:rsid w:val="00AE7A66"/>
    <w:rsid w:val="00AF0208"/>
    <w:rsid w:val="00AF02BB"/>
    <w:rsid w:val="00AF06D9"/>
    <w:rsid w:val="00AF11CE"/>
    <w:rsid w:val="00AF1774"/>
    <w:rsid w:val="00AF1816"/>
    <w:rsid w:val="00AF1B37"/>
    <w:rsid w:val="00AF1D32"/>
    <w:rsid w:val="00AF2034"/>
    <w:rsid w:val="00AF26D6"/>
    <w:rsid w:val="00AF2B36"/>
    <w:rsid w:val="00AF3723"/>
    <w:rsid w:val="00AF44D6"/>
    <w:rsid w:val="00AF4E32"/>
    <w:rsid w:val="00AF63A0"/>
    <w:rsid w:val="00AF7475"/>
    <w:rsid w:val="00B0042D"/>
    <w:rsid w:val="00B006F3"/>
    <w:rsid w:val="00B00DE2"/>
    <w:rsid w:val="00B0127C"/>
    <w:rsid w:val="00B0197C"/>
    <w:rsid w:val="00B02501"/>
    <w:rsid w:val="00B02864"/>
    <w:rsid w:val="00B03364"/>
    <w:rsid w:val="00B0465C"/>
    <w:rsid w:val="00B04A74"/>
    <w:rsid w:val="00B04C8E"/>
    <w:rsid w:val="00B04CFD"/>
    <w:rsid w:val="00B04F52"/>
    <w:rsid w:val="00B053A7"/>
    <w:rsid w:val="00B05BA5"/>
    <w:rsid w:val="00B05C5E"/>
    <w:rsid w:val="00B05C94"/>
    <w:rsid w:val="00B05E33"/>
    <w:rsid w:val="00B06619"/>
    <w:rsid w:val="00B068B8"/>
    <w:rsid w:val="00B06B0A"/>
    <w:rsid w:val="00B07839"/>
    <w:rsid w:val="00B10418"/>
    <w:rsid w:val="00B1056B"/>
    <w:rsid w:val="00B10B2D"/>
    <w:rsid w:val="00B10E90"/>
    <w:rsid w:val="00B11129"/>
    <w:rsid w:val="00B111EF"/>
    <w:rsid w:val="00B11F0E"/>
    <w:rsid w:val="00B123CB"/>
    <w:rsid w:val="00B12772"/>
    <w:rsid w:val="00B12A71"/>
    <w:rsid w:val="00B12BF2"/>
    <w:rsid w:val="00B12DDF"/>
    <w:rsid w:val="00B12E54"/>
    <w:rsid w:val="00B1301A"/>
    <w:rsid w:val="00B138E4"/>
    <w:rsid w:val="00B13B63"/>
    <w:rsid w:val="00B13F12"/>
    <w:rsid w:val="00B14168"/>
    <w:rsid w:val="00B15556"/>
    <w:rsid w:val="00B15CCE"/>
    <w:rsid w:val="00B16150"/>
    <w:rsid w:val="00B17702"/>
    <w:rsid w:val="00B179AA"/>
    <w:rsid w:val="00B17DCB"/>
    <w:rsid w:val="00B17ECA"/>
    <w:rsid w:val="00B2018A"/>
    <w:rsid w:val="00B2062A"/>
    <w:rsid w:val="00B2080C"/>
    <w:rsid w:val="00B21034"/>
    <w:rsid w:val="00B21084"/>
    <w:rsid w:val="00B213D1"/>
    <w:rsid w:val="00B23C9C"/>
    <w:rsid w:val="00B23CD9"/>
    <w:rsid w:val="00B24546"/>
    <w:rsid w:val="00B24731"/>
    <w:rsid w:val="00B24828"/>
    <w:rsid w:val="00B249E2"/>
    <w:rsid w:val="00B24B7E"/>
    <w:rsid w:val="00B25133"/>
    <w:rsid w:val="00B260C1"/>
    <w:rsid w:val="00B2611C"/>
    <w:rsid w:val="00B261BC"/>
    <w:rsid w:val="00B26525"/>
    <w:rsid w:val="00B2693A"/>
    <w:rsid w:val="00B269F4"/>
    <w:rsid w:val="00B26CA2"/>
    <w:rsid w:val="00B305EA"/>
    <w:rsid w:val="00B306F8"/>
    <w:rsid w:val="00B3080D"/>
    <w:rsid w:val="00B31512"/>
    <w:rsid w:val="00B319C3"/>
    <w:rsid w:val="00B31EC2"/>
    <w:rsid w:val="00B31FB1"/>
    <w:rsid w:val="00B32911"/>
    <w:rsid w:val="00B3380D"/>
    <w:rsid w:val="00B33A11"/>
    <w:rsid w:val="00B33D87"/>
    <w:rsid w:val="00B33EAB"/>
    <w:rsid w:val="00B33F7D"/>
    <w:rsid w:val="00B34A8C"/>
    <w:rsid w:val="00B353E2"/>
    <w:rsid w:val="00B359FF"/>
    <w:rsid w:val="00B35BC6"/>
    <w:rsid w:val="00B35E65"/>
    <w:rsid w:val="00B36206"/>
    <w:rsid w:val="00B36775"/>
    <w:rsid w:val="00B36C86"/>
    <w:rsid w:val="00B36E28"/>
    <w:rsid w:val="00B36F9D"/>
    <w:rsid w:val="00B3742E"/>
    <w:rsid w:val="00B378DD"/>
    <w:rsid w:val="00B37AF9"/>
    <w:rsid w:val="00B37C0F"/>
    <w:rsid w:val="00B37C3D"/>
    <w:rsid w:val="00B40916"/>
    <w:rsid w:val="00B409BC"/>
    <w:rsid w:val="00B4130B"/>
    <w:rsid w:val="00B4188C"/>
    <w:rsid w:val="00B41F41"/>
    <w:rsid w:val="00B4255F"/>
    <w:rsid w:val="00B42E06"/>
    <w:rsid w:val="00B42E89"/>
    <w:rsid w:val="00B433D1"/>
    <w:rsid w:val="00B43B51"/>
    <w:rsid w:val="00B43E65"/>
    <w:rsid w:val="00B44510"/>
    <w:rsid w:val="00B4453F"/>
    <w:rsid w:val="00B44899"/>
    <w:rsid w:val="00B45003"/>
    <w:rsid w:val="00B45100"/>
    <w:rsid w:val="00B4596E"/>
    <w:rsid w:val="00B45E9D"/>
    <w:rsid w:val="00B46C5B"/>
    <w:rsid w:val="00B46DF7"/>
    <w:rsid w:val="00B46F18"/>
    <w:rsid w:val="00B4752B"/>
    <w:rsid w:val="00B47586"/>
    <w:rsid w:val="00B47ADB"/>
    <w:rsid w:val="00B47CD4"/>
    <w:rsid w:val="00B47EB6"/>
    <w:rsid w:val="00B47FE2"/>
    <w:rsid w:val="00B503E9"/>
    <w:rsid w:val="00B50704"/>
    <w:rsid w:val="00B50D15"/>
    <w:rsid w:val="00B510AB"/>
    <w:rsid w:val="00B51390"/>
    <w:rsid w:val="00B51DFA"/>
    <w:rsid w:val="00B53626"/>
    <w:rsid w:val="00B537C9"/>
    <w:rsid w:val="00B53885"/>
    <w:rsid w:val="00B5390D"/>
    <w:rsid w:val="00B53B3E"/>
    <w:rsid w:val="00B53E43"/>
    <w:rsid w:val="00B54654"/>
    <w:rsid w:val="00B54939"/>
    <w:rsid w:val="00B5508A"/>
    <w:rsid w:val="00B551EF"/>
    <w:rsid w:val="00B55666"/>
    <w:rsid w:val="00B5582C"/>
    <w:rsid w:val="00B573BC"/>
    <w:rsid w:val="00B577EE"/>
    <w:rsid w:val="00B57F4C"/>
    <w:rsid w:val="00B609A2"/>
    <w:rsid w:val="00B60C0E"/>
    <w:rsid w:val="00B61464"/>
    <w:rsid w:val="00B618FF"/>
    <w:rsid w:val="00B619FD"/>
    <w:rsid w:val="00B62796"/>
    <w:rsid w:val="00B62A43"/>
    <w:rsid w:val="00B634D6"/>
    <w:rsid w:val="00B637D1"/>
    <w:rsid w:val="00B63A8D"/>
    <w:rsid w:val="00B640C6"/>
    <w:rsid w:val="00B6429C"/>
    <w:rsid w:val="00B64505"/>
    <w:rsid w:val="00B6474E"/>
    <w:rsid w:val="00B6545E"/>
    <w:rsid w:val="00B65B69"/>
    <w:rsid w:val="00B65D1C"/>
    <w:rsid w:val="00B6619E"/>
    <w:rsid w:val="00B66226"/>
    <w:rsid w:val="00B667B3"/>
    <w:rsid w:val="00B66978"/>
    <w:rsid w:val="00B669B6"/>
    <w:rsid w:val="00B66D8D"/>
    <w:rsid w:val="00B67149"/>
    <w:rsid w:val="00B6794A"/>
    <w:rsid w:val="00B67995"/>
    <w:rsid w:val="00B67CC3"/>
    <w:rsid w:val="00B67F4D"/>
    <w:rsid w:val="00B700F8"/>
    <w:rsid w:val="00B718D4"/>
    <w:rsid w:val="00B71984"/>
    <w:rsid w:val="00B7211D"/>
    <w:rsid w:val="00B72A0F"/>
    <w:rsid w:val="00B72F48"/>
    <w:rsid w:val="00B7358B"/>
    <w:rsid w:val="00B746FA"/>
    <w:rsid w:val="00B7617B"/>
    <w:rsid w:val="00B770A0"/>
    <w:rsid w:val="00B7712C"/>
    <w:rsid w:val="00B779BB"/>
    <w:rsid w:val="00B800AA"/>
    <w:rsid w:val="00B816A3"/>
    <w:rsid w:val="00B81901"/>
    <w:rsid w:val="00B829B9"/>
    <w:rsid w:val="00B835CC"/>
    <w:rsid w:val="00B839B6"/>
    <w:rsid w:val="00B840C0"/>
    <w:rsid w:val="00B84144"/>
    <w:rsid w:val="00B8449D"/>
    <w:rsid w:val="00B84576"/>
    <w:rsid w:val="00B84759"/>
    <w:rsid w:val="00B84CE0"/>
    <w:rsid w:val="00B85B37"/>
    <w:rsid w:val="00B85D4B"/>
    <w:rsid w:val="00B87BDC"/>
    <w:rsid w:val="00B87C24"/>
    <w:rsid w:val="00B90167"/>
    <w:rsid w:val="00B909FC"/>
    <w:rsid w:val="00B910BE"/>
    <w:rsid w:val="00B926E5"/>
    <w:rsid w:val="00B92D2C"/>
    <w:rsid w:val="00B9300E"/>
    <w:rsid w:val="00B937DA"/>
    <w:rsid w:val="00B93868"/>
    <w:rsid w:val="00B93B14"/>
    <w:rsid w:val="00B93D09"/>
    <w:rsid w:val="00B93EF7"/>
    <w:rsid w:val="00B9418E"/>
    <w:rsid w:val="00B94210"/>
    <w:rsid w:val="00B95021"/>
    <w:rsid w:val="00B96A4F"/>
    <w:rsid w:val="00B96F9C"/>
    <w:rsid w:val="00B9730C"/>
    <w:rsid w:val="00B974DB"/>
    <w:rsid w:val="00B976B0"/>
    <w:rsid w:val="00B97E7F"/>
    <w:rsid w:val="00BA0035"/>
    <w:rsid w:val="00BA0706"/>
    <w:rsid w:val="00BA0F18"/>
    <w:rsid w:val="00BA1210"/>
    <w:rsid w:val="00BA1FED"/>
    <w:rsid w:val="00BA26E7"/>
    <w:rsid w:val="00BA3033"/>
    <w:rsid w:val="00BA3422"/>
    <w:rsid w:val="00BA34CB"/>
    <w:rsid w:val="00BA3873"/>
    <w:rsid w:val="00BA416E"/>
    <w:rsid w:val="00BA446B"/>
    <w:rsid w:val="00BA4728"/>
    <w:rsid w:val="00BA4A81"/>
    <w:rsid w:val="00BA5995"/>
    <w:rsid w:val="00BA5FB3"/>
    <w:rsid w:val="00BA6C27"/>
    <w:rsid w:val="00BA76A1"/>
    <w:rsid w:val="00BA77FC"/>
    <w:rsid w:val="00BB02F0"/>
    <w:rsid w:val="00BB1399"/>
    <w:rsid w:val="00BB1CC4"/>
    <w:rsid w:val="00BB1F50"/>
    <w:rsid w:val="00BB200A"/>
    <w:rsid w:val="00BB243C"/>
    <w:rsid w:val="00BB273D"/>
    <w:rsid w:val="00BB2A38"/>
    <w:rsid w:val="00BB2DC4"/>
    <w:rsid w:val="00BB316E"/>
    <w:rsid w:val="00BB31D5"/>
    <w:rsid w:val="00BB414A"/>
    <w:rsid w:val="00BB4D8F"/>
    <w:rsid w:val="00BB4DEE"/>
    <w:rsid w:val="00BB58B1"/>
    <w:rsid w:val="00BB59AD"/>
    <w:rsid w:val="00BB5CEE"/>
    <w:rsid w:val="00BB5EB5"/>
    <w:rsid w:val="00BB6CD7"/>
    <w:rsid w:val="00BB6D1B"/>
    <w:rsid w:val="00BB6D9D"/>
    <w:rsid w:val="00BB707C"/>
    <w:rsid w:val="00BB7497"/>
    <w:rsid w:val="00BC01EB"/>
    <w:rsid w:val="00BC0A6A"/>
    <w:rsid w:val="00BC11B7"/>
    <w:rsid w:val="00BC2757"/>
    <w:rsid w:val="00BC3F42"/>
    <w:rsid w:val="00BC437B"/>
    <w:rsid w:val="00BC449A"/>
    <w:rsid w:val="00BC4563"/>
    <w:rsid w:val="00BC49CF"/>
    <w:rsid w:val="00BC52AA"/>
    <w:rsid w:val="00BC5886"/>
    <w:rsid w:val="00BC5CD5"/>
    <w:rsid w:val="00BC6933"/>
    <w:rsid w:val="00BC6BED"/>
    <w:rsid w:val="00BC6F3F"/>
    <w:rsid w:val="00BC739C"/>
    <w:rsid w:val="00BC7B51"/>
    <w:rsid w:val="00BC7BA3"/>
    <w:rsid w:val="00BD0024"/>
    <w:rsid w:val="00BD014E"/>
    <w:rsid w:val="00BD0893"/>
    <w:rsid w:val="00BD09B1"/>
    <w:rsid w:val="00BD0ACE"/>
    <w:rsid w:val="00BD0D1D"/>
    <w:rsid w:val="00BD1118"/>
    <w:rsid w:val="00BD1304"/>
    <w:rsid w:val="00BD1AD4"/>
    <w:rsid w:val="00BD1C65"/>
    <w:rsid w:val="00BD1E72"/>
    <w:rsid w:val="00BD2F49"/>
    <w:rsid w:val="00BD3309"/>
    <w:rsid w:val="00BD3FC7"/>
    <w:rsid w:val="00BD4343"/>
    <w:rsid w:val="00BD576E"/>
    <w:rsid w:val="00BD5CE8"/>
    <w:rsid w:val="00BD5FCB"/>
    <w:rsid w:val="00BD617D"/>
    <w:rsid w:val="00BD675C"/>
    <w:rsid w:val="00BD7244"/>
    <w:rsid w:val="00BD7AE9"/>
    <w:rsid w:val="00BD7B05"/>
    <w:rsid w:val="00BD7B52"/>
    <w:rsid w:val="00BD7DAF"/>
    <w:rsid w:val="00BE0A1D"/>
    <w:rsid w:val="00BE0AC5"/>
    <w:rsid w:val="00BE0C2B"/>
    <w:rsid w:val="00BE12D8"/>
    <w:rsid w:val="00BE135A"/>
    <w:rsid w:val="00BE15B8"/>
    <w:rsid w:val="00BE1ABE"/>
    <w:rsid w:val="00BE1D28"/>
    <w:rsid w:val="00BE1F22"/>
    <w:rsid w:val="00BE2494"/>
    <w:rsid w:val="00BE28F3"/>
    <w:rsid w:val="00BE2E75"/>
    <w:rsid w:val="00BE3196"/>
    <w:rsid w:val="00BE37D1"/>
    <w:rsid w:val="00BE38C1"/>
    <w:rsid w:val="00BE4808"/>
    <w:rsid w:val="00BE493D"/>
    <w:rsid w:val="00BE4E0F"/>
    <w:rsid w:val="00BE4FB6"/>
    <w:rsid w:val="00BE52A8"/>
    <w:rsid w:val="00BE6B2B"/>
    <w:rsid w:val="00BE6EEF"/>
    <w:rsid w:val="00BE728C"/>
    <w:rsid w:val="00BE7FDF"/>
    <w:rsid w:val="00BF15BA"/>
    <w:rsid w:val="00BF1E95"/>
    <w:rsid w:val="00BF2027"/>
    <w:rsid w:val="00BF215A"/>
    <w:rsid w:val="00BF2397"/>
    <w:rsid w:val="00BF3937"/>
    <w:rsid w:val="00BF4112"/>
    <w:rsid w:val="00BF4C80"/>
    <w:rsid w:val="00BF5387"/>
    <w:rsid w:val="00BF5557"/>
    <w:rsid w:val="00BF5813"/>
    <w:rsid w:val="00BF5B9D"/>
    <w:rsid w:val="00BF7012"/>
    <w:rsid w:val="00BF7BC9"/>
    <w:rsid w:val="00BF7FD0"/>
    <w:rsid w:val="00C00461"/>
    <w:rsid w:val="00C0049E"/>
    <w:rsid w:val="00C00769"/>
    <w:rsid w:val="00C00861"/>
    <w:rsid w:val="00C00B21"/>
    <w:rsid w:val="00C01459"/>
    <w:rsid w:val="00C018C3"/>
    <w:rsid w:val="00C01B2F"/>
    <w:rsid w:val="00C01D63"/>
    <w:rsid w:val="00C02464"/>
    <w:rsid w:val="00C03BA0"/>
    <w:rsid w:val="00C03FF8"/>
    <w:rsid w:val="00C040B3"/>
    <w:rsid w:val="00C04411"/>
    <w:rsid w:val="00C048BB"/>
    <w:rsid w:val="00C04E06"/>
    <w:rsid w:val="00C05159"/>
    <w:rsid w:val="00C06D55"/>
    <w:rsid w:val="00C06E5A"/>
    <w:rsid w:val="00C0704E"/>
    <w:rsid w:val="00C07290"/>
    <w:rsid w:val="00C0772D"/>
    <w:rsid w:val="00C07851"/>
    <w:rsid w:val="00C07A6C"/>
    <w:rsid w:val="00C07A75"/>
    <w:rsid w:val="00C10539"/>
    <w:rsid w:val="00C10853"/>
    <w:rsid w:val="00C11035"/>
    <w:rsid w:val="00C119F0"/>
    <w:rsid w:val="00C11AD9"/>
    <w:rsid w:val="00C11F30"/>
    <w:rsid w:val="00C127FB"/>
    <w:rsid w:val="00C12951"/>
    <w:rsid w:val="00C12C3D"/>
    <w:rsid w:val="00C1301D"/>
    <w:rsid w:val="00C1434E"/>
    <w:rsid w:val="00C14C34"/>
    <w:rsid w:val="00C14D70"/>
    <w:rsid w:val="00C1522D"/>
    <w:rsid w:val="00C1599C"/>
    <w:rsid w:val="00C15C55"/>
    <w:rsid w:val="00C16621"/>
    <w:rsid w:val="00C16C25"/>
    <w:rsid w:val="00C16DB3"/>
    <w:rsid w:val="00C172F9"/>
    <w:rsid w:val="00C2019E"/>
    <w:rsid w:val="00C2029C"/>
    <w:rsid w:val="00C202D4"/>
    <w:rsid w:val="00C20DFA"/>
    <w:rsid w:val="00C21373"/>
    <w:rsid w:val="00C21558"/>
    <w:rsid w:val="00C21608"/>
    <w:rsid w:val="00C21DDF"/>
    <w:rsid w:val="00C22D13"/>
    <w:rsid w:val="00C2346A"/>
    <w:rsid w:val="00C2349B"/>
    <w:rsid w:val="00C241E5"/>
    <w:rsid w:val="00C245ED"/>
    <w:rsid w:val="00C25467"/>
    <w:rsid w:val="00C255C9"/>
    <w:rsid w:val="00C25727"/>
    <w:rsid w:val="00C259A5"/>
    <w:rsid w:val="00C25D1F"/>
    <w:rsid w:val="00C27614"/>
    <w:rsid w:val="00C27694"/>
    <w:rsid w:val="00C27C4D"/>
    <w:rsid w:val="00C302C5"/>
    <w:rsid w:val="00C30D09"/>
    <w:rsid w:val="00C30D3D"/>
    <w:rsid w:val="00C3106F"/>
    <w:rsid w:val="00C31312"/>
    <w:rsid w:val="00C31B0A"/>
    <w:rsid w:val="00C31FEC"/>
    <w:rsid w:val="00C3230B"/>
    <w:rsid w:val="00C32B33"/>
    <w:rsid w:val="00C333CE"/>
    <w:rsid w:val="00C33751"/>
    <w:rsid w:val="00C345F2"/>
    <w:rsid w:val="00C348F0"/>
    <w:rsid w:val="00C34DE9"/>
    <w:rsid w:val="00C34FEB"/>
    <w:rsid w:val="00C350D3"/>
    <w:rsid w:val="00C351ED"/>
    <w:rsid w:val="00C360CE"/>
    <w:rsid w:val="00C36801"/>
    <w:rsid w:val="00C36AB4"/>
    <w:rsid w:val="00C36F45"/>
    <w:rsid w:val="00C374D9"/>
    <w:rsid w:val="00C37B3B"/>
    <w:rsid w:val="00C4060B"/>
    <w:rsid w:val="00C4135E"/>
    <w:rsid w:val="00C42818"/>
    <w:rsid w:val="00C42E03"/>
    <w:rsid w:val="00C4326B"/>
    <w:rsid w:val="00C43402"/>
    <w:rsid w:val="00C434C7"/>
    <w:rsid w:val="00C43899"/>
    <w:rsid w:val="00C44C51"/>
    <w:rsid w:val="00C44E65"/>
    <w:rsid w:val="00C45E4B"/>
    <w:rsid w:val="00C46361"/>
    <w:rsid w:val="00C5058B"/>
    <w:rsid w:val="00C50658"/>
    <w:rsid w:val="00C519DF"/>
    <w:rsid w:val="00C51CBC"/>
    <w:rsid w:val="00C51E6F"/>
    <w:rsid w:val="00C520AA"/>
    <w:rsid w:val="00C522B5"/>
    <w:rsid w:val="00C523D5"/>
    <w:rsid w:val="00C524D2"/>
    <w:rsid w:val="00C52BAF"/>
    <w:rsid w:val="00C5334F"/>
    <w:rsid w:val="00C53B92"/>
    <w:rsid w:val="00C54DD3"/>
    <w:rsid w:val="00C558F3"/>
    <w:rsid w:val="00C55DAE"/>
    <w:rsid w:val="00C568D4"/>
    <w:rsid w:val="00C60404"/>
    <w:rsid w:val="00C608F7"/>
    <w:rsid w:val="00C61174"/>
    <w:rsid w:val="00C6145E"/>
    <w:rsid w:val="00C61469"/>
    <w:rsid w:val="00C614B1"/>
    <w:rsid w:val="00C615BC"/>
    <w:rsid w:val="00C61C0C"/>
    <w:rsid w:val="00C6220C"/>
    <w:rsid w:val="00C62337"/>
    <w:rsid w:val="00C62608"/>
    <w:rsid w:val="00C62FA1"/>
    <w:rsid w:val="00C62FAA"/>
    <w:rsid w:val="00C6363B"/>
    <w:rsid w:val="00C63875"/>
    <w:rsid w:val="00C642F9"/>
    <w:rsid w:val="00C64978"/>
    <w:rsid w:val="00C6535D"/>
    <w:rsid w:val="00C65366"/>
    <w:rsid w:val="00C65D94"/>
    <w:rsid w:val="00C6616D"/>
    <w:rsid w:val="00C66330"/>
    <w:rsid w:val="00C6662F"/>
    <w:rsid w:val="00C669ED"/>
    <w:rsid w:val="00C66AA3"/>
    <w:rsid w:val="00C66AD2"/>
    <w:rsid w:val="00C6704A"/>
    <w:rsid w:val="00C6721F"/>
    <w:rsid w:val="00C6736A"/>
    <w:rsid w:val="00C67678"/>
    <w:rsid w:val="00C6789F"/>
    <w:rsid w:val="00C67DAA"/>
    <w:rsid w:val="00C70542"/>
    <w:rsid w:val="00C71611"/>
    <w:rsid w:val="00C7177D"/>
    <w:rsid w:val="00C71B16"/>
    <w:rsid w:val="00C72642"/>
    <w:rsid w:val="00C73C23"/>
    <w:rsid w:val="00C73DD0"/>
    <w:rsid w:val="00C740AE"/>
    <w:rsid w:val="00C74586"/>
    <w:rsid w:val="00C74689"/>
    <w:rsid w:val="00C74F78"/>
    <w:rsid w:val="00C7514B"/>
    <w:rsid w:val="00C75297"/>
    <w:rsid w:val="00C75FB0"/>
    <w:rsid w:val="00C760BE"/>
    <w:rsid w:val="00C76283"/>
    <w:rsid w:val="00C76F7C"/>
    <w:rsid w:val="00C77312"/>
    <w:rsid w:val="00C779EB"/>
    <w:rsid w:val="00C77DAF"/>
    <w:rsid w:val="00C804BA"/>
    <w:rsid w:val="00C80703"/>
    <w:rsid w:val="00C80ECA"/>
    <w:rsid w:val="00C81549"/>
    <w:rsid w:val="00C82101"/>
    <w:rsid w:val="00C821A0"/>
    <w:rsid w:val="00C82382"/>
    <w:rsid w:val="00C83282"/>
    <w:rsid w:val="00C83694"/>
    <w:rsid w:val="00C83787"/>
    <w:rsid w:val="00C83929"/>
    <w:rsid w:val="00C83AE2"/>
    <w:rsid w:val="00C8451E"/>
    <w:rsid w:val="00C846AB"/>
    <w:rsid w:val="00C84A1E"/>
    <w:rsid w:val="00C84CEB"/>
    <w:rsid w:val="00C85052"/>
    <w:rsid w:val="00C852F4"/>
    <w:rsid w:val="00C863C0"/>
    <w:rsid w:val="00C86412"/>
    <w:rsid w:val="00C864F9"/>
    <w:rsid w:val="00C86BE6"/>
    <w:rsid w:val="00C86E29"/>
    <w:rsid w:val="00C90104"/>
    <w:rsid w:val="00C90751"/>
    <w:rsid w:val="00C90CE6"/>
    <w:rsid w:val="00C90DA7"/>
    <w:rsid w:val="00C90F38"/>
    <w:rsid w:val="00C9112E"/>
    <w:rsid w:val="00C9170B"/>
    <w:rsid w:val="00C9170C"/>
    <w:rsid w:val="00C918BD"/>
    <w:rsid w:val="00C920A3"/>
    <w:rsid w:val="00C92319"/>
    <w:rsid w:val="00C927A1"/>
    <w:rsid w:val="00C928F8"/>
    <w:rsid w:val="00C9321D"/>
    <w:rsid w:val="00C93464"/>
    <w:rsid w:val="00C93546"/>
    <w:rsid w:val="00C93872"/>
    <w:rsid w:val="00C9416C"/>
    <w:rsid w:val="00C9437E"/>
    <w:rsid w:val="00C9477A"/>
    <w:rsid w:val="00C94A89"/>
    <w:rsid w:val="00C94BFA"/>
    <w:rsid w:val="00C94DE7"/>
    <w:rsid w:val="00C95B94"/>
    <w:rsid w:val="00C96426"/>
    <w:rsid w:val="00CA00ED"/>
    <w:rsid w:val="00CA0FDD"/>
    <w:rsid w:val="00CA1550"/>
    <w:rsid w:val="00CA16D5"/>
    <w:rsid w:val="00CA1853"/>
    <w:rsid w:val="00CA20B9"/>
    <w:rsid w:val="00CA23D7"/>
    <w:rsid w:val="00CA2C4A"/>
    <w:rsid w:val="00CA3643"/>
    <w:rsid w:val="00CA40A8"/>
    <w:rsid w:val="00CA44DE"/>
    <w:rsid w:val="00CA4D04"/>
    <w:rsid w:val="00CA4D26"/>
    <w:rsid w:val="00CA526F"/>
    <w:rsid w:val="00CA5F01"/>
    <w:rsid w:val="00CA606B"/>
    <w:rsid w:val="00CA6224"/>
    <w:rsid w:val="00CB0377"/>
    <w:rsid w:val="00CB09E6"/>
    <w:rsid w:val="00CB0E85"/>
    <w:rsid w:val="00CB168B"/>
    <w:rsid w:val="00CB1C2B"/>
    <w:rsid w:val="00CB2278"/>
    <w:rsid w:val="00CB2534"/>
    <w:rsid w:val="00CB259C"/>
    <w:rsid w:val="00CB28BB"/>
    <w:rsid w:val="00CB29D1"/>
    <w:rsid w:val="00CB2E69"/>
    <w:rsid w:val="00CB3068"/>
    <w:rsid w:val="00CB3102"/>
    <w:rsid w:val="00CB3ABA"/>
    <w:rsid w:val="00CB3F8C"/>
    <w:rsid w:val="00CB43EB"/>
    <w:rsid w:val="00CB533F"/>
    <w:rsid w:val="00CB669E"/>
    <w:rsid w:val="00CB66A3"/>
    <w:rsid w:val="00CB6B3F"/>
    <w:rsid w:val="00CB6C56"/>
    <w:rsid w:val="00CB70B0"/>
    <w:rsid w:val="00CB7A17"/>
    <w:rsid w:val="00CB7E98"/>
    <w:rsid w:val="00CC053A"/>
    <w:rsid w:val="00CC0587"/>
    <w:rsid w:val="00CC0690"/>
    <w:rsid w:val="00CC08C8"/>
    <w:rsid w:val="00CC1471"/>
    <w:rsid w:val="00CC1BA3"/>
    <w:rsid w:val="00CC1CB4"/>
    <w:rsid w:val="00CC215C"/>
    <w:rsid w:val="00CC2E8B"/>
    <w:rsid w:val="00CC300F"/>
    <w:rsid w:val="00CC37C7"/>
    <w:rsid w:val="00CC38A8"/>
    <w:rsid w:val="00CC3B42"/>
    <w:rsid w:val="00CC4272"/>
    <w:rsid w:val="00CC4949"/>
    <w:rsid w:val="00CC4BAF"/>
    <w:rsid w:val="00CC575F"/>
    <w:rsid w:val="00CC6063"/>
    <w:rsid w:val="00CC64AB"/>
    <w:rsid w:val="00CC673C"/>
    <w:rsid w:val="00CC67ED"/>
    <w:rsid w:val="00CC690B"/>
    <w:rsid w:val="00CC7B2D"/>
    <w:rsid w:val="00CC7D74"/>
    <w:rsid w:val="00CC7EDB"/>
    <w:rsid w:val="00CD0CD3"/>
    <w:rsid w:val="00CD1553"/>
    <w:rsid w:val="00CD2E4A"/>
    <w:rsid w:val="00CD31A7"/>
    <w:rsid w:val="00CD3BB8"/>
    <w:rsid w:val="00CD4527"/>
    <w:rsid w:val="00CD463C"/>
    <w:rsid w:val="00CD4861"/>
    <w:rsid w:val="00CD4E8A"/>
    <w:rsid w:val="00CD518D"/>
    <w:rsid w:val="00CD5898"/>
    <w:rsid w:val="00CD5C63"/>
    <w:rsid w:val="00CD6C28"/>
    <w:rsid w:val="00CD71E1"/>
    <w:rsid w:val="00CD78E1"/>
    <w:rsid w:val="00CE013E"/>
    <w:rsid w:val="00CE05CE"/>
    <w:rsid w:val="00CE120B"/>
    <w:rsid w:val="00CE1413"/>
    <w:rsid w:val="00CE1671"/>
    <w:rsid w:val="00CE222A"/>
    <w:rsid w:val="00CE2677"/>
    <w:rsid w:val="00CE28E0"/>
    <w:rsid w:val="00CE3092"/>
    <w:rsid w:val="00CE579E"/>
    <w:rsid w:val="00CE6020"/>
    <w:rsid w:val="00CE69FA"/>
    <w:rsid w:val="00CE6BA2"/>
    <w:rsid w:val="00CE6E64"/>
    <w:rsid w:val="00CE7029"/>
    <w:rsid w:val="00CE7597"/>
    <w:rsid w:val="00CE798E"/>
    <w:rsid w:val="00CE7A6D"/>
    <w:rsid w:val="00CE7C97"/>
    <w:rsid w:val="00CF0861"/>
    <w:rsid w:val="00CF0FCA"/>
    <w:rsid w:val="00CF13F6"/>
    <w:rsid w:val="00CF1A1D"/>
    <w:rsid w:val="00CF1BE9"/>
    <w:rsid w:val="00CF23E8"/>
    <w:rsid w:val="00CF2502"/>
    <w:rsid w:val="00CF25D0"/>
    <w:rsid w:val="00CF2AC0"/>
    <w:rsid w:val="00CF2BC4"/>
    <w:rsid w:val="00CF3D69"/>
    <w:rsid w:val="00CF46B6"/>
    <w:rsid w:val="00CF4B7D"/>
    <w:rsid w:val="00CF517D"/>
    <w:rsid w:val="00CF5A1B"/>
    <w:rsid w:val="00CF5BA7"/>
    <w:rsid w:val="00CF6866"/>
    <w:rsid w:val="00CF694F"/>
    <w:rsid w:val="00CF7544"/>
    <w:rsid w:val="00D022E7"/>
    <w:rsid w:val="00D02DB8"/>
    <w:rsid w:val="00D02E27"/>
    <w:rsid w:val="00D02F4E"/>
    <w:rsid w:val="00D045EE"/>
    <w:rsid w:val="00D05871"/>
    <w:rsid w:val="00D059AE"/>
    <w:rsid w:val="00D05E98"/>
    <w:rsid w:val="00D06211"/>
    <w:rsid w:val="00D07C60"/>
    <w:rsid w:val="00D07E09"/>
    <w:rsid w:val="00D104EF"/>
    <w:rsid w:val="00D10602"/>
    <w:rsid w:val="00D1081E"/>
    <w:rsid w:val="00D10983"/>
    <w:rsid w:val="00D10AAF"/>
    <w:rsid w:val="00D10B1D"/>
    <w:rsid w:val="00D10C05"/>
    <w:rsid w:val="00D126FD"/>
    <w:rsid w:val="00D1317B"/>
    <w:rsid w:val="00D1323F"/>
    <w:rsid w:val="00D133D3"/>
    <w:rsid w:val="00D1343C"/>
    <w:rsid w:val="00D13A96"/>
    <w:rsid w:val="00D14071"/>
    <w:rsid w:val="00D1465A"/>
    <w:rsid w:val="00D14D0A"/>
    <w:rsid w:val="00D151DC"/>
    <w:rsid w:val="00D1522C"/>
    <w:rsid w:val="00D15DD9"/>
    <w:rsid w:val="00D15E4B"/>
    <w:rsid w:val="00D161D2"/>
    <w:rsid w:val="00D161D3"/>
    <w:rsid w:val="00D16882"/>
    <w:rsid w:val="00D16D87"/>
    <w:rsid w:val="00D2072F"/>
    <w:rsid w:val="00D211D9"/>
    <w:rsid w:val="00D21B4D"/>
    <w:rsid w:val="00D22831"/>
    <w:rsid w:val="00D23217"/>
    <w:rsid w:val="00D23368"/>
    <w:rsid w:val="00D236BE"/>
    <w:rsid w:val="00D24AC6"/>
    <w:rsid w:val="00D24D8B"/>
    <w:rsid w:val="00D2571D"/>
    <w:rsid w:val="00D2591F"/>
    <w:rsid w:val="00D25F44"/>
    <w:rsid w:val="00D2630D"/>
    <w:rsid w:val="00D263AF"/>
    <w:rsid w:val="00D268F0"/>
    <w:rsid w:val="00D276B6"/>
    <w:rsid w:val="00D27E54"/>
    <w:rsid w:val="00D27E7A"/>
    <w:rsid w:val="00D27ED4"/>
    <w:rsid w:val="00D302DC"/>
    <w:rsid w:val="00D308DC"/>
    <w:rsid w:val="00D309A7"/>
    <w:rsid w:val="00D3175A"/>
    <w:rsid w:val="00D3183A"/>
    <w:rsid w:val="00D322B5"/>
    <w:rsid w:val="00D322BC"/>
    <w:rsid w:val="00D32594"/>
    <w:rsid w:val="00D32607"/>
    <w:rsid w:val="00D33018"/>
    <w:rsid w:val="00D339BD"/>
    <w:rsid w:val="00D33C0A"/>
    <w:rsid w:val="00D33C1B"/>
    <w:rsid w:val="00D33D89"/>
    <w:rsid w:val="00D33DA2"/>
    <w:rsid w:val="00D34032"/>
    <w:rsid w:val="00D363F5"/>
    <w:rsid w:val="00D364DC"/>
    <w:rsid w:val="00D3678D"/>
    <w:rsid w:val="00D36BB0"/>
    <w:rsid w:val="00D37E71"/>
    <w:rsid w:val="00D37F08"/>
    <w:rsid w:val="00D37F37"/>
    <w:rsid w:val="00D37F68"/>
    <w:rsid w:val="00D40242"/>
    <w:rsid w:val="00D40369"/>
    <w:rsid w:val="00D40A76"/>
    <w:rsid w:val="00D40D4A"/>
    <w:rsid w:val="00D41619"/>
    <w:rsid w:val="00D41FF0"/>
    <w:rsid w:val="00D42EC2"/>
    <w:rsid w:val="00D4464B"/>
    <w:rsid w:val="00D45028"/>
    <w:rsid w:val="00D45666"/>
    <w:rsid w:val="00D45E79"/>
    <w:rsid w:val="00D45F50"/>
    <w:rsid w:val="00D4614A"/>
    <w:rsid w:val="00D46885"/>
    <w:rsid w:val="00D47B90"/>
    <w:rsid w:val="00D50526"/>
    <w:rsid w:val="00D50B4F"/>
    <w:rsid w:val="00D50D11"/>
    <w:rsid w:val="00D50D18"/>
    <w:rsid w:val="00D511E7"/>
    <w:rsid w:val="00D51549"/>
    <w:rsid w:val="00D52063"/>
    <w:rsid w:val="00D52277"/>
    <w:rsid w:val="00D52508"/>
    <w:rsid w:val="00D52850"/>
    <w:rsid w:val="00D52BD3"/>
    <w:rsid w:val="00D52EFE"/>
    <w:rsid w:val="00D53036"/>
    <w:rsid w:val="00D538F3"/>
    <w:rsid w:val="00D53AFA"/>
    <w:rsid w:val="00D53F4C"/>
    <w:rsid w:val="00D54884"/>
    <w:rsid w:val="00D54BD4"/>
    <w:rsid w:val="00D54D5E"/>
    <w:rsid w:val="00D55651"/>
    <w:rsid w:val="00D55709"/>
    <w:rsid w:val="00D55964"/>
    <w:rsid w:val="00D55CE9"/>
    <w:rsid w:val="00D55D16"/>
    <w:rsid w:val="00D55E03"/>
    <w:rsid w:val="00D562A6"/>
    <w:rsid w:val="00D56931"/>
    <w:rsid w:val="00D5696A"/>
    <w:rsid w:val="00D5699E"/>
    <w:rsid w:val="00D57BB7"/>
    <w:rsid w:val="00D60C55"/>
    <w:rsid w:val="00D60CA0"/>
    <w:rsid w:val="00D60DB2"/>
    <w:rsid w:val="00D6129E"/>
    <w:rsid w:val="00D61636"/>
    <w:rsid w:val="00D61684"/>
    <w:rsid w:val="00D61739"/>
    <w:rsid w:val="00D617C1"/>
    <w:rsid w:val="00D621B4"/>
    <w:rsid w:val="00D630D7"/>
    <w:rsid w:val="00D63B07"/>
    <w:rsid w:val="00D63CAA"/>
    <w:rsid w:val="00D64E29"/>
    <w:rsid w:val="00D651DA"/>
    <w:rsid w:val="00D66551"/>
    <w:rsid w:val="00D66997"/>
    <w:rsid w:val="00D66B03"/>
    <w:rsid w:val="00D67BB0"/>
    <w:rsid w:val="00D70157"/>
    <w:rsid w:val="00D704F6"/>
    <w:rsid w:val="00D706FC"/>
    <w:rsid w:val="00D70A60"/>
    <w:rsid w:val="00D71E93"/>
    <w:rsid w:val="00D71FAD"/>
    <w:rsid w:val="00D72B7F"/>
    <w:rsid w:val="00D72D1B"/>
    <w:rsid w:val="00D72F6A"/>
    <w:rsid w:val="00D73277"/>
    <w:rsid w:val="00D732D8"/>
    <w:rsid w:val="00D73706"/>
    <w:rsid w:val="00D73909"/>
    <w:rsid w:val="00D73A25"/>
    <w:rsid w:val="00D73D8A"/>
    <w:rsid w:val="00D7459C"/>
    <w:rsid w:val="00D74622"/>
    <w:rsid w:val="00D7533E"/>
    <w:rsid w:val="00D75598"/>
    <w:rsid w:val="00D7657A"/>
    <w:rsid w:val="00D76596"/>
    <w:rsid w:val="00D77108"/>
    <w:rsid w:val="00D77C01"/>
    <w:rsid w:val="00D8014A"/>
    <w:rsid w:val="00D801FA"/>
    <w:rsid w:val="00D80731"/>
    <w:rsid w:val="00D80BEB"/>
    <w:rsid w:val="00D80BF0"/>
    <w:rsid w:val="00D80C2F"/>
    <w:rsid w:val="00D80C99"/>
    <w:rsid w:val="00D80CA9"/>
    <w:rsid w:val="00D81109"/>
    <w:rsid w:val="00D8119E"/>
    <w:rsid w:val="00D812BC"/>
    <w:rsid w:val="00D8143F"/>
    <w:rsid w:val="00D81EEE"/>
    <w:rsid w:val="00D820B0"/>
    <w:rsid w:val="00D820EC"/>
    <w:rsid w:val="00D8415D"/>
    <w:rsid w:val="00D8492A"/>
    <w:rsid w:val="00D84A62"/>
    <w:rsid w:val="00D850AE"/>
    <w:rsid w:val="00D8577C"/>
    <w:rsid w:val="00D8633A"/>
    <w:rsid w:val="00D86581"/>
    <w:rsid w:val="00D869A3"/>
    <w:rsid w:val="00D8701B"/>
    <w:rsid w:val="00D8765B"/>
    <w:rsid w:val="00D90487"/>
    <w:rsid w:val="00D91CC8"/>
    <w:rsid w:val="00D92B2A"/>
    <w:rsid w:val="00D93304"/>
    <w:rsid w:val="00D93709"/>
    <w:rsid w:val="00D93863"/>
    <w:rsid w:val="00D93BA3"/>
    <w:rsid w:val="00D93EE3"/>
    <w:rsid w:val="00D9444A"/>
    <w:rsid w:val="00D9521E"/>
    <w:rsid w:val="00D95A04"/>
    <w:rsid w:val="00D95DD9"/>
    <w:rsid w:val="00D96142"/>
    <w:rsid w:val="00D963C1"/>
    <w:rsid w:val="00D96A18"/>
    <w:rsid w:val="00D96B63"/>
    <w:rsid w:val="00D96DBA"/>
    <w:rsid w:val="00D96E28"/>
    <w:rsid w:val="00D9719E"/>
    <w:rsid w:val="00DA0723"/>
    <w:rsid w:val="00DA1D58"/>
    <w:rsid w:val="00DA227E"/>
    <w:rsid w:val="00DA2384"/>
    <w:rsid w:val="00DA2609"/>
    <w:rsid w:val="00DA27C1"/>
    <w:rsid w:val="00DA2FAF"/>
    <w:rsid w:val="00DA3441"/>
    <w:rsid w:val="00DA3CD2"/>
    <w:rsid w:val="00DA3D1E"/>
    <w:rsid w:val="00DA4031"/>
    <w:rsid w:val="00DA4C4E"/>
    <w:rsid w:val="00DA5598"/>
    <w:rsid w:val="00DA648B"/>
    <w:rsid w:val="00DA6915"/>
    <w:rsid w:val="00DA6CA8"/>
    <w:rsid w:val="00DA75A7"/>
    <w:rsid w:val="00DA7723"/>
    <w:rsid w:val="00DA7B0F"/>
    <w:rsid w:val="00DB0003"/>
    <w:rsid w:val="00DB0355"/>
    <w:rsid w:val="00DB081E"/>
    <w:rsid w:val="00DB1ED0"/>
    <w:rsid w:val="00DB1FC3"/>
    <w:rsid w:val="00DB249F"/>
    <w:rsid w:val="00DB2561"/>
    <w:rsid w:val="00DB2564"/>
    <w:rsid w:val="00DB3184"/>
    <w:rsid w:val="00DB39EC"/>
    <w:rsid w:val="00DB4262"/>
    <w:rsid w:val="00DB4357"/>
    <w:rsid w:val="00DB4F49"/>
    <w:rsid w:val="00DB50DF"/>
    <w:rsid w:val="00DB561C"/>
    <w:rsid w:val="00DB5D86"/>
    <w:rsid w:val="00DB6434"/>
    <w:rsid w:val="00DB6539"/>
    <w:rsid w:val="00DB658A"/>
    <w:rsid w:val="00DB69FA"/>
    <w:rsid w:val="00DB6B16"/>
    <w:rsid w:val="00DB71EF"/>
    <w:rsid w:val="00DB7240"/>
    <w:rsid w:val="00DC05A8"/>
    <w:rsid w:val="00DC06F0"/>
    <w:rsid w:val="00DC0FC8"/>
    <w:rsid w:val="00DC110D"/>
    <w:rsid w:val="00DC13C5"/>
    <w:rsid w:val="00DC1625"/>
    <w:rsid w:val="00DC173C"/>
    <w:rsid w:val="00DC1D7B"/>
    <w:rsid w:val="00DC2557"/>
    <w:rsid w:val="00DC2ACB"/>
    <w:rsid w:val="00DC4207"/>
    <w:rsid w:val="00DC4AEB"/>
    <w:rsid w:val="00DC50A6"/>
    <w:rsid w:val="00DC5158"/>
    <w:rsid w:val="00DC5CC7"/>
    <w:rsid w:val="00DC6EA4"/>
    <w:rsid w:val="00DC7002"/>
    <w:rsid w:val="00DC723D"/>
    <w:rsid w:val="00DC7841"/>
    <w:rsid w:val="00DC794C"/>
    <w:rsid w:val="00DC7A58"/>
    <w:rsid w:val="00DC7D12"/>
    <w:rsid w:val="00DD07B9"/>
    <w:rsid w:val="00DD0889"/>
    <w:rsid w:val="00DD0DCE"/>
    <w:rsid w:val="00DD12AB"/>
    <w:rsid w:val="00DD1A07"/>
    <w:rsid w:val="00DD2855"/>
    <w:rsid w:val="00DD2EB6"/>
    <w:rsid w:val="00DD3976"/>
    <w:rsid w:val="00DD3C41"/>
    <w:rsid w:val="00DD47AB"/>
    <w:rsid w:val="00DD47B4"/>
    <w:rsid w:val="00DD51B6"/>
    <w:rsid w:val="00DD5C07"/>
    <w:rsid w:val="00DD5E46"/>
    <w:rsid w:val="00DD6357"/>
    <w:rsid w:val="00DD69BF"/>
    <w:rsid w:val="00DD6BE9"/>
    <w:rsid w:val="00DD6BF9"/>
    <w:rsid w:val="00DD706A"/>
    <w:rsid w:val="00DD709A"/>
    <w:rsid w:val="00DD77FF"/>
    <w:rsid w:val="00DD7879"/>
    <w:rsid w:val="00DD7E45"/>
    <w:rsid w:val="00DE071B"/>
    <w:rsid w:val="00DE0886"/>
    <w:rsid w:val="00DE0E03"/>
    <w:rsid w:val="00DE1262"/>
    <w:rsid w:val="00DE14D0"/>
    <w:rsid w:val="00DE1646"/>
    <w:rsid w:val="00DE275B"/>
    <w:rsid w:val="00DE3148"/>
    <w:rsid w:val="00DE3624"/>
    <w:rsid w:val="00DE3DB5"/>
    <w:rsid w:val="00DE401D"/>
    <w:rsid w:val="00DE451D"/>
    <w:rsid w:val="00DE4715"/>
    <w:rsid w:val="00DE51EE"/>
    <w:rsid w:val="00DE5561"/>
    <w:rsid w:val="00DE56A7"/>
    <w:rsid w:val="00DE5827"/>
    <w:rsid w:val="00DE5D93"/>
    <w:rsid w:val="00DE623F"/>
    <w:rsid w:val="00DE7178"/>
    <w:rsid w:val="00DF03F9"/>
    <w:rsid w:val="00DF0954"/>
    <w:rsid w:val="00DF0B2C"/>
    <w:rsid w:val="00DF130E"/>
    <w:rsid w:val="00DF2603"/>
    <w:rsid w:val="00DF28E6"/>
    <w:rsid w:val="00DF2905"/>
    <w:rsid w:val="00DF2EAE"/>
    <w:rsid w:val="00DF331F"/>
    <w:rsid w:val="00DF3C49"/>
    <w:rsid w:val="00DF3DA9"/>
    <w:rsid w:val="00DF549E"/>
    <w:rsid w:val="00DF54D5"/>
    <w:rsid w:val="00DF57A7"/>
    <w:rsid w:val="00DF5884"/>
    <w:rsid w:val="00DF5B93"/>
    <w:rsid w:val="00DF6733"/>
    <w:rsid w:val="00DF68F7"/>
    <w:rsid w:val="00DF6B41"/>
    <w:rsid w:val="00DF7269"/>
    <w:rsid w:val="00DF7FDE"/>
    <w:rsid w:val="00E00AA6"/>
    <w:rsid w:val="00E01215"/>
    <w:rsid w:val="00E01854"/>
    <w:rsid w:val="00E01A45"/>
    <w:rsid w:val="00E01BE2"/>
    <w:rsid w:val="00E02396"/>
    <w:rsid w:val="00E025BB"/>
    <w:rsid w:val="00E026E5"/>
    <w:rsid w:val="00E02B08"/>
    <w:rsid w:val="00E02B12"/>
    <w:rsid w:val="00E03463"/>
    <w:rsid w:val="00E045DE"/>
    <w:rsid w:val="00E04725"/>
    <w:rsid w:val="00E050DD"/>
    <w:rsid w:val="00E05ACD"/>
    <w:rsid w:val="00E063E0"/>
    <w:rsid w:val="00E06EF9"/>
    <w:rsid w:val="00E078D5"/>
    <w:rsid w:val="00E07C3E"/>
    <w:rsid w:val="00E07DC0"/>
    <w:rsid w:val="00E10427"/>
    <w:rsid w:val="00E109F2"/>
    <w:rsid w:val="00E10D36"/>
    <w:rsid w:val="00E10F02"/>
    <w:rsid w:val="00E11957"/>
    <w:rsid w:val="00E12592"/>
    <w:rsid w:val="00E140E8"/>
    <w:rsid w:val="00E142D9"/>
    <w:rsid w:val="00E14407"/>
    <w:rsid w:val="00E14458"/>
    <w:rsid w:val="00E144FE"/>
    <w:rsid w:val="00E150EC"/>
    <w:rsid w:val="00E16225"/>
    <w:rsid w:val="00E16F5C"/>
    <w:rsid w:val="00E17057"/>
    <w:rsid w:val="00E17360"/>
    <w:rsid w:val="00E17E37"/>
    <w:rsid w:val="00E20563"/>
    <w:rsid w:val="00E205BE"/>
    <w:rsid w:val="00E2104B"/>
    <w:rsid w:val="00E211BF"/>
    <w:rsid w:val="00E21386"/>
    <w:rsid w:val="00E217F1"/>
    <w:rsid w:val="00E21B1E"/>
    <w:rsid w:val="00E22ADC"/>
    <w:rsid w:val="00E22D8F"/>
    <w:rsid w:val="00E232D0"/>
    <w:rsid w:val="00E251E5"/>
    <w:rsid w:val="00E253F2"/>
    <w:rsid w:val="00E2583B"/>
    <w:rsid w:val="00E261B7"/>
    <w:rsid w:val="00E2637A"/>
    <w:rsid w:val="00E2704D"/>
    <w:rsid w:val="00E27334"/>
    <w:rsid w:val="00E30AA1"/>
    <w:rsid w:val="00E30E01"/>
    <w:rsid w:val="00E312C2"/>
    <w:rsid w:val="00E31B36"/>
    <w:rsid w:val="00E32A3A"/>
    <w:rsid w:val="00E32D32"/>
    <w:rsid w:val="00E33699"/>
    <w:rsid w:val="00E336DF"/>
    <w:rsid w:val="00E33BBE"/>
    <w:rsid w:val="00E34200"/>
    <w:rsid w:val="00E34729"/>
    <w:rsid w:val="00E3528B"/>
    <w:rsid w:val="00E354BE"/>
    <w:rsid w:val="00E3598F"/>
    <w:rsid w:val="00E35A85"/>
    <w:rsid w:val="00E35AC3"/>
    <w:rsid w:val="00E35D77"/>
    <w:rsid w:val="00E3687B"/>
    <w:rsid w:val="00E36DEF"/>
    <w:rsid w:val="00E36E69"/>
    <w:rsid w:val="00E378F3"/>
    <w:rsid w:val="00E37CB4"/>
    <w:rsid w:val="00E401F7"/>
    <w:rsid w:val="00E404A0"/>
    <w:rsid w:val="00E404AE"/>
    <w:rsid w:val="00E40FA0"/>
    <w:rsid w:val="00E41152"/>
    <w:rsid w:val="00E415C5"/>
    <w:rsid w:val="00E41EB5"/>
    <w:rsid w:val="00E42707"/>
    <w:rsid w:val="00E427D2"/>
    <w:rsid w:val="00E4316C"/>
    <w:rsid w:val="00E4323B"/>
    <w:rsid w:val="00E43A4A"/>
    <w:rsid w:val="00E43AF1"/>
    <w:rsid w:val="00E43BD3"/>
    <w:rsid w:val="00E4537C"/>
    <w:rsid w:val="00E454F9"/>
    <w:rsid w:val="00E454FC"/>
    <w:rsid w:val="00E457C2"/>
    <w:rsid w:val="00E46A16"/>
    <w:rsid w:val="00E46C4C"/>
    <w:rsid w:val="00E4743B"/>
    <w:rsid w:val="00E4787A"/>
    <w:rsid w:val="00E52336"/>
    <w:rsid w:val="00E534CD"/>
    <w:rsid w:val="00E5376C"/>
    <w:rsid w:val="00E53A81"/>
    <w:rsid w:val="00E53CFD"/>
    <w:rsid w:val="00E54266"/>
    <w:rsid w:val="00E548DA"/>
    <w:rsid w:val="00E54A20"/>
    <w:rsid w:val="00E54AC7"/>
    <w:rsid w:val="00E566D1"/>
    <w:rsid w:val="00E5707D"/>
    <w:rsid w:val="00E5772B"/>
    <w:rsid w:val="00E60E5D"/>
    <w:rsid w:val="00E61771"/>
    <w:rsid w:val="00E62226"/>
    <w:rsid w:val="00E623CF"/>
    <w:rsid w:val="00E62BCC"/>
    <w:rsid w:val="00E63348"/>
    <w:rsid w:val="00E6399F"/>
    <w:rsid w:val="00E63A96"/>
    <w:rsid w:val="00E64096"/>
    <w:rsid w:val="00E64A0B"/>
    <w:rsid w:val="00E64E22"/>
    <w:rsid w:val="00E65794"/>
    <w:rsid w:val="00E65B10"/>
    <w:rsid w:val="00E65CA3"/>
    <w:rsid w:val="00E66307"/>
    <w:rsid w:val="00E668DA"/>
    <w:rsid w:val="00E66D4C"/>
    <w:rsid w:val="00E66E0C"/>
    <w:rsid w:val="00E679FE"/>
    <w:rsid w:val="00E67D37"/>
    <w:rsid w:val="00E705B7"/>
    <w:rsid w:val="00E70B9C"/>
    <w:rsid w:val="00E71D27"/>
    <w:rsid w:val="00E72246"/>
    <w:rsid w:val="00E72737"/>
    <w:rsid w:val="00E72CC1"/>
    <w:rsid w:val="00E73CE5"/>
    <w:rsid w:val="00E7496F"/>
    <w:rsid w:val="00E74C90"/>
    <w:rsid w:val="00E76B63"/>
    <w:rsid w:val="00E772A1"/>
    <w:rsid w:val="00E80231"/>
    <w:rsid w:val="00E8059C"/>
    <w:rsid w:val="00E805CC"/>
    <w:rsid w:val="00E80BD5"/>
    <w:rsid w:val="00E810BF"/>
    <w:rsid w:val="00E81708"/>
    <w:rsid w:val="00E81AEE"/>
    <w:rsid w:val="00E81D75"/>
    <w:rsid w:val="00E81F13"/>
    <w:rsid w:val="00E824BB"/>
    <w:rsid w:val="00E82793"/>
    <w:rsid w:val="00E831B1"/>
    <w:rsid w:val="00E83CD5"/>
    <w:rsid w:val="00E84725"/>
    <w:rsid w:val="00E8483F"/>
    <w:rsid w:val="00E84B9A"/>
    <w:rsid w:val="00E84D29"/>
    <w:rsid w:val="00E84FCB"/>
    <w:rsid w:val="00E85142"/>
    <w:rsid w:val="00E85774"/>
    <w:rsid w:val="00E85AEF"/>
    <w:rsid w:val="00E85B8F"/>
    <w:rsid w:val="00E85C31"/>
    <w:rsid w:val="00E85DE0"/>
    <w:rsid w:val="00E86261"/>
    <w:rsid w:val="00E8692D"/>
    <w:rsid w:val="00E86B6C"/>
    <w:rsid w:val="00E87601"/>
    <w:rsid w:val="00E87F6E"/>
    <w:rsid w:val="00E90116"/>
    <w:rsid w:val="00E908D2"/>
    <w:rsid w:val="00E90E2C"/>
    <w:rsid w:val="00E922D6"/>
    <w:rsid w:val="00E93AA3"/>
    <w:rsid w:val="00E93AE8"/>
    <w:rsid w:val="00E93C7B"/>
    <w:rsid w:val="00E9472F"/>
    <w:rsid w:val="00E9542B"/>
    <w:rsid w:val="00E956DB"/>
    <w:rsid w:val="00E95F29"/>
    <w:rsid w:val="00E9636D"/>
    <w:rsid w:val="00E966F1"/>
    <w:rsid w:val="00E96E88"/>
    <w:rsid w:val="00E9745B"/>
    <w:rsid w:val="00E97ACD"/>
    <w:rsid w:val="00E97C4A"/>
    <w:rsid w:val="00EA1813"/>
    <w:rsid w:val="00EA1DE1"/>
    <w:rsid w:val="00EA2087"/>
    <w:rsid w:val="00EA2587"/>
    <w:rsid w:val="00EA258A"/>
    <w:rsid w:val="00EA2E48"/>
    <w:rsid w:val="00EA2EA8"/>
    <w:rsid w:val="00EA3D0E"/>
    <w:rsid w:val="00EA415C"/>
    <w:rsid w:val="00EA424A"/>
    <w:rsid w:val="00EA432D"/>
    <w:rsid w:val="00EA4E6C"/>
    <w:rsid w:val="00EA4F69"/>
    <w:rsid w:val="00EA5239"/>
    <w:rsid w:val="00EA5620"/>
    <w:rsid w:val="00EA58E2"/>
    <w:rsid w:val="00EA59FC"/>
    <w:rsid w:val="00EA5C83"/>
    <w:rsid w:val="00EA5CA0"/>
    <w:rsid w:val="00EA6178"/>
    <w:rsid w:val="00EA61E0"/>
    <w:rsid w:val="00EA6264"/>
    <w:rsid w:val="00EA68D4"/>
    <w:rsid w:val="00EA6EE1"/>
    <w:rsid w:val="00EA74CB"/>
    <w:rsid w:val="00EA7920"/>
    <w:rsid w:val="00EA7D2F"/>
    <w:rsid w:val="00EB00B5"/>
    <w:rsid w:val="00EB0257"/>
    <w:rsid w:val="00EB090C"/>
    <w:rsid w:val="00EB0E2E"/>
    <w:rsid w:val="00EB0F0E"/>
    <w:rsid w:val="00EB1134"/>
    <w:rsid w:val="00EB1352"/>
    <w:rsid w:val="00EB1903"/>
    <w:rsid w:val="00EB197D"/>
    <w:rsid w:val="00EB23EF"/>
    <w:rsid w:val="00EB296C"/>
    <w:rsid w:val="00EB29A2"/>
    <w:rsid w:val="00EB31D3"/>
    <w:rsid w:val="00EB4C27"/>
    <w:rsid w:val="00EB4CF2"/>
    <w:rsid w:val="00EB5361"/>
    <w:rsid w:val="00EB539B"/>
    <w:rsid w:val="00EB5617"/>
    <w:rsid w:val="00EB5A87"/>
    <w:rsid w:val="00EB6255"/>
    <w:rsid w:val="00EB6A20"/>
    <w:rsid w:val="00EB6E36"/>
    <w:rsid w:val="00EB7246"/>
    <w:rsid w:val="00EB7C80"/>
    <w:rsid w:val="00EC060F"/>
    <w:rsid w:val="00EC07E4"/>
    <w:rsid w:val="00EC09A2"/>
    <w:rsid w:val="00EC09F1"/>
    <w:rsid w:val="00EC0DE2"/>
    <w:rsid w:val="00EC15A4"/>
    <w:rsid w:val="00EC1C4A"/>
    <w:rsid w:val="00EC1F69"/>
    <w:rsid w:val="00EC214B"/>
    <w:rsid w:val="00EC2233"/>
    <w:rsid w:val="00EC2567"/>
    <w:rsid w:val="00EC2EB8"/>
    <w:rsid w:val="00EC32CF"/>
    <w:rsid w:val="00EC3745"/>
    <w:rsid w:val="00EC3875"/>
    <w:rsid w:val="00EC3C45"/>
    <w:rsid w:val="00EC3D9B"/>
    <w:rsid w:val="00EC3E1D"/>
    <w:rsid w:val="00EC3F27"/>
    <w:rsid w:val="00EC4450"/>
    <w:rsid w:val="00EC5520"/>
    <w:rsid w:val="00EC5F65"/>
    <w:rsid w:val="00EC69B5"/>
    <w:rsid w:val="00EC766D"/>
    <w:rsid w:val="00EC7F13"/>
    <w:rsid w:val="00ED005F"/>
    <w:rsid w:val="00ED09CB"/>
    <w:rsid w:val="00ED0FBF"/>
    <w:rsid w:val="00ED16A8"/>
    <w:rsid w:val="00ED1730"/>
    <w:rsid w:val="00ED1A1E"/>
    <w:rsid w:val="00ED2100"/>
    <w:rsid w:val="00ED2768"/>
    <w:rsid w:val="00ED2822"/>
    <w:rsid w:val="00ED2A80"/>
    <w:rsid w:val="00ED2C3F"/>
    <w:rsid w:val="00ED2D5D"/>
    <w:rsid w:val="00ED2E8E"/>
    <w:rsid w:val="00ED2EBD"/>
    <w:rsid w:val="00ED38CB"/>
    <w:rsid w:val="00ED3CCF"/>
    <w:rsid w:val="00ED4119"/>
    <w:rsid w:val="00ED4233"/>
    <w:rsid w:val="00ED442C"/>
    <w:rsid w:val="00ED45A5"/>
    <w:rsid w:val="00ED4BD7"/>
    <w:rsid w:val="00ED4EFA"/>
    <w:rsid w:val="00ED507F"/>
    <w:rsid w:val="00ED5434"/>
    <w:rsid w:val="00ED576F"/>
    <w:rsid w:val="00ED5A6F"/>
    <w:rsid w:val="00ED649B"/>
    <w:rsid w:val="00ED6785"/>
    <w:rsid w:val="00ED679B"/>
    <w:rsid w:val="00ED6AD7"/>
    <w:rsid w:val="00ED6E29"/>
    <w:rsid w:val="00ED7116"/>
    <w:rsid w:val="00ED7E74"/>
    <w:rsid w:val="00ED7F23"/>
    <w:rsid w:val="00ED7FFA"/>
    <w:rsid w:val="00EE014C"/>
    <w:rsid w:val="00EE0175"/>
    <w:rsid w:val="00EE0A8F"/>
    <w:rsid w:val="00EE102E"/>
    <w:rsid w:val="00EE1036"/>
    <w:rsid w:val="00EE1216"/>
    <w:rsid w:val="00EE121E"/>
    <w:rsid w:val="00EE2A7B"/>
    <w:rsid w:val="00EE2E21"/>
    <w:rsid w:val="00EE302A"/>
    <w:rsid w:val="00EE3745"/>
    <w:rsid w:val="00EE45FE"/>
    <w:rsid w:val="00EE50BB"/>
    <w:rsid w:val="00EE6239"/>
    <w:rsid w:val="00EE68F1"/>
    <w:rsid w:val="00EE6A32"/>
    <w:rsid w:val="00EE6E24"/>
    <w:rsid w:val="00EE75F8"/>
    <w:rsid w:val="00EE79F2"/>
    <w:rsid w:val="00EF0132"/>
    <w:rsid w:val="00EF0C90"/>
    <w:rsid w:val="00EF0D01"/>
    <w:rsid w:val="00EF0EA9"/>
    <w:rsid w:val="00EF15C1"/>
    <w:rsid w:val="00EF1A95"/>
    <w:rsid w:val="00EF1B6A"/>
    <w:rsid w:val="00EF1BC2"/>
    <w:rsid w:val="00EF1DDF"/>
    <w:rsid w:val="00EF1EE9"/>
    <w:rsid w:val="00EF292C"/>
    <w:rsid w:val="00EF38CC"/>
    <w:rsid w:val="00EF3B7A"/>
    <w:rsid w:val="00EF4114"/>
    <w:rsid w:val="00EF43A7"/>
    <w:rsid w:val="00EF4984"/>
    <w:rsid w:val="00EF4A91"/>
    <w:rsid w:val="00EF4AEC"/>
    <w:rsid w:val="00EF4F8C"/>
    <w:rsid w:val="00EF5075"/>
    <w:rsid w:val="00EF5348"/>
    <w:rsid w:val="00EF5410"/>
    <w:rsid w:val="00EF59E5"/>
    <w:rsid w:val="00EF645B"/>
    <w:rsid w:val="00EF72AD"/>
    <w:rsid w:val="00EF7AB5"/>
    <w:rsid w:val="00EF7E77"/>
    <w:rsid w:val="00EF7F27"/>
    <w:rsid w:val="00F00D46"/>
    <w:rsid w:val="00F01580"/>
    <w:rsid w:val="00F01672"/>
    <w:rsid w:val="00F01F36"/>
    <w:rsid w:val="00F0249A"/>
    <w:rsid w:val="00F038C2"/>
    <w:rsid w:val="00F03B3C"/>
    <w:rsid w:val="00F03C27"/>
    <w:rsid w:val="00F045D0"/>
    <w:rsid w:val="00F0482A"/>
    <w:rsid w:val="00F04C02"/>
    <w:rsid w:val="00F05298"/>
    <w:rsid w:val="00F060A5"/>
    <w:rsid w:val="00F06496"/>
    <w:rsid w:val="00F0697F"/>
    <w:rsid w:val="00F06C7C"/>
    <w:rsid w:val="00F06F4D"/>
    <w:rsid w:val="00F10331"/>
    <w:rsid w:val="00F107D5"/>
    <w:rsid w:val="00F108C7"/>
    <w:rsid w:val="00F10A9A"/>
    <w:rsid w:val="00F10ABC"/>
    <w:rsid w:val="00F11363"/>
    <w:rsid w:val="00F11439"/>
    <w:rsid w:val="00F1170A"/>
    <w:rsid w:val="00F1172E"/>
    <w:rsid w:val="00F11F61"/>
    <w:rsid w:val="00F12405"/>
    <w:rsid w:val="00F124E3"/>
    <w:rsid w:val="00F13467"/>
    <w:rsid w:val="00F13A83"/>
    <w:rsid w:val="00F13DBD"/>
    <w:rsid w:val="00F13E2F"/>
    <w:rsid w:val="00F145EA"/>
    <w:rsid w:val="00F14638"/>
    <w:rsid w:val="00F14BEF"/>
    <w:rsid w:val="00F14C1D"/>
    <w:rsid w:val="00F14CE3"/>
    <w:rsid w:val="00F152FF"/>
    <w:rsid w:val="00F15697"/>
    <w:rsid w:val="00F156BB"/>
    <w:rsid w:val="00F1572D"/>
    <w:rsid w:val="00F15770"/>
    <w:rsid w:val="00F1599D"/>
    <w:rsid w:val="00F15BF3"/>
    <w:rsid w:val="00F15F9D"/>
    <w:rsid w:val="00F16059"/>
    <w:rsid w:val="00F20827"/>
    <w:rsid w:val="00F20CD6"/>
    <w:rsid w:val="00F20F69"/>
    <w:rsid w:val="00F21786"/>
    <w:rsid w:val="00F21BED"/>
    <w:rsid w:val="00F22201"/>
    <w:rsid w:val="00F22471"/>
    <w:rsid w:val="00F22E0C"/>
    <w:rsid w:val="00F22F20"/>
    <w:rsid w:val="00F23056"/>
    <w:rsid w:val="00F24028"/>
    <w:rsid w:val="00F24BA1"/>
    <w:rsid w:val="00F24EFB"/>
    <w:rsid w:val="00F24F5F"/>
    <w:rsid w:val="00F2500E"/>
    <w:rsid w:val="00F2509B"/>
    <w:rsid w:val="00F25746"/>
    <w:rsid w:val="00F25CF8"/>
    <w:rsid w:val="00F263B8"/>
    <w:rsid w:val="00F2692A"/>
    <w:rsid w:val="00F27DD2"/>
    <w:rsid w:val="00F27FC3"/>
    <w:rsid w:val="00F305A3"/>
    <w:rsid w:val="00F309C6"/>
    <w:rsid w:val="00F319B4"/>
    <w:rsid w:val="00F32E3D"/>
    <w:rsid w:val="00F3342E"/>
    <w:rsid w:val="00F3348A"/>
    <w:rsid w:val="00F338C9"/>
    <w:rsid w:val="00F3465E"/>
    <w:rsid w:val="00F34D96"/>
    <w:rsid w:val="00F34E19"/>
    <w:rsid w:val="00F352D4"/>
    <w:rsid w:val="00F35FF1"/>
    <w:rsid w:val="00F36353"/>
    <w:rsid w:val="00F368CB"/>
    <w:rsid w:val="00F3706D"/>
    <w:rsid w:val="00F374F5"/>
    <w:rsid w:val="00F3790C"/>
    <w:rsid w:val="00F37DE2"/>
    <w:rsid w:val="00F40569"/>
    <w:rsid w:val="00F40A72"/>
    <w:rsid w:val="00F40CCD"/>
    <w:rsid w:val="00F41E34"/>
    <w:rsid w:val="00F422D1"/>
    <w:rsid w:val="00F42476"/>
    <w:rsid w:val="00F42590"/>
    <w:rsid w:val="00F43087"/>
    <w:rsid w:val="00F432B1"/>
    <w:rsid w:val="00F432D0"/>
    <w:rsid w:val="00F441C5"/>
    <w:rsid w:val="00F44A91"/>
    <w:rsid w:val="00F44C8E"/>
    <w:rsid w:val="00F44F46"/>
    <w:rsid w:val="00F46ADC"/>
    <w:rsid w:val="00F475D7"/>
    <w:rsid w:val="00F47C05"/>
    <w:rsid w:val="00F47D08"/>
    <w:rsid w:val="00F47D31"/>
    <w:rsid w:val="00F50666"/>
    <w:rsid w:val="00F5173E"/>
    <w:rsid w:val="00F51985"/>
    <w:rsid w:val="00F51B1A"/>
    <w:rsid w:val="00F51B3B"/>
    <w:rsid w:val="00F51E5C"/>
    <w:rsid w:val="00F52016"/>
    <w:rsid w:val="00F52420"/>
    <w:rsid w:val="00F52474"/>
    <w:rsid w:val="00F535BD"/>
    <w:rsid w:val="00F535EF"/>
    <w:rsid w:val="00F53F1A"/>
    <w:rsid w:val="00F53FA7"/>
    <w:rsid w:val="00F542EF"/>
    <w:rsid w:val="00F5447C"/>
    <w:rsid w:val="00F5459E"/>
    <w:rsid w:val="00F54F0B"/>
    <w:rsid w:val="00F5503A"/>
    <w:rsid w:val="00F55BC4"/>
    <w:rsid w:val="00F55F71"/>
    <w:rsid w:val="00F56090"/>
    <w:rsid w:val="00F562E0"/>
    <w:rsid w:val="00F568B8"/>
    <w:rsid w:val="00F57129"/>
    <w:rsid w:val="00F57208"/>
    <w:rsid w:val="00F6032A"/>
    <w:rsid w:val="00F60EC8"/>
    <w:rsid w:val="00F6111A"/>
    <w:rsid w:val="00F6158C"/>
    <w:rsid w:val="00F615CC"/>
    <w:rsid w:val="00F62012"/>
    <w:rsid w:val="00F6284F"/>
    <w:rsid w:val="00F628FD"/>
    <w:rsid w:val="00F63935"/>
    <w:rsid w:val="00F63945"/>
    <w:rsid w:val="00F63B84"/>
    <w:rsid w:val="00F63ECA"/>
    <w:rsid w:val="00F6422C"/>
    <w:rsid w:val="00F64F65"/>
    <w:rsid w:val="00F65B84"/>
    <w:rsid w:val="00F65C40"/>
    <w:rsid w:val="00F65D72"/>
    <w:rsid w:val="00F65ECD"/>
    <w:rsid w:val="00F6601D"/>
    <w:rsid w:val="00F66876"/>
    <w:rsid w:val="00F67C6F"/>
    <w:rsid w:val="00F67CDA"/>
    <w:rsid w:val="00F70314"/>
    <w:rsid w:val="00F70A61"/>
    <w:rsid w:val="00F70E3C"/>
    <w:rsid w:val="00F7157C"/>
    <w:rsid w:val="00F7205D"/>
    <w:rsid w:val="00F72AE4"/>
    <w:rsid w:val="00F72F54"/>
    <w:rsid w:val="00F72F78"/>
    <w:rsid w:val="00F73109"/>
    <w:rsid w:val="00F73438"/>
    <w:rsid w:val="00F739F5"/>
    <w:rsid w:val="00F73C4C"/>
    <w:rsid w:val="00F73C87"/>
    <w:rsid w:val="00F744A9"/>
    <w:rsid w:val="00F7461B"/>
    <w:rsid w:val="00F74C09"/>
    <w:rsid w:val="00F74D79"/>
    <w:rsid w:val="00F759F7"/>
    <w:rsid w:val="00F76383"/>
    <w:rsid w:val="00F76A7B"/>
    <w:rsid w:val="00F76DC4"/>
    <w:rsid w:val="00F777C0"/>
    <w:rsid w:val="00F77FCF"/>
    <w:rsid w:val="00F814CD"/>
    <w:rsid w:val="00F81CF1"/>
    <w:rsid w:val="00F81FC5"/>
    <w:rsid w:val="00F826D2"/>
    <w:rsid w:val="00F828D4"/>
    <w:rsid w:val="00F83368"/>
    <w:rsid w:val="00F836A2"/>
    <w:rsid w:val="00F83AC8"/>
    <w:rsid w:val="00F84CB8"/>
    <w:rsid w:val="00F85441"/>
    <w:rsid w:val="00F85620"/>
    <w:rsid w:val="00F85A1D"/>
    <w:rsid w:val="00F85EB9"/>
    <w:rsid w:val="00F860A1"/>
    <w:rsid w:val="00F86635"/>
    <w:rsid w:val="00F87329"/>
    <w:rsid w:val="00F8747C"/>
    <w:rsid w:val="00F90219"/>
    <w:rsid w:val="00F90716"/>
    <w:rsid w:val="00F908B1"/>
    <w:rsid w:val="00F90A2B"/>
    <w:rsid w:val="00F90F95"/>
    <w:rsid w:val="00F912EC"/>
    <w:rsid w:val="00F91BEA"/>
    <w:rsid w:val="00F91E38"/>
    <w:rsid w:val="00F9204A"/>
    <w:rsid w:val="00F92B81"/>
    <w:rsid w:val="00F92DF0"/>
    <w:rsid w:val="00F930B8"/>
    <w:rsid w:val="00F932C7"/>
    <w:rsid w:val="00F9367D"/>
    <w:rsid w:val="00F9395D"/>
    <w:rsid w:val="00F93E5C"/>
    <w:rsid w:val="00F94022"/>
    <w:rsid w:val="00F94052"/>
    <w:rsid w:val="00F95305"/>
    <w:rsid w:val="00F955DC"/>
    <w:rsid w:val="00F95DD1"/>
    <w:rsid w:val="00F969E3"/>
    <w:rsid w:val="00F96EA6"/>
    <w:rsid w:val="00F96ED8"/>
    <w:rsid w:val="00F972C7"/>
    <w:rsid w:val="00F9757E"/>
    <w:rsid w:val="00F976E3"/>
    <w:rsid w:val="00F97EBD"/>
    <w:rsid w:val="00F97F32"/>
    <w:rsid w:val="00FA0BC8"/>
    <w:rsid w:val="00FA0CDD"/>
    <w:rsid w:val="00FA1BDE"/>
    <w:rsid w:val="00FA20B6"/>
    <w:rsid w:val="00FA22CD"/>
    <w:rsid w:val="00FA2FAA"/>
    <w:rsid w:val="00FA380B"/>
    <w:rsid w:val="00FA39B7"/>
    <w:rsid w:val="00FA41B8"/>
    <w:rsid w:val="00FA4279"/>
    <w:rsid w:val="00FA44AA"/>
    <w:rsid w:val="00FA4A7C"/>
    <w:rsid w:val="00FA4D41"/>
    <w:rsid w:val="00FA4F08"/>
    <w:rsid w:val="00FA538C"/>
    <w:rsid w:val="00FA584A"/>
    <w:rsid w:val="00FA5B68"/>
    <w:rsid w:val="00FA6900"/>
    <w:rsid w:val="00FA6A00"/>
    <w:rsid w:val="00FA72B3"/>
    <w:rsid w:val="00FA744A"/>
    <w:rsid w:val="00FA7CD8"/>
    <w:rsid w:val="00FA7E91"/>
    <w:rsid w:val="00FB0A1D"/>
    <w:rsid w:val="00FB0A5C"/>
    <w:rsid w:val="00FB10CB"/>
    <w:rsid w:val="00FB2C58"/>
    <w:rsid w:val="00FB2DAA"/>
    <w:rsid w:val="00FB2E51"/>
    <w:rsid w:val="00FB2EBE"/>
    <w:rsid w:val="00FB2ECE"/>
    <w:rsid w:val="00FB375C"/>
    <w:rsid w:val="00FB396D"/>
    <w:rsid w:val="00FB3AFC"/>
    <w:rsid w:val="00FB3C11"/>
    <w:rsid w:val="00FB47EE"/>
    <w:rsid w:val="00FB5110"/>
    <w:rsid w:val="00FB5D3A"/>
    <w:rsid w:val="00FB5FF9"/>
    <w:rsid w:val="00FB63B0"/>
    <w:rsid w:val="00FB6625"/>
    <w:rsid w:val="00FB68C5"/>
    <w:rsid w:val="00FB7AA3"/>
    <w:rsid w:val="00FB7CFC"/>
    <w:rsid w:val="00FB7FFD"/>
    <w:rsid w:val="00FC014D"/>
    <w:rsid w:val="00FC0245"/>
    <w:rsid w:val="00FC0394"/>
    <w:rsid w:val="00FC0672"/>
    <w:rsid w:val="00FC12FE"/>
    <w:rsid w:val="00FC177B"/>
    <w:rsid w:val="00FC1B0F"/>
    <w:rsid w:val="00FC1C27"/>
    <w:rsid w:val="00FC220C"/>
    <w:rsid w:val="00FC25D9"/>
    <w:rsid w:val="00FC2AFE"/>
    <w:rsid w:val="00FC3611"/>
    <w:rsid w:val="00FC3A49"/>
    <w:rsid w:val="00FC3D0D"/>
    <w:rsid w:val="00FC455A"/>
    <w:rsid w:val="00FC4DDD"/>
    <w:rsid w:val="00FC5ADB"/>
    <w:rsid w:val="00FC5CC7"/>
    <w:rsid w:val="00FC5D31"/>
    <w:rsid w:val="00FC604B"/>
    <w:rsid w:val="00FC6A46"/>
    <w:rsid w:val="00FC6B55"/>
    <w:rsid w:val="00FC6EB7"/>
    <w:rsid w:val="00FC6F06"/>
    <w:rsid w:val="00FD02AE"/>
    <w:rsid w:val="00FD0B7D"/>
    <w:rsid w:val="00FD166F"/>
    <w:rsid w:val="00FD170F"/>
    <w:rsid w:val="00FD1B23"/>
    <w:rsid w:val="00FD240D"/>
    <w:rsid w:val="00FD3051"/>
    <w:rsid w:val="00FD3B71"/>
    <w:rsid w:val="00FD40D1"/>
    <w:rsid w:val="00FD5B44"/>
    <w:rsid w:val="00FD61B5"/>
    <w:rsid w:val="00FD64BE"/>
    <w:rsid w:val="00FD750B"/>
    <w:rsid w:val="00FD7712"/>
    <w:rsid w:val="00FD7958"/>
    <w:rsid w:val="00FE05E9"/>
    <w:rsid w:val="00FE10AF"/>
    <w:rsid w:val="00FE27E8"/>
    <w:rsid w:val="00FE2D9D"/>
    <w:rsid w:val="00FE3642"/>
    <w:rsid w:val="00FE3792"/>
    <w:rsid w:val="00FE3C46"/>
    <w:rsid w:val="00FE3C88"/>
    <w:rsid w:val="00FE3F34"/>
    <w:rsid w:val="00FE4091"/>
    <w:rsid w:val="00FE4553"/>
    <w:rsid w:val="00FE4AF0"/>
    <w:rsid w:val="00FE51FA"/>
    <w:rsid w:val="00FE563E"/>
    <w:rsid w:val="00FE6520"/>
    <w:rsid w:val="00FE691F"/>
    <w:rsid w:val="00FE70AD"/>
    <w:rsid w:val="00FE71C9"/>
    <w:rsid w:val="00FF0378"/>
    <w:rsid w:val="00FF09F1"/>
    <w:rsid w:val="00FF0E9C"/>
    <w:rsid w:val="00FF0FAA"/>
    <w:rsid w:val="00FF15DD"/>
    <w:rsid w:val="00FF2B23"/>
    <w:rsid w:val="00FF2F11"/>
    <w:rsid w:val="00FF3BA0"/>
    <w:rsid w:val="00FF4859"/>
    <w:rsid w:val="00FF4CF9"/>
    <w:rsid w:val="00FF5128"/>
    <w:rsid w:val="00FF55AA"/>
    <w:rsid w:val="00FF6109"/>
    <w:rsid w:val="00FF641C"/>
    <w:rsid w:val="00FF6C34"/>
    <w:rsid w:val="00FF6C35"/>
    <w:rsid w:val="00FF726F"/>
    <w:rsid w:val="00FF7AA4"/>
    <w:rsid w:val="00FF7C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0DE4CC3"/>
  <w15:chartTrackingRefBased/>
  <w15:docId w15:val="{1E51D41F-6CB7-41A4-B325-C7787BE9D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3520"/>
  </w:style>
  <w:style w:type="paragraph" w:styleId="Naslov1">
    <w:name w:val="heading 1"/>
    <w:aliases w:val="NASLOV1"/>
    <w:basedOn w:val="Navaden"/>
    <w:next w:val="Navaden"/>
    <w:link w:val="Naslov1Znak"/>
    <w:qFormat/>
    <w:pPr>
      <w:keepNext/>
      <w:outlineLvl w:val="0"/>
    </w:pPr>
    <w:rPr>
      <w:rFonts w:ascii="Helvetica" w:hAnsi="Helvetica"/>
      <w:i/>
      <w:sz w:val="16"/>
    </w:rPr>
  </w:style>
  <w:style w:type="paragraph" w:styleId="Naslov2">
    <w:name w:val="heading 2"/>
    <w:basedOn w:val="Navaden"/>
    <w:next w:val="Navaden"/>
    <w:link w:val="Naslov2Znak"/>
    <w:qFormat/>
    <w:pPr>
      <w:keepNext/>
      <w:outlineLvl w:val="1"/>
    </w:pPr>
    <w:rPr>
      <w:b/>
      <w:bCs/>
      <w:sz w:val="32"/>
    </w:rPr>
  </w:style>
  <w:style w:type="paragraph" w:styleId="Naslov3">
    <w:name w:val="heading 3"/>
    <w:basedOn w:val="Navaden"/>
    <w:next w:val="Navaden"/>
    <w:link w:val="Naslov3Znak"/>
    <w:qFormat/>
    <w:pPr>
      <w:keepNext/>
      <w:jc w:val="center"/>
      <w:outlineLvl w:val="2"/>
    </w:pPr>
    <w:rPr>
      <w:b/>
      <w:sz w:val="32"/>
    </w:rPr>
  </w:style>
  <w:style w:type="paragraph" w:styleId="Naslov4">
    <w:name w:val="heading 4"/>
    <w:basedOn w:val="Navaden"/>
    <w:next w:val="Navaden"/>
    <w:link w:val="Naslov4Znak"/>
    <w:qFormat/>
    <w:pPr>
      <w:keepNext/>
      <w:numPr>
        <w:numId w:val="1"/>
      </w:numPr>
      <w:jc w:val="both"/>
      <w:outlineLvl w:val="3"/>
    </w:pPr>
    <w:rPr>
      <w:b/>
      <w:sz w:val="24"/>
    </w:rPr>
  </w:style>
  <w:style w:type="paragraph" w:styleId="Naslov5">
    <w:name w:val="heading 5"/>
    <w:basedOn w:val="Navaden"/>
    <w:next w:val="Navaden"/>
    <w:link w:val="Naslov5Znak"/>
    <w:qFormat/>
    <w:pPr>
      <w:keepNext/>
      <w:jc w:val="both"/>
      <w:outlineLvl w:val="4"/>
    </w:pPr>
    <w:rPr>
      <w:b/>
      <w:i/>
      <w:sz w:val="32"/>
    </w:rPr>
  </w:style>
  <w:style w:type="paragraph" w:styleId="Naslov6">
    <w:name w:val="heading 6"/>
    <w:basedOn w:val="Navaden"/>
    <w:next w:val="Navaden"/>
    <w:link w:val="Naslov6Znak"/>
    <w:qFormat/>
    <w:pPr>
      <w:keepNext/>
      <w:jc w:val="center"/>
      <w:outlineLvl w:val="5"/>
    </w:pPr>
    <w:rPr>
      <w:b/>
      <w:sz w:val="28"/>
    </w:rPr>
  </w:style>
  <w:style w:type="paragraph" w:styleId="Naslov7">
    <w:name w:val="heading 7"/>
    <w:basedOn w:val="Navaden"/>
    <w:next w:val="Navaden"/>
    <w:link w:val="Naslov7Znak"/>
    <w:qFormat/>
    <w:pPr>
      <w:keepNext/>
      <w:outlineLvl w:val="6"/>
    </w:pPr>
    <w:rPr>
      <w:rFonts w:ascii="Tahoma" w:hAnsi="Tahoma" w:cs="Tahoma"/>
      <w:b/>
      <w:bCs/>
      <w:sz w:val="22"/>
    </w:rPr>
  </w:style>
  <w:style w:type="paragraph" w:styleId="Naslov8">
    <w:name w:val="heading 8"/>
    <w:basedOn w:val="Navaden"/>
    <w:next w:val="Navaden"/>
    <w:link w:val="Naslov8Znak"/>
    <w:uiPriority w:val="99"/>
    <w:qFormat/>
    <w:pPr>
      <w:keepNext/>
      <w:tabs>
        <w:tab w:val="left" w:pos="709"/>
        <w:tab w:val="left" w:pos="1702"/>
      </w:tabs>
      <w:jc w:val="both"/>
      <w:outlineLvl w:val="7"/>
    </w:pPr>
    <w:rPr>
      <w:b/>
      <w:sz w:val="24"/>
      <w:lang w:val="x-none" w:eastAsia="x-none"/>
    </w:rPr>
  </w:style>
  <w:style w:type="paragraph" w:styleId="Naslov9">
    <w:name w:val="heading 9"/>
    <w:basedOn w:val="Navaden"/>
    <w:next w:val="Navaden"/>
    <w:link w:val="Naslov9Znak"/>
    <w:qFormat/>
    <w:pPr>
      <w:keepNext/>
      <w:jc w:val="both"/>
      <w:outlineLvl w:val="8"/>
    </w:pPr>
    <w:rPr>
      <w:rFonts w:ascii="Tahoma" w:hAnsi="Tahoma" w:cs="Tahoma"/>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Znak,Header-PR,E-PVO-glava,Znak"/>
    <w:basedOn w:val="Navaden"/>
    <w:link w:val="GlavaZnak"/>
    <w:pPr>
      <w:tabs>
        <w:tab w:val="center" w:pos="4536"/>
        <w:tab w:val="right" w:pos="9072"/>
      </w:tabs>
    </w:pPr>
  </w:style>
  <w:style w:type="paragraph" w:styleId="Noga">
    <w:name w:val="footer"/>
    <w:aliases w:val="Act Footer"/>
    <w:basedOn w:val="Navaden"/>
    <w:link w:val="NogaZnak"/>
    <w:uiPriority w:val="99"/>
    <w:pPr>
      <w:tabs>
        <w:tab w:val="center" w:pos="4536"/>
        <w:tab w:val="right" w:pos="9072"/>
      </w:tabs>
    </w:pPr>
  </w:style>
  <w:style w:type="paragraph" w:styleId="Telobesedila3">
    <w:name w:val="Body Text 3"/>
    <w:basedOn w:val="Navaden"/>
    <w:link w:val="Telobesedila3Znak"/>
    <w:rPr>
      <w:sz w:val="28"/>
    </w:rPr>
  </w:style>
  <w:style w:type="paragraph" w:styleId="Telobesedila-zamik">
    <w:name w:val="Body Text Indent"/>
    <w:basedOn w:val="Navaden"/>
    <w:link w:val="Telobesedila-zamikZnak"/>
    <w:pPr>
      <w:tabs>
        <w:tab w:val="left" w:pos="709"/>
      </w:tabs>
      <w:ind w:left="709" w:hanging="283"/>
      <w:jc w:val="both"/>
    </w:pPr>
    <w:rPr>
      <w:rFonts w:ascii="Arial" w:hAnsi="Arial"/>
      <w:sz w:val="24"/>
      <w:lang w:val="en-GB" w:eastAsia="x-none"/>
    </w:rPr>
  </w:style>
  <w:style w:type="paragraph" w:customStyle="1" w:styleId="BodyText22">
    <w:name w:val="Body Text 22"/>
    <w:basedOn w:val="Navaden"/>
    <w:pPr>
      <w:jc w:val="both"/>
    </w:pPr>
    <w:rPr>
      <w:rFonts w:ascii="Arial" w:hAnsi="Arial"/>
      <w:sz w:val="24"/>
      <w:lang w:val="en-GB"/>
    </w:rPr>
  </w:style>
  <w:style w:type="paragraph" w:styleId="Naslov">
    <w:name w:val="Title"/>
    <w:basedOn w:val="Navaden"/>
    <w:link w:val="NaslovZnak"/>
    <w:qFormat/>
    <w:pPr>
      <w:jc w:val="center"/>
    </w:pPr>
    <w:rPr>
      <w:b/>
      <w:sz w:val="56"/>
      <w:lang w:val="en-GB" w:eastAsia="x-none"/>
    </w:rPr>
  </w:style>
  <w:style w:type="paragraph" w:styleId="Telobesedila">
    <w:name w:val="Body Text"/>
    <w:basedOn w:val="Navaden"/>
    <w:link w:val="TelobesedilaZnak"/>
    <w:rPr>
      <w:sz w:val="36"/>
      <w:lang w:val="x-none" w:eastAsia="x-none"/>
    </w:rPr>
  </w:style>
  <w:style w:type="paragraph" w:styleId="Telobesedila2">
    <w:name w:val="Body Text 2"/>
    <w:basedOn w:val="Navaden"/>
    <w:link w:val="Telobesedila2Znak"/>
    <w:rPr>
      <w:sz w:val="22"/>
      <w:lang w:val="x-none" w:eastAsia="x-none"/>
    </w:rPr>
  </w:style>
  <w:style w:type="paragraph" w:customStyle="1" w:styleId="tekst1">
    <w:name w:val="tekst1"/>
    <w:basedOn w:val="Navaden"/>
    <w:pPr>
      <w:spacing w:before="120" w:line="264" w:lineRule="atLeast"/>
      <w:jc w:val="both"/>
    </w:pPr>
    <w:rPr>
      <w:rFonts w:ascii="Arial" w:hAnsi="Arial"/>
      <w:sz w:val="22"/>
    </w:rPr>
  </w:style>
  <w:style w:type="paragraph" w:customStyle="1" w:styleId="Slog">
    <w:name w:val="Slog"/>
    <w:rPr>
      <w:rFonts w:ascii="Arial" w:hAnsi="Arial"/>
      <w:sz w:val="22"/>
      <w:lang w:val="en-GB"/>
    </w:rPr>
  </w:style>
  <w:style w:type="character" w:styleId="tevilkastrani">
    <w:name w:val="page number"/>
    <w:basedOn w:val="Privzetapisavaodstavka"/>
    <w:rsid w:val="0028503C"/>
  </w:style>
  <w:style w:type="character" w:styleId="Hiperpovezava">
    <w:name w:val="Hyperlink"/>
    <w:uiPriority w:val="99"/>
    <w:rsid w:val="00ED2EBD"/>
    <w:rPr>
      <w:color w:val="0000FF"/>
      <w:u w:val="single"/>
    </w:rPr>
  </w:style>
  <w:style w:type="paragraph" w:styleId="Telobesedila-zamik3">
    <w:name w:val="Body Text Indent 3"/>
    <w:basedOn w:val="Navaden"/>
    <w:link w:val="Telobesedila-zamik3Znak"/>
    <w:rsid w:val="00F305A3"/>
    <w:pPr>
      <w:spacing w:after="120"/>
      <w:ind w:left="283"/>
    </w:pPr>
    <w:rPr>
      <w:sz w:val="16"/>
      <w:szCs w:val="16"/>
    </w:rPr>
  </w:style>
  <w:style w:type="paragraph" w:styleId="Telobesedila-zamik2">
    <w:name w:val="Body Text Indent 2"/>
    <w:basedOn w:val="Navaden"/>
    <w:link w:val="Telobesedila-zamik2Znak"/>
    <w:rsid w:val="00F90716"/>
    <w:pPr>
      <w:spacing w:after="120" w:line="480" w:lineRule="auto"/>
      <w:ind w:left="283"/>
    </w:pPr>
  </w:style>
  <w:style w:type="paragraph" w:styleId="Besedilooblaka">
    <w:name w:val="Balloon Text"/>
    <w:basedOn w:val="Navaden"/>
    <w:link w:val="BesedilooblakaZnak"/>
    <w:semiHidden/>
    <w:rsid w:val="003B3666"/>
    <w:rPr>
      <w:rFonts w:ascii="Tahoma" w:hAnsi="Tahoma" w:cs="Tahoma"/>
      <w:sz w:val="16"/>
      <w:szCs w:val="16"/>
    </w:rPr>
  </w:style>
  <w:style w:type="paragraph" w:customStyle="1" w:styleId="Navaden1">
    <w:name w:val="Navaden1"/>
    <w:rsid w:val="0064189D"/>
    <w:pPr>
      <w:widowControl w:val="0"/>
      <w:overflowPunct w:val="0"/>
      <w:autoSpaceDE w:val="0"/>
      <w:autoSpaceDN w:val="0"/>
      <w:adjustRightInd w:val="0"/>
      <w:textAlignment w:val="baseline"/>
    </w:pPr>
    <w:rPr>
      <w:lang w:eastAsia="en-US"/>
    </w:rPr>
  </w:style>
  <w:style w:type="table" w:styleId="Tabelamrea">
    <w:name w:val="Table Grid"/>
    <w:aliases w:val="Tabela - mreža,Tabela – mreža1"/>
    <w:basedOn w:val="Navadnatabela"/>
    <w:uiPriority w:val="39"/>
    <w:rsid w:val="00652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avaden"/>
    <w:rsid w:val="00AB270B"/>
    <w:pPr>
      <w:jc w:val="both"/>
    </w:pPr>
    <w:rPr>
      <w:rFonts w:ascii="Arial" w:hAnsi="Arial"/>
      <w:sz w:val="24"/>
    </w:rPr>
  </w:style>
  <w:style w:type="paragraph" w:customStyle="1" w:styleId="Index">
    <w:name w:val="Index"/>
    <w:basedOn w:val="Navaden"/>
    <w:rsid w:val="00AB270B"/>
    <w:pPr>
      <w:suppressLineNumbers/>
      <w:suppressAutoHyphens/>
    </w:pPr>
    <w:rPr>
      <w:rFonts w:cs="Tahoma"/>
      <w:sz w:val="24"/>
      <w:szCs w:val="24"/>
      <w:lang w:val="en-GB" w:eastAsia="ar-SA"/>
    </w:rPr>
  </w:style>
  <w:style w:type="paragraph" w:customStyle="1" w:styleId="Naslov10">
    <w:name w:val="Naslov1"/>
    <w:basedOn w:val="Naslov"/>
    <w:rsid w:val="00AB270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3966EE"/>
    <w:pPr>
      <w:keepNext w:val="0"/>
      <w:numPr>
        <w:ilvl w:val="1"/>
        <w:numId w:val="2"/>
      </w:numPr>
      <w:tabs>
        <w:tab w:val="clear" w:pos="1702"/>
      </w:tabs>
    </w:pPr>
    <w:rPr>
      <w:rFonts w:ascii="Tahoma" w:hAnsi="Tahoma"/>
      <w:bCs/>
      <w:caps/>
      <w:sz w:val="22"/>
    </w:rPr>
  </w:style>
  <w:style w:type="paragraph" w:customStyle="1" w:styleId="Znak2ZnakZnakZnakZnakZnak">
    <w:name w:val="Znak2 Znak Znak Znak Znak Znak"/>
    <w:basedOn w:val="Navaden"/>
    <w:rsid w:val="001303C2"/>
    <w:pPr>
      <w:spacing w:after="160" w:line="240" w:lineRule="exact"/>
    </w:pPr>
    <w:rPr>
      <w:rFonts w:ascii="Tahoma" w:hAnsi="Tahoma"/>
      <w:lang w:val="en-US" w:eastAsia="en-US"/>
    </w:rPr>
  </w:style>
  <w:style w:type="character" w:customStyle="1" w:styleId="Telobesedila-zamikZnak">
    <w:name w:val="Telo besedila - zamik Znak"/>
    <w:link w:val="Telobesedila-zamik"/>
    <w:rsid w:val="00744AF6"/>
    <w:rPr>
      <w:rFonts w:ascii="Arial" w:hAnsi="Arial"/>
      <w:sz w:val="24"/>
      <w:lang w:val="en-GB"/>
    </w:rPr>
  </w:style>
  <w:style w:type="character" w:customStyle="1" w:styleId="TelobesedilaZnak">
    <w:name w:val="Telo besedila Znak"/>
    <w:link w:val="Telobesedila"/>
    <w:rsid w:val="009138FC"/>
    <w:rPr>
      <w:sz w:val="36"/>
    </w:rPr>
  </w:style>
  <w:style w:type="paragraph" w:customStyle="1" w:styleId="Znak2">
    <w:name w:val="Znak2"/>
    <w:basedOn w:val="Navaden"/>
    <w:rsid w:val="009E2DEA"/>
    <w:pPr>
      <w:spacing w:after="160" w:line="240" w:lineRule="exact"/>
    </w:pPr>
    <w:rPr>
      <w:rFonts w:ascii="Tahoma" w:hAnsi="Tahoma"/>
      <w:lang w:val="en-US" w:eastAsia="en-US"/>
    </w:rPr>
  </w:style>
  <w:style w:type="paragraph" w:styleId="Odstavekseznama">
    <w:name w:val="List Paragraph"/>
    <w:aliases w:val="AB List 1,Bullet Points,UEDAŞ Bullet,abc siralı,za tekst,Odstavek seznama_IP"/>
    <w:basedOn w:val="Navaden"/>
    <w:link w:val="OdstavekseznamaZnak"/>
    <w:uiPriority w:val="34"/>
    <w:qFormat/>
    <w:rsid w:val="00DD706A"/>
    <w:pPr>
      <w:ind w:left="708"/>
    </w:pPr>
  </w:style>
  <w:style w:type="character" w:customStyle="1" w:styleId="GlavaZnak">
    <w:name w:val="Glava Znak"/>
    <w:aliases w:val=" Znak Znak,Header-PR Znak,E-PVO-glava Znak,Znak Znak"/>
    <w:link w:val="Glava"/>
    <w:rsid w:val="00A95289"/>
  </w:style>
  <w:style w:type="character" w:customStyle="1" w:styleId="NaslovZnak">
    <w:name w:val="Naslov Znak"/>
    <w:link w:val="Naslov"/>
    <w:rsid w:val="00A95289"/>
    <w:rPr>
      <w:b/>
      <w:sz w:val="56"/>
      <w:lang w:val="en-GB"/>
    </w:rPr>
  </w:style>
  <w:style w:type="paragraph" w:customStyle="1" w:styleId="Telobesedila-zamik21">
    <w:name w:val="Telo besedila - zamik 21"/>
    <w:basedOn w:val="Navaden"/>
    <w:rsid w:val="00A95289"/>
    <w:pPr>
      <w:widowControl w:val="0"/>
      <w:ind w:left="1134" w:hanging="708"/>
      <w:jc w:val="both"/>
    </w:pPr>
    <w:rPr>
      <w:sz w:val="24"/>
      <w:szCs w:val="24"/>
    </w:rPr>
  </w:style>
  <w:style w:type="paragraph" w:customStyle="1" w:styleId="Telobesedila33">
    <w:name w:val="Telo besedila 33"/>
    <w:basedOn w:val="Navaden"/>
    <w:rsid w:val="00A95289"/>
    <w:pPr>
      <w:tabs>
        <w:tab w:val="left" w:pos="142"/>
      </w:tabs>
      <w:suppressAutoHyphens/>
      <w:jc w:val="both"/>
    </w:pPr>
    <w:rPr>
      <w:sz w:val="22"/>
      <w:szCs w:val="22"/>
      <w:lang w:eastAsia="ar-SA"/>
    </w:rPr>
  </w:style>
  <w:style w:type="paragraph" w:customStyle="1" w:styleId="Telobesedila21">
    <w:name w:val="Telo besedila 21"/>
    <w:basedOn w:val="Navaden"/>
    <w:uiPriority w:val="99"/>
    <w:rsid w:val="000620C0"/>
    <w:pPr>
      <w:jc w:val="both"/>
    </w:pPr>
    <w:rPr>
      <w:rFonts w:ascii="Arial" w:hAnsi="Arial"/>
      <w:sz w:val="24"/>
      <w:lang w:val="en-GB"/>
    </w:rPr>
  </w:style>
  <w:style w:type="paragraph" w:customStyle="1" w:styleId="Telobesedila24">
    <w:name w:val="Telo besedila 24"/>
    <w:basedOn w:val="Navaden"/>
    <w:rsid w:val="000620C0"/>
    <w:pPr>
      <w:jc w:val="both"/>
    </w:pPr>
    <w:rPr>
      <w:rFonts w:ascii="Arial" w:hAnsi="Arial"/>
      <w:sz w:val="24"/>
      <w:lang w:val="en-GB"/>
    </w:rPr>
  </w:style>
  <w:style w:type="paragraph" w:customStyle="1" w:styleId="Znak2ZnakZnakZnakZnakZnakZnak">
    <w:name w:val="Znak2 Znak Znak Znak Znak Znak Znak"/>
    <w:basedOn w:val="Navaden"/>
    <w:rsid w:val="006279AB"/>
    <w:pPr>
      <w:spacing w:after="160" w:line="240" w:lineRule="exact"/>
    </w:pPr>
    <w:rPr>
      <w:rFonts w:ascii="Tahoma" w:hAnsi="Tahoma"/>
      <w:lang w:val="en-US" w:eastAsia="en-US"/>
    </w:rPr>
  </w:style>
  <w:style w:type="paragraph" w:customStyle="1" w:styleId="BESEDILO">
    <w:name w:val="BESEDILO"/>
    <w:rsid w:val="00CD4E8A"/>
    <w:pPr>
      <w:keepLines/>
      <w:widowControl w:val="0"/>
      <w:tabs>
        <w:tab w:val="left" w:pos="2155"/>
      </w:tabs>
      <w:jc w:val="both"/>
    </w:pPr>
    <w:rPr>
      <w:rFonts w:ascii="Arial" w:hAnsi="Arial"/>
      <w:kern w:val="16"/>
    </w:rPr>
  </w:style>
  <w:style w:type="paragraph" w:customStyle="1" w:styleId="Telobesedila22">
    <w:name w:val="Telo besedila 22"/>
    <w:basedOn w:val="Navaden"/>
    <w:rsid w:val="006B42AB"/>
    <w:pPr>
      <w:jc w:val="both"/>
    </w:pPr>
    <w:rPr>
      <w:rFonts w:ascii="Arial" w:hAnsi="Arial"/>
      <w:sz w:val="24"/>
      <w:lang w:val="en-GB"/>
    </w:rPr>
  </w:style>
  <w:style w:type="character" w:customStyle="1" w:styleId="Naslov8Znak">
    <w:name w:val="Naslov 8 Znak"/>
    <w:link w:val="Naslov8"/>
    <w:uiPriority w:val="99"/>
    <w:rsid w:val="006B42AB"/>
    <w:rPr>
      <w:b/>
      <w:sz w:val="24"/>
    </w:rPr>
  </w:style>
  <w:style w:type="paragraph" w:customStyle="1" w:styleId="NavadenTimesNewRoman">
    <w:name w:val="Navaden Times New Roman"/>
    <w:basedOn w:val="Navaden"/>
    <w:rsid w:val="007863CF"/>
    <w:pPr>
      <w:widowControl w:val="0"/>
    </w:pPr>
    <w:rPr>
      <w:rFonts w:ascii="Arial" w:hAnsi="Arial"/>
      <w:sz w:val="22"/>
    </w:rPr>
  </w:style>
  <w:style w:type="paragraph" w:customStyle="1" w:styleId="BodyText23">
    <w:name w:val="Body Text 23"/>
    <w:basedOn w:val="Navaden"/>
    <w:rsid w:val="00D71FAD"/>
    <w:pPr>
      <w:widowControl w:val="0"/>
      <w:overflowPunct w:val="0"/>
      <w:autoSpaceDE w:val="0"/>
      <w:autoSpaceDN w:val="0"/>
      <w:adjustRightInd w:val="0"/>
      <w:spacing w:line="280" w:lineRule="auto"/>
      <w:jc w:val="both"/>
      <w:textAlignment w:val="baseline"/>
    </w:pPr>
    <w:rPr>
      <w:lang w:val="en-US" w:eastAsia="en-US"/>
    </w:rPr>
  </w:style>
  <w:style w:type="paragraph" w:customStyle="1" w:styleId="Legal2L2">
    <w:name w:val="Legal2_L2"/>
    <w:basedOn w:val="Navaden"/>
    <w:next w:val="Navaden"/>
    <w:rsid w:val="00676D12"/>
    <w:pPr>
      <w:numPr>
        <w:ilvl w:val="1"/>
        <w:numId w:val="7"/>
      </w:numPr>
      <w:spacing w:after="240"/>
      <w:jc w:val="both"/>
      <w:outlineLvl w:val="1"/>
    </w:pPr>
    <w:rPr>
      <w:sz w:val="24"/>
      <w:lang w:val="en-US" w:eastAsia="en-US"/>
    </w:rPr>
  </w:style>
  <w:style w:type="paragraph" w:customStyle="1" w:styleId="Legal2L5">
    <w:name w:val="Legal2_L5"/>
    <w:basedOn w:val="Navaden"/>
    <w:next w:val="Navaden"/>
    <w:rsid w:val="00676D12"/>
    <w:pPr>
      <w:numPr>
        <w:ilvl w:val="4"/>
        <w:numId w:val="7"/>
      </w:numPr>
      <w:tabs>
        <w:tab w:val="left" w:pos="3600"/>
      </w:tabs>
      <w:jc w:val="both"/>
      <w:outlineLvl w:val="4"/>
    </w:pPr>
    <w:rPr>
      <w:sz w:val="24"/>
      <w:lang w:val="en-GB" w:eastAsia="en-US"/>
    </w:rPr>
  </w:style>
  <w:style w:type="paragraph" w:customStyle="1" w:styleId="Legal2L6">
    <w:name w:val="Legal2_L6"/>
    <w:basedOn w:val="Legal2L5"/>
    <w:next w:val="Navaden"/>
    <w:rsid w:val="00676D12"/>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676D12"/>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676D12"/>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676D12"/>
    <w:pPr>
      <w:numPr>
        <w:ilvl w:val="8"/>
      </w:numPr>
      <w:tabs>
        <w:tab w:val="clear" w:pos="1440"/>
        <w:tab w:val="clear" w:pos="2160"/>
        <w:tab w:val="num" w:pos="360"/>
      </w:tabs>
      <w:ind w:left="360" w:hanging="360"/>
      <w:outlineLvl w:val="8"/>
    </w:pPr>
  </w:style>
  <w:style w:type="character" w:customStyle="1" w:styleId="NogaZnak">
    <w:name w:val="Noga Znak"/>
    <w:aliases w:val="Act Footer Znak"/>
    <w:link w:val="Noga"/>
    <w:uiPriority w:val="99"/>
    <w:rsid w:val="004B71F8"/>
  </w:style>
  <w:style w:type="character" w:customStyle="1" w:styleId="Heading2CharCharCharCharChar">
    <w:name w:val="Heading 2 Char Char Char Char Char"/>
    <w:autoRedefine/>
    <w:rsid w:val="004B71F8"/>
    <w:rPr>
      <w:lang w:val="en-US"/>
    </w:rPr>
  </w:style>
  <w:style w:type="character" w:styleId="Pripombasklic">
    <w:name w:val="annotation reference"/>
    <w:aliases w:val="Komentar - sklic,Pripomba – sklic1"/>
    <w:unhideWhenUsed/>
    <w:rsid w:val="00A7151E"/>
    <w:rPr>
      <w:sz w:val="16"/>
      <w:szCs w:val="16"/>
    </w:rPr>
  </w:style>
  <w:style w:type="paragraph" w:styleId="Pripombabesedilo">
    <w:name w:val="annotation text"/>
    <w:aliases w:val="Komentar - besedilo,Pripomba – besedilo1"/>
    <w:basedOn w:val="Navaden"/>
    <w:link w:val="PripombabesediloZnak"/>
    <w:uiPriority w:val="99"/>
    <w:unhideWhenUsed/>
    <w:rsid w:val="00A7151E"/>
  </w:style>
  <w:style w:type="character" w:customStyle="1" w:styleId="PripombabesediloZnak">
    <w:name w:val="Pripomba – besedilo Znak"/>
    <w:aliases w:val="Komentar - besedilo Znak1,Pripomba – besedilo1 Znak1"/>
    <w:basedOn w:val="Privzetapisavaodstavka"/>
    <w:link w:val="Pripombabesedilo"/>
    <w:uiPriority w:val="99"/>
    <w:rsid w:val="00A7151E"/>
  </w:style>
  <w:style w:type="paragraph" w:styleId="Zadevapripombe">
    <w:name w:val="annotation subject"/>
    <w:aliases w:val="Zadeva komentarja,Zadeva pripombe1"/>
    <w:basedOn w:val="Pripombabesedilo"/>
    <w:next w:val="Pripombabesedilo"/>
    <w:link w:val="ZadevapripombeZnak"/>
    <w:semiHidden/>
    <w:unhideWhenUsed/>
    <w:rsid w:val="00902586"/>
    <w:rPr>
      <w:b/>
      <w:bCs/>
      <w:lang w:val="x-none" w:eastAsia="x-none"/>
    </w:rPr>
  </w:style>
  <w:style w:type="character" w:customStyle="1" w:styleId="ZadevapripombeZnak">
    <w:name w:val="Zadeva pripombe Znak"/>
    <w:aliases w:val="Zadeva komentarja Znak1,Zadeva pripombe1 Znak1"/>
    <w:link w:val="Zadevapripombe"/>
    <w:uiPriority w:val="99"/>
    <w:semiHidden/>
    <w:rsid w:val="00902586"/>
    <w:rPr>
      <w:b/>
      <w:bCs/>
    </w:rPr>
  </w:style>
  <w:style w:type="paragraph" w:styleId="Brezrazmikov">
    <w:name w:val="No Spacing"/>
    <w:uiPriority w:val="1"/>
    <w:qFormat/>
    <w:rsid w:val="00F76DC4"/>
    <w:rPr>
      <w:rFonts w:ascii="Calibri" w:eastAsia="Calibri" w:hAnsi="Calibri"/>
      <w:sz w:val="22"/>
      <w:szCs w:val="22"/>
      <w:lang w:eastAsia="en-US"/>
    </w:rPr>
  </w:style>
  <w:style w:type="character" w:customStyle="1" w:styleId="Telobesedila2Znak">
    <w:name w:val="Telo besedila 2 Znak"/>
    <w:link w:val="Telobesedila2"/>
    <w:rsid w:val="00FB3C11"/>
    <w:rPr>
      <w:sz w:val="22"/>
    </w:rPr>
  </w:style>
  <w:style w:type="paragraph" w:customStyle="1" w:styleId="Style1">
    <w:name w:val="Style1"/>
    <w:basedOn w:val="Navaden"/>
    <w:link w:val="Style1Char"/>
    <w:rsid w:val="00432096"/>
    <w:pPr>
      <w:spacing w:line="360" w:lineRule="auto"/>
    </w:pPr>
    <w:rPr>
      <w:rFonts w:ascii="Arial" w:eastAsia="Calibri" w:hAnsi="Arial"/>
      <w:sz w:val="24"/>
      <w:szCs w:val="22"/>
      <w:lang w:val="x-none" w:eastAsia="en-US"/>
    </w:rPr>
  </w:style>
  <w:style w:type="character" w:customStyle="1" w:styleId="Style1Char">
    <w:name w:val="Style1 Char"/>
    <w:link w:val="Style1"/>
    <w:rsid w:val="00432096"/>
    <w:rPr>
      <w:rFonts w:ascii="Arial" w:eastAsia="Calibri" w:hAnsi="Arial"/>
      <w:sz w:val="24"/>
      <w:szCs w:val="22"/>
      <w:lang w:eastAsia="en-US"/>
    </w:rPr>
  </w:style>
  <w:style w:type="paragraph" w:customStyle="1" w:styleId="Slog2">
    <w:name w:val="Slog2"/>
    <w:basedOn w:val="Navaden"/>
    <w:link w:val="Slog2Znak"/>
    <w:qFormat/>
    <w:rsid w:val="008D1F32"/>
    <w:pPr>
      <w:keepNext/>
      <w:suppressAutoHyphens/>
      <w:jc w:val="both"/>
    </w:pPr>
    <w:rPr>
      <w:rFonts w:ascii="Tahoma" w:hAnsi="Tahoma" w:cs="Tahoma"/>
      <w:sz w:val="22"/>
      <w:szCs w:val="24"/>
    </w:rPr>
  </w:style>
  <w:style w:type="character" w:customStyle="1" w:styleId="Slog2Znak">
    <w:name w:val="Slog2 Znak"/>
    <w:link w:val="Slog2"/>
    <w:rsid w:val="008D1F32"/>
    <w:rPr>
      <w:rFonts w:ascii="Tahoma" w:hAnsi="Tahoma" w:cs="Tahoma"/>
      <w:sz w:val="22"/>
      <w:szCs w:val="24"/>
    </w:rPr>
  </w:style>
  <w:style w:type="paragraph" w:customStyle="1" w:styleId="Alineazaodstavkom">
    <w:name w:val="Alinea za odstavkom"/>
    <w:basedOn w:val="Navaden"/>
    <w:link w:val="AlineazaodstavkomZnak"/>
    <w:qFormat/>
    <w:rsid w:val="00B634D6"/>
    <w:pPr>
      <w:numPr>
        <w:numId w:val="8"/>
      </w:numPr>
      <w:jc w:val="both"/>
    </w:pPr>
    <w:rPr>
      <w:rFonts w:ascii="Arial" w:hAnsi="Arial" w:cs="Arial"/>
      <w:sz w:val="22"/>
      <w:szCs w:val="22"/>
    </w:rPr>
  </w:style>
  <w:style w:type="character" w:customStyle="1" w:styleId="AlineazaodstavkomZnak">
    <w:name w:val="Alinea za odstavkom Znak"/>
    <w:link w:val="Alineazaodstavkom"/>
    <w:rsid w:val="00B634D6"/>
    <w:rPr>
      <w:rFonts w:ascii="Arial" w:hAnsi="Arial" w:cs="Arial"/>
      <w:sz w:val="22"/>
      <w:szCs w:val="22"/>
    </w:rPr>
  </w:style>
  <w:style w:type="character" w:customStyle="1" w:styleId="Naslov1Znak">
    <w:name w:val="Naslov 1 Znak"/>
    <w:aliases w:val="NASLOV1 Znak"/>
    <w:link w:val="Naslov1"/>
    <w:rsid w:val="00C30D3D"/>
    <w:rPr>
      <w:rFonts w:ascii="Helvetica" w:hAnsi="Helvetica"/>
      <w:i/>
      <w:sz w:val="16"/>
    </w:rPr>
  </w:style>
  <w:style w:type="character" w:customStyle="1" w:styleId="Naslov2Znak">
    <w:name w:val="Naslov 2 Znak"/>
    <w:link w:val="Naslov2"/>
    <w:rsid w:val="00C30D3D"/>
    <w:rPr>
      <w:b/>
      <w:bCs/>
      <w:sz w:val="32"/>
    </w:rPr>
  </w:style>
  <w:style w:type="character" w:customStyle="1" w:styleId="Naslov3Znak">
    <w:name w:val="Naslov 3 Znak"/>
    <w:link w:val="Naslov3"/>
    <w:rsid w:val="00C30D3D"/>
    <w:rPr>
      <w:b/>
      <w:sz w:val="32"/>
    </w:rPr>
  </w:style>
  <w:style w:type="character" w:customStyle="1" w:styleId="Naslov4Znak">
    <w:name w:val="Naslov 4 Znak"/>
    <w:link w:val="Naslov4"/>
    <w:rsid w:val="00C30D3D"/>
    <w:rPr>
      <w:b/>
      <w:sz w:val="24"/>
    </w:rPr>
  </w:style>
  <w:style w:type="character" w:customStyle="1" w:styleId="Naslov5Znak">
    <w:name w:val="Naslov 5 Znak"/>
    <w:link w:val="Naslov5"/>
    <w:rsid w:val="00C30D3D"/>
    <w:rPr>
      <w:b/>
      <w:i/>
      <w:sz w:val="32"/>
    </w:rPr>
  </w:style>
  <w:style w:type="character" w:customStyle="1" w:styleId="Naslov6Znak">
    <w:name w:val="Naslov 6 Znak"/>
    <w:link w:val="Naslov6"/>
    <w:rsid w:val="00C30D3D"/>
    <w:rPr>
      <w:b/>
      <w:sz w:val="28"/>
    </w:rPr>
  </w:style>
  <w:style w:type="character" w:customStyle="1" w:styleId="Naslov7Znak">
    <w:name w:val="Naslov 7 Znak"/>
    <w:link w:val="Naslov7"/>
    <w:rsid w:val="00C30D3D"/>
    <w:rPr>
      <w:rFonts w:ascii="Tahoma" w:hAnsi="Tahoma" w:cs="Tahoma"/>
      <w:b/>
      <w:bCs/>
      <w:sz w:val="22"/>
    </w:rPr>
  </w:style>
  <w:style w:type="character" w:customStyle="1" w:styleId="Naslov9Znak">
    <w:name w:val="Naslov 9 Znak"/>
    <w:link w:val="Naslov9"/>
    <w:rsid w:val="00C30D3D"/>
    <w:rPr>
      <w:rFonts w:ascii="Tahoma" w:hAnsi="Tahoma" w:cs="Tahoma"/>
      <w:b/>
      <w:sz w:val="32"/>
    </w:rPr>
  </w:style>
  <w:style w:type="numbering" w:customStyle="1" w:styleId="Brezseznama1">
    <w:name w:val="Brez seznama1"/>
    <w:next w:val="Brezseznama"/>
    <w:uiPriority w:val="99"/>
    <w:semiHidden/>
    <w:unhideWhenUsed/>
    <w:rsid w:val="00C30D3D"/>
  </w:style>
  <w:style w:type="paragraph" w:styleId="Blokbesedila">
    <w:name w:val="Block Text"/>
    <w:basedOn w:val="Navaden"/>
    <w:rsid w:val="00C30D3D"/>
    <w:pPr>
      <w:tabs>
        <w:tab w:val="left" w:pos="8647"/>
      </w:tabs>
      <w:ind w:left="2694" w:right="2266"/>
    </w:pPr>
    <w:rPr>
      <w:rFonts w:ascii="Arial" w:hAnsi="Arial"/>
      <w:sz w:val="24"/>
    </w:rPr>
  </w:style>
  <w:style w:type="character" w:customStyle="1" w:styleId="Telobesedila-zamik2Znak">
    <w:name w:val="Telo besedila - zamik 2 Znak"/>
    <w:link w:val="Telobesedila-zamik2"/>
    <w:rsid w:val="00C30D3D"/>
  </w:style>
  <w:style w:type="character" w:customStyle="1" w:styleId="Telobesedila-zamik3Znak">
    <w:name w:val="Telo besedila - zamik 3 Znak"/>
    <w:link w:val="Telobesedila-zamik3"/>
    <w:rsid w:val="00C30D3D"/>
    <w:rPr>
      <w:sz w:val="16"/>
      <w:szCs w:val="16"/>
    </w:rPr>
  </w:style>
  <w:style w:type="paragraph" w:customStyle="1" w:styleId="Telobesedila-zamik31">
    <w:name w:val="Telo besedila - zamik 31"/>
    <w:basedOn w:val="Navaden"/>
    <w:rsid w:val="00C30D3D"/>
    <w:pPr>
      <w:widowControl w:val="0"/>
      <w:tabs>
        <w:tab w:val="left" w:pos="1701"/>
      </w:tabs>
      <w:ind w:left="425"/>
      <w:jc w:val="center"/>
    </w:pPr>
    <w:rPr>
      <w:b/>
      <w:sz w:val="24"/>
    </w:rPr>
  </w:style>
  <w:style w:type="character" w:customStyle="1" w:styleId="Telobesedila3Znak">
    <w:name w:val="Telo besedila 3 Znak"/>
    <w:link w:val="Telobesedila3"/>
    <w:rsid w:val="00C30D3D"/>
    <w:rPr>
      <w:sz w:val="28"/>
    </w:rPr>
  </w:style>
  <w:style w:type="paragraph" w:styleId="Napis">
    <w:name w:val="caption"/>
    <w:basedOn w:val="Navaden"/>
    <w:next w:val="Navaden"/>
    <w:qFormat/>
    <w:rsid w:val="00C30D3D"/>
    <w:pPr>
      <w:tabs>
        <w:tab w:val="left" w:pos="567"/>
        <w:tab w:val="num" w:pos="851"/>
        <w:tab w:val="left" w:pos="993"/>
      </w:tabs>
      <w:jc w:val="right"/>
    </w:pPr>
    <w:rPr>
      <w:b/>
      <w:sz w:val="22"/>
    </w:rPr>
  </w:style>
  <w:style w:type="paragraph" w:styleId="Kazalovsebine2">
    <w:name w:val="toc 2"/>
    <w:basedOn w:val="Navaden"/>
    <w:next w:val="Navaden"/>
    <w:autoRedefine/>
    <w:semiHidden/>
    <w:rsid w:val="00C30D3D"/>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C30D3D"/>
    <w:pPr>
      <w:tabs>
        <w:tab w:val="left" w:pos="1000"/>
        <w:tab w:val="right" w:leader="dot" w:pos="9060"/>
      </w:tabs>
      <w:ind w:left="198"/>
    </w:pPr>
    <w:rPr>
      <w:noProof/>
    </w:rPr>
  </w:style>
  <w:style w:type="paragraph" w:styleId="Podnaslov">
    <w:name w:val="Subtitle"/>
    <w:basedOn w:val="Navaden"/>
    <w:link w:val="PodnaslovZnak"/>
    <w:qFormat/>
    <w:rsid w:val="00C30D3D"/>
    <w:rPr>
      <w:b/>
      <w:sz w:val="22"/>
      <w:lang w:val="x-none" w:eastAsia="x-none"/>
    </w:rPr>
  </w:style>
  <w:style w:type="character" w:customStyle="1" w:styleId="PodnaslovZnak">
    <w:name w:val="Podnaslov Znak"/>
    <w:link w:val="Podnaslov"/>
    <w:rsid w:val="00C30D3D"/>
    <w:rPr>
      <w:b/>
      <w:sz w:val="22"/>
      <w:lang w:val="x-none" w:eastAsia="x-none"/>
    </w:rPr>
  </w:style>
  <w:style w:type="paragraph" w:styleId="Oznaenseznam">
    <w:name w:val="List Bullet"/>
    <w:basedOn w:val="Navaden"/>
    <w:autoRedefine/>
    <w:rsid w:val="00C30D3D"/>
    <w:pPr>
      <w:tabs>
        <w:tab w:val="num" w:pos="360"/>
      </w:tabs>
      <w:ind w:left="360" w:hanging="360"/>
    </w:pPr>
  </w:style>
  <w:style w:type="paragraph" w:styleId="Oznaenseznam2">
    <w:name w:val="List Bullet 2"/>
    <w:basedOn w:val="Navaden"/>
    <w:autoRedefine/>
    <w:rsid w:val="00C30D3D"/>
    <w:pPr>
      <w:tabs>
        <w:tab w:val="num" w:pos="643"/>
      </w:tabs>
      <w:ind w:left="643" w:hanging="360"/>
    </w:pPr>
  </w:style>
  <w:style w:type="paragraph" w:styleId="Oznaenseznam3">
    <w:name w:val="List Bullet 3"/>
    <w:basedOn w:val="Navaden"/>
    <w:autoRedefine/>
    <w:rsid w:val="00C30D3D"/>
    <w:pPr>
      <w:tabs>
        <w:tab w:val="num" w:pos="926"/>
      </w:tabs>
      <w:ind w:left="926" w:hanging="360"/>
    </w:pPr>
  </w:style>
  <w:style w:type="paragraph" w:customStyle="1" w:styleId="DOUS1">
    <w:name w:val="DOUS1"/>
    <w:basedOn w:val="Navaden"/>
    <w:rsid w:val="00C30D3D"/>
    <w:pPr>
      <w:numPr>
        <w:numId w:val="9"/>
      </w:numPr>
      <w:jc w:val="both"/>
    </w:pPr>
    <w:rPr>
      <w:b/>
      <w:sz w:val="24"/>
    </w:rPr>
  </w:style>
  <w:style w:type="paragraph" w:customStyle="1" w:styleId="DOUS2">
    <w:name w:val="DOUS2"/>
    <w:basedOn w:val="Navaden"/>
    <w:rsid w:val="00C30D3D"/>
    <w:pPr>
      <w:numPr>
        <w:ilvl w:val="1"/>
        <w:numId w:val="9"/>
      </w:numPr>
      <w:jc w:val="both"/>
    </w:pPr>
    <w:rPr>
      <w:sz w:val="24"/>
    </w:rPr>
  </w:style>
  <w:style w:type="paragraph" w:styleId="Golobesedilo">
    <w:name w:val="Plain Text"/>
    <w:basedOn w:val="Navaden"/>
    <w:link w:val="GolobesediloZnak"/>
    <w:rsid w:val="00C30D3D"/>
    <w:pPr>
      <w:jc w:val="both"/>
    </w:pPr>
    <w:rPr>
      <w:sz w:val="24"/>
      <w:lang w:val="x-none" w:eastAsia="x-none"/>
    </w:rPr>
  </w:style>
  <w:style w:type="character" w:customStyle="1" w:styleId="GolobesediloZnak">
    <w:name w:val="Golo besedilo Znak"/>
    <w:link w:val="Golobesedilo"/>
    <w:rsid w:val="00C30D3D"/>
    <w:rPr>
      <w:sz w:val="24"/>
      <w:lang w:val="x-none" w:eastAsia="x-none"/>
    </w:rPr>
  </w:style>
  <w:style w:type="paragraph" w:customStyle="1" w:styleId="Default">
    <w:name w:val="Default"/>
    <w:rsid w:val="00C30D3D"/>
    <w:rPr>
      <w:rFonts w:ascii="Arial" w:hAnsi="Arial"/>
      <w:color w:val="000000"/>
      <w:sz w:val="24"/>
    </w:rPr>
  </w:style>
  <w:style w:type="character" w:styleId="Krepko">
    <w:name w:val="Strong"/>
    <w:uiPriority w:val="22"/>
    <w:qFormat/>
    <w:rsid w:val="00C30D3D"/>
    <w:rPr>
      <w:b/>
      <w:bCs/>
    </w:rPr>
  </w:style>
  <w:style w:type="paragraph" w:styleId="HTML-oblikovano">
    <w:name w:val="HTML Preformatted"/>
    <w:basedOn w:val="Navaden"/>
    <w:link w:val="HTML-oblikovanoZnak"/>
    <w:uiPriority w:val="99"/>
    <w:rsid w:val="00C30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oblikovanoZnak">
    <w:name w:val="HTML-oblikovano Znak"/>
    <w:link w:val="HTML-oblikovano"/>
    <w:uiPriority w:val="99"/>
    <w:rsid w:val="00C30D3D"/>
    <w:rPr>
      <w:rFonts w:ascii="Courier New" w:hAnsi="Courier New"/>
      <w:color w:val="000000"/>
      <w:sz w:val="18"/>
      <w:szCs w:val="18"/>
      <w:lang w:val="x-none" w:eastAsia="x-none"/>
    </w:rPr>
  </w:style>
  <w:style w:type="character" w:customStyle="1" w:styleId="BesedilooblakaZnak">
    <w:name w:val="Besedilo oblačka Znak"/>
    <w:link w:val="Besedilooblaka"/>
    <w:semiHidden/>
    <w:rsid w:val="00C30D3D"/>
    <w:rPr>
      <w:rFonts w:ascii="Tahoma" w:hAnsi="Tahoma" w:cs="Tahoma"/>
      <w:sz w:val="16"/>
      <w:szCs w:val="16"/>
    </w:rPr>
  </w:style>
  <w:style w:type="character" w:customStyle="1" w:styleId="BesedilooblakaZnak1">
    <w:name w:val="Besedilo oblačka Znak1"/>
    <w:uiPriority w:val="99"/>
    <w:semiHidden/>
    <w:rsid w:val="00C30D3D"/>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C30D3D"/>
    <w:rPr>
      <w:rFonts w:ascii="Times New Roman" w:eastAsia="Times New Roman" w:hAnsi="Times New Roman"/>
    </w:rPr>
  </w:style>
  <w:style w:type="character" w:customStyle="1" w:styleId="ZadevapripombeZnak1">
    <w:name w:val="Zadeva pripombe Znak1"/>
    <w:aliases w:val="Zadeva komentarja Znak,Zadeva pripombe1 Znak"/>
    <w:semiHidden/>
    <w:rsid w:val="00C30D3D"/>
    <w:rPr>
      <w:rFonts w:ascii="Times New Roman" w:eastAsia="Times New Roman" w:hAnsi="Times New Roman"/>
      <w:b/>
      <w:bCs/>
    </w:rPr>
  </w:style>
  <w:style w:type="paragraph" w:customStyle="1" w:styleId="Odstavekseznama1">
    <w:name w:val="Odstavek seznama1"/>
    <w:basedOn w:val="Navaden"/>
    <w:uiPriority w:val="34"/>
    <w:qFormat/>
    <w:rsid w:val="00C30D3D"/>
    <w:pPr>
      <w:ind w:left="708"/>
    </w:pPr>
    <w:rPr>
      <w:sz w:val="24"/>
      <w:szCs w:val="24"/>
    </w:rPr>
  </w:style>
  <w:style w:type="paragraph" w:customStyle="1" w:styleId="Telobesedila211">
    <w:name w:val="Telo besedila 211"/>
    <w:basedOn w:val="Navaden"/>
    <w:rsid w:val="00C30D3D"/>
    <w:pPr>
      <w:suppressAutoHyphens/>
      <w:jc w:val="both"/>
    </w:pPr>
    <w:rPr>
      <w:sz w:val="24"/>
      <w:szCs w:val="24"/>
      <w:lang w:eastAsia="ar-SA"/>
    </w:rPr>
  </w:style>
  <w:style w:type="character" w:styleId="SledenaHiperpovezava">
    <w:name w:val="FollowedHyperlink"/>
    <w:uiPriority w:val="99"/>
    <w:rsid w:val="00C30D3D"/>
    <w:rPr>
      <w:color w:val="800080"/>
      <w:u w:val="single"/>
    </w:rPr>
  </w:style>
  <w:style w:type="paragraph" w:styleId="Revizija">
    <w:name w:val="Revision"/>
    <w:hidden/>
    <w:uiPriority w:val="99"/>
    <w:semiHidden/>
    <w:rsid w:val="00C30D3D"/>
  </w:style>
  <w:style w:type="paragraph" w:styleId="Navadensplet">
    <w:name w:val="Normal (Web)"/>
    <w:basedOn w:val="Navaden"/>
    <w:rsid w:val="00C30D3D"/>
    <w:pPr>
      <w:spacing w:before="100" w:beforeAutospacing="1" w:after="100" w:afterAutospacing="1"/>
    </w:pPr>
    <w:rPr>
      <w:sz w:val="24"/>
      <w:szCs w:val="24"/>
    </w:rPr>
  </w:style>
  <w:style w:type="paragraph" w:customStyle="1" w:styleId="Odstavekseznama11">
    <w:name w:val="Odstavek seznama11"/>
    <w:basedOn w:val="Navaden"/>
    <w:uiPriority w:val="34"/>
    <w:qFormat/>
    <w:rsid w:val="00C30D3D"/>
    <w:pPr>
      <w:ind w:left="720"/>
      <w:contextualSpacing/>
    </w:pPr>
    <w:rPr>
      <w:sz w:val="24"/>
      <w:szCs w:val="24"/>
    </w:rPr>
  </w:style>
  <w:style w:type="paragraph" w:customStyle="1" w:styleId="ListParagraph1">
    <w:name w:val="List Paragraph1"/>
    <w:basedOn w:val="Navaden"/>
    <w:qFormat/>
    <w:rsid w:val="00C30D3D"/>
    <w:pPr>
      <w:ind w:left="720"/>
      <w:contextualSpacing/>
    </w:pPr>
    <w:rPr>
      <w:sz w:val="24"/>
      <w:szCs w:val="24"/>
    </w:rPr>
  </w:style>
  <w:style w:type="paragraph" w:customStyle="1" w:styleId="WW-Telobesedila2">
    <w:name w:val="WW-Telo besedila 2"/>
    <w:basedOn w:val="Navaden"/>
    <w:rsid w:val="00C30D3D"/>
    <w:pPr>
      <w:suppressAutoHyphens/>
      <w:autoSpaceDE w:val="0"/>
      <w:snapToGrid w:val="0"/>
      <w:spacing w:after="120" w:line="480" w:lineRule="auto"/>
      <w:ind w:left="47"/>
    </w:pPr>
    <w:rPr>
      <w:rFonts w:cs="Wingdings 2"/>
      <w:sz w:val="24"/>
      <w:lang w:eastAsia="ar-SA"/>
    </w:rPr>
  </w:style>
  <w:style w:type="paragraph" w:customStyle="1" w:styleId="western">
    <w:name w:val="western"/>
    <w:basedOn w:val="Navaden"/>
    <w:rsid w:val="00C30D3D"/>
    <w:pPr>
      <w:spacing w:before="100" w:beforeAutospacing="1"/>
      <w:ind w:right="57"/>
      <w:jc w:val="both"/>
    </w:pPr>
    <w:rPr>
      <w:rFonts w:ascii="Arial" w:hAnsi="Arial" w:cs="Arial"/>
      <w:sz w:val="24"/>
      <w:szCs w:val="24"/>
    </w:rPr>
  </w:style>
  <w:style w:type="paragraph" w:customStyle="1" w:styleId="list-western">
    <w:name w:val="list-western"/>
    <w:basedOn w:val="Navaden"/>
    <w:rsid w:val="00C30D3D"/>
    <w:pPr>
      <w:spacing w:before="100" w:beforeAutospacing="1"/>
      <w:ind w:right="57"/>
      <w:jc w:val="both"/>
    </w:pPr>
    <w:rPr>
      <w:rFonts w:ascii="Arial" w:hAnsi="Arial" w:cs="Arial"/>
      <w:sz w:val="24"/>
      <w:szCs w:val="24"/>
    </w:rPr>
  </w:style>
  <w:style w:type="paragraph" w:customStyle="1" w:styleId="Telobesedila31">
    <w:name w:val="Telo besedila 31"/>
    <w:basedOn w:val="Navaden"/>
    <w:rsid w:val="00C30D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Zoran2">
    <w:name w:val="Zoran 2"/>
    <w:basedOn w:val="Naslov2"/>
    <w:rsid w:val="00C30D3D"/>
    <w:pPr>
      <w:numPr>
        <w:numId w:val="11"/>
      </w:numPr>
      <w:jc w:val="both"/>
    </w:pPr>
    <w:rPr>
      <w:rFonts w:ascii="Arial" w:hAnsi="Arial" w:cs="Arial"/>
      <w:iCs/>
      <w:sz w:val="22"/>
      <w:szCs w:val="22"/>
      <w:lang w:val="x-none" w:eastAsia="x-none"/>
    </w:rPr>
  </w:style>
  <w:style w:type="paragraph" w:customStyle="1" w:styleId="Alineje">
    <w:name w:val="Alineje"/>
    <w:basedOn w:val="Navaden"/>
    <w:qFormat/>
    <w:rsid w:val="00C30D3D"/>
    <w:pPr>
      <w:numPr>
        <w:numId w:val="13"/>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C30D3D"/>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C30D3D"/>
    <w:rPr>
      <w:rFonts w:ascii="Calibri" w:eastAsia="Calibri" w:hAnsi="Calibri"/>
      <w:lang w:eastAsia="en-US"/>
    </w:rPr>
  </w:style>
  <w:style w:type="character" w:styleId="Konnaopomba-sklic">
    <w:name w:val="endnote reference"/>
    <w:uiPriority w:val="99"/>
    <w:semiHidden/>
    <w:unhideWhenUsed/>
    <w:rsid w:val="00C30D3D"/>
    <w:rPr>
      <w:vertAlign w:val="superscript"/>
    </w:rPr>
  </w:style>
  <w:style w:type="paragraph" w:styleId="Sprotnaopomba-besedilo">
    <w:name w:val="footnote text"/>
    <w:basedOn w:val="Navaden"/>
    <w:link w:val="Sprotnaopomba-besediloZnak"/>
    <w:uiPriority w:val="99"/>
    <w:semiHidden/>
    <w:unhideWhenUsed/>
    <w:rsid w:val="00C30D3D"/>
    <w:pPr>
      <w:spacing w:after="200" w:line="276" w:lineRule="auto"/>
    </w:pPr>
    <w:rPr>
      <w:rFonts w:ascii="Calibri" w:eastAsia="Calibri" w:hAnsi="Calibri"/>
      <w:lang w:eastAsia="en-US"/>
    </w:rPr>
  </w:style>
  <w:style w:type="character" w:customStyle="1" w:styleId="Sprotnaopomba-besediloZnak">
    <w:name w:val="Sprotna opomba - besedilo Znak"/>
    <w:link w:val="Sprotnaopomba-besedilo"/>
    <w:uiPriority w:val="99"/>
    <w:semiHidden/>
    <w:rsid w:val="00C30D3D"/>
    <w:rPr>
      <w:rFonts w:ascii="Calibri" w:eastAsia="Calibri" w:hAnsi="Calibri"/>
      <w:lang w:eastAsia="en-US"/>
    </w:rPr>
  </w:style>
  <w:style w:type="character" w:styleId="Sprotnaopomba-sklic">
    <w:name w:val="footnote reference"/>
    <w:uiPriority w:val="99"/>
    <w:semiHidden/>
    <w:unhideWhenUsed/>
    <w:rsid w:val="00C30D3D"/>
    <w:rPr>
      <w:vertAlign w:val="superscript"/>
    </w:rPr>
  </w:style>
  <w:style w:type="table" w:customStyle="1" w:styleId="Tabela-mrea1">
    <w:name w:val="Tabela - mreža1"/>
    <w:basedOn w:val="Navadnatabela"/>
    <w:rsid w:val="00C30D3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EE0175"/>
  </w:style>
  <w:style w:type="character" w:styleId="Poudarek">
    <w:name w:val="Emphasis"/>
    <w:uiPriority w:val="20"/>
    <w:qFormat/>
    <w:rsid w:val="00EE0175"/>
    <w:rPr>
      <w:b/>
      <w:bCs/>
      <w:i w:val="0"/>
      <w:iCs w:val="0"/>
    </w:r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42556B"/>
  </w:style>
  <w:style w:type="paragraph" w:customStyle="1" w:styleId="Telobesedila25">
    <w:name w:val="Telo besedila 25"/>
    <w:basedOn w:val="Navaden"/>
    <w:rsid w:val="000A3A59"/>
    <w:pPr>
      <w:widowControl w:val="0"/>
      <w:ind w:left="284" w:hanging="284"/>
      <w:jc w:val="both"/>
    </w:pPr>
    <w:rPr>
      <w:rFonts w:ascii="Tahoma" w:eastAsia="Calibri" w:hAnsi="Tahoma" w:cs="Tahoma"/>
      <w:sz w:val="24"/>
    </w:rPr>
  </w:style>
  <w:style w:type="paragraph" w:customStyle="1" w:styleId="Telobesedila26">
    <w:name w:val="Telo besedila 26"/>
    <w:basedOn w:val="Navaden"/>
    <w:rsid w:val="000A3A59"/>
    <w:pPr>
      <w:widowControl w:val="0"/>
      <w:ind w:left="284" w:hanging="284"/>
      <w:jc w:val="both"/>
    </w:pPr>
    <w:rPr>
      <w:rFonts w:ascii="Tahoma" w:eastAsia="Calibri" w:hAnsi="Tahoma" w:cs="Tahoma"/>
      <w:sz w:val="24"/>
    </w:rPr>
  </w:style>
  <w:style w:type="numbering" w:customStyle="1" w:styleId="Brezseznama2">
    <w:name w:val="Brez seznama2"/>
    <w:next w:val="Brezseznama"/>
    <w:uiPriority w:val="99"/>
    <w:semiHidden/>
    <w:unhideWhenUsed/>
    <w:rsid w:val="00725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691">
      <w:bodyDiv w:val="1"/>
      <w:marLeft w:val="0"/>
      <w:marRight w:val="0"/>
      <w:marTop w:val="0"/>
      <w:marBottom w:val="0"/>
      <w:divBdr>
        <w:top w:val="none" w:sz="0" w:space="0" w:color="auto"/>
        <w:left w:val="none" w:sz="0" w:space="0" w:color="auto"/>
        <w:bottom w:val="none" w:sz="0" w:space="0" w:color="auto"/>
        <w:right w:val="none" w:sz="0" w:space="0" w:color="auto"/>
      </w:divBdr>
    </w:div>
    <w:div w:id="27999433">
      <w:bodyDiv w:val="1"/>
      <w:marLeft w:val="0"/>
      <w:marRight w:val="0"/>
      <w:marTop w:val="0"/>
      <w:marBottom w:val="0"/>
      <w:divBdr>
        <w:top w:val="none" w:sz="0" w:space="0" w:color="auto"/>
        <w:left w:val="none" w:sz="0" w:space="0" w:color="auto"/>
        <w:bottom w:val="none" w:sz="0" w:space="0" w:color="auto"/>
        <w:right w:val="none" w:sz="0" w:space="0" w:color="auto"/>
      </w:divBdr>
    </w:div>
    <w:div w:id="41565868">
      <w:bodyDiv w:val="1"/>
      <w:marLeft w:val="0"/>
      <w:marRight w:val="0"/>
      <w:marTop w:val="0"/>
      <w:marBottom w:val="0"/>
      <w:divBdr>
        <w:top w:val="none" w:sz="0" w:space="0" w:color="auto"/>
        <w:left w:val="none" w:sz="0" w:space="0" w:color="auto"/>
        <w:bottom w:val="none" w:sz="0" w:space="0" w:color="auto"/>
        <w:right w:val="none" w:sz="0" w:space="0" w:color="auto"/>
      </w:divBdr>
    </w:div>
    <w:div w:id="66929320">
      <w:bodyDiv w:val="1"/>
      <w:marLeft w:val="0"/>
      <w:marRight w:val="0"/>
      <w:marTop w:val="0"/>
      <w:marBottom w:val="0"/>
      <w:divBdr>
        <w:top w:val="none" w:sz="0" w:space="0" w:color="auto"/>
        <w:left w:val="none" w:sz="0" w:space="0" w:color="auto"/>
        <w:bottom w:val="none" w:sz="0" w:space="0" w:color="auto"/>
        <w:right w:val="none" w:sz="0" w:space="0" w:color="auto"/>
      </w:divBdr>
    </w:div>
    <w:div w:id="285158699">
      <w:bodyDiv w:val="1"/>
      <w:marLeft w:val="0"/>
      <w:marRight w:val="0"/>
      <w:marTop w:val="0"/>
      <w:marBottom w:val="0"/>
      <w:divBdr>
        <w:top w:val="none" w:sz="0" w:space="0" w:color="auto"/>
        <w:left w:val="none" w:sz="0" w:space="0" w:color="auto"/>
        <w:bottom w:val="none" w:sz="0" w:space="0" w:color="auto"/>
        <w:right w:val="none" w:sz="0" w:space="0" w:color="auto"/>
      </w:divBdr>
    </w:div>
    <w:div w:id="316105858">
      <w:bodyDiv w:val="1"/>
      <w:marLeft w:val="0"/>
      <w:marRight w:val="0"/>
      <w:marTop w:val="0"/>
      <w:marBottom w:val="0"/>
      <w:divBdr>
        <w:top w:val="none" w:sz="0" w:space="0" w:color="auto"/>
        <w:left w:val="none" w:sz="0" w:space="0" w:color="auto"/>
        <w:bottom w:val="none" w:sz="0" w:space="0" w:color="auto"/>
        <w:right w:val="none" w:sz="0" w:space="0" w:color="auto"/>
      </w:divBdr>
    </w:div>
    <w:div w:id="327104100">
      <w:bodyDiv w:val="1"/>
      <w:marLeft w:val="0"/>
      <w:marRight w:val="0"/>
      <w:marTop w:val="0"/>
      <w:marBottom w:val="0"/>
      <w:divBdr>
        <w:top w:val="none" w:sz="0" w:space="0" w:color="auto"/>
        <w:left w:val="none" w:sz="0" w:space="0" w:color="auto"/>
        <w:bottom w:val="none" w:sz="0" w:space="0" w:color="auto"/>
        <w:right w:val="none" w:sz="0" w:space="0" w:color="auto"/>
      </w:divBdr>
      <w:divsChild>
        <w:div w:id="903182421">
          <w:marLeft w:val="0"/>
          <w:marRight w:val="0"/>
          <w:marTop w:val="0"/>
          <w:marBottom w:val="0"/>
          <w:divBdr>
            <w:top w:val="none" w:sz="0" w:space="0" w:color="auto"/>
            <w:left w:val="none" w:sz="0" w:space="0" w:color="auto"/>
            <w:bottom w:val="none" w:sz="0" w:space="0" w:color="auto"/>
            <w:right w:val="none" w:sz="0" w:space="0" w:color="auto"/>
          </w:divBdr>
        </w:div>
      </w:divsChild>
    </w:div>
    <w:div w:id="352926513">
      <w:bodyDiv w:val="1"/>
      <w:marLeft w:val="0"/>
      <w:marRight w:val="0"/>
      <w:marTop w:val="0"/>
      <w:marBottom w:val="0"/>
      <w:divBdr>
        <w:top w:val="none" w:sz="0" w:space="0" w:color="auto"/>
        <w:left w:val="none" w:sz="0" w:space="0" w:color="auto"/>
        <w:bottom w:val="none" w:sz="0" w:space="0" w:color="auto"/>
        <w:right w:val="none" w:sz="0" w:space="0" w:color="auto"/>
      </w:divBdr>
    </w:div>
    <w:div w:id="365644818">
      <w:bodyDiv w:val="1"/>
      <w:marLeft w:val="0"/>
      <w:marRight w:val="0"/>
      <w:marTop w:val="0"/>
      <w:marBottom w:val="0"/>
      <w:divBdr>
        <w:top w:val="none" w:sz="0" w:space="0" w:color="auto"/>
        <w:left w:val="none" w:sz="0" w:space="0" w:color="auto"/>
        <w:bottom w:val="none" w:sz="0" w:space="0" w:color="auto"/>
        <w:right w:val="none" w:sz="0" w:space="0" w:color="auto"/>
      </w:divBdr>
    </w:div>
    <w:div w:id="392585277">
      <w:bodyDiv w:val="1"/>
      <w:marLeft w:val="0"/>
      <w:marRight w:val="0"/>
      <w:marTop w:val="0"/>
      <w:marBottom w:val="0"/>
      <w:divBdr>
        <w:top w:val="none" w:sz="0" w:space="0" w:color="auto"/>
        <w:left w:val="none" w:sz="0" w:space="0" w:color="auto"/>
        <w:bottom w:val="none" w:sz="0" w:space="0" w:color="auto"/>
        <w:right w:val="none" w:sz="0" w:space="0" w:color="auto"/>
      </w:divBdr>
    </w:div>
    <w:div w:id="418715562">
      <w:bodyDiv w:val="1"/>
      <w:marLeft w:val="0"/>
      <w:marRight w:val="0"/>
      <w:marTop w:val="0"/>
      <w:marBottom w:val="0"/>
      <w:divBdr>
        <w:top w:val="none" w:sz="0" w:space="0" w:color="auto"/>
        <w:left w:val="none" w:sz="0" w:space="0" w:color="auto"/>
        <w:bottom w:val="none" w:sz="0" w:space="0" w:color="auto"/>
        <w:right w:val="none" w:sz="0" w:space="0" w:color="auto"/>
      </w:divBdr>
    </w:div>
    <w:div w:id="479734294">
      <w:bodyDiv w:val="1"/>
      <w:marLeft w:val="0"/>
      <w:marRight w:val="0"/>
      <w:marTop w:val="0"/>
      <w:marBottom w:val="0"/>
      <w:divBdr>
        <w:top w:val="none" w:sz="0" w:space="0" w:color="auto"/>
        <w:left w:val="none" w:sz="0" w:space="0" w:color="auto"/>
        <w:bottom w:val="none" w:sz="0" w:space="0" w:color="auto"/>
        <w:right w:val="none" w:sz="0" w:space="0" w:color="auto"/>
      </w:divBdr>
    </w:div>
    <w:div w:id="498499122">
      <w:bodyDiv w:val="1"/>
      <w:marLeft w:val="0"/>
      <w:marRight w:val="0"/>
      <w:marTop w:val="0"/>
      <w:marBottom w:val="0"/>
      <w:divBdr>
        <w:top w:val="none" w:sz="0" w:space="0" w:color="auto"/>
        <w:left w:val="none" w:sz="0" w:space="0" w:color="auto"/>
        <w:bottom w:val="none" w:sz="0" w:space="0" w:color="auto"/>
        <w:right w:val="none" w:sz="0" w:space="0" w:color="auto"/>
      </w:divBdr>
    </w:div>
    <w:div w:id="645470690">
      <w:bodyDiv w:val="1"/>
      <w:marLeft w:val="0"/>
      <w:marRight w:val="0"/>
      <w:marTop w:val="0"/>
      <w:marBottom w:val="0"/>
      <w:divBdr>
        <w:top w:val="none" w:sz="0" w:space="0" w:color="auto"/>
        <w:left w:val="none" w:sz="0" w:space="0" w:color="auto"/>
        <w:bottom w:val="none" w:sz="0" w:space="0" w:color="auto"/>
        <w:right w:val="none" w:sz="0" w:space="0" w:color="auto"/>
      </w:divBdr>
    </w:div>
    <w:div w:id="763646686">
      <w:bodyDiv w:val="1"/>
      <w:marLeft w:val="0"/>
      <w:marRight w:val="0"/>
      <w:marTop w:val="0"/>
      <w:marBottom w:val="0"/>
      <w:divBdr>
        <w:top w:val="none" w:sz="0" w:space="0" w:color="auto"/>
        <w:left w:val="none" w:sz="0" w:space="0" w:color="auto"/>
        <w:bottom w:val="none" w:sz="0" w:space="0" w:color="auto"/>
        <w:right w:val="none" w:sz="0" w:space="0" w:color="auto"/>
      </w:divBdr>
    </w:div>
    <w:div w:id="896207859">
      <w:bodyDiv w:val="1"/>
      <w:marLeft w:val="0"/>
      <w:marRight w:val="0"/>
      <w:marTop w:val="0"/>
      <w:marBottom w:val="0"/>
      <w:divBdr>
        <w:top w:val="none" w:sz="0" w:space="0" w:color="auto"/>
        <w:left w:val="none" w:sz="0" w:space="0" w:color="auto"/>
        <w:bottom w:val="none" w:sz="0" w:space="0" w:color="auto"/>
        <w:right w:val="none" w:sz="0" w:space="0" w:color="auto"/>
      </w:divBdr>
    </w:div>
    <w:div w:id="911890699">
      <w:bodyDiv w:val="1"/>
      <w:marLeft w:val="0"/>
      <w:marRight w:val="0"/>
      <w:marTop w:val="0"/>
      <w:marBottom w:val="0"/>
      <w:divBdr>
        <w:top w:val="none" w:sz="0" w:space="0" w:color="auto"/>
        <w:left w:val="none" w:sz="0" w:space="0" w:color="auto"/>
        <w:bottom w:val="none" w:sz="0" w:space="0" w:color="auto"/>
        <w:right w:val="none" w:sz="0" w:space="0" w:color="auto"/>
      </w:divBdr>
    </w:div>
    <w:div w:id="1162549505">
      <w:bodyDiv w:val="1"/>
      <w:marLeft w:val="0"/>
      <w:marRight w:val="0"/>
      <w:marTop w:val="0"/>
      <w:marBottom w:val="0"/>
      <w:divBdr>
        <w:top w:val="none" w:sz="0" w:space="0" w:color="auto"/>
        <w:left w:val="none" w:sz="0" w:space="0" w:color="auto"/>
        <w:bottom w:val="none" w:sz="0" w:space="0" w:color="auto"/>
        <w:right w:val="none" w:sz="0" w:space="0" w:color="auto"/>
      </w:divBdr>
    </w:div>
    <w:div w:id="1195849435">
      <w:bodyDiv w:val="1"/>
      <w:marLeft w:val="0"/>
      <w:marRight w:val="0"/>
      <w:marTop w:val="0"/>
      <w:marBottom w:val="0"/>
      <w:divBdr>
        <w:top w:val="none" w:sz="0" w:space="0" w:color="auto"/>
        <w:left w:val="none" w:sz="0" w:space="0" w:color="auto"/>
        <w:bottom w:val="none" w:sz="0" w:space="0" w:color="auto"/>
        <w:right w:val="none" w:sz="0" w:space="0" w:color="auto"/>
      </w:divBdr>
    </w:div>
    <w:div w:id="1239024469">
      <w:bodyDiv w:val="1"/>
      <w:marLeft w:val="0"/>
      <w:marRight w:val="0"/>
      <w:marTop w:val="0"/>
      <w:marBottom w:val="0"/>
      <w:divBdr>
        <w:top w:val="none" w:sz="0" w:space="0" w:color="auto"/>
        <w:left w:val="none" w:sz="0" w:space="0" w:color="auto"/>
        <w:bottom w:val="none" w:sz="0" w:space="0" w:color="auto"/>
        <w:right w:val="none" w:sz="0" w:space="0" w:color="auto"/>
      </w:divBdr>
    </w:div>
    <w:div w:id="1253472258">
      <w:bodyDiv w:val="1"/>
      <w:marLeft w:val="0"/>
      <w:marRight w:val="0"/>
      <w:marTop w:val="0"/>
      <w:marBottom w:val="0"/>
      <w:divBdr>
        <w:top w:val="none" w:sz="0" w:space="0" w:color="auto"/>
        <w:left w:val="none" w:sz="0" w:space="0" w:color="auto"/>
        <w:bottom w:val="none" w:sz="0" w:space="0" w:color="auto"/>
        <w:right w:val="none" w:sz="0" w:space="0" w:color="auto"/>
      </w:divBdr>
    </w:div>
    <w:div w:id="1371144709">
      <w:bodyDiv w:val="1"/>
      <w:marLeft w:val="0"/>
      <w:marRight w:val="0"/>
      <w:marTop w:val="0"/>
      <w:marBottom w:val="0"/>
      <w:divBdr>
        <w:top w:val="none" w:sz="0" w:space="0" w:color="auto"/>
        <w:left w:val="none" w:sz="0" w:space="0" w:color="auto"/>
        <w:bottom w:val="none" w:sz="0" w:space="0" w:color="auto"/>
        <w:right w:val="none" w:sz="0" w:space="0" w:color="auto"/>
      </w:divBdr>
    </w:div>
    <w:div w:id="1525629368">
      <w:bodyDiv w:val="1"/>
      <w:marLeft w:val="0"/>
      <w:marRight w:val="0"/>
      <w:marTop w:val="0"/>
      <w:marBottom w:val="0"/>
      <w:divBdr>
        <w:top w:val="none" w:sz="0" w:space="0" w:color="auto"/>
        <w:left w:val="none" w:sz="0" w:space="0" w:color="auto"/>
        <w:bottom w:val="none" w:sz="0" w:space="0" w:color="auto"/>
        <w:right w:val="none" w:sz="0" w:space="0" w:color="auto"/>
      </w:divBdr>
    </w:div>
    <w:div w:id="1534607982">
      <w:bodyDiv w:val="1"/>
      <w:marLeft w:val="0"/>
      <w:marRight w:val="0"/>
      <w:marTop w:val="0"/>
      <w:marBottom w:val="0"/>
      <w:divBdr>
        <w:top w:val="none" w:sz="0" w:space="0" w:color="auto"/>
        <w:left w:val="none" w:sz="0" w:space="0" w:color="auto"/>
        <w:bottom w:val="none" w:sz="0" w:space="0" w:color="auto"/>
        <w:right w:val="none" w:sz="0" w:space="0" w:color="auto"/>
      </w:divBdr>
    </w:div>
    <w:div w:id="1574512571">
      <w:bodyDiv w:val="1"/>
      <w:marLeft w:val="0"/>
      <w:marRight w:val="0"/>
      <w:marTop w:val="0"/>
      <w:marBottom w:val="0"/>
      <w:divBdr>
        <w:top w:val="none" w:sz="0" w:space="0" w:color="auto"/>
        <w:left w:val="none" w:sz="0" w:space="0" w:color="auto"/>
        <w:bottom w:val="none" w:sz="0" w:space="0" w:color="auto"/>
        <w:right w:val="none" w:sz="0" w:space="0" w:color="auto"/>
      </w:divBdr>
    </w:div>
    <w:div w:id="1611934592">
      <w:bodyDiv w:val="1"/>
      <w:marLeft w:val="0"/>
      <w:marRight w:val="0"/>
      <w:marTop w:val="0"/>
      <w:marBottom w:val="0"/>
      <w:divBdr>
        <w:top w:val="none" w:sz="0" w:space="0" w:color="auto"/>
        <w:left w:val="none" w:sz="0" w:space="0" w:color="auto"/>
        <w:bottom w:val="none" w:sz="0" w:space="0" w:color="auto"/>
        <w:right w:val="none" w:sz="0" w:space="0" w:color="auto"/>
      </w:divBdr>
    </w:div>
    <w:div w:id="1627659155">
      <w:bodyDiv w:val="1"/>
      <w:marLeft w:val="0"/>
      <w:marRight w:val="0"/>
      <w:marTop w:val="0"/>
      <w:marBottom w:val="0"/>
      <w:divBdr>
        <w:top w:val="none" w:sz="0" w:space="0" w:color="auto"/>
        <w:left w:val="none" w:sz="0" w:space="0" w:color="auto"/>
        <w:bottom w:val="none" w:sz="0" w:space="0" w:color="auto"/>
        <w:right w:val="none" w:sz="0" w:space="0" w:color="auto"/>
      </w:divBdr>
    </w:div>
    <w:div w:id="1642349559">
      <w:bodyDiv w:val="1"/>
      <w:marLeft w:val="0"/>
      <w:marRight w:val="0"/>
      <w:marTop w:val="0"/>
      <w:marBottom w:val="0"/>
      <w:divBdr>
        <w:top w:val="none" w:sz="0" w:space="0" w:color="auto"/>
        <w:left w:val="none" w:sz="0" w:space="0" w:color="auto"/>
        <w:bottom w:val="none" w:sz="0" w:space="0" w:color="auto"/>
        <w:right w:val="none" w:sz="0" w:space="0" w:color="auto"/>
      </w:divBdr>
    </w:div>
    <w:div w:id="1735347206">
      <w:bodyDiv w:val="1"/>
      <w:marLeft w:val="0"/>
      <w:marRight w:val="0"/>
      <w:marTop w:val="0"/>
      <w:marBottom w:val="0"/>
      <w:divBdr>
        <w:top w:val="none" w:sz="0" w:space="0" w:color="auto"/>
        <w:left w:val="none" w:sz="0" w:space="0" w:color="auto"/>
        <w:bottom w:val="none" w:sz="0" w:space="0" w:color="auto"/>
        <w:right w:val="none" w:sz="0" w:space="0" w:color="auto"/>
      </w:divBdr>
    </w:div>
    <w:div w:id="1916209730">
      <w:bodyDiv w:val="1"/>
      <w:marLeft w:val="0"/>
      <w:marRight w:val="0"/>
      <w:marTop w:val="0"/>
      <w:marBottom w:val="0"/>
      <w:divBdr>
        <w:top w:val="none" w:sz="0" w:space="0" w:color="auto"/>
        <w:left w:val="none" w:sz="0" w:space="0" w:color="auto"/>
        <w:bottom w:val="none" w:sz="0" w:space="0" w:color="auto"/>
        <w:right w:val="none" w:sz="0" w:space="0" w:color="auto"/>
      </w:divBdr>
    </w:div>
    <w:div w:id="1937593869">
      <w:bodyDiv w:val="1"/>
      <w:marLeft w:val="0"/>
      <w:marRight w:val="0"/>
      <w:marTop w:val="0"/>
      <w:marBottom w:val="0"/>
      <w:divBdr>
        <w:top w:val="none" w:sz="0" w:space="0" w:color="auto"/>
        <w:left w:val="none" w:sz="0" w:space="0" w:color="auto"/>
        <w:bottom w:val="none" w:sz="0" w:space="0" w:color="auto"/>
        <w:right w:val="none" w:sz="0" w:space="0" w:color="auto"/>
      </w:divBdr>
    </w:div>
    <w:div w:id="1944343312">
      <w:bodyDiv w:val="1"/>
      <w:marLeft w:val="0"/>
      <w:marRight w:val="0"/>
      <w:marTop w:val="0"/>
      <w:marBottom w:val="0"/>
      <w:divBdr>
        <w:top w:val="none" w:sz="0" w:space="0" w:color="auto"/>
        <w:left w:val="none" w:sz="0" w:space="0" w:color="auto"/>
        <w:bottom w:val="none" w:sz="0" w:space="0" w:color="auto"/>
        <w:right w:val="none" w:sz="0" w:space="0" w:color="auto"/>
      </w:divBdr>
    </w:div>
    <w:div w:id="1962376654">
      <w:bodyDiv w:val="1"/>
      <w:marLeft w:val="0"/>
      <w:marRight w:val="0"/>
      <w:marTop w:val="0"/>
      <w:marBottom w:val="0"/>
      <w:divBdr>
        <w:top w:val="none" w:sz="0" w:space="0" w:color="auto"/>
        <w:left w:val="none" w:sz="0" w:space="0" w:color="auto"/>
        <w:bottom w:val="none" w:sz="0" w:space="0" w:color="auto"/>
        <w:right w:val="none" w:sz="0" w:space="0" w:color="auto"/>
      </w:divBdr>
    </w:div>
    <w:div w:id="2074885862">
      <w:bodyDiv w:val="1"/>
      <w:marLeft w:val="0"/>
      <w:marRight w:val="0"/>
      <w:marTop w:val="0"/>
      <w:marBottom w:val="0"/>
      <w:divBdr>
        <w:top w:val="none" w:sz="0" w:space="0" w:color="auto"/>
        <w:left w:val="none" w:sz="0" w:space="0" w:color="auto"/>
        <w:bottom w:val="none" w:sz="0" w:space="0" w:color="auto"/>
        <w:right w:val="none" w:sz="0" w:space="0" w:color="auto"/>
      </w:divBdr>
    </w:div>
    <w:div w:id="2131432629">
      <w:bodyDiv w:val="1"/>
      <w:marLeft w:val="0"/>
      <w:marRight w:val="0"/>
      <w:marTop w:val="0"/>
      <w:marBottom w:val="0"/>
      <w:divBdr>
        <w:top w:val="none" w:sz="0" w:space="0" w:color="auto"/>
        <w:left w:val="none" w:sz="0" w:space="0" w:color="auto"/>
        <w:bottom w:val="none" w:sz="0" w:space="0" w:color="auto"/>
        <w:right w:val="none" w:sz="0" w:space="0" w:color="auto"/>
      </w:divBdr>
    </w:div>
    <w:div w:id="213636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etika.si/javna-narocila" TargetMode="External"/><Relationship Id="rId13" Type="http://schemas.openxmlformats.org/officeDocument/2006/relationships/hyperlink" Target="https://ejn.gov.si/eJN2" TargetMode="External"/><Relationship Id="rId18" Type="http://schemas.openxmlformats.org/officeDocument/2006/relationships/hyperlink" Target="https://www.gov.si/assets/ministrstva/MOPE/Okolje/Podnebne-spremembe/toplogredni_plini/PP-HKTC_zap.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energetika.si/javna-narocil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si/assets/ministrstva/MOPE/Okolje/Podnebne-spremembe/toplogredni_plini/PP-HKTC_zap.pdf" TargetMode="External"/><Relationship Id="rId20" Type="http://schemas.openxmlformats.org/officeDocument/2006/relationships/hyperlink" Target="mailto:info@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regor.jazbinsek@energetika.si" TargetMode="External"/><Relationship Id="rId23" Type="http://schemas.openxmlformats.org/officeDocument/2006/relationships/footer" Target="footer2.xml"/><Relationship Id="rId10" Type="http://schemas.openxmlformats.org/officeDocument/2006/relationships/hyperlink" Target="https://ejn.gov.si/eJN2"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www.energetika.si/javna-narocila" TargetMode="External"/><Relationship Id="rId14" Type="http://schemas.openxmlformats.org/officeDocument/2006/relationships/hyperlink" Target="https://ejn.gov.si/"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dopis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29DE8-A199-4080-852E-7B22623AB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dopisi.dot</Template>
  <TotalTime>90</TotalTime>
  <Pages>73</Pages>
  <Words>21269</Words>
  <Characters>132465</Characters>
  <Application>Microsoft Office Word</Application>
  <DocSecurity>0</DocSecurity>
  <Lines>1103</Lines>
  <Paragraphs>306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JHL</Company>
  <LinksUpToDate>false</LinksUpToDate>
  <CharactersWithSpaces>153428</CharactersWithSpaces>
  <SharedDoc>false</SharedDoc>
  <HLinks>
    <vt:vector size="126" baseType="variant">
      <vt:variant>
        <vt:i4>6225944</vt:i4>
      </vt:variant>
      <vt:variant>
        <vt:i4>59</vt:i4>
      </vt:variant>
      <vt:variant>
        <vt:i4>0</vt:i4>
      </vt:variant>
      <vt:variant>
        <vt:i4>5</vt:i4>
      </vt:variant>
      <vt:variant>
        <vt:lpwstr>tel:_________________</vt:lpwstr>
      </vt:variant>
      <vt:variant>
        <vt:lpwstr/>
      </vt:variant>
      <vt:variant>
        <vt:i4>6225944</vt:i4>
      </vt:variant>
      <vt:variant>
        <vt:i4>56</vt:i4>
      </vt:variant>
      <vt:variant>
        <vt:i4>0</vt:i4>
      </vt:variant>
      <vt:variant>
        <vt:i4>5</vt:i4>
      </vt:variant>
      <vt:variant>
        <vt:lpwstr>tel:_________________</vt:lpwstr>
      </vt:variant>
      <vt:variant>
        <vt:lpwstr/>
      </vt:variant>
      <vt:variant>
        <vt:i4>7012438</vt:i4>
      </vt:variant>
      <vt:variant>
        <vt:i4>53</vt:i4>
      </vt:variant>
      <vt:variant>
        <vt:i4>0</vt:i4>
      </vt:variant>
      <vt:variant>
        <vt:i4>5</vt:i4>
      </vt:variant>
      <vt:variant>
        <vt:lpwstr>mailto:tomaz.lenart@energetika-lj.si</vt:lpwstr>
      </vt:variant>
      <vt:variant>
        <vt:lpwstr/>
      </vt:variant>
      <vt:variant>
        <vt:i4>3801115</vt:i4>
      </vt:variant>
      <vt:variant>
        <vt:i4>50</vt:i4>
      </vt:variant>
      <vt:variant>
        <vt:i4>0</vt:i4>
      </vt:variant>
      <vt:variant>
        <vt:i4>5</vt:i4>
      </vt:variant>
      <vt:variant>
        <vt:lpwstr>mailto:franci.galic@energetika-lj.si</vt:lpwstr>
      </vt:variant>
      <vt:variant>
        <vt:lpwstr/>
      </vt:variant>
      <vt:variant>
        <vt:i4>1966133</vt:i4>
      </vt:variant>
      <vt:variant>
        <vt:i4>47</vt:i4>
      </vt:variant>
      <vt:variant>
        <vt:i4>0</vt:i4>
      </vt:variant>
      <vt:variant>
        <vt:i4>5</vt:i4>
      </vt:variant>
      <vt:variant>
        <vt:lpwstr>mailto:irena.debeljak@energetika-lj.si</vt:lpwstr>
      </vt:variant>
      <vt:variant>
        <vt:lpwstr/>
      </vt:variant>
      <vt:variant>
        <vt:i4>6226034</vt:i4>
      </vt:variant>
      <vt:variant>
        <vt:i4>44</vt:i4>
      </vt:variant>
      <vt:variant>
        <vt:i4>0</vt:i4>
      </vt:variant>
      <vt:variant>
        <vt:i4>5</vt:i4>
      </vt:variant>
      <vt:variant>
        <vt:lpwstr>mailto:aleksander.klopcic@energetika-lj.si</vt:lpwstr>
      </vt:variant>
      <vt:variant>
        <vt:lpwstr/>
      </vt:variant>
      <vt:variant>
        <vt:i4>2490396</vt:i4>
      </vt:variant>
      <vt:variant>
        <vt:i4>41</vt:i4>
      </vt:variant>
      <vt:variant>
        <vt:i4>0</vt:i4>
      </vt:variant>
      <vt:variant>
        <vt:i4>5</vt:i4>
      </vt:variant>
      <vt:variant>
        <vt:lpwstr>mailto:andrej.lukek@energetika-lj.si</vt:lpwstr>
      </vt:variant>
      <vt:variant>
        <vt:lpwstr/>
      </vt:variant>
      <vt:variant>
        <vt:i4>7143494</vt:i4>
      </vt:variant>
      <vt:variant>
        <vt:i4>38</vt:i4>
      </vt:variant>
      <vt:variant>
        <vt:i4>0</vt:i4>
      </vt:variant>
      <vt:variant>
        <vt:i4>5</vt:i4>
      </vt:variant>
      <vt:variant>
        <vt:lpwstr>mailto:bostjan.krasovec@energetika-lj.si</vt:lpwstr>
      </vt:variant>
      <vt:variant>
        <vt:lpwstr/>
      </vt:variant>
      <vt:variant>
        <vt:i4>3801115</vt:i4>
      </vt:variant>
      <vt:variant>
        <vt:i4>35</vt:i4>
      </vt:variant>
      <vt:variant>
        <vt:i4>0</vt:i4>
      </vt:variant>
      <vt:variant>
        <vt:i4>5</vt:i4>
      </vt:variant>
      <vt:variant>
        <vt:lpwstr>mailto:franci.galic@energetika-lj.si</vt:lpwstr>
      </vt:variant>
      <vt:variant>
        <vt:lpwstr/>
      </vt:variant>
      <vt:variant>
        <vt:i4>2818154</vt:i4>
      </vt:variant>
      <vt:variant>
        <vt:i4>30</vt:i4>
      </vt:variant>
      <vt:variant>
        <vt:i4>0</vt:i4>
      </vt:variant>
      <vt:variant>
        <vt:i4>5</vt:i4>
      </vt:variant>
      <vt:variant>
        <vt:lpwstr>https://www.kpk-rs.si/sl/pogosta-vprasanja</vt:lpwstr>
      </vt:variant>
      <vt:variant>
        <vt:lpwstr/>
      </vt:variant>
      <vt:variant>
        <vt:i4>7077988</vt:i4>
      </vt:variant>
      <vt:variant>
        <vt:i4>27</vt:i4>
      </vt:variant>
      <vt:variant>
        <vt:i4>0</vt:i4>
      </vt:variant>
      <vt:variant>
        <vt:i4>5</vt:i4>
      </vt:variant>
      <vt:variant>
        <vt:lpwstr>http://www.energetika-lj.si/javna-narocila</vt:lpwstr>
      </vt:variant>
      <vt:variant>
        <vt:lpwstr/>
      </vt:variant>
      <vt:variant>
        <vt:i4>3801115</vt:i4>
      </vt:variant>
      <vt:variant>
        <vt:i4>24</vt:i4>
      </vt:variant>
      <vt:variant>
        <vt:i4>0</vt:i4>
      </vt:variant>
      <vt:variant>
        <vt:i4>5</vt:i4>
      </vt:variant>
      <vt:variant>
        <vt:lpwstr>mailto:franci.galic@energetika-lj.si</vt:lpwstr>
      </vt:variant>
      <vt:variant>
        <vt:lpwstr/>
      </vt:variant>
      <vt:variant>
        <vt:i4>1048588</vt:i4>
      </vt:variant>
      <vt:variant>
        <vt:i4>21</vt:i4>
      </vt:variant>
      <vt:variant>
        <vt:i4>0</vt:i4>
      </vt:variant>
      <vt:variant>
        <vt:i4>5</vt:i4>
      </vt:variant>
      <vt:variant>
        <vt:lpwstr>https://ejn.gov.si/mojejn</vt:lpwstr>
      </vt:variant>
      <vt:variant>
        <vt:lpwstr/>
      </vt:variant>
      <vt:variant>
        <vt:i4>8192041</vt:i4>
      </vt:variant>
      <vt:variant>
        <vt:i4>18</vt:i4>
      </vt:variant>
      <vt:variant>
        <vt:i4>0</vt:i4>
      </vt:variant>
      <vt:variant>
        <vt:i4>5</vt:i4>
      </vt:variant>
      <vt:variant>
        <vt:lpwstr>https://ejn.gov.si/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7077988</vt:i4>
      </vt:variant>
      <vt:variant>
        <vt:i4>3</vt:i4>
      </vt:variant>
      <vt:variant>
        <vt:i4>0</vt:i4>
      </vt:variant>
      <vt:variant>
        <vt:i4>5</vt:i4>
      </vt:variant>
      <vt:variant>
        <vt:lpwstr>http://www.energetika-lj.si/javna-narocila</vt:lpwstr>
      </vt:variant>
      <vt:variant>
        <vt:lpwstr/>
      </vt:variant>
      <vt:variant>
        <vt:i4>7077988</vt:i4>
      </vt:variant>
      <vt:variant>
        <vt:i4>0</vt:i4>
      </vt:variant>
      <vt:variant>
        <vt:i4>0</vt:i4>
      </vt:variant>
      <vt:variant>
        <vt:i4>5</vt:i4>
      </vt:variant>
      <vt:variant>
        <vt:lpwstr>http://www.energetika-lj.si/javna-narocila</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Goličnik</dc:creator>
  <cp:keywords/>
  <cp:lastModifiedBy>Meka Kudić</cp:lastModifiedBy>
  <cp:revision>21</cp:revision>
  <cp:lastPrinted>2025-06-05T09:16:00Z</cp:lastPrinted>
  <dcterms:created xsi:type="dcterms:W3CDTF">2025-06-02T06:48:00Z</dcterms:created>
  <dcterms:modified xsi:type="dcterms:W3CDTF">2025-06-05T09:17:00Z</dcterms:modified>
</cp:coreProperties>
</file>